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43711" w14:textId="4DBDE4EE" w:rsidR="001922A0" w:rsidRPr="00756B16" w:rsidRDefault="00756B16" w:rsidP="00756B16">
      <w:pPr>
        <w:pStyle w:val="eTask"/>
        <w:rPr>
          <w:lang w:val="es-ES"/>
        </w:rPr>
      </w:pPr>
      <w:r w:rsidRPr="00756B16">
        <w:rPr>
          <w:lang w:val="es-ES"/>
        </w:rPr>
        <w:t xml:space="preserve">Complete una abreviatura de licencia Creative </w:t>
      </w:r>
      <w:bookmarkStart w:id="0" w:name="_GoBack"/>
      <w:bookmarkEnd w:id="0"/>
      <w:r w:rsidRPr="00756B16">
        <w:rPr>
          <w:lang w:val="es-ES"/>
        </w:rPr>
        <w:t>Commons para el material de distribución gratuita, que no permite el uso comercial, puede modificarse y redistribuirse bajo la misma licencia.</w:t>
      </w:r>
    </w:p>
    <w:p w14:paraId="6321375A" w14:textId="77777777" w:rsidR="00EA251D" w:rsidRPr="00756B16" w:rsidRDefault="00EA251D" w:rsidP="00EA251D">
      <w:pPr>
        <w:pStyle w:val="eTask"/>
        <w:numPr>
          <w:ilvl w:val="0"/>
          <w:numId w:val="0"/>
        </w:numPr>
        <w:ind w:left="567" w:hanging="425"/>
        <w:rPr>
          <w:lang w:val="es-ES"/>
        </w:rPr>
      </w:pPr>
    </w:p>
    <w:p w14:paraId="0C557009" w14:textId="77777777" w:rsidR="00EA251D" w:rsidRPr="00756B16" w:rsidRDefault="00EA251D" w:rsidP="00EA251D">
      <w:pPr>
        <w:pStyle w:val="eTask"/>
        <w:numPr>
          <w:ilvl w:val="0"/>
          <w:numId w:val="0"/>
        </w:numPr>
        <w:ind w:left="567" w:hanging="425"/>
        <w:rPr>
          <w:lang w:val="es-ES"/>
        </w:rPr>
      </w:pPr>
    </w:p>
    <w:p w14:paraId="44B7B1CE" w14:textId="48D17F18" w:rsidR="001922A0" w:rsidRPr="00F600FF" w:rsidRDefault="00EA251D" w:rsidP="00EA251D">
      <w:pPr>
        <w:pStyle w:val="eExercise"/>
        <w:rPr>
          <w:lang w:val="en-US"/>
        </w:rPr>
      </w:pPr>
      <w:r w:rsidRPr="00F600FF">
        <w:rPr>
          <w:lang w:val="en-US"/>
        </w:rPr>
        <w:t xml:space="preserve">Creative Commons  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="00113657">
        <w:rPr>
          <w:color w:val="FF0000"/>
          <w:shd w:val="clear" w:color="auto" w:fill="D9D9D9" w:themeFill="background1" w:themeFillShade="D9"/>
          <w:lang w:val="en-US"/>
        </w:rPr>
        <w:t xml:space="preserve">      </w:t>
      </w:r>
      <w:r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 xml:space="preserve">– </w:t>
      </w:r>
      <w:r w:rsidRPr="00F600FF">
        <w:rPr>
          <w:lang w:val="en-US"/>
        </w:rPr>
        <w:t xml:space="preserve"> </w:t>
      </w:r>
      <w:r w:rsidR="00113657" w:rsidRPr="00F600FF">
        <w:rPr>
          <w:shd w:val="clear" w:color="auto" w:fill="D9D9D9" w:themeFill="background1" w:themeFillShade="D9"/>
          <w:lang w:val="en-US"/>
        </w:rPr>
        <w:t xml:space="preserve"> </w:t>
      </w:r>
      <w:r w:rsidR="00113657">
        <w:rPr>
          <w:color w:val="FF0000"/>
          <w:shd w:val="clear" w:color="auto" w:fill="D9D9D9" w:themeFill="background1" w:themeFillShade="D9"/>
          <w:lang w:val="en-US"/>
        </w:rPr>
        <w:t xml:space="preserve">      </w:t>
      </w:r>
      <w:r w:rsidR="00113657"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>–</w:t>
      </w:r>
      <w:r w:rsidRPr="00F600FF">
        <w:rPr>
          <w:lang w:val="en-US"/>
        </w:rPr>
        <w:t xml:space="preserve"> </w:t>
      </w:r>
      <w:r w:rsidR="00113657" w:rsidRPr="00F600FF">
        <w:rPr>
          <w:shd w:val="clear" w:color="auto" w:fill="D9D9D9" w:themeFill="background1" w:themeFillShade="D9"/>
          <w:lang w:val="en-US"/>
        </w:rPr>
        <w:t xml:space="preserve"> </w:t>
      </w:r>
      <w:r w:rsidR="00113657">
        <w:rPr>
          <w:color w:val="FF0000"/>
          <w:shd w:val="clear" w:color="auto" w:fill="D9D9D9" w:themeFill="background1" w:themeFillShade="D9"/>
          <w:lang w:val="en-US"/>
        </w:rPr>
        <w:t xml:space="preserve">      </w:t>
      </w:r>
      <w:r w:rsidR="00113657"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>–</w:t>
      </w:r>
      <w:r w:rsidRPr="00F600FF">
        <w:rPr>
          <w:lang w:val="en-US"/>
        </w:rPr>
        <w:t xml:space="preserve"> </w:t>
      </w:r>
      <w:r w:rsidR="00113657" w:rsidRPr="00F600FF">
        <w:rPr>
          <w:shd w:val="clear" w:color="auto" w:fill="D9D9D9" w:themeFill="background1" w:themeFillShade="D9"/>
          <w:lang w:val="en-US"/>
        </w:rPr>
        <w:t xml:space="preserve"> </w:t>
      </w:r>
      <w:r w:rsidR="00113657">
        <w:rPr>
          <w:color w:val="FF0000"/>
          <w:shd w:val="clear" w:color="auto" w:fill="D9D9D9" w:themeFill="background1" w:themeFillShade="D9"/>
          <w:lang w:val="en-US"/>
        </w:rPr>
        <w:t xml:space="preserve">      </w:t>
      </w:r>
      <w:r w:rsidR="00113657"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shd w:val="clear" w:color="auto" w:fill="FFFFFF" w:themeFill="background1"/>
          <w:lang w:val="en-US"/>
        </w:rPr>
        <w:t xml:space="preserve">  4.0</w:t>
      </w:r>
    </w:p>
    <w:p w14:paraId="562D0FF0" w14:textId="77777777" w:rsidR="00EA251D" w:rsidRPr="00F600FF" w:rsidRDefault="00EA251D" w:rsidP="00A84535">
      <w:pPr>
        <w:pStyle w:val="eLineBottom"/>
        <w:rPr>
          <w:lang w:val="en-US"/>
        </w:rPr>
      </w:pPr>
    </w:p>
    <w:p w14:paraId="19C95DCE" w14:textId="77777777" w:rsidR="00EA251D" w:rsidRPr="00F600FF" w:rsidRDefault="00EA251D" w:rsidP="00EA251D">
      <w:pPr>
        <w:pStyle w:val="eTask"/>
        <w:numPr>
          <w:ilvl w:val="0"/>
          <w:numId w:val="0"/>
        </w:numPr>
        <w:ind w:left="360"/>
      </w:pPr>
    </w:p>
    <w:p w14:paraId="5D2065BA" w14:textId="20C84857" w:rsidR="00EA251D" w:rsidRPr="000D32B6" w:rsidRDefault="008D5D65" w:rsidP="000D32B6">
      <w:pPr>
        <w:pStyle w:val="eTask"/>
        <w:rPr>
          <w:lang w:val="es-ES"/>
        </w:rPr>
      </w:pPr>
      <w:r w:rsidRPr="000D32B6">
        <w:rPr>
          <w:lang w:val="es-ES"/>
        </w:rPr>
        <w:t>A</w:t>
      </w:r>
      <w:r w:rsidR="000D32B6" w:rsidRPr="000D32B6">
        <w:rPr>
          <w:lang w:val="es-ES"/>
        </w:rPr>
        <w:t>signar imágenes gráficas con licencia Creative Commons con sus significados relevantes.</w:t>
      </w:r>
    </w:p>
    <w:p w14:paraId="3EEB6BC2" w14:textId="77777777" w:rsidR="00EA251D" w:rsidRPr="000D32B6" w:rsidRDefault="00EA251D" w:rsidP="00B72E92">
      <w:pPr>
        <w:pStyle w:val="eExercise"/>
        <w:rPr>
          <w:lang w:val="es-ES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789"/>
        <w:gridCol w:w="2789"/>
        <w:gridCol w:w="2917"/>
      </w:tblGrid>
      <w:tr w:rsidR="00EA251D" w:rsidRPr="00F600FF" w14:paraId="07459211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1CD7D" w14:textId="32BE1552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1D192264" wp14:editId="4144BC89">
                  <wp:extent cx="540000" cy="5400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024px-Cc-nd_white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851059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D0FB4D" w14:textId="500A24AE" w:rsidR="00EA251D" w:rsidRPr="00F600FF" w:rsidRDefault="000D32B6" w:rsidP="00B72E92">
            <w:pPr>
              <w:pStyle w:val="eExercise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Compartir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igual</w:t>
            </w:r>
            <w:proofErr w:type="spellEnd"/>
          </w:p>
        </w:tc>
      </w:tr>
      <w:tr w:rsidR="00EA251D" w:rsidRPr="00F600FF" w14:paraId="0DEA70D3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3014888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33483F48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B077A2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7EA6EF75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70293" w14:textId="0EA404D9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0F9D4CF0" wp14:editId="455AC14A">
                  <wp:extent cx="540000" cy="54000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-by_new_white.sv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2ABCE3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9D1121" w14:textId="3AAAC61D" w:rsidR="00EA251D" w:rsidRPr="00F600FF" w:rsidRDefault="004C21BE" w:rsidP="000D32B6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lang w:val="en-US"/>
              </w:rPr>
              <w:t>No</w:t>
            </w:r>
            <w:r w:rsidR="000D32B6">
              <w:rPr>
                <w:lang w:val="en-US"/>
              </w:rPr>
              <w:t xml:space="preserve"> </w:t>
            </w:r>
            <w:proofErr w:type="spellStart"/>
            <w:r w:rsidRPr="00F600FF">
              <w:rPr>
                <w:lang w:val="en-US"/>
              </w:rPr>
              <w:t>comercial</w:t>
            </w:r>
            <w:proofErr w:type="spellEnd"/>
          </w:p>
        </w:tc>
      </w:tr>
      <w:tr w:rsidR="00EA251D" w:rsidRPr="00F600FF" w14:paraId="4B00008B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653D5EDA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E6CBB11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16E44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3A6CAD2E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1A62B" w14:textId="77777777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4E19C901" wp14:editId="4E411277">
                  <wp:extent cx="540000" cy="54000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-nc_white.sv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F09902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AD651" w14:textId="18F69AB4" w:rsidR="00EA251D" w:rsidRPr="00F600FF" w:rsidRDefault="000D32B6" w:rsidP="000D32B6">
            <w:pPr>
              <w:pStyle w:val="eExercise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Sin </w:t>
            </w:r>
            <w:proofErr w:type="spellStart"/>
            <w:r>
              <w:rPr>
                <w:lang w:val="en-US"/>
              </w:rPr>
              <w:t>trabajos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derivados</w:t>
            </w:r>
            <w:proofErr w:type="spellEnd"/>
          </w:p>
        </w:tc>
      </w:tr>
      <w:tr w:rsidR="00EA251D" w:rsidRPr="00F600FF" w14:paraId="1ED643B7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63C89AF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0B7B05D3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9B1DE3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253F6B1B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08A71" w14:textId="77777777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316E36AC" wp14:editId="6C343D59">
                  <wp:extent cx="540000" cy="54000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sa_white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FBC50D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C35FD0" w14:textId="003731F3" w:rsidR="00EA251D" w:rsidRPr="00F600FF" w:rsidRDefault="000D32B6" w:rsidP="000D32B6">
            <w:pPr>
              <w:pStyle w:val="eExercise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Atribución</w:t>
            </w:r>
            <w:proofErr w:type="spellEnd"/>
          </w:p>
        </w:tc>
      </w:tr>
    </w:tbl>
    <w:p w14:paraId="0CFCBBA9" w14:textId="77777777" w:rsidR="00EA251D" w:rsidRPr="00F600FF" w:rsidRDefault="00EA251D" w:rsidP="00A84535">
      <w:pPr>
        <w:pStyle w:val="eLineBottom"/>
        <w:rPr>
          <w:lang w:val="en-US"/>
        </w:rPr>
      </w:pPr>
    </w:p>
    <w:p w14:paraId="56B7F57F" w14:textId="77777777" w:rsidR="00B72E92" w:rsidRPr="00F600FF" w:rsidRDefault="00B72E92" w:rsidP="00B72E92">
      <w:pPr>
        <w:pStyle w:val="eTask"/>
        <w:numPr>
          <w:ilvl w:val="0"/>
          <w:numId w:val="0"/>
        </w:numPr>
        <w:ind w:left="360"/>
      </w:pPr>
    </w:p>
    <w:p w14:paraId="6A51DE54" w14:textId="22504DC2" w:rsidR="00B72E92" w:rsidRPr="000E5E81" w:rsidRDefault="000E5E81" w:rsidP="000E5E81">
      <w:pPr>
        <w:pStyle w:val="eTask"/>
        <w:rPr>
          <w:lang w:val="es-ES"/>
        </w:rPr>
      </w:pPr>
      <w:r w:rsidRPr="000E5E81">
        <w:rPr>
          <w:lang w:val="es-ES"/>
        </w:rPr>
        <w:t xml:space="preserve">Con referencia a la parte del </w:t>
      </w:r>
      <w:r>
        <w:rPr>
          <w:lang w:val="es-ES"/>
        </w:rPr>
        <w:t>OER y el entorno para acceder al OER</w:t>
      </w:r>
      <w:r w:rsidRPr="000E5E81">
        <w:rPr>
          <w:lang w:val="es-ES"/>
        </w:rPr>
        <w:t>, coloque los siguientes términos en la columna de la derecha.</w:t>
      </w:r>
    </w:p>
    <w:p w14:paraId="61CB2A82" w14:textId="77777777" w:rsidR="00B72E92" w:rsidRPr="000E5E81" w:rsidRDefault="00B72E92" w:rsidP="00B72E92">
      <w:pPr>
        <w:pStyle w:val="eExercise"/>
        <w:rPr>
          <w:lang w:val="es-ES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4238"/>
        <w:gridCol w:w="4257"/>
      </w:tblGrid>
      <w:tr w:rsidR="00B07C40" w:rsidRPr="00F600FF" w14:paraId="10CD09ED" w14:textId="77777777" w:rsidTr="00B72E92">
        <w:trPr>
          <w:trHeight w:val="567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4A2AAFF1" w14:textId="7488FA33" w:rsidR="00B72E92" w:rsidRPr="00F600FF" w:rsidRDefault="000E5E81" w:rsidP="000E5E81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 w:rsidRPr="00F600FF">
              <w:rPr>
                <w:b/>
                <w:lang w:val="en-US"/>
              </w:rPr>
              <w:t>P</w:t>
            </w:r>
            <w:r w:rsidR="004C21BE" w:rsidRPr="00F600FF">
              <w:rPr>
                <w:b/>
                <w:lang w:val="en-US"/>
              </w:rPr>
              <w:t>art</w:t>
            </w:r>
            <w:r>
              <w:rPr>
                <w:b/>
                <w:lang w:val="en-US"/>
              </w:rPr>
              <w:t>e del</w:t>
            </w:r>
            <w:r w:rsidR="004C21BE" w:rsidRPr="00F600FF">
              <w:rPr>
                <w:b/>
                <w:lang w:val="en-US"/>
              </w:rPr>
              <w:t xml:space="preserve"> OER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2AC8DE9" w14:textId="5B720357" w:rsidR="00B72E92" w:rsidRPr="000E5E81" w:rsidRDefault="000E5E81" w:rsidP="000E5E81">
            <w:pPr>
              <w:pStyle w:val="eExercise"/>
              <w:ind w:left="0"/>
              <w:jc w:val="center"/>
              <w:rPr>
                <w:b/>
                <w:lang w:val="es-ES"/>
              </w:rPr>
            </w:pPr>
            <w:r w:rsidRPr="000E5E81">
              <w:rPr>
                <w:b/>
                <w:lang w:val="es-ES"/>
              </w:rPr>
              <w:t>P</w:t>
            </w:r>
            <w:r w:rsidR="004C21BE" w:rsidRPr="000E5E81">
              <w:rPr>
                <w:b/>
                <w:lang w:val="es-ES"/>
              </w:rPr>
              <w:t>art</w:t>
            </w:r>
            <w:r w:rsidRPr="000E5E81">
              <w:rPr>
                <w:b/>
                <w:lang w:val="es-ES"/>
              </w:rPr>
              <w:t>e del entorno de acceso al</w:t>
            </w:r>
            <w:r w:rsidR="004C21BE" w:rsidRPr="000E5E81">
              <w:rPr>
                <w:b/>
                <w:lang w:val="es-ES"/>
              </w:rPr>
              <w:t xml:space="preserve"> OER</w:t>
            </w:r>
          </w:p>
        </w:tc>
      </w:tr>
      <w:tr w:rsidR="00B07C40" w:rsidRPr="00F600FF" w14:paraId="30E710AF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25027A41" w14:textId="7230FB49" w:rsidR="00B72E92" w:rsidRPr="000E5E81" w:rsidRDefault="00B72E92" w:rsidP="00B07C40">
            <w:pPr>
              <w:pStyle w:val="eExercise"/>
              <w:ind w:left="0"/>
              <w:jc w:val="center"/>
              <w:rPr>
                <w:color w:val="FF0000"/>
                <w:lang w:val="es-ES"/>
              </w:rPr>
            </w:pPr>
          </w:p>
        </w:tc>
        <w:tc>
          <w:tcPr>
            <w:tcW w:w="4531" w:type="dxa"/>
            <w:vAlign w:val="center"/>
          </w:tcPr>
          <w:p w14:paraId="6B18C915" w14:textId="45B60029" w:rsidR="00B72E92" w:rsidRPr="000E5E81" w:rsidRDefault="00B72E92" w:rsidP="00B07C40">
            <w:pPr>
              <w:pStyle w:val="eExercise"/>
              <w:ind w:left="0"/>
              <w:jc w:val="center"/>
              <w:rPr>
                <w:color w:val="FF0000"/>
                <w:lang w:val="es-ES"/>
              </w:rPr>
            </w:pPr>
          </w:p>
        </w:tc>
      </w:tr>
      <w:tr w:rsidR="00B07C40" w:rsidRPr="00F600FF" w14:paraId="0B39F6C8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2B77CC56" w14:textId="13FA5384" w:rsidR="00B72E92" w:rsidRPr="000E5E81" w:rsidRDefault="00B72E92" w:rsidP="00B07C40">
            <w:pPr>
              <w:pStyle w:val="eExercise"/>
              <w:ind w:left="0"/>
              <w:jc w:val="center"/>
              <w:rPr>
                <w:color w:val="FF0000"/>
                <w:lang w:val="es-ES"/>
              </w:rPr>
            </w:pPr>
          </w:p>
        </w:tc>
        <w:tc>
          <w:tcPr>
            <w:tcW w:w="4531" w:type="dxa"/>
            <w:vAlign w:val="center"/>
          </w:tcPr>
          <w:p w14:paraId="2DE6D303" w14:textId="5C2509EB" w:rsidR="00B72E92" w:rsidRPr="000E5E81" w:rsidRDefault="00B72E92" w:rsidP="00B07C40">
            <w:pPr>
              <w:pStyle w:val="eExercise"/>
              <w:ind w:left="0"/>
              <w:jc w:val="center"/>
              <w:rPr>
                <w:color w:val="FF0000"/>
                <w:lang w:val="es-ES"/>
              </w:rPr>
            </w:pPr>
          </w:p>
        </w:tc>
      </w:tr>
      <w:tr w:rsidR="00B07C40" w:rsidRPr="00F600FF" w14:paraId="075ED6F5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49BCFE38" w14:textId="356B3736" w:rsidR="00B72E92" w:rsidRPr="000E5E81" w:rsidRDefault="00B72E92" w:rsidP="00B07C40">
            <w:pPr>
              <w:pStyle w:val="eExercise"/>
              <w:ind w:left="0"/>
              <w:jc w:val="center"/>
              <w:rPr>
                <w:color w:val="FF0000"/>
                <w:lang w:val="es-ES"/>
              </w:rPr>
            </w:pPr>
          </w:p>
        </w:tc>
        <w:tc>
          <w:tcPr>
            <w:tcW w:w="4531" w:type="dxa"/>
            <w:vAlign w:val="center"/>
          </w:tcPr>
          <w:p w14:paraId="72718095" w14:textId="0562ABF3" w:rsidR="00B72E92" w:rsidRPr="000E5E81" w:rsidRDefault="00B72E92" w:rsidP="00B07C40">
            <w:pPr>
              <w:pStyle w:val="eExercise"/>
              <w:ind w:left="0"/>
              <w:jc w:val="center"/>
              <w:rPr>
                <w:color w:val="FF0000"/>
                <w:lang w:val="es-ES"/>
              </w:rPr>
            </w:pPr>
          </w:p>
        </w:tc>
      </w:tr>
      <w:tr w:rsidR="00B07C40" w:rsidRPr="00F600FF" w14:paraId="5EF49423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5C692E2C" w14:textId="2B862180" w:rsidR="00B72E92" w:rsidRPr="000E5E81" w:rsidRDefault="00B72E92" w:rsidP="00B07C40">
            <w:pPr>
              <w:pStyle w:val="eExercise"/>
              <w:ind w:left="0"/>
              <w:jc w:val="center"/>
              <w:rPr>
                <w:color w:val="FF0000"/>
                <w:lang w:val="es-ES"/>
              </w:rPr>
            </w:pPr>
          </w:p>
        </w:tc>
        <w:tc>
          <w:tcPr>
            <w:tcW w:w="4531" w:type="dxa"/>
            <w:vAlign w:val="center"/>
          </w:tcPr>
          <w:p w14:paraId="4A1D3E87" w14:textId="6D31D35A" w:rsidR="00B72E92" w:rsidRPr="000E5E81" w:rsidRDefault="00B72E92" w:rsidP="00B07C40">
            <w:pPr>
              <w:pStyle w:val="eExercise"/>
              <w:ind w:left="0"/>
              <w:jc w:val="center"/>
              <w:rPr>
                <w:color w:val="FF0000"/>
                <w:lang w:val="es-ES"/>
              </w:rPr>
            </w:pPr>
          </w:p>
        </w:tc>
      </w:tr>
      <w:tr w:rsidR="00B07C40" w:rsidRPr="00F600FF" w14:paraId="61669FC3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67E3ED69" w14:textId="77777777" w:rsidR="00B72E92" w:rsidRPr="000E5E81" w:rsidRDefault="00B72E92" w:rsidP="00B07C40">
            <w:pPr>
              <w:pStyle w:val="eExercise"/>
              <w:ind w:left="0"/>
              <w:jc w:val="center"/>
              <w:rPr>
                <w:lang w:val="es-ES"/>
              </w:rPr>
            </w:pPr>
          </w:p>
        </w:tc>
        <w:tc>
          <w:tcPr>
            <w:tcW w:w="4531" w:type="dxa"/>
            <w:vAlign w:val="center"/>
          </w:tcPr>
          <w:p w14:paraId="2E17C829" w14:textId="77777777" w:rsidR="00B72E92" w:rsidRPr="000E5E81" w:rsidRDefault="00B72E92" w:rsidP="00B07C40">
            <w:pPr>
              <w:pStyle w:val="eExercise"/>
              <w:ind w:left="0"/>
              <w:jc w:val="center"/>
              <w:rPr>
                <w:lang w:val="es-ES"/>
              </w:rPr>
            </w:pPr>
          </w:p>
        </w:tc>
      </w:tr>
    </w:tbl>
    <w:p w14:paraId="390BF7FF" w14:textId="77777777" w:rsidR="00B72E92" w:rsidRPr="000E5E81" w:rsidRDefault="00B72E92" w:rsidP="00B72E92">
      <w:pPr>
        <w:pStyle w:val="eExercise"/>
        <w:rPr>
          <w:lang w:val="es-ES"/>
        </w:rPr>
      </w:pPr>
    </w:p>
    <w:p w14:paraId="5B9A75C1" w14:textId="77777777" w:rsidR="000E5E81" w:rsidRDefault="000E5E81" w:rsidP="000E5E81">
      <w:pPr>
        <w:pStyle w:val="eExercise"/>
        <w:rPr>
          <w:b/>
          <w:lang w:val="es-ES"/>
        </w:rPr>
      </w:pPr>
      <w:r w:rsidRPr="0030572F">
        <w:rPr>
          <w:b/>
          <w:lang w:val="es-ES"/>
        </w:rPr>
        <w:lastRenderedPageBreak/>
        <w:t>Términos: imá</w:t>
      </w:r>
      <w:r>
        <w:rPr>
          <w:b/>
          <w:lang w:val="es-ES"/>
        </w:rPr>
        <w:t>g</w:t>
      </w:r>
      <w:r w:rsidRPr="0030572F">
        <w:rPr>
          <w:b/>
          <w:lang w:val="es-ES"/>
        </w:rPr>
        <w:t>enes, vídeos, remarcas, notas, tests,búsqueda, objetos interactivos, listado de abreviaturas</w:t>
      </w:r>
    </w:p>
    <w:p w14:paraId="5FAF1A8D" w14:textId="77777777" w:rsidR="000E5E81" w:rsidRPr="000E5E81" w:rsidRDefault="000E5E81" w:rsidP="00B72E92">
      <w:pPr>
        <w:pStyle w:val="eExercise"/>
        <w:rPr>
          <w:b/>
          <w:lang w:val="es-ES"/>
        </w:rPr>
      </w:pPr>
    </w:p>
    <w:p w14:paraId="79AC3A69" w14:textId="6ABC2D31" w:rsidR="00B72E92" w:rsidRPr="00A10502" w:rsidRDefault="00A10502" w:rsidP="00A10502">
      <w:pPr>
        <w:pStyle w:val="eTask"/>
        <w:rPr>
          <w:lang w:val="es-ES"/>
        </w:rPr>
      </w:pPr>
      <w:r w:rsidRPr="00A10502">
        <w:rPr>
          <w:lang w:val="es-ES"/>
        </w:rPr>
        <w:t>Dibuja una proporción áurea simplificada en la imagen.</w:t>
      </w:r>
    </w:p>
    <w:p w14:paraId="5F49D4DD" w14:textId="77777777" w:rsidR="00B72E92" w:rsidRPr="00A10502" w:rsidRDefault="00B72E92" w:rsidP="00B72E92">
      <w:pPr>
        <w:pStyle w:val="eExercise"/>
        <w:rPr>
          <w:lang w:val="es-ES"/>
        </w:rPr>
      </w:pPr>
    </w:p>
    <w:p w14:paraId="2E7812E7" w14:textId="2C60DCCE" w:rsidR="00B72E92" w:rsidRPr="00F600FF" w:rsidRDefault="008446F5" w:rsidP="00B72E92">
      <w:pPr>
        <w:pStyle w:val="eExercise"/>
        <w:rPr>
          <w:lang w:val="en-US"/>
        </w:rPr>
      </w:pPr>
      <w:r w:rsidRPr="00F600FF">
        <w:rPr>
          <w:noProof/>
          <w:lang w:val="en-US" w:eastAsia="en-US"/>
        </w:rPr>
        <w:drawing>
          <wp:inline distT="0" distB="0" distL="0" distR="0" wp14:anchorId="685955F2" wp14:editId="1B039E9C">
            <wp:extent cx="5760720" cy="38404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215_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A01FB" w14:textId="77777777" w:rsidR="00B72E92" w:rsidRPr="00F600FF" w:rsidRDefault="00B72E92" w:rsidP="00570CE3">
      <w:pPr>
        <w:pStyle w:val="eLineBottom"/>
        <w:rPr>
          <w:lang w:val="en-US"/>
        </w:rPr>
      </w:pPr>
    </w:p>
    <w:p w14:paraId="16AAE0C3" w14:textId="77777777" w:rsidR="00570CE3" w:rsidRPr="00F600FF" w:rsidRDefault="00570CE3" w:rsidP="00B72E92">
      <w:pPr>
        <w:pStyle w:val="eExercise"/>
        <w:rPr>
          <w:lang w:val="en-US"/>
        </w:rPr>
      </w:pPr>
    </w:p>
    <w:p w14:paraId="347D65DE" w14:textId="3DE4355E" w:rsidR="00B72E92" w:rsidRPr="00182D26" w:rsidRDefault="00182D26" w:rsidP="00182D26">
      <w:pPr>
        <w:pStyle w:val="eTask"/>
        <w:rPr>
          <w:lang w:val="es-ES"/>
        </w:rPr>
      </w:pPr>
      <w:r w:rsidRPr="00A12935">
        <w:rPr>
          <w:lang w:val="es-ES"/>
        </w:rPr>
        <w:t xml:space="preserve"> </w:t>
      </w:r>
      <w:r w:rsidRPr="00182D26">
        <w:rPr>
          <w:lang w:val="es-ES"/>
        </w:rPr>
        <w:t>Seleccione fotos inapropiadas y marque lo que está mal.</w:t>
      </w:r>
    </w:p>
    <w:p w14:paraId="49B9C4FF" w14:textId="08772DD5" w:rsidR="00570CE3" w:rsidRPr="00182D26" w:rsidRDefault="00570CE3" w:rsidP="00570CE3">
      <w:pPr>
        <w:pStyle w:val="eTask"/>
        <w:numPr>
          <w:ilvl w:val="0"/>
          <w:numId w:val="0"/>
        </w:numPr>
        <w:ind w:left="567" w:hanging="425"/>
        <w:rPr>
          <w:lang w:val="es-ES"/>
        </w:rPr>
      </w:pPr>
    </w:p>
    <w:p w14:paraId="76C7522F" w14:textId="5927B3D7" w:rsidR="00570CE3" w:rsidRPr="00F600FF" w:rsidRDefault="008446F5" w:rsidP="00570CE3">
      <w:pPr>
        <w:pStyle w:val="eTask"/>
        <w:numPr>
          <w:ilvl w:val="0"/>
          <w:numId w:val="0"/>
        </w:numPr>
        <w:ind w:left="567" w:hanging="425"/>
      </w:pPr>
      <w:r w:rsidRPr="00F600FF">
        <w:rPr>
          <w:noProof/>
          <w:lang w:eastAsia="en-US"/>
        </w:rPr>
        <w:drawing>
          <wp:inline distT="0" distB="0" distL="0" distR="0" wp14:anchorId="3220A463" wp14:editId="632B2BF9">
            <wp:extent cx="2041200" cy="1148625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2200_s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200" cy="11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t xml:space="preserve">   </w:t>
      </w:r>
      <w:r w:rsidRPr="00F600FF">
        <w:rPr>
          <w:noProof/>
          <w:lang w:eastAsia="en-US"/>
        </w:rPr>
        <w:drawing>
          <wp:inline distT="0" distB="0" distL="0" distR="0" wp14:anchorId="5D5CB060" wp14:editId="47E72A2B">
            <wp:extent cx="1699200" cy="1134834"/>
            <wp:effectExtent l="0" t="0" r="0" b="825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G_2216_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00" cy="113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t xml:space="preserve">   </w:t>
      </w:r>
      <w:r w:rsidRPr="00F600FF">
        <w:rPr>
          <w:noProof/>
          <w:lang w:eastAsia="en-US"/>
        </w:rPr>
        <w:drawing>
          <wp:inline distT="0" distB="0" distL="0" distR="0" wp14:anchorId="0A497E8E" wp14:editId="4088B346">
            <wp:extent cx="1674000" cy="1116000"/>
            <wp:effectExtent l="0" t="0" r="2540" b="825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2217_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8D653" w14:textId="3AC09659" w:rsidR="00570CE3" w:rsidRPr="00F600FF" w:rsidRDefault="00570CE3" w:rsidP="00570CE3">
      <w:pPr>
        <w:pStyle w:val="eLineBottom"/>
        <w:rPr>
          <w:lang w:val="en-US"/>
        </w:rPr>
      </w:pPr>
    </w:p>
    <w:p w14:paraId="033314BC" w14:textId="1EAF5BD5" w:rsidR="00570CE3" w:rsidRPr="00F600FF" w:rsidRDefault="008446F5" w:rsidP="00570CE3">
      <w:pPr>
        <w:pStyle w:val="eLineBottom"/>
        <w:rPr>
          <w:lang w:val="en-US"/>
        </w:rPr>
      </w:pPr>
      <w:r w:rsidRPr="00F600FF">
        <w:rPr>
          <w:noProof/>
          <w:lang w:val="en-US" w:eastAsia="en-US"/>
        </w:rPr>
        <w:drawing>
          <wp:inline distT="0" distB="0" distL="0" distR="0" wp14:anchorId="4BDBF962" wp14:editId="4862B9FE">
            <wp:extent cx="1674000" cy="1116000"/>
            <wp:effectExtent l="0" t="0" r="2540" b="825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G_2219_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rPr>
          <w:lang w:val="en-US"/>
        </w:rPr>
        <w:t xml:space="preserve">    </w:t>
      </w:r>
      <w:r w:rsidRPr="00F600FF">
        <w:rPr>
          <w:noProof/>
          <w:lang w:val="en-US" w:eastAsia="en-US"/>
        </w:rPr>
        <w:drawing>
          <wp:inline distT="0" distB="0" distL="0" distR="0" wp14:anchorId="46791850" wp14:editId="2EA67F78">
            <wp:extent cx="1994400" cy="1119212"/>
            <wp:effectExtent l="0" t="0" r="6350" b="508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G_2198_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400" cy="11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rPr>
          <w:lang w:val="en-US"/>
        </w:rPr>
        <w:t xml:space="preserve">   </w:t>
      </w:r>
      <w:r w:rsidRPr="00F600FF">
        <w:rPr>
          <w:noProof/>
          <w:lang w:val="en-US" w:eastAsia="en-US"/>
        </w:rPr>
        <w:drawing>
          <wp:inline distT="0" distB="0" distL="0" distR="0" wp14:anchorId="4474E03B" wp14:editId="52CB15C4">
            <wp:extent cx="1674000" cy="1116000"/>
            <wp:effectExtent l="0" t="0" r="2540" b="825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G_2212_s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F16F5" w14:textId="713353EE" w:rsidR="00570CE3" w:rsidRPr="00F600FF" w:rsidRDefault="00570CE3" w:rsidP="00570CE3">
      <w:pPr>
        <w:pStyle w:val="eLineBottom"/>
        <w:rPr>
          <w:lang w:val="en-US"/>
        </w:rPr>
      </w:pPr>
    </w:p>
    <w:p w14:paraId="2D10AAB8" w14:textId="77777777" w:rsidR="00570CE3" w:rsidRPr="00F600FF" w:rsidRDefault="00570CE3" w:rsidP="00570CE3">
      <w:pPr>
        <w:pStyle w:val="eLineBottom"/>
        <w:rPr>
          <w:lang w:val="en-US"/>
        </w:rPr>
      </w:pPr>
    </w:p>
    <w:p w14:paraId="73722D08" w14:textId="77777777" w:rsidR="00570CE3" w:rsidRPr="00F600FF" w:rsidRDefault="00570CE3" w:rsidP="00570CE3">
      <w:pPr>
        <w:pStyle w:val="eLineBottom"/>
        <w:rPr>
          <w:lang w:val="en-US"/>
        </w:rPr>
      </w:pPr>
    </w:p>
    <w:p w14:paraId="7E368416" w14:textId="77777777" w:rsidR="00570CE3" w:rsidRPr="00F600FF" w:rsidRDefault="00570CE3" w:rsidP="00570CE3">
      <w:pPr>
        <w:pStyle w:val="eLineBottom"/>
        <w:rPr>
          <w:lang w:val="en-US"/>
        </w:rPr>
      </w:pPr>
    </w:p>
    <w:p w14:paraId="0C764DAF" w14:textId="77777777" w:rsidR="00570CE3" w:rsidRPr="00F600FF" w:rsidRDefault="00570CE3" w:rsidP="00570CE3">
      <w:pPr>
        <w:pStyle w:val="eLineBottom"/>
        <w:rPr>
          <w:lang w:val="en-US"/>
        </w:rPr>
      </w:pPr>
    </w:p>
    <w:p w14:paraId="318EF8A2" w14:textId="77777777" w:rsidR="00570CE3" w:rsidRPr="00F600FF" w:rsidRDefault="00570CE3" w:rsidP="00570CE3">
      <w:pPr>
        <w:pStyle w:val="eTask"/>
        <w:numPr>
          <w:ilvl w:val="0"/>
          <w:numId w:val="0"/>
        </w:numPr>
        <w:ind w:left="567" w:hanging="425"/>
      </w:pPr>
    </w:p>
    <w:p w14:paraId="54E53252" w14:textId="334764FC" w:rsidR="00570CE3" w:rsidRPr="003C37BF" w:rsidRDefault="003C37BF" w:rsidP="003C37BF">
      <w:pPr>
        <w:pStyle w:val="eTask"/>
        <w:rPr>
          <w:lang w:val="es-ES"/>
        </w:rPr>
      </w:pPr>
      <w:r w:rsidRPr="003C37BF">
        <w:rPr>
          <w:lang w:val="es-ES"/>
        </w:rPr>
        <w:t xml:space="preserve"> Con referencia a los formatos de audio y video, coloque las siguientes abreviaturas en la columna de la derecha.</w:t>
      </w:r>
    </w:p>
    <w:p w14:paraId="77C85AF6" w14:textId="77777777" w:rsidR="00393097" w:rsidRPr="003C37BF" w:rsidRDefault="00393097" w:rsidP="00393097">
      <w:pPr>
        <w:pStyle w:val="eExercise"/>
        <w:rPr>
          <w:lang w:val="es-ES"/>
        </w:rPr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4458"/>
        <w:gridCol w:w="4462"/>
      </w:tblGrid>
      <w:tr w:rsidR="00393097" w:rsidRPr="00F600FF" w14:paraId="7C7F4BD5" w14:textId="77777777" w:rsidTr="00257022">
        <w:trPr>
          <w:trHeight w:val="567"/>
        </w:trPr>
        <w:tc>
          <w:tcPr>
            <w:tcW w:w="4458" w:type="dxa"/>
            <w:shd w:val="clear" w:color="auto" w:fill="D9D9D9" w:themeFill="background1" w:themeFillShade="D9"/>
            <w:vAlign w:val="center"/>
          </w:tcPr>
          <w:p w14:paraId="5C569424" w14:textId="17649814" w:rsidR="00393097" w:rsidRPr="00F600FF" w:rsidRDefault="003C37BF" w:rsidP="003C37BF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Format de </w:t>
            </w:r>
            <w:r w:rsidR="00393097" w:rsidRPr="00F600FF">
              <w:rPr>
                <w:b/>
                <w:lang w:val="en-US"/>
              </w:rPr>
              <w:t>Audio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007DFDD4" w14:textId="76D18494" w:rsidR="00393097" w:rsidRPr="00F600FF" w:rsidRDefault="003C37BF" w:rsidP="003C37BF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Format de </w:t>
            </w:r>
            <w:proofErr w:type="spellStart"/>
            <w:r>
              <w:rPr>
                <w:b/>
                <w:lang w:val="en-US"/>
              </w:rPr>
              <w:t>vídeo</w:t>
            </w:r>
            <w:proofErr w:type="spellEnd"/>
          </w:p>
        </w:tc>
      </w:tr>
      <w:tr w:rsidR="00393097" w:rsidRPr="00F600FF" w14:paraId="5445946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3A8D35D3" w14:textId="16101091" w:rsidR="00393097" w:rsidRPr="00F600FF" w:rsidRDefault="00393097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5656A004" w14:textId="74E87CFE" w:rsidR="00393097" w:rsidRPr="00F600FF" w:rsidRDefault="00393097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393097" w:rsidRPr="00F600FF" w14:paraId="72E5671B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0C5B93FB" w14:textId="30CB360C" w:rsidR="00393097" w:rsidRPr="00F600FF" w:rsidRDefault="00393097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3048C61F" w14:textId="01583A8F" w:rsidR="00393097" w:rsidRPr="00F600FF" w:rsidRDefault="00393097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257022" w:rsidRPr="00F600FF" w14:paraId="6E7F5CA0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65B15A76" w14:textId="3D4AEC22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5FE8512F" w14:textId="7EE549BE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257022" w:rsidRPr="00F600FF" w14:paraId="4A2A5209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27115D30" w14:textId="1B4185C1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6030C60A" w14:textId="7E519802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257022" w:rsidRPr="00F600FF" w14:paraId="369A558E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49A0C65" w14:textId="2C07EE48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34DA5276" w14:textId="3BB50EDC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257022" w:rsidRPr="00F600FF" w14:paraId="1C5128D8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9D0F683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408DD5D5" w14:textId="474D0A43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  <w:tr w:rsidR="00257022" w:rsidRPr="00F600FF" w14:paraId="5D35B1C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70989F7D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2A2B6104" w14:textId="718F78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</w:tr>
    </w:tbl>
    <w:p w14:paraId="6FF27C54" w14:textId="77777777" w:rsidR="00393097" w:rsidRPr="00F600FF" w:rsidRDefault="00393097" w:rsidP="00393097">
      <w:pPr>
        <w:pStyle w:val="eExercise"/>
        <w:rPr>
          <w:lang w:val="en-US"/>
        </w:rPr>
      </w:pPr>
    </w:p>
    <w:p w14:paraId="44989C93" w14:textId="6A5F8735" w:rsidR="00393097" w:rsidRPr="00F600FF" w:rsidRDefault="003C37BF" w:rsidP="00393097">
      <w:pPr>
        <w:pStyle w:val="eExercise"/>
        <w:rPr>
          <w:b/>
          <w:lang w:val="en-US"/>
        </w:rPr>
      </w:pPr>
      <w:r w:rsidRPr="00F600FF">
        <w:rPr>
          <w:b/>
          <w:lang w:val="en-US"/>
        </w:rPr>
        <w:t>Ab</w:t>
      </w:r>
      <w:r>
        <w:rPr>
          <w:b/>
          <w:lang w:val="en-US"/>
        </w:rPr>
        <w:t>reviaturas</w:t>
      </w:r>
      <w:r w:rsidR="00FE714C" w:rsidRPr="00F600FF">
        <w:rPr>
          <w:b/>
          <w:lang w:val="en-US"/>
        </w:rPr>
        <w:t xml:space="preserve">: </w:t>
      </w:r>
      <w:r w:rsidR="00393097" w:rsidRPr="00F600FF">
        <w:rPr>
          <w:b/>
          <w:lang w:val="en-US"/>
        </w:rPr>
        <w:t>MP3, FLV, AVHCD, FLAC, WMA, MOV, AAC, MPEG-2, AVI, MKV, WAV, MP4</w:t>
      </w:r>
    </w:p>
    <w:sectPr w:rsidR="00393097" w:rsidRPr="00F600FF" w:rsidSect="002B41A8">
      <w:headerReference w:type="default" r:id="rId19"/>
      <w:footerReference w:type="default" r:id="rId2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410E1" w14:textId="77777777" w:rsidR="00601DA5" w:rsidRDefault="00601DA5" w:rsidP="00861A1A">
      <w:r>
        <w:separator/>
      </w:r>
    </w:p>
  </w:endnote>
  <w:endnote w:type="continuationSeparator" w:id="0">
    <w:p w14:paraId="7B702DE5" w14:textId="77777777" w:rsidR="00601DA5" w:rsidRDefault="00601DA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50C8AD9C" w14:textId="77777777" w:rsidTr="00CA51B5">
      <w:tc>
        <w:tcPr>
          <w:tcW w:w="2518" w:type="dxa"/>
        </w:tcPr>
        <w:p w14:paraId="01168156" w14:textId="77777777"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 wp14:anchorId="14AEDFC1" wp14:editId="13CA9E2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C5B46E7" w14:textId="77777777" w:rsidR="00831443" w:rsidRPr="00831443" w:rsidRDefault="00831443" w:rsidP="0083144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31443">
            <w:rPr>
              <w:sz w:val="16"/>
              <w:szCs w:val="16"/>
            </w:rPr>
            <w:t xml:space="preserve">El </w:t>
          </w:r>
          <w:proofErr w:type="spellStart"/>
          <w:r w:rsidRPr="00831443">
            <w:rPr>
              <w:sz w:val="16"/>
              <w:szCs w:val="16"/>
            </w:rPr>
            <w:t>presente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proyecto</w:t>
          </w:r>
          <w:proofErr w:type="spellEnd"/>
          <w:r w:rsidRPr="00831443">
            <w:rPr>
              <w:sz w:val="16"/>
              <w:szCs w:val="16"/>
            </w:rPr>
            <w:t xml:space="preserve"> ha </w:t>
          </w:r>
          <w:proofErr w:type="spellStart"/>
          <w:r w:rsidRPr="00831443">
            <w:rPr>
              <w:sz w:val="16"/>
              <w:szCs w:val="16"/>
            </w:rPr>
            <w:t>sido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financiado</w:t>
          </w:r>
          <w:proofErr w:type="spellEnd"/>
          <w:r w:rsidRPr="00831443">
            <w:rPr>
              <w:sz w:val="16"/>
              <w:szCs w:val="16"/>
            </w:rPr>
            <w:t xml:space="preserve"> con el </w:t>
          </w:r>
          <w:proofErr w:type="spellStart"/>
          <w:r w:rsidRPr="00831443">
            <w:rPr>
              <w:sz w:val="16"/>
              <w:szCs w:val="16"/>
            </w:rPr>
            <w:t>apoyo</w:t>
          </w:r>
          <w:proofErr w:type="spellEnd"/>
          <w:r w:rsidRPr="00831443">
            <w:rPr>
              <w:sz w:val="16"/>
              <w:szCs w:val="16"/>
            </w:rPr>
            <w:t xml:space="preserve"> de la </w:t>
          </w:r>
          <w:proofErr w:type="spellStart"/>
          <w:r w:rsidRPr="00831443">
            <w:rPr>
              <w:sz w:val="16"/>
              <w:szCs w:val="16"/>
            </w:rPr>
            <w:t>Comisión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Europea</w:t>
          </w:r>
          <w:proofErr w:type="spellEnd"/>
          <w:r w:rsidRPr="00831443">
            <w:rPr>
              <w:sz w:val="16"/>
              <w:szCs w:val="16"/>
            </w:rPr>
            <w:t>.</w:t>
          </w:r>
        </w:p>
        <w:p w14:paraId="73F9CA09" w14:textId="04BC0A7A" w:rsidR="00BF5E09" w:rsidRPr="00CA51B5" w:rsidRDefault="00831443" w:rsidP="0083144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831443">
            <w:rPr>
              <w:sz w:val="16"/>
              <w:szCs w:val="16"/>
            </w:rPr>
            <w:t>Esta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publicación</w:t>
          </w:r>
          <w:proofErr w:type="spellEnd"/>
          <w:r w:rsidRPr="00831443">
            <w:rPr>
              <w:sz w:val="16"/>
              <w:szCs w:val="16"/>
            </w:rPr>
            <w:t xml:space="preserve"> (</w:t>
          </w:r>
          <w:proofErr w:type="spellStart"/>
          <w:r w:rsidRPr="00831443">
            <w:rPr>
              <w:sz w:val="16"/>
              <w:szCs w:val="16"/>
            </w:rPr>
            <w:t>comunicación</w:t>
          </w:r>
          <w:proofErr w:type="spellEnd"/>
          <w:r w:rsidRPr="00831443">
            <w:rPr>
              <w:sz w:val="16"/>
              <w:szCs w:val="16"/>
            </w:rPr>
            <w:t xml:space="preserve">) es </w:t>
          </w:r>
          <w:proofErr w:type="spellStart"/>
          <w:r w:rsidRPr="00831443">
            <w:rPr>
              <w:sz w:val="16"/>
              <w:szCs w:val="16"/>
            </w:rPr>
            <w:t>responsabilidad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exclusiva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gramStart"/>
          <w:r w:rsidRPr="00831443">
            <w:rPr>
              <w:sz w:val="16"/>
              <w:szCs w:val="16"/>
            </w:rPr>
            <w:t xml:space="preserve">de </w:t>
          </w:r>
          <w:proofErr w:type="spellStart"/>
          <w:r w:rsidRPr="00831443">
            <w:rPr>
              <w:sz w:val="16"/>
              <w:szCs w:val="16"/>
            </w:rPr>
            <w:t>su</w:t>
          </w:r>
          <w:proofErr w:type="spellEnd"/>
          <w:proofErr w:type="gramEnd"/>
          <w:r w:rsidRPr="00831443">
            <w:rPr>
              <w:sz w:val="16"/>
              <w:szCs w:val="16"/>
            </w:rPr>
            <w:t xml:space="preserve"> autor. La </w:t>
          </w:r>
          <w:proofErr w:type="spellStart"/>
          <w:r w:rsidRPr="00831443">
            <w:rPr>
              <w:sz w:val="16"/>
              <w:szCs w:val="16"/>
            </w:rPr>
            <w:t>Comisión</w:t>
          </w:r>
          <w:proofErr w:type="spellEnd"/>
          <w:r w:rsidRPr="00831443">
            <w:rPr>
              <w:sz w:val="16"/>
              <w:szCs w:val="16"/>
            </w:rPr>
            <w:t xml:space="preserve"> no es </w:t>
          </w:r>
          <w:proofErr w:type="spellStart"/>
          <w:r w:rsidRPr="00831443">
            <w:rPr>
              <w:sz w:val="16"/>
              <w:szCs w:val="16"/>
            </w:rPr>
            <w:t>responsable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del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uso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que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pueda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hacerse</w:t>
          </w:r>
          <w:proofErr w:type="spellEnd"/>
          <w:r w:rsidRPr="00831443">
            <w:rPr>
              <w:sz w:val="16"/>
              <w:szCs w:val="16"/>
            </w:rPr>
            <w:t xml:space="preserve"> de la </w:t>
          </w:r>
          <w:proofErr w:type="spellStart"/>
          <w:r w:rsidRPr="00831443">
            <w:rPr>
              <w:sz w:val="16"/>
              <w:szCs w:val="16"/>
            </w:rPr>
            <w:t>información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aquí</w:t>
          </w:r>
          <w:proofErr w:type="spellEnd"/>
          <w:r w:rsidRPr="00831443">
            <w:rPr>
              <w:sz w:val="16"/>
              <w:szCs w:val="16"/>
            </w:rPr>
            <w:t xml:space="preserve"> </w:t>
          </w:r>
          <w:proofErr w:type="spellStart"/>
          <w:r w:rsidRPr="00831443">
            <w:rPr>
              <w:sz w:val="16"/>
              <w:szCs w:val="16"/>
            </w:rPr>
            <w:t>difundida</w:t>
          </w:r>
          <w:proofErr w:type="spellEnd"/>
          <w:r w:rsidRPr="00831443">
            <w:rPr>
              <w:sz w:val="16"/>
              <w:szCs w:val="16"/>
            </w:rPr>
            <w:t>.</w:t>
          </w:r>
        </w:p>
      </w:tc>
    </w:tr>
    <w:tr w:rsidR="00BF5E09" w14:paraId="67B14B3B" w14:textId="77777777" w:rsidTr="00CA51B5">
      <w:tc>
        <w:tcPr>
          <w:tcW w:w="8472" w:type="dxa"/>
          <w:gridSpan w:val="2"/>
        </w:tcPr>
        <w:p w14:paraId="3DB91AB4" w14:textId="77777777" w:rsidR="00BF5E09" w:rsidRPr="00CA51B5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</w:rPr>
          </w:pPr>
          <w:r w:rsidRPr="00BF590A">
            <w:rPr>
              <w:sz w:val="16"/>
              <w:szCs w:val="16"/>
            </w:rPr>
            <w:t>DiT4LL</w:t>
          </w:r>
          <w:r>
            <w:rPr>
              <w:sz w:val="16"/>
              <w:szCs w:val="16"/>
            </w:rPr>
            <w:t xml:space="preserve"> </w:t>
          </w:r>
          <w:r w:rsidR="001572EB" w:rsidRPr="001572EB">
            <w:rPr>
              <w:sz w:val="16"/>
              <w:szCs w:val="16"/>
            </w:rPr>
            <w:t xml:space="preserve">– </w:t>
          </w:r>
          <w:r w:rsidRPr="00BF590A">
            <w:rPr>
              <w:sz w:val="16"/>
              <w:szCs w:val="16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01424DDA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17A008A1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E1ACC" w14:textId="77777777" w:rsidR="00601DA5" w:rsidRDefault="00601DA5" w:rsidP="00861A1A">
      <w:r>
        <w:separator/>
      </w:r>
    </w:p>
  </w:footnote>
  <w:footnote w:type="continuationSeparator" w:id="0">
    <w:p w14:paraId="5C675DB5" w14:textId="77777777" w:rsidR="00601DA5" w:rsidRDefault="00601DA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23382" w14:textId="2648AB10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9ACB837" wp14:editId="6223DBA9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C21BE">
      <w:rPr>
        <w:rFonts w:ascii="Calibri" w:hAnsi="Calibri"/>
        <w:b/>
        <w:smallCaps/>
        <w:noProof/>
      </w:rPr>
      <w:t>WORKSHEET</w:t>
    </w:r>
  </w:p>
  <w:p w14:paraId="239EB64E" w14:textId="7DC787AF" w:rsidR="00C148FD" w:rsidRPr="00C148FD" w:rsidRDefault="00831443" w:rsidP="00A84535">
    <w:pPr>
      <w:pStyle w:val="eLearningPackage"/>
    </w:pPr>
    <w:r w:rsidRPr="00831443">
      <w:t>Tecnologías y conceptos modernos para la educación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1D"/>
    <w:rsid w:val="000030DF"/>
    <w:rsid w:val="0000673F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13F5"/>
    <w:rsid w:val="00087EAC"/>
    <w:rsid w:val="00094A16"/>
    <w:rsid w:val="000A233F"/>
    <w:rsid w:val="000A55B3"/>
    <w:rsid w:val="000C1409"/>
    <w:rsid w:val="000C6B3A"/>
    <w:rsid w:val="000D32B6"/>
    <w:rsid w:val="000E5E81"/>
    <w:rsid w:val="00113657"/>
    <w:rsid w:val="001301D8"/>
    <w:rsid w:val="00133FC1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2D26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5702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D605B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93097"/>
    <w:rsid w:val="00397627"/>
    <w:rsid w:val="003B1326"/>
    <w:rsid w:val="003C20DF"/>
    <w:rsid w:val="003C2268"/>
    <w:rsid w:val="003C37BF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C21BE"/>
    <w:rsid w:val="004D6BA8"/>
    <w:rsid w:val="004E5E95"/>
    <w:rsid w:val="004E70EA"/>
    <w:rsid w:val="004F5AFF"/>
    <w:rsid w:val="00506D2E"/>
    <w:rsid w:val="005132B0"/>
    <w:rsid w:val="00517E3A"/>
    <w:rsid w:val="0052284C"/>
    <w:rsid w:val="0052400D"/>
    <w:rsid w:val="00561B7B"/>
    <w:rsid w:val="00561C5A"/>
    <w:rsid w:val="00563AEB"/>
    <w:rsid w:val="00570CE3"/>
    <w:rsid w:val="00570D84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01DA5"/>
    <w:rsid w:val="00625B5A"/>
    <w:rsid w:val="0063686B"/>
    <w:rsid w:val="006435FE"/>
    <w:rsid w:val="0064494B"/>
    <w:rsid w:val="00654C16"/>
    <w:rsid w:val="0066326F"/>
    <w:rsid w:val="0067065F"/>
    <w:rsid w:val="0068067D"/>
    <w:rsid w:val="0068131D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3574D"/>
    <w:rsid w:val="007460F9"/>
    <w:rsid w:val="00756B16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1443"/>
    <w:rsid w:val="00832323"/>
    <w:rsid w:val="008446F5"/>
    <w:rsid w:val="00861A1A"/>
    <w:rsid w:val="00864D93"/>
    <w:rsid w:val="0087246C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D5D65"/>
    <w:rsid w:val="008E70BB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6E5E"/>
    <w:rsid w:val="00A10502"/>
    <w:rsid w:val="00A12935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84535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07C40"/>
    <w:rsid w:val="00B15DB4"/>
    <w:rsid w:val="00B177D0"/>
    <w:rsid w:val="00B3151A"/>
    <w:rsid w:val="00B37307"/>
    <w:rsid w:val="00B5145B"/>
    <w:rsid w:val="00B707D0"/>
    <w:rsid w:val="00B70ED4"/>
    <w:rsid w:val="00B72E92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1988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6941"/>
    <w:rsid w:val="00E65738"/>
    <w:rsid w:val="00E8518C"/>
    <w:rsid w:val="00E879F9"/>
    <w:rsid w:val="00E90BD9"/>
    <w:rsid w:val="00EA1BDF"/>
    <w:rsid w:val="00EA251D"/>
    <w:rsid w:val="00EB6B74"/>
    <w:rsid w:val="00EB6E4B"/>
    <w:rsid w:val="00EC77B0"/>
    <w:rsid w:val="00ED2956"/>
    <w:rsid w:val="00ED63A1"/>
    <w:rsid w:val="00EE3197"/>
    <w:rsid w:val="00EF2951"/>
    <w:rsid w:val="00F01181"/>
    <w:rsid w:val="00F03DBA"/>
    <w:rsid w:val="00F168D6"/>
    <w:rsid w:val="00F24638"/>
    <w:rsid w:val="00F248A4"/>
    <w:rsid w:val="00F40215"/>
    <w:rsid w:val="00F46B18"/>
    <w:rsid w:val="00F600FF"/>
    <w:rsid w:val="00F748A6"/>
    <w:rsid w:val="00F82C59"/>
    <w:rsid w:val="00F871C6"/>
    <w:rsid w:val="00F8749B"/>
    <w:rsid w:val="00FA74D9"/>
    <w:rsid w:val="00FB201E"/>
    <w:rsid w:val="00FE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AE405B"/>
  <w15:docId w15:val="{50DEF1C3-1477-4E00-BA98-CC6136C3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A84535"/>
    <w:pPr>
      <w:pBdr>
        <w:bottom w:val="single" w:sz="4" w:space="1" w:color="auto"/>
      </w:pBdr>
      <w:ind w:left="142"/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Exercise">
    <w:name w:val="eExercise"/>
    <w:basedOn w:val="Normln"/>
    <w:qFormat/>
    <w:rsid w:val="00B72E92"/>
    <w:pPr>
      <w:ind w:left="142"/>
    </w:pPr>
  </w:style>
  <w:style w:type="paragraph" w:customStyle="1" w:styleId="eLearningPackage">
    <w:name w:val="eLearningPackage"/>
    <w:basedOn w:val="Normln"/>
    <w:qFormat/>
    <w:rsid w:val="00A84535"/>
    <w:pPr>
      <w:ind w:left="1843"/>
      <w:jc w:val="right"/>
    </w:pPr>
    <w:rPr>
      <w:rFonts w:ascii="Calibri" w:hAnsi="Calibri"/>
      <w:smallCaps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arek\Documents\DIT4LL\worksheets\WS01_EN_solution_templat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144CA-F94D-4B24-A39D-4F058D3C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WS01_EN_solution_template.dotx</Template>
  <TotalTime>8</TotalTime>
  <Pages>3</Pages>
  <Words>171</Words>
  <Characters>977</Characters>
  <Application>Microsoft Office Word</Application>
  <DocSecurity>0</DocSecurity>
  <Lines>8</Lines>
  <Paragraphs>2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</dc:creator>
  <cp:lastModifiedBy>Nevosad, Marek</cp:lastModifiedBy>
  <cp:revision>10</cp:revision>
  <cp:lastPrinted>2013-05-24T14:00:00Z</cp:lastPrinted>
  <dcterms:created xsi:type="dcterms:W3CDTF">2022-09-17T09:33:00Z</dcterms:created>
  <dcterms:modified xsi:type="dcterms:W3CDTF">2023-02-28T14:04:00Z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