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4F6BF" w14:textId="63D454EF" w:rsidR="00F03A69" w:rsidRPr="00514B77" w:rsidRDefault="00F03A69" w:rsidP="00F03A69">
      <w:pPr>
        <w:pStyle w:val="eTask"/>
      </w:pPr>
      <w:bookmarkStart w:id="0" w:name="_Hlk97716694"/>
      <w:r w:rsidRPr="00F03A69">
        <w:rPr>
          <w:lang w:val="es-ES"/>
        </w:rPr>
        <w:t xml:space="preserve"> MOOC es una abreviatura</w:t>
      </w:r>
      <w:bookmarkStart w:id="1" w:name="_GoBack"/>
      <w:bookmarkEnd w:id="1"/>
      <w:r w:rsidRPr="00F03A69">
        <w:rPr>
          <w:lang w:val="es-ES"/>
        </w:rPr>
        <w:t xml:space="preserve"> de Massive Open Online Course. Explique lo que es típico del significado de cada palabra en la abreviatura. </w:t>
      </w:r>
      <w:proofErr w:type="spellStart"/>
      <w:r w:rsidRPr="00F03A69">
        <w:t>Usa</w:t>
      </w:r>
      <w:proofErr w:type="spellEnd"/>
      <w:r w:rsidRPr="00F03A69">
        <w:t xml:space="preserve"> un </w:t>
      </w:r>
      <w:proofErr w:type="spellStart"/>
      <w:r w:rsidRPr="00F03A69">
        <w:t>mínimo</w:t>
      </w:r>
      <w:proofErr w:type="spellEnd"/>
      <w:r w:rsidRPr="00F03A69">
        <w:t xml:space="preserve"> de palabras.</w:t>
      </w:r>
    </w:p>
    <w:p w14:paraId="1B84ABEA" w14:textId="27CED08D" w:rsidR="00B47571" w:rsidRPr="00514B77" w:rsidRDefault="00B47571" w:rsidP="00F03A69">
      <w:pPr>
        <w:pStyle w:val="eTask"/>
        <w:numPr>
          <w:ilvl w:val="0"/>
          <w:numId w:val="0"/>
        </w:numPr>
        <w:ind w:left="720"/>
      </w:pPr>
    </w:p>
    <w:p w14:paraId="4BC3F145" w14:textId="77777777" w:rsidR="00B47571" w:rsidRPr="00514B77" w:rsidRDefault="00B47571" w:rsidP="00B47571">
      <w:pPr>
        <w:rPr>
          <w:sz w:val="12"/>
          <w:szCs w:val="12"/>
          <w:lang w:val="en-US"/>
        </w:rPr>
      </w:pPr>
    </w:p>
    <w:p w14:paraId="370BC5EC" w14:textId="0490C77B" w:rsidR="00B47571" w:rsidRPr="00514B77" w:rsidRDefault="005171A3" w:rsidP="00561D90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u w:val="single"/>
          <w:lang w:val="en-US"/>
        </w:rPr>
      </w:pPr>
      <w:proofErr w:type="spellStart"/>
      <w:r>
        <w:rPr>
          <w:lang w:val="en-US"/>
        </w:rPr>
        <w:t>Mas</w:t>
      </w:r>
      <w:r w:rsidR="00514B77" w:rsidRPr="00514B77">
        <w:rPr>
          <w:lang w:val="en-US"/>
        </w:rPr>
        <w:t>iv</w:t>
      </w:r>
      <w:r>
        <w:rPr>
          <w:lang w:val="en-US"/>
        </w:rPr>
        <w:t>o</w:t>
      </w:r>
      <w:proofErr w:type="spellEnd"/>
    </w:p>
    <w:p w14:paraId="71C345E6" w14:textId="138ACE0D" w:rsidR="00567D70" w:rsidRPr="00514B77" w:rsidRDefault="00561D90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7A011F2B" w14:textId="77777777" w:rsidR="00561D90" w:rsidRPr="00514B77" w:rsidRDefault="00561D90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1815A70A" w14:textId="77777777" w:rsidR="00561D90" w:rsidRPr="00514B77" w:rsidRDefault="00561D90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4134604E" w14:textId="0ABDD8D7" w:rsidR="00561D90" w:rsidRPr="00514B77" w:rsidRDefault="005171A3" w:rsidP="00561D90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lang w:val="en-US"/>
        </w:rPr>
      </w:pPr>
      <w:proofErr w:type="spellStart"/>
      <w:r>
        <w:rPr>
          <w:lang w:val="en-US"/>
        </w:rPr>
        <w:t>Abierto</w:t>
      </w:r>
      <w:proofErr w:type="spellEnd"/>
    </w:p>
    <w:p w14:paraId="115F5845" w14:textId="77777777" w:rsidR="00561D90" w:rsidRPr="00514B77" w:rsidRDefault="00561D90" w:rsidP="00561D90">
      <w:pPr>
        <w:pStyle w:val="Odstavecseseznamem"/>
        <w:numPr>
          <w:ilvl w:val="1"/>
          <w:numId w:val="18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48FA9D3B" w14:textId="77777777" w:rsidR="002A4E31" w:rsidRPr="00514B77" w:rsidRDefault="002A4E31" w:rsidP="002A4E31">
      <w:pPr>
        <w:pStyle w:val="Odstavecseseznamem"/>
        <w:numPr>
          <w:ilvl w:val="1"/>
          <w:numId w:val="18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516ECF7A" w14:textId="704AE4CB" w:rsidR="002A4E31" w:rsidRPr="00514B77" w:rsidRDefault="002A4E31" w:rsidP="002A4E31">
      <w:pPr>
        <w:pStyle w:val="Odstavecseseznamem"/>
        <w:numPr>
          <w:ilvl w:val="1"/>
          <w:numId w:val="18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7F84B055" w14:textId="77777777" w:rsidR="002A4E31" w:rsidRPr="00514B77" w:rsidRDefault="002A4E31" w:rsidP="002A4E31">
      <w:pPr>
        <w:pStyle w:val="Odstavecseseznamem"/>
        <w:numPr>
          <w:ilvl w:val="1"/>
          <w:numId w:val="18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06D81856" w14:textId="0EBEEAA5" w:rsidR="002A4E31" w:rsidRPr="00514B77" w:rsidRDefault="00514B77" w:rsidP="002A4E31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lang w:val="en-US"/>
        </w:rPr>
      </w:pPr>
      <w:r>
        <w:rPr>
          <w:lang w:val="en-US"/>
        </w:rPr>
        <w:t>O</w:t>
      </w:r>
      <w:r w:rsidR="002A4E31" w:rsidRPr="00514B77">
        <w:rPr>
          <w:lang w:val="en-US"/>
        </w:rPr>
        <w:t>n-line</w:t>
      </w:r>
    </w:p>
    <w:p w14:paraId="2B2A4CFF" w14:textId="77777777" w:rsidR="002A4E31" w:rsidRPr="00514B77" w:rsidRDefault="002A4E31" w:rsidP="002A4E31">
      <w:pPr>
        <w:pStyle w:val="Odstavecseseznamem"/>
        <w:numPr>
          <w:ilvl w:val="1"/>
          <w:numId w:val="19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10D89D7E" w14:textId="77777777" w:rsidR="002A4E31" w:rsidRPr="00514B77" w:rsidRDefault="002A4E31" w:rsidP="002A4E31">
      <w:pPr>
        <w:pStyle w:val="Odstavecseseznamem"/>
        <w:numPr>
          <w:ilvl w:val="1"/>
          <w:numId w:val="19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611EAFDB" w14:textId="37721C09" w:rsidR="002A4E31" w:rsidRPr="00514B77" w:rsidRDefault="005171A3" w:rsidP="002A4E31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lang w:val="en-US"/>
        </w:rPr>
      </w:pPr>
      <w:proofErr w:type="spellStart"/>
      <w:r>
        <w:rPr>
          <w:lang w:val="en-US"/>
        </w:rPr>
        <w:t>C</w:t>
      </w:r>
      <w:r w:rsidR="00514B77">
        <w:rPr>
          <w:lang w:val="en-US"/>
        </w:rPr>
        <w:t>urs</w:t>
      </w:r>
      <w:r>
        <w:rPr>
          <w:lang w:val="en-US"/>
        </w:rPr>
        <w:t>o</w:t>
      </w:r>
      <w:proofErr w:type="spellEnd"/>
    </w:p>
    <w:p w14:paraId="714D5087" w14:textId="77777777" w:rsidR="002A4E31" w:rsidRPr="00514B77" w:rsidRDefault="002A4E31" w:rsidP="002A4E31">
      <w:pPr>
        <w:pStyle w:val="Odstavecseseznamem"/>
        <w:numPr>
          <w:ilvl w:val="1"/>
          <w:numId w:val="20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3E17416E" w14:textId="77777777" w:rsidR="002A4E31" w:rsidRPr="00514B77" w:rsidRDefault="002A4E31" w:rsidP="002A4E31">
      <w:pPr>
        <w:pStyle w:val="Odstavecseseznamem"/>
        <w:numPr>
          <w:ilvl w:val="1"/>
          <w:numId w:val="20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790EABB5" w14:textId="77777777" w:rsidR="00B47571" w:rsidRPr="00514B77" w:rsidRDefault="00B47571" w:rsidP="00B47571">
      <w:pPr>
        <w:pStyle w:val="eLineBottom"/>
        <w:ind w:left="154"/>
        <w:rPr>
          <w:sz w:val="12"/>
          <w:szCs w:val="12"/>
          <w:lang w:val="en-US"/>
        </w:rPr>
      </w:pPr>
    </w:p>
    <w:p w14:paraId="42DE3BD9" w14:textId="77777777" w:rsidR="00B47571" w:rsidRPr="00514B77" w:rsidRDefault="00B47571" w:rsidP="00B47571">
      <w:pPr>
        <w:ind w:left="154"/>
        <w:rPr>
          <w:sz w:val="12"/>
          <w:szCs w:val="12"/>
          <w:lang w:val="en-US"/>
        </w:rPr>
      </w:pPr>
    </w:p>
    <w:p w14:paraId="62AAC414" w14:textId="3AC98FCD" w:rsidR="00B47571" w:rsidRPr="005171A3" w:rsidRDefault="005171A3" w:rsidP="005171A3">
      <w:pPr>
        <w:pStyle w:val="eTask"/>
        <w:rPr>
          <w:lang w:val="es-ES"/>
        </w:rPr>
      </w:pPr>
      <w:r w:rsidRPr="00C95657">
        <w:rPr>
          <w:lang w:val="es-ES"/>
        </w:rPr>
        <w:t xml:space="preserve"> </w:t>
      </w:r>
      <w:r w:rsidRPr="005171A3">
        <w:rPr>
          <w:lang w:val="es-ES"/>
        </w:rPr>
        <w:t>¡Especifique las plataformas más populares para cursos MOOC!</w:t>
      </w:r>
    </w:p>
    <w:p w14:paraId="4C3121B6" w14:textId="77777777" w:rsidR="00B47571" w:rsidRPr="005171A3" w:rsidRDefault="00B47571" w:rsidP="00B47571">
      <w:pPr>
        <w:pStyle w:val="eTask"/>
        <w:numPr>
          <w:ilvl w:val="0"/>
          <w:numId w:val="0"/>
        </w:numPr>
        <w:ind w:left="154"/>
        <w:rPr>
          <w:lang w:val="es-ES"/>
        </w:rPr>
      </w:pPr>
    </w:p>
    <w:p w14:paraId="6FEE34BE" w14:textId="68CAD4A3" w:rsidR="002A4E31" w:rsidRPr="00514B77" w:rsidRDefault="002A4E31" w:rsidP="002A4E31">
      <w:pPr>
        <w:pStyle w:val="Odstavecseseznamem"/>
        <w:numPr>
          <w:ilvl w:val="1"/>
          <w:numId w:val="21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35F8BAF1" w14:textId="77777777" w:rsidR="002A4E31" w:rsidRPr="00514B77" w:rsidRDefault="002A4E31" w:rsidP="002A4E31">
      <w:pPr>
        <w:pStyle w:val="Odstavecseseznamem"/>
        <w:numPr>
          <w:ilvl w:val="1"/>
          <w:numId w:val="21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22288D4A" w14:textId="77777777" w:rsidR="002A4E31" w:rsidRPr="00514B77" w:rsidRDefault="002A4E31" w:rsidP="002A4E31">
      <w:pPr>
        <w:pStyle w:val="Odstavecseseznamem"/>
        <w:numPr>
          <w:ilvl w:val="1"/>
          <w:numId w:val="21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08C10C47" w14:textId="77777777" w:rsidR="002A4E31" w:rsidRPr="00514B77" w:rsidRDefault="002A4E31" w:rsidP="002A4E31">
      <w:pPr>
        <w:pStyle w:val="Odstavecseseznamem"/>
        <w:numPr>
          <w:ilvl w:val="1"/>
          <w:numId w:val="21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7100C2B4" w14:textId="77777777" w:rsidR="002A4E31" w:rsidRPr="00514B77" w:rsidRDefault="002A4E31" w:rsidP="002A4E31">
      <w:pPr>
        <w:pStyle w:val="Odstavecseseznamem"/>
        <w:numPr>
          <w:ilvl w:val="1"/>
          <w:numId w:val="21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3F585779" w14:textId="7865C95E" w:rsidR="00B47571" w:rsidRPr="00227000" w:rsidRDefault="00C95657" w:rsidP="00C95657">
      <w:pPr>
        <w:pStyle w:val="eTask"/>
        <w:rPr>
          <w:lang w:val="es-ES"/>
        </w:rPr>
      </w:pPr>
      <w:r w:rsidRPr="00C95657">
        <w:rPr>
          <w:lang w:val="es-ES"/>
        </w:rPr>
        <w:lastRenderedPageBreak/>
        <w:t xml:space="preserve">Indique a qué parte de la estructura pertenece cada objeto del MOOC! </w:t>
      </w:r>
      <w:r w:rsidRPr="00227000">
        <w:rPr>
          <w:lang w:val="es-ES"/>
        </w:rPr>
        <w:t>(Marque la ubicación correcta con una X).</w:t>
      </w:r>
    </w:p>
    <w:p w14:paraId="3B20A4CF" w14:textId="4653494A" w:rsidR="00D3462F" w:rsidRPr="00227000" w:rsidRDefault="00D3462F" w:rsidP="00D3462F">
      <w:pPr>
        <w:rPr>
          <w:lang w:val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27000" w:rsidRPr="00514B77" w14:paraId="18C49370" w14:textId="77777777" w:rsidTr="00941768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60ED3BFE" w14:textId="4D4E88E3" w:rsidR="00227000" w:rsidRPr="00514B77" w:rsidRDefault="00227000" w:rsidP="00227000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Obje</w:t>
            </w:r>
            <w:r w:rsidRPr="00514B77">
              <w:rPr>
                <w:b/>
                <w:bCs/>
                <w:lang w:val="en-US"/>
              </w:rPr>
              <w:t>t</w:t>
            </w:r>
            <w:r>
              <w:rPr>
                <w:b/>
                <w:bCs/>
                <w:lang w:val="en-US"/>
              </w:rPr>
              <w:t>o</w:t>
            </w:r>
            <w:proofErr w:type="spellEnd"/>
          </w:p>
        </w:tc>
        <w:tc>
          <w:tcPr>
            <w:tcW w:w="2265" w:type="dxa"/>
          </w:tcPr>
          <w:p w14:paraId="082365C7" w14:textId="14189C0A" w:rsidR="00227000" w:rsidRPr="00514B77" w:rsidRDefault="00227000" w:rsidP="0022700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Parte </w:t>
            </w:r>
            <w:proofErr w:type="spellStart"/>
            <w:r>
              <w:rPr>
                <w:b/>
                <w:bCs/>
                <w:lang w:val="en-US"/>
              </w:rPr>
              <w:t>descriptiva</w:t>
            </w:r>
            <w:proofErr w:type="spellEnd"/>
          </w:p>
        </w:tc>
        <w:tc>
          <w:tcPr>
            <w:tcW w:w="2266" w:type="dxa"/>
          </w:tcPr>
          <w:p w14:paraId="5104495A" w14:textId="612A6844" w:rsidR="00227000" w:rsidRPr="00514B77" w:rsidRDefault="00227000" w:rsidP="0022700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Parte de </w:t>
            </w:r>
            <w:proofErr w:type="spellStart"/>
            <w:r>
              <w:rPr>
                <w:b/>
                <w:bCs/>
                <w:lang w:val="en-US"/>
              </w:rPr>
              <w:t>aprendizaje</w:t>
            </w:r>
            <w:proofErr w:type="spellEnd"/>
          </w:p>
        </w:tc>
        <w:tc>
          <w:tcPr>
            <w:tcW w:w="2266" w:type="dxa"/>
          </w:tcPr>
          <w:p w14:paraId="2C7ED52B" w14:textId="100A04EB" w:rsidR="00227000" w:rsidRPr="00514B77" w:rsidRDefault="00227000" w:rsidP="0022700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Parte Final</w:t>
            </w:r>
          </w:p>
        </w:tc>
      </w:tr>
      <w:tr w:rsidR="00514B77" w:rsidRPr="00514B77" w14:paraId="72DEFB7E" w14:textId="77777777" w:rsidTr="00941768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4858E7BC" w14:textId="0215DF61" w:rsidR="00227000" w:rsidRPr="00514B77" w:rsidRDefault="00227000" w:rsidP="00514B77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cuestionario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evaluación</w:t>
            </w:r>
            <w:proofErr w:type="spellEnd"/>
          </w:p>
        </w:tc>
        <w:tc>
          <w:tcPr>
            <w:tcW w:w="2265" w:type="dxa"/>
            <w:vAlign w:val="center"/>
          </w:tcPr>
          <w:p w14:paraId="15BEEC0B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5872262E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2E2F97CA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  <w:tr w:rsidR="00514B77" w:rsidRPr="00514B77" w14:paraId="41A6A347" w14:textId="77777777" w:rsidTr="00941768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6F630C2E" w14:textId="1C775B0B" w:rsidR="00514B77" w:rsidRPr="00514B77" w:rsidRDefault="00227000" w:rsidP="0022700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Anotación</w:t>
            </w:r>
            <w:proofErr w:type="spellEnd"/>
            <w:r>
              <w:rPr>
                <w:lang w:val="en-US"/>
              </w:rPr>
              <w:t xml:space="preserve"> del </w:t>
            </w:r>
            <w:proofErr w:type="spellStart"/>
            <w:r>
              <w:rPr>
                <w:lang w:val="en-US"/>
              </w:rPr>
              <w:t>curso</w:t>
            </w:r>
            <w:proofErr w:type="spellEnd"/>
          </w:p>
        </w:tc>
        <w:tc>
          <w:tcPr>
            <w:tcW w:w="2265" w:type="dxa"/>
            <w:vAlign w:val="center"/>
          </w:tcPr>
          <w:p w14:paraId="45D720D8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6913DA1B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39A31D45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  <w:tr w:rsidR="00514B77" w:rsidRPr="00514B77" w14:paraId="7049830A" w14:textId="77777777" w:rsidTr="00941768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30D2B203" w14:textId="17BB8E73" w:rsidR="00514B77" w:rsidRPr="00514B77" w:rsidRDefault="00227000" w:rsidP="00227000">
            <w:pPr>
              <w:jc w:val="center"/>
              <w:rPr>
                <w:lang w:val="en-US"/>
              </w:rPr>
            </w:pPr>
            <w:proofErr w:type="spellStart"/>
            <w:r w:rsidRPr="00514B77">
              <w:rPr>
                <w:lang w:val="en-US"/>
              </w:rPr>
              <w:t>C</w:t>
            </w:r>
            <w:r w:rsidR="00514B77" w:rsidRPr="00514B77">
              <w:rPr>
                <w:lang w:val="en-US"/>
              </w:rPr>
              <w:t>om</w:t>
            </w:r>
            <w:r>
              <w:rPr>
                <w:lang w:val="en-US"/>
              </w:rPr>
              <w:t>unicación</w:t>
            </w:r>
            <w:proofErr w:type="spellEnd"/>
            <w:r>
              <w:rPr>
                <w:lang w:val="en-US"/>
              </w:rPr>
              <w:t xml:space="preserve"> entre </w:t>
            </w:r>
            <w:proofErr w:type="spellStart"/>
            <w:r>
              <w:rPr>
                <w:lang w:val="en-US"/>
              </w:rPr>
              <w:t>estudiantes</w:t>
            </w:r>
            <w:proofErr w:type="spellEnd"/>
          </w:p>
        </w:tc>
        <w:tc>
          <w:tcPr>
            <w:tcW w:w="2265" w:type="dxa"/>
            <w:vAlign w:val="center"/>
          </w:tcPr>
          <w:p w14:paraId="1E03E10D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15DD7FE6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6D805BAA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  <w:tr w:rsidR="00514B77" w:rsidRPr="00514B77" w14:paraId="0AF61358" w14:textId="77777777" w:rsidTr="00941768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4F350141" w14:textId="4693FD36" w:rsidR="00514B77" w:rsidRPr="00514B77" w:rsidRDefault="00227000" w:rsidP="00227000">
            <w:pPr>
              <w:jc w:val="center"/>
              <w:rPr>
                <w:lang w:val="en-US"/>
              </w:rPr>
            </w:pPr>
            <w:proofErr w:type="spellStart"/>
            <w:r w:rsidRPr="00514B77">
              <w:rPr>
                <w:lang w:val="en-US"/>
              </w:rPr>
              <w:t>T</w:t>
            </w:r>
            <w:r>
              <w:rPr>
                <w:lang w:val="en-US"/>
              </w:rPr>
              <w:t>ipo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licencia</w:t>
            </w:r>
            <w:proofErr w:type="spellEnd"/>
          </w:p>
        </w:tc>
        <w:tc>
          <w:tcPr>
            <w:tcW w:w="2265" w:type="dxa"/>
            <w:vAlign w:val="center"/>
          </w:tcPr>
          <w:p w14:paraId="3F7E06BC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60D53841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6EDC0D45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  <w:tr w:rsidR="00514B77" w:rsidRPr="00514B77" w14:paraId="6362680C" w14:textId="77777777" w:rsidTr="00941768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1D50D370" w14:textId="7A60AC1A" w:rsidR="00514B77" w:rsidRPr="00514B77" w:rsidRDefault="00227000" w:rsidP="0022700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Nivel</w:t>
            </w:r>
            <w:proofErr w:type="spellEnd"/>
            <w:r>
              <w:rPr>
                <w:lang w:val="en-US"/>
              </w:rPr>
              <w:t xml:space="preserve"> del </w:t>
            </w:r>
            <w:proofErr w:type="spellStart"/>
            <w:r>
              <w:rPr>
                <w:lang w:val="en-US"/>
              </w:rPr>
              <w:t>cuso</w:t>
            </w:r>
            <w:proofErr w:type="spellEnd"/>
          </w:p>
        </w:tc>
        <w:tc>
          <w:tcPr>
            <w:tcW w:w="2265" w:type="dxa"/>
            <w:vAlign w:val="center"/>
          </w:tcPr>
          <w:p w14:paraId="40CC3991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75C94D42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46A5D829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  <w:tr w:rsidR="00514B77" w:rsidRPr="00514B77" w14:paraId="3032B764" w14:textId="77777777" w:rsidTr="00941768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513E7551" w14:textId="6A7C41B6" w:rsidR="00514B77" w:rsidRPr="00514B77" w:rsidRDefault="00227000" w:rsidP="002270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Video de </w:t>
            </w:r>
            <w:proofErr w:type="spellStart"/>
            <w:r>
              <w:rPr>
                <w:lang w:val="en-US"/>
              </w:rPr>
              <w:t>aprendizaje</w:t>
            </w:r>
            <w:proofErr w:type="spellEnd"/>
          </w:p>
        </w:tc>
        <w:tc>
          <w:tcPr>
            <w:tcW w:w="2265" w:type="dxa"/>
            <w:vAlign w:val="center"/>
          </w:tcPr>
          <w:p w14:paraId="64277FE9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5A630587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23D7FDDC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  <w:tr w:rsidR="00514B77" w:rsidRPr="00514B77" w14:paraId="770A4CBD" w14:textId="77777777" w:rsidTr="00941768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24B24255" w14:textId="2B95D8CD" w:rsidR="00514B77" w:rsidRPr="00514B77" w:rsidRDefault="00227000" w:rsidP="0022700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Calendario</w:t>
            </w:r>
            <w:proofErr w:type="spellEnd"/>
            <w:r>
              <w:rPr>
                <w:lang w:val="en-US"/>
              </w:rPr>
              <w:t xml:space="preserve"> del </w:t>
            </w:r>
            <w:proofErr w:type="spellStart"/>
            <w:r>
              <w:rPr>
                <w:lang w:val="en-US"/>
              </w:rPr>
              <w:t>cusro</w:t>
            </w:r>
            <w:proofErr w:type="spellEnd"/>
          </w:p>
        </w:tc>
        <w:tc>
          <w:tcPr>
            <w:tcW w:w="2265" w:type="dxa"/>
            <w:vAlign w:val="center"/>
          </w:tcPr>
          <w:p w14:paraId="65A789E6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67622048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3A7D614B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  <w:tr w:rsidR="00514B77" w:rsidRPr="00514B77" w14:paraId="24D3645B" w14:textId="77777777" w:rsidTr="00941768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22D977FE" w14:textId="4CC20C2A" w:rsidR="00514B77" w:rsidRPr="00514B77" w:rsidRDefault="00227000" w:rsidP="002270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Test de </w:t>
            </w:r>
            <w:proofErr w:type="spellStart"/>
            <w:r>
              <w:rPr>
                <w:lang w:val="en-US"/>
              </w:rPr>
              <w:t>certificación</w:t>
            </w:r>
            <w:proofErr w:type="spellEnd"/>
          </w:p>
        </w:tc>
        <w:tc>
          <w:tcPr>
            <w:tcW w:w="2265" w:type="dxa"/>
            <w:vAlign w:val="center"/>
          </w:tcPr>
          <w:p w14:paraId="0BDD044C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38FA93DA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0006ED8A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  <w:tr w:rsidR="00514B77" w:rsidRPr="00514B77" w14:paraId="3D94818D" w14:textId="77777777" w:rsidTr="00941768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1E00F170" w14:textId="6D00EE5E" w:rsidR="00514B77" w:rsidRPr="00514B77" w:rsidRDefault="00227000" w:rsidP="002270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Test </w:t>
            </w:r>
            <w:proofErr w:type="spellStart"/>
            <w:r>
              <w:rPr>
                <w:lang w:val="en-US"/>
              </w:rPr>
              <w:t>intermedio</w:t>
            </w:r>
            <w:proofErr w:type="spellEnd"/>
          </w:p>
        </w:tc>
        <w:tc>
          <w:tcPr>
            <w:tcW w:w="2265" w:type="dxa"/>
            <w:vAlign w:val="center"/>
          </w:tcPr>
          <w:p w14:paraId="253B1215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6631728A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1203F9D8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</w:tbl>
    <w:p w14:paraId="1651AD67" w14:textId="77777777" w:rsidR="00D1693A" w:rsidRPr="00514B77" w:rsidRDefault="00D1693A" w:rsidP="00D1693A">
      <w:pPr>
        <w:pStyle w:val="eLineBottom"/>
        <w:ind w:left="154"/>
        <w:rPr>
          <w:lang w:val="en-US"/>
        </w:rPr>
      </w:pPr>
    </w:p>
    <w:p w14:paraId="5676087B" w14:textId="77777777" w:rsidR="00D1693A" w:rsidRPr="00514B77" w:rsidRDefault="00D1693A" w:rsidP="00D1693A">
      <w:pPr>
        <w:ind w:left="154"/>
        <w:rPr>
          <w:lang w:val="en-US"/>
        </w:rPr>
      </w:pPr>
    </w:p>
    <w:p w14:paraId="2F64CAD9" w14:textId="6C90F344" w:rsidR="00506EC5" w:rsidRPr="00506EC5" w:rsidRDefault="00506EC5" w:rsidP="00506EC5">
      <w:pPr>
        <w:pStyle w:val="eTask"/>
      </w:pPr>
      <w:r w:rsidRPr="00506EC5">
        <w:t xml:space="preserve">Especifique un mínimo de 5 criterios que debe cumplir un </w:t>
      </w:r>
      <w:proofErr w:type="gramStart"/>
      <w:r w:rsidRPr="00506EC5">
        <w:t>MOOC !</w:t>
      </w:r>
      <w:proofErr w:type="gramEnd"/>
    </w:p>
    <w:p w14:paraId="3BB09640" w14:textId="595519FE" w:rsidR="00D1693A" w:rsidRPr="00506EC5" w:rsidRDefault="00D1693A" w:rsidP="00506EC5">
      <w:pPr>
        <w:pStyle w:val="eTask"/>
        <w:numPr>
          <w:ilvl w:val="0"/>
          <w:numId w:val="0"/>
        </w:numPr>
        <w:ind w:left="567"/>
        <w:rPr>
          <w:lang w:val="es-ES"/>
        </w:rPr>
      </w:pPr>
    </w:p>
    <w:p w14:paraId="0080F8C2" w14:textId="77777777" w:rsidR="00D1693A" w:rsidRPr="00506EC5" w:rsidRDefault="00D1693A" w:rsidP="00D1693A">
      <w:pPr>
        <w:rPr>
          <w:lang w:val="es-ES"/>
        </w:rPr>
      </w:pPr>
    </w:p>
    <w:p w14:paraId="190FA379" w14:textId="77777777" w:rsidR="00D1693A" w:rsidRPr="00514B77" w:rsidRDefault="00D1693A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07FF1A13" w14:textId="77777777" w:rsidR="00D1693A" w:rsidRPr="00514B77" w:rsidRDefault="00D1693A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6097F875" w14:textId="77777777" w:rsidR="00D1693A" w:rsidRPr="00514B77" w:rsidRDefault="00D1693A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41238B21" w14:textId="77777777" w:rsidR="00D1693A" w:rsidRPr="00514B77" w:rsidRDefault="00D1693A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0B9D36AD" w14:textId="77777777" w:rsidR="00D1693A" w:rsidRPr="00514B77" w:rsidRDefault="00D1693A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29473B7A" w14:textId="77777777" w:rsidR="00D1693A" w:rsidRPr="00514B77" w:rsidRDefault="00D1693A" w:rsidP="00D1693A">
      <w:pPr>
        <w:pStyle w:val="eLineBottom"/>
        <w:ind w:left="207"/>
        <w:rPr>
          <w:lang w:val="en-US"/>
        </w:rPr>
      </w:pPr>
    </w:p>
    <w:p w14:paraId="46938922" w14:textId="77777777" w:rsidR="003E19F1" w:rsidRPr="00514B77" w:rsidRDefault="003E19F1" w:rsidP="003E19F1">
      <w:pPr>
        <w:ind w:left="154"/>
        <w:rPr>
          <w:lang w:val="en-US"/>
        </w:rPr>
      </w:pPr>
    </w:p>
    <w:p w14:paraId="2500C97A" w14:textId="3C5E9851" w:rsidR="003E19F1" w:rsidRPr="00514B77" w:rsidRDefault="00625C90" w:rsidP="003E19F1">
      <w:pPr>
        <w:pStyle w:val="eTask"/>
        <w:ind w:left="567" w:hanging="425"/>
      </w:pPr>
      <w:proofErr w:type="spellStart"/>
      <w:r w:rsidRPr="00625C90">
        <w:t>Selec</w:t>
      </w:r>
      <w:r w:rsidR="00506EC5">
        <w:t>cionar</w:t>
      </w:r>
      <w:proofErr w:type="spellEnd"/>
      <w:r w:rsidR="00506EC5">
        <w:t xml:space="preserve"> el valor </w:t>
      </w:r>
      <w:proofErr w:type="spellStart"/>
      <w:r w:rsidR="00506EC5">
        <w:t>correcto</w:t>
      </w:r>
      <w:proofErr w:type="spellEnd"/>
      <w:r w:rsidRPr="00625C90">
        <w:t>!</w:t>
      </w:r>
    </w:p>
    <w:p w14:paraId="2A3E04EB" w14:textId="77777777" w:rsidR="003E19F1" w:rsidRPr="00514B77" w:rsidRDefault="003E19F1" w:rsidP="003E19F1">
      <w:pPr>
        <w:rPr>
          <w:lang w:val="en-US"/>
        </w:rPr>
      </w:pPr>
    </w:p>
    <w:p w14:paraId="7E604C7A" w14:textId="7DD761FB" w:rsidR="00E34E74" w:rsidRPr="00247560" w:rsidRDefault="00247560" w:rsidP="00941768">
      <w:pPr>
        <w:ind w:left="142"/>
        <w:rPr>
          <w:lang w:val="es-ES"/>
        </w:rPr>
      </w:pPr>
      <w:r w:rsidRPr="00247560">
        <w:rPr>
          <w:lang w:val="es-ES"/>
        </w:rPr>
        <w:t>El primer MOOC se present</w:t>
      </w:r>
      <w:r>
        <w:rPr>
          <w:lang w:val="es-ES"/>
        </w:rPr>
        <w:t>ó</w:t>
      </w:r>
      <w:r w:rsidRPr="00247560">
        <w:rPr>
          <w:lang w:val="es-ES"/>
        </w:rPr>
        <w:t xml:space="preserve"> en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2008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2013</m:t>
                  </m:r>
                </m:e>
              </m:mr>
            </m:m>
          </m:e>
        </m:d>
        <m:r>
          <w:rPr>
            <w:rFonts w:ascii="Cambria Math" w:hAnsi="Cambria Math" w:cstheme="minorHAnsi"/>
            <w:lang w:val="es-ES"/>
          </w:rPr>
          <m:t xml:space="preserve"> </m:t>
        </m:r>
      </m:oMath>
      <w:r w:rsidRPr="00247560">
        <w:rPr>
          <w:lang w:val="es-ES"/>
        </w:rPr>
        <w:t xml:space="preserve"> y fue seguido por aproximadamente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200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2000</m:t>
                  </m:r>
                </m:e>
              </m:mr>
            </m:m>
          </m:e>
        </m:d>
        <m:r>
          <w:rPr>
            <w:rFonts w:ascii="Cambria Math" w:hAnsi="Cambria Math"/>
            <w:lang w:val="es-ES"/>
          </w:rPr>
          <m:t xml:space="preserve"> </m:t>
        </m:r>
      </m:oMath>
      <w:r w:rsidRPr="00247560">
        <w:rPr>
          <w:lang w:val="es-ES"/>
        </w:rPr>
        <w:t>estudiantes. El MOOC con más éx</w:t>
      </w:r>
      <w:r>
        <w:rPr>
          <w:lang w:val="es-ES"/>
        </w:rPr>
        <w:t>ito</w:t>
      </w:r>
      <w:r w:rsidRPr="00247560">
        <w:rPr>
          <w:lang w:val="es-ES"/>
        </w:rPr>
        <w:t xml:space="preserve"> registró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60 000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160 000</m:t>
                  </m:r>
                </m:e>
              </m:mr>
            </m:m>
          </m:e>
        </m:d>
      </m:oMath>
      <w:r w:rsidRPr="00247560">
        <w:rPr>
          <w:lang w:val="es-ES"/>
        </w:rPr>
        <w:t xml:space="preserve"> participantes. La plataforma MOOC con mayor número de estudiantes es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edX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Coursera</m:t>
                  </m:r>
                </m:e>
              </m:mr>
            </m:m>
          </m:e>
        </m:d>
      </m:oMath>
      <w:r w:rsidRPr="00247560">
        <w:rPr>
          <w:lang w:val="es-ES"/>
        </w:rPr>
        <w:t>.</w:t>
      </w:r>
      <w:bookmarkEnd w:id="0"/>
    </w:p>
    <w:sectPr w:rsidR="00E34E74" w:rsidRPr="00247560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97905" w14:textId="77777777" w:rsidR="001C2FEC" w:rsidRDefault="001C2FEC" w:rsidP="00861A1A">
      <w:r>
        <w:separator/>
      </w:r>
    </w:p>
  </w:endnote>
  <w:endnote w:type="continuationSeparator" w:id="0">
    <w:p w14:paraId="273C7273" w14:textId="77777777" w:rsidR="001C2FEC" w:rsidRDefault="001C2FE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5645B253" w14:textId="77777777" w:rsidTr="00CA51B5">
      <w:tc>
        <w:tcPr>
          <w:tcW w:w="2518" w:type="dxa"/>
        </w:tcPr>
        <w:p w14:paraId="4FC19112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FB70DE" wp14:editId="2925F0F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CD4E9F4" w14:textId="77777777" w:rsidR="00941768" w:rsidRPr="00941768" w:rsidRDefault="00941768" w:rsidP="0094176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941768">
            <w:rPr>
              <w:sz w:val="16"/>
              <w:szCs w:val="16"/>
              <w:lang w:val="en-US"/>
            </w:rPr>
            <w:t xml:space="preserve">El </w:t>
          </w:r>
          <w:proofErr w:type="spellStart"/>
          <w:r w:rsidRPr="00941768">
            <w:rPr>
              <w:sz w:val="16"/>
              <w:szCs w:val="16"/>
              <w:lang w:val="en-US"/>
            </w:rPr>
            <w:t>presente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41768">
            <w:rPr>
              <w:sz w:val="16"/>
              <w:szCs w:val="16"/>
              <w:lang w:val="en-US"/>
            </w:rPr>
            <w:t>proyecto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ha </w:t>
          </w:r>
          <w:proofErr w:type="spellStart"/>
          <w:r w:rsidRPr="00941768">
            <w:rPr>
              <w:sz w:val="16"/>
              <w:szCs w:val="16"/>
              <w:lang w:val="en-US"/>
            </w:rPr>
            <w:t>sido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41768">
            <w:rPr>
              <w:sz w:val="16"/>
              <w:szCs w:val="16"/>
              <w:lang w:val="en-US"/>
            </w:rPr>
            <w:t>financiado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con el </w:t>
          </w:r>
          <w:proofErr w:type="spellStart"/>
          <w:r w:rsidRPr="00941768">
            <w:rPr>
              <w:sz w:val="16"/>
              <w:szCs w:val="16"/>
              <w:lang w:val="en-US"/>
            </w:rPr>
            <w:t>apoyo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941768">
            <w:rPr>
              <w:sz w:val="16"/>
              <w:szCs w:val="16"/>
              <w:lang w:val="en-US"/>
            </w:rPr>
            <w:t>Comisión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41768">
            <w:rPr>
              <w:sz w:val="16"/>
              <w:szCs w:val="16"/>
              <w:lang w:val="en-US"/>
            </w:rPr>
            <w:t>Europea</w:t>
          </w:r>
          <w:proofErr w:type="spellEnd"/>
          <w:r w:rsidRPr="00941768">
            <w:rPr>
              <w:sz w:val="16"/>
              <w:szCs w:val="16"/>
              <w:lang w:val="en-US"/>
            </w:rPr>
            <w:t>.</w:t>
          </w:r>
        </w:p>
        <w:p w14:paraId="771AB2AE" w14:textId="4F1FF734" w:rsidR="00BF5E09" w:rsidRPr="004A7E5F" w:rsidRDefault="00941768" w:rsidP="0094176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941768">
            <w:rPr>
              <w:sz w:val="16"/>
              <w:szCs w:val="16"/>
              <w:lang w:val="en-US"/>
            </w:rPr>
            <w:t>Esta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41768">
            <w:rPr>
              <w:sz w:val="16"/>
              <w:szCs w:val="16"/>
              <w:lang w:val="en-US"/>
            </w:rPr>
            <w:t>publicación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941768">
            <w:rPr>
              <w:sz w:val="16"/>
              <w:szCs w:val="16"/>
              <w:lang w:val="en-US"/>
            </w:rPr>
            <w:t>comunicación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941768">
            <w:rPr>
              <w:sz w:val="16"/>
              <w:szCs w:val="16"/>
              <w:lang w:val="en-US"/>
            </w:rPr>
            <w:t>es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41768">
            <w:rPr>
              <w:sz w:val="16"/>
              <w:szCs w:val="16"/>
              <w:lang w:val="en-US"/>
            </w:rPr>
            <w:t>responsabilidad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41768">
            <w:rPr>
              <w:sz w:val="16"/>
              <w:szCs w:val="16"/>
              <w:lang w:val="en-US"/>
            </w:rPr>
            <w:t>exclusiva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de </w:t>
          </w:r>
          <w:proofErr w:type="spellStart"/>
          <w:r w:rsidRPr="00941768">
            <w:rPr>
              <w:sz w:val="16"/>
              <w:szCs w:val="16"/>
              <w:lang w:val="en-US"/>
            </w:rPr>
            <w:t>su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41768">
            <w:rPr>
              <w:sz w:val="16"/>
              <w:szCs w:val="16"/>
              <w:lang w:val="en-US"/>
            </w:rPr>
            <w:t>autor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. La </w:t>
          </w:r>
          <w:proofErr w:type="spellStart"/>
          <w:r w:rsidRPr="00941768">
            <w:rPr>
              <w:sz w:val="16"/>
              <w:szCs w:val="16"/>
              <w:lang w:val="en-US"/>
            </w:rPr>
            <w:t>Comisión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no </w:t>
          </w:r>
          <w:proofErr w:type="spellStart"/>
          <w:r w:rsidRPr="00941768">
            <w:rPr>
              <w:sz w:val="16"/>
              <w:szCs w:val="16"/>
              <w:lang w:val="en-US"/>
            </w:rPr>
            <w:t>es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41768">
            <w:rPr>
              <w:sz w:val="16"/>
              <w:szCs w:val="16"/>
              <w:lang w:val="en-US"/>
            </w:rPr>
            <w:t>responsable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del </w:t>
          </w:r>
          <w:proofErr w:type="spellStart"/>
          <w:r w:rsidRPr="00941768">
            <w:rPr>
              <w:sz w:val="16"/>
              <w:szCs w:val="16"/>
              <w:lang w:val="en-US"/>
            </w:rPr>
            <w:t>uso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que </w:t>
          </w:r>
          <w:proofErr w:type="spellStart"/>
          <w:r w:rsidRPr="00941768">
            <w:rPr>
              <w:sz w:val="16"/>
              <w:szCs w:val="16"/>
              <w:lang w:val="en-US"/>
            </w:rPr>
            <w:t>pueda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41768">
            <w:rPr>
              <w:sz w:val="16"/>
              <w:szCs w:val="16"/>
              <w:lang w:val="en-US"/>
            </w:rPr>
            <w:t>hacerse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941768">
            <w:rPr>
              <w:sz w:val="16"/>
              <w:szCs w:val="16"/>
              <w:lang w:val="en-US"/>
            </w:rPr>
            <w:t>información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41768">
            <w:rPr>
              <w:sz w:val="16"/>
              <w:szCs w:val="16"/>
              <w:lang w:val="en-US"/>
            </w:rPr>
            <w:t>aquí</w:t>
          </w:r>
          <w:proofErr w:type="spellEnd"/>
          <w:r w:rsidRPr="0094176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41768">
            <w:rPr>
              <w:sz w:val="16"/>
              <w:szCs w:val="16"/>
              <w:lang w:val="en-US"/>
            </w:rPr>
            <w:t>difundida</w:t>
          </w:r>
          <w:proofErr w:type="spellEnd"/>
          <w:r w:rsidRPr="00941768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1E0ACA8E" w14:textId="77777777" w:rsidTr="00CA51B5">
      <w:tc>
        <w:tcPr>
          <w:tcW w:w="8472" w:type="dxa"/>
          <w:gridSpan w:val="2"/>
        </w:tcPr>
        <w:p w14:paraId="4AD6F06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2D12F27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1F0965D5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0410F" w14:textId="77777777" w:rsidR="001C2FEC" w:rsidRDefault="001C2FEC" w:rsidP="00861A1A">
      <w:r>
        <w:separator/>
      </w:r>
    </w:p>
  </w:footnote>
  <w:footnote w:type="continuationSeparator" w:id="0">
    <w:p w14:paraId="3B8D47D9" w14:textId="77777777" w:rsidR="001C2FEC" w:rsidRDefault="001C2FE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B5E57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382134A3" wp14:editId="6CED26EE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1FBF0F24" w14:textId="58EA0C07" w:rsidR="00C148FD" w:rsidRPr="00C148FD" w:rsidRDefault="00941768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941768">
      <w:rPr>
        <w:rFonts w:ascii="Calibri" w:hAnsi="Calibri"/>
        <w:smallCaps/>
        <w:noProof/>
        <w:sz w:val="20"/>
        <w:szCs w:val="20"/>
        <w:lang w:val="en-US"/>
      </w:rPr>
      <w:t>Tecnologías y conceptos modernos para la educación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FB42B5E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6" w15:restartNumberingAfterBreak="0">
    <w:nsid w:val="14EF3B0D"/>
    <w:multiLevelType w:val="hybridMultilevel"/>
    <w:tmpl w:val="202ECF8E"/>
    <w:lvl w:ilvl="0" w:tplc="E164721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A2BC9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0" w15:restartNumberingAfterBreak="0">
    <w:nsid w:val="26B64138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1" w15:restartNumberingAfterBreak="0">
    <w:nsid w:val="287E1639"/>
    <w:multiLevelType w:val="multilevel"/>
    <w:tmpl w:val="66DA3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2" w15:restartNumberingAfterBreak="0">
    <w:nsid w:val="2933346D"/>
    <w:multiLevelType w:val="hybridMultilevel"/>
    <w:tmpl w:val="EB7A270E"/>
    <w:lvl w:ilvl="0" w:tplc="B11ACCD6">
      <w:start w:val="1"/>
      <w:numFmt w:val="decimal"/>
      <w:lvlText w:val="%1."/>
      <w:lvlJc w:val="left"/>
      <w:pPr>
        <w:ind w:left="987" w:hanging="4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CA90608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4" w15:restartNumberingAfterBreak="0">
    <w:nsid w:val="2CC11840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5" w15:restartNumberingAfterBreak="0">
    <w:nsid w:val="67882CC0"/>
    <w:multiLevelType w:val="hybridMultilevel"/>
    <w:tmpl w:val="0018E95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A2E1383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5"/>
  </w:num>
  <w:num w:numId="15">
    <w:abstractNumId w:val="12"/>
  </w:num>
  <w:num w:numId="16">
    <w:abstractNumId w:val="5"/>
  </w:num>
  <w:num w:numId="17">
    <w:abstractNumId w:val="11"/>
  </w:num>
  <w:num w:numId="18">
    <w:abstractNumId w:val="10"/>
  </w:num>
  <w:num w:numId="19">
    <w:abstractNumId w:val="13"/>
  </w:num>
  <w:num w:numId="20">
    <w:abstractNumId w:val="16"/>
  </w:num>
  <w:num w:numId="21">
    <w:abstractNumId w:val="9"/>
  </w:num>
  <w:num w:numId="22">
    <w:abstractNumId w:val="6"/>
  </w:num>
  <w:num w:numId="23">
    <w:abstractNumId w:val="6"/>
    <w:lvlOverride w:ilvl="0">
      <w:startOverride w:val="1"/>
    </w:lvlOverride>
  </w:num>
  <w:num w:numId="24">
    <w:abstractNumId w:val="6"/>
  </w:num>
  <w:num w:numId="25">
    <w:abstractNumId w:val="14"/>
  </w:num>
  <w:num w:numId="26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s-ES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1606"/>
    <w:rsid w:val="000C6B3A"/>
    <w:rsid w:val="001301D8"/>
    <w:rsid w:val="0013693D"/>
    <w:rsid w:val="00136968"/>
    <w:rsid w:val="0014373A"/>
    <w:rsid w:val="00143E71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C2FEC"/>
    <w:rsid w:val="001D00A1"/>
    <w:rsid w:val="001F6290"/>
    <w:rsid w:val="00213F2C"/>
    <w:rsid w:val="00222EE8"/>
    <w:rsid w:val="00223478"/>
    <w:rsid w:val="00225015"/>
    <w:rsid w:val="002252B6"/>
    <w:rsid w:val="00227000"/>
    <w:rsid w:val="00247560"/>
    <w:rsid w:val="00272012"/>
    <w:rsid w:val="002825A8"/>
    <w:rsid w:val="00283A7C"/>
    <w:rsid w:val="002850DE"/>
    <w:rsid w:val="00292860"/>
    <w:rsid w:val="002976A9"/>
    <w:rsid w:val="002A4E31"/>
    <w:rsid w:val="002B0278"/>
    <w:rsid w:val="002B0866"/>
    <w:rsid w:val="002B41A8"/>
    <w:rsid w:val="002C1E4C"/>
    <w:rsid w:val="002E301D"/>
    <w:rsid w:val="00304ADA"/>
    <w:rsid w:val="00306B9F"/>
    <w:rsid w:val="00307892"/>
    <w:rsid w:val="00315203"/>
    <w:rsid w:val="0033777D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E01BE"/>
    <w:rsid w:val="003E19F1"/>
    <w:rsid w:val="003F01C4"/>
    <w:rsid w:val="003F03EB"/>
    <w:rsid w:val="003F623C"/>
    <w:rsid w:val="003F7F87"/>
    <w:rsid w:val="00402B09"/>
    <w:rsid w:val="00417ED2"/>
    <w:rsid w:val="00425614"/>
    <w:rsid w:val="00435704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06EC5"/>
    <w:rsid w:val="005132B0"/>
    <w:rsid w:val="00514B77"/>
    <w:rsid w:val="005171A3"/>
    <w:rsid w:val="00517E3A"/>
    <w:rsid w:val="0052284C"/>
    <w:rsid w:val="0052400D"/>
    <w:rsid w:val="00561B7B"/>
    <w:rsid w:val="00561C5A"/>
    <w:rsid w:val="00561D90"/>
    <w:rsid w:val="00563AEB"/>
    <w:rsid w:val="00567D70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B5991"/>
    <w:rsid w:val="005D7525"/>
    <w:rsid w:val="005E1AB1"/>
    <w:rsid w:val="005E20B2"/>
    <w:rsid w:val="005E5A22"/>
    <w:rsid w:val="005F17A1"/>
    <w:rsid w:val="005F5FA1"/>
    <w:rsid w:val="00625B5A"/>
    <w:rsid w:val="00625C90"/>
    <w:rsid w:val="0063686B"/>
    <w:rsid w:val="006435FE"/>
    <w:rsid w:val="0064494B"/>
    <w:rsid w:val="00654C16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07B2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41768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6E5E"/>
    <w:rsid w:val="00A12C28"/>
    <w:rsid w:val="00A17111"/>
    <w:rsid w:val="00A21409"/>
    <w:rsid w:val="00A26A28"/>
    <w:rsid w:val="00A30404"/>
    <w:rsid w:val="00A41E41"/>
    <w:rsid w:val="00A4501E"/>
    <w:rsid w:val="00A50FFF"/>
    <w:rsid w:val="00A527AF"/>
    <w:rsid w:val="00A54992"/>
    <w:rsid w:val="00A633E1"/>
    <w:rsid w:val="00A65E53"/>
    <w:rsid w:val="00A67360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44FAF"/>
    <w:rsid w:val="00B47571"/>
    <w:rsid w:val="00B5145B"/>
    <w:rsid w:val="00B707D0"/>
    <w:rsid w:val="00B70ED4"/>
    <w:rsid w:val="00B75FF7"/>
    <w:rsid w:val="00B816F4"/>
    <w:rsid w:val="00B822EA"/>
    <w:rsid w:val="00B84417"/>
    <w:rsid w:val="00B917D8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95657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1693A"/>
    <w:rsid w:val="00D20A5C"/>
    <w:rsid w:val="00D2650E"/>
    <w:rsid w:val="00D33524"/>
    <w:rsid w:val="00D3462F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4E74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0E96"/>
    <w:rsid w:val="00EF2951"/>
    <w:rsid w:val="00EF758B"/>
    <w:rsid w:val="00F01181"/>
    <w:rsid w:val="00F03A69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BF3BB9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7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9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8</cp:revision>
  <cp:lastPrinted>2013-05-24T14:00:00Z</cp:lastPrinted>
  <dcterms:created xsi:type="dcterms:W3CDTF">2022-09-17T09:11:00Z</dcterms:created>
  <dcterms:modified xsi:type="dcterms:W3CDTF">2023-02-28T14:07:00Z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