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47FC8" w14:textId="35D8CDE2" w:rsidR="00063674" w:rsidRPr="00F8399C" w:rsidRDefault="00AE7E48" w:rsidP="002F6205">
      <w:pPr>
        <w:pStyle w:val="eTask"/>
      </w:pPr>
      <w:bookmarkStart w:id="0" w:name="_Hlk97716694"/>
      <w:r w:rsidRPr="0019185F">
        <w:rPr>
          <w:lang w:val="sl-SI"/>
        </w:rPr>
        <w:t>Povežite izraze iz levega stolpca z ustreznimi opisi v desnem stolpcu.</w:t>
      </w:r>
    </w:p>
    <w:p w14:paraId="249DDE31" w14:textId="6C28EAB9" w:rsidR="00FA7826" w:rsidRPr="00F8399C" w:rsidRDefault="00FA7826" w:rsidP="002F6205">
      <w:pPr>
        <w:pStyle w:val="eTask"/>
        <w:numPr>
          <w:ilvl w:val="0"/>
          <w:numId w:val="0"/>
        </w:numPr>
        <w:ind w:left="720"/>
      </w:pPr>
    </w:p>
    <w:p w14:paraId="45560DBF" w14:textId="7F444430" w:rsidR="00FA7826" w:rsidRPr="00F8399C" w:rsidRDefault="00FA7826" w:rsidP="00FA7826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1"/>
        <w:gridCol w:w="3650"/>
        <w:gridCol w:w="2925"/>
      </w:tblGrid>
      <w:tr w:rsidR="00F8399C" w:rsidRPr="00F8399C" w14:paraId="2B858D39" w14:textId="77777777" w:rsidTr="00984F4B">
        <w:trPr>
          <w:trHeight w:val="828"/>
        </w:trPr>
        <w:tc>
          <w:tcPr>
            <w:tcW w:w="2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5A34A0" w14:textId="224253BF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&lt;a&gt;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1A89A" w14:textId="6AA05FDD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CE0AE9" w14:textId="10F85813" w:rsidR="00984F4B" w:rsidRPr="00AE7E48" w:rsidRDefault="00AE7E48" w:rsidP="00984F4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19185F">
              <w:rPr>
                <w:lang w:val="sl-SI"/>
              </w:rPr>
              <w:t>Ta oznaka ne zahteva končne oznake.</w:t>
            </w:r>
          </w:p>
        </w:tc>
      </w:tr>
      <w:tr w:rsidR="00F8399C" w:rsidRPr="00F8399C" w14:paraId="64CBCFB3" w14:textId="77777777" w:rsidTr="00984F4B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8791DC" w14:textId="5D9AC6BE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369B6" w14:textId="186F6F9C" w:rsidR="00984F4B" w:rsidRPr="00F8399C" w:rsidRDefault="005467A5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  <w:r w:rsidRPr="005467A5"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607A562" wp14:editId="41A03F6A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486410</wp:posOffset>
                      </wp:positionV>
                      <wp:extent cx="2306955" cy="1494790"/>
                      <wp:effectExtent l="0" t="0" r="36195" b="29210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06955" cy="149479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F90670" id="3 Conector recto" o:spid="_x0000_s1026" style="position:absolute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5pt,38.3pt" to="177.9pt,1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" strokecolor="red" strokeweight=".5pt">
                      <v:stroke joinstyle="miter"/>
                    </v:line>
                  </w:pict>
                </mc:Fallback>
              </mc:AlternateContent>
            </w:r>
            <w:r w:rsidRPr="005467A5"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65C68A44" wp14:editId="1FA9043A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-300355</wp:posOffset>
                      </wp:positionV>
                      <wp:extent cx="2306955" cy="1573530"/>
                      <wp:effectExtent l="0" t="0" r="36195" b="2667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06955" cy="157353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DD0BAD" id="3 Conector recto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5pt,-23.65pt" to="177.9pt,1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  <w:r w:rsidRPr="005467A5"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222D51EE" wp14:editId="2D5EB336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1230630</wp:posOffset>
                      </wp:positionV>
                      <wp:extent cx="2306955" cy="750570"/>
                      <wp:effectExtent l="0" t="0" r="36195" b="30480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06955" cy="75057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469EA0" id="3 Conector recto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5pt,96.9pt" to="177.9pt,1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  <w:r w:rsidRPr="005467A5"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17D96CA" wp14:editId="6027337F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-321310</wp:posOffset>
                      </wp:positionV>
                      <wp:extent cx="2306320" cy="796925"/>
                      <wp:effectExtent l="0" t="0" r="36830" b="22225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06320" cy="7969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E2C75C" id="3 Conector recto" o:spid="_x0000_s1026" style="position:absolute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5pt,-25.3pt" to="177.85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2B14DA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8399C" w:rsidRPr="00F8399C" w14:paraId="3426ADB4" w14:textId="77777777" w:rsidTr="00984F4B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046E" w14:textId="31E5FE5F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&lt;br&gt;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72DA35" w14:textId="6BC6E2C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2A12F9" w14:textId="26A3EB88" w:rsidR="00984F4B" w:rsidRPr="00F8399C" w:rsidRDefault="00AE7E48" w:rsidP="00984F4B">
            <w:pPr>
              <w:pStyle w:val="eCheckBoxText"/>
              <w:ind w:left="0" w:firstLine="0"/>
              <w:contextualSpacing/>
              <w:jc w:val="center"/>
            </w:pPr>
            <w:r w:rsidRPr="0019185F">
              <w:rPr>
                <w:lang w:val="sl-SI"/>
              </w:rPr>
              <w:t>Ta oznaka se uporablja v strukturi tabele.</w:t>
            </w:r>
          </w:p>
        </w:tc>
      </w:tr>
      <w:tr w:rsidR="00F8399C" w:rsidRPr="00F8399C" w14:paraId="4EAE0C46" w14:textId="77777777" w:rsidTr="00984F4B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E2A4A9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D22A" w14:textId="5FAB1DB0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328F3E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8399C" w:rsidRPr="00F8399C" w14:paraId="64FF4A03" w14:textId="77777777" w:rsidTr="00984F4B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AF9A" w14:textId="791528BC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&lt;b&gt;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725614" w14:textId="6408DEF6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5CFA69" w14:textId="475D8CE0" w:rsidR="00984F4B" w:rsidRPr="00F8399C" w:rsidRDefault="00AE7E48" w:rsidP="00984F4B">
            <w:pPr>
              <w:pStyle w:val="eCheckBoxText"/>
              <w:ind w:left="0" w:firstLine="0"/>
              <w:contextualSpacing/>
              <w:jc w:val="center"/>
            </w:pPr>
            <w:r w:rsidRPr="0019185F">
              <w:rPr>
                <w:lang w:val="sl-SI"/>
              </w:rPr>
              <w:t>Ta oznaka je namenjena ustvarjanju povezave do spletnega mesta.</w:t>
            </w:r>
          </w:p>
        </w:tc>
      </w:tr>
      <w:tr w:rsidR="00F8399C" w:rsidRPr="00F8399C" w14:paraId="19DE13D6" w14:textId="77777777" w:rsidTr="00984F4B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C733F3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0C977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DDD26B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8399C" w:rsidRPr="00F8399C" w14:paraId="0BDF9AA7" w14:textId="77777777" w:rsidTr="00984F4B">
        <w:trPr>
          <w:trHeight w:val="828"/>
        </w:trPr>
        <w:tc>
          <w:tcPr>
            <w:tcW w:w="20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ABBEB9" w14:textId="0120D846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</w:t>
            </w:r>
            <w:proofErr w:type="spellStart"/>
            <w:r w:rsidRPr="00F8399C">
              <w:t>th</w:t>
            </w:r>
            <w:proofErr w:type="spellEnd"/>
            <w:r w:rsidRPr="00F8399C">
              <w:t>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C0B213" w14:textId="1B5D700D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7C47EA" w14:textId="3E174B9F" w:rsidR="00984F4B" w:rsidRPr="00F8399C" w:rsidRDefault="00AE7E48" w:rsidP="00984F4B">
            <w:pPr>
              <w:pStyle w:val="eCheckBoxText"/>
              <w:ind w:left="0" w:firstLine="0"/>
              <w:contextualSpacing/>
              <w:jc w:val="center"/>
            </w:pPr>
            <w:r w:rsidRPr="0019185F">
              <w:rPr>
                <w:lang w:val="sl-SI"/>
              </w:rPr>
              <w:t>To je oznaka, ki spremeni slog besedila v krepko.</w:t>
            </w:r>
          </w:p>
        </w:tc>
      </w:tr>
    </w:tbl>
    <w:p w14:paraId="6F38785C" w14:textId="77777777" w:rsidR="00A21409" w:rsidRPr="00F8399C" w:rsidRDefault="00A21409" w:rsidP="004A7E5F">
      <w:pPr>
        <w:pStyle w:val="eLineBottom"/>
        <w:ind w:left="154"/>
      </w:pPr>
    </w:p>
    <w:p w14:paraId="646E46B9" w14:textId="77777777" w:rsidR="00F1459B" w:rsidRPr="00F8399C" w:rsidRDefault="00F1459B" w:rsidP="004A7E5F"/>
    <w:p w14:paraId="54D36DC1" w14:textId="10EB07C1" w:rsidR="002629E4" w:rsidRDefault="00AE7E48" w:rsidP="002F6205">
      <w:pPr>
        <w:pStyle w:val="eTask"/>
      </w:pPr>
      <w:r w:rsidRPr="0019185F">
        <w:rPr>
          <w:lang w:val="sl-SI"/>
        </w:rPr>
        <w:t>Dodajte vrstico z dvema naslovoma tabele, p</w:t>
      </w:r>
      <w:bookmarkStart w:id="1" w:name="_GoBack"/>
      <w:bookmarkEnd w:id="1"/>
      <w:r w:rsidRPr="0019185F">
        <w:rPr>
          <w:lang w:val="sl-SI"/>
        </w:rPr>
        <w:t>rvi mora biti "Številka", drugi pa "Ime".</w:t>
      </w:r>
    </w:p>
    <w:p w14:paraId="6D4F171A" w14:textId="620D9A64" w:rsidR="00984F4B" w:rsidRPr="00F8399C" w:rsidRDefault="00984F4B" w:rsidP="002F6205">
      <w:pPr>
        <w:pStyle w:val="eTask"/>
        <w:numPr>
          <w:ilvl w:val="0"/>
          <w:numId w:val="0"/>
        </w:numPr>
        <w:ind w:left="470"/>
      </w:pPr>
      <w:r w:rsidRPr="00F8399C">
        <w:t xml:space="preserve">Možnosti: </w:t>
      </w:r>
      <w:r w:rsidR="00AE7E48" w:rsidRPr="0019185F">
        <w:rPr>
          <w:lang w:val="sl-SI"/>
        </w:rPr>
        <w:t>&lt;th&gt;Namesto&lt;/th&gt;, &lt;tr&gt;, &lt;th&gt;Številka&lt;/th&gt;, &lt;/tr&gt;</w:t>
      </w:r>
    </w:p>
    <w:p w14:paraId="4E265BF4" w14:textId="77777777" w:rsidR="002629E4" w:rsidRPr="00F8399C" w:rsidRDefault="002629E4" w:rsidP="00984F4B"/>
    <w:p w14:paraId="30A28D7D" w14:textId="054663A9" w:rsidR="002629E4" w:rsidRPr="00F8399C" w:rsidRDefault="00C51A4E" w:rsidP="002F6205">
      <w:pPr>
        <w:pStyle w:val="eText"/>
        <w:ind w:left="113"/>
      </w:pPr>
      <w:r w:rsidRPr="00F8399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BEA653A" wp14:editId="17177059">
                <wp:simplePos x="0" y="0"/>
                <wp:positionH relativeFrom="column">
                  <wp:posOffset>233680</wp:posOffset>
                </wp:positionH>
                <wp:positionV relativeFrom="paragraph">
                  <wp:posOffset>371475</wp:posOffset>
                </wp:positionV>
                <wp:extent cx="1303020" cy="238125"/>
                <wp:effectExtent l="0" t="0" r="11430" b="28575"/>
                <wp:wrapNone/>
                <wp:docPr id="4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9FB4B6" id="Pravokotnik: zaokroženi vogali 9" o:spid="_x0000_s1026" style="position:absolute;margin-left:18.4pt;margin-top:29.25pt;width:102.6pt;height:1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" filled="f" strokecolor="black [3213]" strokeweight="1pt">
                <v:stroke joinstyle="miter"/>
              </v:roundrect>
            </w:pict>
          </mc:Fallback>
        </mc:AlternateContent>
      </w:r>
      <w:r w:rsidR="002629E4" w:rsidRPr="00F8399C">
        <w:t>&lt;table&gt;</w:t>
      </w:r>
    </w:p>
    <w:p w14:paraId="259DF432" w14:textId="77777777" w:rsidR="005467A5" w:rsidRPr="00F8399C" w:rsidRDefault="00C51A4E" w:rsidP="005467A5">
      <w:pPr>
        <w:pStyle w:val="eText"/>
        <w:tabs>
          <w:tab w:val="left" w:pos="510"/>
          <w:tab w:val="left" w:pos="885"/>
        </w:tabs>
        <w:spacing w:before="40"/>
        <w:ind w:left="113"/>
      </w:pPr>
      <w:r w:rsidRPr="00F8399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5A2AB48" wp14:editId="572DCCEA">
                <wp:simplePos x="0" y="0"/>
                <wp:positionH relativeFrom="column">
                  <wp:posOffset>252730</wp:posOffset>
                </wp:positionH>
                <wp:positionV relativeFrom="paragraph">
                  <wp:posOffset>367192</wp:posOffset>
                </wp:positionV>
                <wp:extent cx="1303020" cy="238125"/>
                <wp:effectExtent l="0" t="0" r="11430" b="28575"/>
                <wp:wrapNone/>
                <wp:docPr id="3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49768B" id="Pravokotnik: zaokroženi vogali 9" o:spid="_x0000_s1026" style="position:absolute;margin-left:19.9pt;margin-top:28.9pt;width:102.6pt;height:18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nvDEwIAAGA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 w:rsidR="005467A5">
        <w:rPr>
          <w:color w:val="FF0000"/>
        </w:rPr>
        <w:tab/>
      </w:r>
      <w:r w:rsidR="005467A5" w:rsidRPr="00984F4B">
        <w:rPr>
          <w:color w:val="FF0000"/>
        </w:rPr>
        <w:t>&lt;</w:t>
      </w:r>
      <w:proofErr w:type="spellStart"/>
      <w:r w:rsidR="005467A5" w:rsidRPr="00984F4B">
        <w:rPr>
          <w:color w:val="FF0000"/>
        </w:rPr>
        <w:t>tr</w:t>
      </w:r>
      <w:proofErr w:type="spellEnd"/>
      <w:r w:rsidR="005467A5" w:rsidRPr="00984F4B">
        <w:rPr>
          <w:color w:val="FF0000"/>
        </w:rPr>
        <w:t>&gt;</w:t>
      </w:r>
    </w:p>
    <w:p w14:paraId="37ADED51" w14:textId="612B4DA9" w:rsidR="005467A5" w:rsidRPr="00984F4B" w:rsidRDefault="005467A5" w:rsidP="005467A5">
      <w:pPr>
        <w:pStyle w:val="eText"/>
        <w:rPr>
          <w:color w:val="FF0000"/>
        </w:rPr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3D987E1" wp14:editId="1B3E8E32">
                <wp:simplePos x="0" y="0"/>
                <wp:positionH relativeFrom="column">
                  <wp:posOffset>233680</wp:posOffset>
                </wp:positionH>
                <wp:positionV relativeFrom="paragraph">
                  <wp:posOffset>364652</wp:posOffset>
                </wp:positionV>
                <wp:extent cx="1303020" cy="238125"/>
                <wp:effectExtent l="0" t="0" r="11430" b="28575"/>
                <wp:wrapNone/>
                <wp:docPr id="10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09E98F" id="Pravokotnik: zaokroženi vogali 9" o:spid="_x0000_s1026" style="position:absolute;margin-left:18.4pt;margin-top:28.7pt;width:102.6pt;height:18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 xml:space="preserve">         </w:t>
      </w:r>
      <w:r w:rsidRPr="00984F4B">
        <w:rPr>
          <w:color w:val="FF0000"/>
        </w:rPr>
        <w:t>&lt;</w:t>
      </w:r>
      <w:proofErr w:type="spellStart"/>
      <w:r w:rsidRPr="00984F4B">
        <w:rPr>
          <w:color w:val="FF0000"/>
        </w:rPr>
        <w:t>th</w:t>
      </w:r>
      <w:proofErr w:type="spellEnd"/>
      <w:r w:rsidRPr="00984F4B">
        <w:rPr>
          <w:color w:val="FF0000"/>
        </w:rPr>
        <w:t>&gt;</w:t>
      </w:r>
      <w:r w:rsidRPr="005467A5">
        <w:rPr>
          <w:color w:val="FF0000"/>
          <w:lang w:val="sl-SI"/>
        </w:rPr>
        <w:t>Namesto</w:t>
      </w:r>
      <w:r w:rsidRPr="00984F4B">
        <w:rPr>
          <w:color w:val="FF0000"/>
        </w:rPr>
        <w:t>&lt;/</w:t>
      </w:r>
      <w:proofErr w:type="spellStart"/>
      <w:r w:rsidRPr="00984F4B">
        <w:rPr>
          <w:color w:val="FF0000"/>
        </w:rPr>
        <w:t>th</w:t>
      </w:r>
      <w:proofErr w:type="spellEnd"/>
      <w:r w:rsidRPr="00984F4B">
        <w:rPr>
          <w:color w:val="FF0000"/>
        </w:rPr>
        <w:t>&gt;</w:t>
      </w:r>
    </w:p>
    <w:p w14:paraId="26761D63" w14:textId="418346A8" w:rsidR="005467A5" w:rsidRPr="00984F4B" w:rsidRDefault="005467A5" w:rsidP="005467A5">
      <w:pPr>
        <w:pStyle w:val="eText"/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9E1C445" wp14:editId="75335611">
                <wp:simplePos x="0" y="0"/>
                <wp:positionH relativeFrom="column">
                  <wp:posOffset>250825</wp:posOffset>
                </wp:positionH>
                <wp:positionV relativeFrom="paragraph">
                  <wp:posOffset>361788</wp:posOffset>
                </wp:positionV>
                <wp:extent cx="1303020" cy="238125"/>
                <wp:effectExtent l="0" t="0" r="11430" b="28575"/>
                <wp:wrapNone/>
                <wp:docPr id="9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178162" id="Pravokotnik: zaokroženi vogali 9" o:spid="_x0000_s1026" style="position:absolute;margin-left:19.75pt;margin-top:28.5pt;width:102.6pt;height:18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 w:rsidRPr="00984F4B">
        <w:rPr>
          <w:color w:val="FF0000"/>
        </w:rPr>
        <w:t xml:space="preserve">       </w:t>
      </w:r>
      <w:r>
        <w:rPr>
          <w:color w:val="FF0000"/>
        </w:rPr>
        <w:t xml:space="preserve">  </w:t>
      </w:r>
      <w:r w:rsidRPr="00984F4B">
        <w:rPr>
          <w:color w:val="FF0000"/>
        </w:rPr>
        <w:t>&lt;</w:t>
      </w:r>
      <w:proofErr w:type="spellStart"/>
      <w:r w:rsidRPr="00984F4B">
        <w:rPr>
          <w:color w:val="FF0000"/>
        </w:rPr>
        <w:t>th</w:t>
      </w:r>
      <w:proofErr w:type="spellEnd"/>
      <w:r w:rsidRPr="00984F4B">
        <w:rPr>
          <w:color w:val="FF0000"/>
        </w:rPr>
        <w:t>&gt;</w:t>
      </w:r>
      <w:r w:rsidRPr="005467A5">
        <w:rPr>
          <w:color w:val="FF0000"/>
          <w:lang w:val="sl-SI"/>
        </w:rPr>
        <w:t>Številka</w:t>
      </w:r>
      <w:r w:rsidRPr="00984F4B">
        <w:rPr>
          <w:color w:val="FF0000"/>
        </w:rPr>
        <w:t>&lt;/</w:t>
      </w:r>
      <w:proofErr w:type="spellStart"/>
      <w:r w:rsidRPr="00984F4B">
        <w:rPr>
          <w:color w:val="FF0000"/>
        </w:rPr>
        <w:t>th</w:t>
      </w:r>
      <w:proofErr w:type="spellEnd"/>
      <w:r w:rsidRPr="00984F4B">
        <w:rPr>
          <w:color w:val="FF0000"/>
        </w:rPr>
        <w:t>&gt;</w:t>
      </w:r>
    </w:p>
    <w:p w14:paraId="1C521417" w14:textId="77777777" w:rsidR="005467A5" w:rsidRPr="00984F4B" w:rsidRDefault="005467A5" w:rsidP="005467A5">
      <w:pPr>
        <w:pStyle w:val="eText"/>
        <w:tabs>
          <w:tab w:val="left" w:pos="750"/>
        </w:tabs>
      </w:pPr>
      <w:r w:rsidRPr="00984F4B">
        <w:t xml:space="preserve">        </w:t>
      </w:r>
      <w:r w:rsidRPr="00984F4B">
        <w:rPr>
          <w:color w:val="FF0000"/>
        </w:rPr>
        <w:t>&lt;/</w:t>
      </w:r>
      <w:proofErr w:type="spellStart"/>
      <w:r w:rsidRPr="00984F4B">
        <w:rPr>
          <w:color w:val="FF0000"/>
        </w:rPr>
        <w:t>tr</w:t>
      </w:r>
      <w:proofErr w:type="spellEnd"/>
      <w:r w:rsidRPr="00984F4B">
        <w:rPr>
          <w:color w:val="FF0000"/>
        </w:rPr>
        <w:t>&gt;</w:t>
      </w:r>
    </w:p>
    <w:p w14:paraId="043E87E6" w14:textId="752EF5F0" w:rsidR="002629E4" w:rsidRPr="00F8399C" w:rsidRDefault="002629E4" w:rsidP="005467A5">
      <w:pPr>
        <w:pStyle w:val="eText"/>
        <w:tabs>
          <w:tab w:val="left" w:pos="510"/>
          <w:tab w:val="left" w:pos="885"/>
        </w:tabs>
        <w:spacing w:before="40"/>
        <w:ind w:left="113"/>
      </w:pPr>
      <w:r w:rsidRPr="00F8399C">
        <w:t>&lt;</w:t>
      </w:r>
      <w:proofErr w:type="spellStart"/>
      <w:r w:rsidRPr="00F8399C">
        <w:t>tr</w:t>
      </w:r>
      <w:proofErr w:type="spellEnd"/>
      <w:r w:rsidRPr="00F8399C">
        <w:t>&gt;</w:t>
      </w:r>
    </w:p>
    <w:p w14:paraId="6DF03E7F" w14:textId="272B78AC" w:rsidR="002629E4" w:rsidRPr="00F8399C" w:rsidRDefault="002629E4" w:rsidP="002F6205">
      <w:pPr>
        <w:pStyle w:val="eText"/>
        <w:ind w:left="113"/>
      </w:pPr>
      <w:r w:rsidRPr="00F8399C">
        <w:t>&lt;</w:t>
      </w:r>
      <w:proofErr w:type="spellStart"/>
      <w:r w:rsidRPr="00F8399C">
        <w:t>td</w:t>
      </w:r>
      <w:proofErr w:type="spellEnd"/>
      <w:r w:rsidRPr="00F8399C">
        <w:t>&gt;</w:t>
      </w:r>
      <w:r w:rsidR="00AE7E48" w:rsidRPr="0019185F">
        <w:rPr>
          <w:lang w:val="sl-SI"/>
        </w:rPr>
        <w:t>to je prva celica</w:t>
      </w:r>
      <w:r w:rsidRPr="00F8399C">
        <w:t>&lt;/</w:t>
      </w:r>
      <w:proofErr w:type="spellStart"/>
      <w:r w:rsidRPr="00F8399C">
        <w:t>td</w:t>
      </w:r>
      <w:proofErr w:type="spellEnd"/>
      <w:r w:rsidRPr="00F8399C">
        <w:t>&gt;</w:t>
      </w:r>
    </w:p>
    <w:p w14:paraId="349A73F7" w14:textId="319170B1" w:rsidR="002629E4" w:rsidRPr="00F8399C" w:rsidRDefault="002629E4" w:rsidP="002F6205">
      <w:pPr>
        <w:pStyle w:val="eText"/>
        <w:ind w:left="113"/>
      </w:pPr>
      <w:r w:rsidRPr="00F8399C">
        <w:t>&lt;</w:t>
      </w:r>
      <w:proofErr w:type="spellStart"/>
      <w:r w:rsidRPr="00F8399C">
        <w:t>td</w:t>
      </w:r>
      <w:proofErr w:type="spellEnd"/>
      <w:r w:rsidRPr="00F8399C">
        <w:t>&gt;</w:t>
      </w:r>
      <w:r w:rsidR="00AE7E48" w:rsidRPr="0019185F">
        <w:rPr>
          <w:lang w:val="sl-SI"/>
        </w:rPr>
        <w:t>to je druga celica v vrsti</w:t>
      </w:r>
      <w:r w:rsidRPr="00F8399C">
        <w:t>&lt;/</w:t>
      </w:r>
      <w:proofErr w:type="spellStart"/>
      <w:r w:rsidRPr="00F8399C">
        <w:t>td</w:t>
      </w:r>
      <w:proofErr w:type="spellEnd"/>
      <w:r w:rsidRPr="00F8399C">
        <w:t>&gt;</w:t>
      </w:r>
    </w:p>
    <w:p w14:paraId="245F9EE1" w14:textId="77777777" w:rsidR="002629E4" w:rsidRPr="00F8399C" w:rsidRDefault="002629E4" w:rsidP="002F6205">
      <w:pPr>
        <w:pStyle w:val="eText"/>
        <w:ind w:left="113"/>
      </w:pPr>
      <w:r w:rsidRPr="00F8399C">
        <w:t>&lt;/</w:t>
      </w:r>
      <w:proofErr w:type="spellStart"/>
      <w:r w:rsidRPr="00F8399C">
        <w:t>tr</w:t>
      </w:r>
      <w:proofErr w:type="spellEnd"/>
      <w:r w:rsidRPr="00F8399C">
        <w:t>&gt;</w:t>
      </w:r>
    </w:p>
    <w:p w14:paraId="035ED08B" w14:textId="77777777" w:rsidR="002629E4" w:rsidRPr="002F6205" w:rsidRDefault="002629E4" w:rsidP="002F6205">
      <w:pPr>
        <w:pStyle w:val="eTask"/>
        <w:numPr>
          <w:ilvl w:val="0"/>
          <w:numId w:val="0"/>
        </w:numPr>
        <w:ind w:left="113"/>
        <w:rPr>
          <w:b w:val="0"/>
        </w:rPr>
      </w:pPr>
      <w:r w:rsidRPr="002F6205">
        <w:rPr>
          <w:b w:val="0"/>
        </w:rPr>
        <w:t>&lt;/table&gt;</w:t>
      </w:r>
    </w:p>
    <w:p w14:paraId="666BE38A" w14:textId="76C2D7F7" w:rsidR="002F6205" w:rsidRDefault="002F6205">
      <w:pPr>
        <w:rPr>
          <w:b/>
        </w:rPr>
      </w:pPr>
    </w:p>
    <w:p w14:paraId="2C587B55" w14:textId="77777777" w:rsidR="002F6205" w:rsidRDefault="002F6205">
      <w:pPr>
        <w:rPr>
          <w:b/>
        </w:rPr>
      </w:pPr>
      <w:r>
        <w:br w:type="page"/>
      </w:r>
    </w:p>
    <w:p w14:paraId="759C1739" w14:textId="6FE57472" w:rsidR="009C3A3C" w:rsidRPr="00F8399C" w:rsidRDefault="00AE7E48" w:rsidP="002F6205">
      <w:pPr>
        <w:pStyle w:val="eTask"/>
      </w:pPr>
      <w:r w:rsidRPr="0019185F">
        <w:rPr>
          <w:lang w:val="sl-SI"/>
        </w:rPr>
        <w:lastRenderedPageBreak/>
        <w:t>Navedite vsaj dve začetni oznaki, ki se uporabljata za seznam</w:t>
      </w:r>
      <w:r w:rsidR="00A65F28" w:rsidRPr="00F8399C">
        <w:t xml:space="preserve"> </w:t>
      </w:r>
    </w:p>
    <w:p w14:paraId="0033D4C1" w14:textId="77777777" w:rsidR="009C3A3C" w:rsidRPr="00F8399C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bookmarkEnd w:id="0"/>
    <w:p w14:paraId="61D601B9" w14:textId="77777777" w:rsidR="005467A5" w:rsidRPr="00957DD9" w:rsidRDefault="005467A5" w:rsidP="005467A5">
      <w:pPr>
        <w:pStyle w:val="Odstavecseseznamem"/>
        <w:numPr>
          <w:ilvl w:val="0"/>
          <w:numId w:val="14"/>
        </w:numPr>
        <w:rPr>
          <w:color w:val="FF0000"/>
        </w:rPr>
      </w:pPr>
      <w:r w:rsidRPr="00957DD9">
        <w:rPr>
          <w:color w:val="FF0000"/>
        </w:rPr>
        <w:t>&lt;</w:t>
      </w:r>
      <w:proofErr w:type="spellStart"/>
      <w:r w:rsidRPr="00957DD9">
        <w:rPr>
          <w:color w:val="FF0000"/>
        </w:rPr>
        <w:t>ol</w:t>
      </w:r>
      <w:proofErr w:type="spellEnd"/>
      <w:r w:rsidRPr="00957DD9">
        <w:rPr>
          <w:color w:val="FF0000"/>
        </w:rPr>
        <w:t>&gt;</w:t>
      </w:r>
    </w:p>
    <w:p w14:paraId="6A0D0925" w14:textId="77777777" w:rsidR="005467A5" w:rsidRPr="00F8399C" w:rsidRDefault="005467A5" w:rsidP="005467A5">
      <w:pPr>
        <w:pStyle w:val="Odstavecseseznamem"/>
        <w:ind w:left="786"/>
        <w:rPr>
          <w:u w:val="single"/>
        </w:rPr>
      </w:pPr>
    </w:p>
    <w:p w14:paraId="1124C2B6" w14:textId="77777777" w:rsidR="005467A5" w:rsidRPr="00957DD9" w:rsidRDefault="005467A5" w:rsidP="005467A5">
      <w:pPr>
        <w:pStyle w:val="Odstavecseseznamem"/>
        <w:numPr>
          <w:ilvl w:val="0"/>
          <w:numId w:val="14"/>
        </w:numPr>
      </w:pPr>
      <w:r w:rsidRPr="00957DD9">
        <w:rPr>
          <w:color w:val="FF0000"/>
        </w:rPr>
        <w:t>&lt;</w:t>
      </w:r>
      <w:proofErr w:type="spellStart"/>
      <w:r w:rsidRPr="00957DD9">
        <w:rPr>
          <w:color w:val="FF0000"/>
        </w:rPr>
        <w:t>li</w:t>
      </w:r>
      <w:proofErr w:type="spellEnd"/>
      <w:r w:rsidRPr="00957DD9">
        <w:rPr>
          <w:color w:val="FF0000"/>
        </w:rPr>
        <w:t>&gt;</w:t>
      </w:r>
    </w:p>
    <w:p w14:paraId="4A4E73AB" w14:textId="77777777" w:rsidR="005467A5" w:rsidRPr="00F8399C" w:rsidRDefault="005467A5" w:rsidP="005467A5">
      <w:pPr>
        <w:rPr>
          <w:u w:val="single"/>
        </w:rPr>
      </w:pPr>
    </w:p>
    <w:p w14:paraId="502C8E01" w14:textId="0B1E9CD2" w:rsidR="00C10DF6" w:rsidRPr="00C51A4E" w:rsidRDefault="005467A5" w:rsidP="005467A5">
      <w:pPr>
        <w:pStyle w:val="Odstavecseseznamem"/>
        <w:numPr>
          <w:ilvl w:val="0"/>
          <w:numId w:val="14"/>
        </w:numPr>
      </w:pPr>
      <w:r w:rsidRPr="00957DD9">
        <w:rPr>
          <w:color w:val="FF0000"/>
        </w:rPr>
        <w:t>&lt;</w:t>
      </w:r>
      <w:proofErr w:type="spellStart"/>
      <w:r w:rsidRPr="00957DD9">
        <w:rPr>
          <w:color w:val="FF0000"/>
        </w:rPr>
        <w:t>ul</w:t>
      </w:r>
      <w:proofErr w:type="spellEnd"/>
      <w:r w:rsidRPr="00957DD9">
        <w:rPr>
          <w:color w:val="FF0000"/>
        </w:rPr>
        <w:t>&gt;</w:t>
      </w:r>
    </w:p>
    <w:p w14:paraId="2529A205" w14:textId="3A449CAB" w:rsidR="00514303" w:rsidRPr="00F8399C" w:rsidRDefault="00514303" w:rsidP="00514303">
      <w:pPr>
        <w:rPr>
          <w:u w:val="single"/>
        </w:rPr>
      </w:pPr>
    </w:p>
    <w:p w14:paraId="01CA0625" w14:textId="3E5A6BDE" w:rsidR="002F6205" w:rsidRDefault="002F6205" w:rsidP="002F6205">
      <w:pPr>
        <w:pStyle w:val="eLineBottom"/>
      </w:pPr>
    </w:p>
    <w:p w14:paraId="2DE906DB" w14:textId="77777777" w:rsidR="002F6205" w:rsidRDefault="002F6205" w:rsidP="002F6205">
      <w:pPr>
        <w:pStyle w:val="eTask"/>
        <w:numPr>
          <w:ilvl w:val="0"/>
          <w:numId w:val="0"/>
        </w:numPr>
        <w:ind w:left="720"/>
      </w:pPr>
    </w:p>
    <w:p w14:paraId="6D2BAF3D" w14:textId="50CCB0A3" w:rsidR="005D6039" w:rsidRPr="00F8399C" w:rsidRDefault="00AE7E48" w:rsidP="002F6205">
      <w:pPr>
        <w:pStyle w:val="eTask"/>
      </w:pPr>
      <w:r w:rsidRPr="0019185F">
        <w:rPr>
          <w:lang w:val="sl-SI"/>
        </w:rPr>
        <w:t>Ali je to ista spremenljivka v javascriptu?</w:t>
      </w:r>
    </w:p>
    <w:p w14:paraId="3A5B5A23" w14:textId="4C5C3F62" w:rsidR="00FD4028" w:rsidRPr="00F8399C" w:rsidRDefault="00FD4028" w:rsidP="002F6205">
      <w:pPr>
        <w:pStyle w:val="eTask"/>
        <w:numPr>
          <w:ilvl w:val="0"/>
          <w:numId w:val="0"/>
        </w:numPr>
        <w:ind w:left="720"/>
      </w:pPr>
    </w:p>
    <w:p w14:paraId="09F861A8" w14:textId="6602EACD" w:rsidR="00FD4028" w:rsidRPr="00F8399C" w:rsidRDefault="00FD4028" w:rsidP="002F6205">
      <w:pPr>
        <w:pStyle w:val="eTask"/>
        <w:numPr>
          <w:ilvl w:val="0"/>
          <w:numId w:val="0"/>
        </w:numPr>
        <w:ind w:left="426"/>
      </w:pPr>
      <w:r w:rsidRPr="00F8399C">
        <w:t xml:space="preserve">var </w:t>
      </w:r>
      <w:proofErr w:type="spellStart"/>
      <w:r w:rsidRPr="00F8399C">
        <w:t>myVariable</w:t>
      </w:r>
      <w:proofErr w:type="spellEnd"/>
      <w:r w:rsidRPr="00F8399C">
        <w:t>;</w:t>
      </w:r>
    </w:p>
    <w:p w14:paraId="18F6AD91" w14:textId="09619A76" w:rsidR="00FD4028" w:rsidRPr="00F8399C" w:rsidRDefault="00FD4028" w:rsidP="002F6205">
      <w:pPr>
        <w:pStyle w:val="eTask"/>
        <w:numPr>
          <w:ilvl w:val="0"/>
          <w:numId w:val="0"/>
        </w:numPr>
        <w:ind w:left="426"/>
      </w:pPr>
      <w:r w:rsidRPr="00F8399C">
        <w:t xml:space="preserve">var </w:t>
      </w:r>
      <w:proofErr w:type="spellStart"/>
      <w:r w:rsidRPr="00F8399C">
        <w:t>myvariable</w:t>
      </w:r>
      <w:proofErr w:type="spellEnd"/>
      <w:r w:rsidRPr="00F8399C">
        <w:t>;</w:t>
      </w:r>
    </w:p>
    <w:p w14:paraId="006F6787" w14:textId="2C435C6D" w:rsidR="00FD4028" w:rsidRPr="00F8399C" w:rsidRDefault="002F6205" w:rsidP="002F6205">
      <w:pPr>
        <w:pStyle w:val="eTask"/>
        <w:numPr>
          <w:ilvl w:val="0"/>
          <w:numId w:val="0"/>
        </w:numPr>
        <w:ind w:left="720"/>
      </w:pPr>
      <w:r w:rsidRPr="00F8399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FB6BD37" wp14:editId="72632692">
                <wp:simplePos x="0" y="0"/>
                <wp:positionH relativeFrom="column">
                  <wp:posOffset>244549</wp:posOffset>
                </wp:positionH>
                <wp:positionV relativeFrom="paragraph">
                  <wp:posOffset>175260</wp:posOffset>
                </wp:positionV>
                <wp:extent cx="1303020" cy="238125"/>
                <wp:effectExtent l="0" t="0" r="11430" b="28575"/>
                <wp:wrapNone/>
                <wp:docPr id="2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351C11" id="Pravokotnik: zaokroženi vogali 9" o:spid="_x0000_s1026" style="position:absolute;margin-left:19.25pt;margin-top:13.8pt;width:102.6pt;height:18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Ic7EwIAAGA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</w:p>
    <w:p w14:paraId="4A94A1FA" w14:textId="3FFD5530" w:rsidR="00FD4028" w:rsidRPr="00F8399C" w:rsidRDefault="005467A5" w:rsidP="00C51A4E">
      <w:pPr>
        <w:pStyle w:val="eTask"/>
        <w:numPr>
          <w:ilvl w:val="0"/>
          <w:numId w:val="0"/>
        </w:numPr>
        <w:ind w:left="720"/>
      </w:pPr>
      <w:r>
        <w:rPr>
          <w:color w:val="FF0000"/>
        </w:rPr>
        <w:t>ne</w:t>
      </w:r>
    </w:p>
    <w:p w14:paraId="3FEEB4F7" w14:textId="77777777" w:rsidR="005D6039" w:rsidRPr="00F8399C" w:rsidRDefault="005D6039" w:rsidP="005D6039">
      <w:pPr>
        <w:pStyle w:val="eCheckBoxText"/>
        <w:spacing w:line="360" w:lineRule="auto"/>
        <w:ind w:left="154"/>
        <w:jc w:val="both"/>
        <w:rPr>
          <w:u w:val="single"/>
        </w:rPr>
      </w:pPr>
    </w:p>
    <w:p w14:paraId="1DB1AB66" w14:textId="1084BFAB" w:rsidR="00FD4028" w:rsidRPr="00F8399C" w:rsidRDefault="00984F4B" w:rsidP="002F6205">
      <w:pPr>
        <w:pStyle w:val="eText"/>
        <w:ind w:left="113"/>
      </w:pPr>
      <w:r w:rsidRPr="00F8399C">
        <w:t>Možnosti</w:t>
      </w:r>
      <w:r w:rsidR="00FD4028" w:rsidRPr="00F8399C">
        <w:t xml:space="preserve">: </w:t>
      </w:r>
      <w:r w:rsidR="00AE7E48" w:rsidRPr="0019185F">
        <w:rPr>
          <w:lang w:val="sl-SI"/>
        </w:rPr>
        <w:t>da, ne</w:t>
      </w:r>
    </w:p>
    <w:p w14:paraId="753B1579" w14:textId="5F634584" w:rsidR="005D6039" w:rsidRPr="00F8399C" w:rsidRDefault="005D6039" w:rsidP="00514303">
      <w:pPr>
        <w:rPr>
          <w:u w:val="single"/>
        </w:rPr>
      </w:pPr>
    </w:p>
    <w:p w14:paraId="6E2B9849" w14:textId="715A4174" w:rsidR="00431414" w:rsidRDefault="00431414" w:rsidP="002F6205">
      <w:pPr>
        <w:pStyle w:val="eLineBottom"/>
      </w:pPr>
    </w:p>
    <w:p w14:paraId="2E8DEB43" w14:textId="77777777" w:rsidR="002F6205" w:rsidRPr="00F8399C" w:rsidRDefault="002F6205" w:rsidP="00431414">
      <w:pPr>
        <w:rPr>
          <w:u w:val="single"/>
        </w:rPr>
      </w:pPr>
    </w:p>
    <w:p w14:paraId="0081BA9F" w14:textId="118F5A53" w:rsidR="002629E4" w:rsidRPr="00F8399C" w:rsidRDefault="00AE7E48" w:rsidP="002F6205">
      <w:pPr>
        <w:pStyle w:val="eTask"/>
      </w:pPr>
      <w:r w:rsidRPr="0019185F">
        <w:rPr>
          <w:lang w:val="sl-SI"/>
        </w:rPr>
        <w:t>Dodelite oznake HTML v vrstnem redu od staršev do otrok</w:t>
      </w:r>
    </w:p>
    <w:p w14:paraId="09FF0DCD" w14:textId="77777777" w:rsidR="005467A5" w:rsidRDefault="00C51A4E" w:rsidP="005467A5">
      <w:pPr>
        <w:pStyle w:val="eText"/>
        <w:tabs>
          <w:tab w:val="left" w:pos="510"/>
          <w:tab w:val="left" w:pos="885"/>
        </w:tabs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64E3C18" wp14:editId="7651CC4C">
                <wp:simplePos x="0" y="0"/>
                <wp:positionH relativeFrom="column">
                  <wp:posOffset>233680</wp:posOffset>
                </wp:positionH>
                <wp:positionV relativeFrom="paragraph">
                  <wp:posOffset>362718</wp:posOffset>
                </wp:positionV>
                <wp:extent cx="1303020" cy="238125"/>
                <wp:effectExtent l="0" t="0" r="11430" b="28575"/>
                <wp:wrapNone/>
                <wp:docPr id="1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7272B6" id="Pravokotnik: zaokroženi vogali 9" o:spid="_x0000_s1026" style="position:absolute;margin-left:18.4pt;margin-top:28.55pt;width:102.6pt;height:18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" filled="f" strokecolor="black [3213]" strokeweight="1pt">
                <v:stroke joinstyle="miter"/>
              </v:roundrect>
            </w:pict>
          </mc:Fallback>
        </mc:AlternateContent>
      </w:r>
      <w:r w:rsidR="005467A5" w:rsidRPr="00984F4B">
        <w:tab/>
      </w:r>
    </w:p>
    <w:p w14:paraId="18C12BC5" w14:textId="77777777" w:rsidR="005467A5" w:rsidRPr="00984F4B" w:rsidRDefault="005467A5" w:rsidP="005467A5">
      <w:pPr>
        <w:pStyle w:val="eText"/>
        <w:tabs>
          <w:tab w:val="left" w:pos="510"/>
        </w:tabs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6EDCCAA" wp14:editId="2BD16675">
                <wp:simplePos x="0" y="0"/>
                <wp:positionH relativeFrom="column">
                  <wp:posOffset>233680</wp:posOffset>
                </wp:positionH>
                <wp:positionV relativeFrom="paragraph">
                  <wp:posOffset>368964</wp:posOffset>
                </wp:positionV>
                <wp:extent cx="1303020" cy="238125"/>
                <wp:effectExtent l="0" t="0" r="11430" b="28575"/>
                <wp:wrapNone/>
                <wp:docPr id="16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4A2F1D" id="Pravokotnik: zaokroženi vogali 9" o:spid="_x0000_s1026" style="position:absolute;margin-left:18.4pt;margin-top:29.05pt;width:102.6pt;height:18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ab/>
      </w:r>
      <w:r w:rsidRPr="00984F4B">
        <w:rPr>
          <w:color w:val="FF0000"/>
        </w:rPr>
        <w:t>&lt;</w:t>
      </w:r>
      <w:proofErr w:type="spellStart"/>
      <w:r w:rsidRPr="00984F4B">
        <w:rPr>
          <w:color w:val="FF0000"/>
        </w:rPr>
        <w:t>html</w:t>
      </w:r>
      <w:proofErr w:type="spellEnd"/>
      <w:r w:rsidRPr="00984F4B">
        <w:rPr>
          <w:color w:val="FF0000"/>
        </w:rPr>
        <w:t>&gt;</w:t>
      </w:r>
    </w:p>
    <w:p w14:paraId="45B8E42E" w14:textId="77777777" w:rsidR="005467A5" w:rsidRPr="00984F4B" w:rsidRDefault="005467A5" w:rsidP="005467A5">
      <w:pPr>
        <w:pStyle w:val="eText"/>
        <w:tabs>
          <w:tab w:val="left" w:pos="510"/>
        </w:tabs>
        <w:rPr>
          <w:color w:val="FF0000"/>
        </w:rPr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B546209" wp14:editId="0F41AA58">
                <wp:simplePos x="0" y="0"/>
                <wp:positionH relativeFrom="column">
                  <wp:posOffset>233680</wp:posOffset>
                </wp:positionH>
                <wp:positionV relativeFrom="paragraph">
                  <wp:posOffset>364963</wp:posOffset>
                </wp:positionV>
                <wp:extent cx="1303020" cy="238125"/>
                <wp:effectExtent l="0" t="0" r="11430" b="28575"/>
                <wp:wrapNone/>
                <wp:docPr id="2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0E1DBE" id="Pravokotnik: zaokroženi vogali 9" o:spid="_x0000_s1026" style="position:absolute;margin-left:18.4pt;margin-top:28.75pt;width:102.6pt;height:18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2BiFAIAAGE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ab/>
      </w:r>
      <w:r w:rsidRPr="00984F4B">
        <w:rPr>
          <w:color w:val="FF0000"/>
        </w:rPr>
        <w:t>&lt;body&gt;</w:t>
      </w:r>
    </w:p>
    <w:p w14:paraId="61169AB7" w14:textId="77777777" w:rsidR="005467A5" w:rsidRPr="00984F4B" w:rsidRDefault="005467A5" w:rsidP="005467A5">
      <w:pPr>
        <w:pStyle w:val="eText"/>
        <w:tabs>
          <w:tab w:val="left" w:pos="510"/>
        </w:tabs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530B8D9" wp14:editId="19305698">
                <wp:simplePos x="0" y="0"/>
                <wp:positionH relativeFrom="column">
                  <wp:posOffset>250825</wp:posOffset>
                </wp:positionH>
                <wp:positionV relativeFrom="paragraph">
                  <wp:posOffset>351628</wp:posOffset>
                </wp:positionV>
                <wp:extent cx="1303020" cy="238125"/>
                <wp:effectExtent l="0" t="0" r="11430" b="28575"/>
                <wp:wrapNone/>
                <wp:docPr id="28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DF4EAE" id="Pravokotnik: zaokroženi vogali 9" o:spid="_x0000_s1026" style="position:absolute;margin-left:19.75pt;margin-top:27.7pt;width:102.6pt;height:18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ab/>
      </w:r>
      <w:r w:rsidRPr="00984F4B">
        <w:rPr>
          <w:color w:val="FF0000"/>
        </w:rPr>
        <w:t>&lt;p&gt;</w:t>
      </w:r>
    </w:p>
    <w:p w14:paraId="3B3A4ECC" w14:textId="547EA246" w:rsidR="005467A5" w:rsidRPr="005467A5" w:rsidRDefault="005467A5" w:rsidP="005467A5">
      <w:pPr>
        <w:pStyle w:val="eText"/>
        <w:tabs>
          <w:tab w:val="left" w:pos="510"/>
          <w:tab w:val="left" w:pos="750"/>
        </w:tabs>
        <w:rPr>
          <w:color w:val="FF0000"/>
        </w:rPr>
      </w:pPr>
      <w:r>
        <w:rPr>
          <w:color w:val="FF0000"/>
        </w:rPr>
        <w:tab/>
      </w:r>
      <w:r w:rsidRPr="005467A5">
        <w:rPr>
          <w:color w:val="FF0000"/>
          <w:lang w:val="sl-SI"/>
        </w:rPr>
        <w:t>Besedilo: odstavek</w:t>
      </w:r>
    </w:p>
    <w:p w14:paraId="5C8CAB57" w14:textId="77777777" w:rsidR="005467A5" w:rsidRDefault="005467A5" w:rsidP="002F6205">
      <w:pPr>
        <w:pStyle w:val="eText"/>
        <w:ind w:left="113"/>
      </w:pPr>
    </w:p>
    <w:p w14:paraId="02B25EB1" w14:textId="6E76BF10" w:rsidR="002629E4" w:rsidRPr="00F8399C" w:rsidRDefault="00984F4B" w:rsidP="002F6205">
      <w:pPr>
        <w:pStyle w:val="eText"/>
        <w:ind w:left="113"/>
      </w:pPr>
      <w:r w:rsidRPr="00F8399C">
        <w:t>Možnosti</w:t>
      </w:r>
      <w:r w:rsidR="002629E4" w:rsidRPr="00F8399C">
        <w:t>: &lt;</w:t>
      </w:r>
      <w:proofErr w:type="spellStart"/>
      <w:r w:rsidR="002629E4" w:rsidRPr="00F8399C">
        <w:t>html</w:t>
      </w:r>
      <w:proofErr w:type="spellEnd"/>
      <w:r w:rsidR="002629E4" w:rsidRPr="00F8399C">
        <w:t xml:space="preserve">&gt;, &lt;body&gt;, &lt;p&gt;, </w:t>
      </w:r>
      <w:r w:rsidR="00AE7E48" w:rsidRPr="0019185F">
        <w:rPr>
          <w:lang w:val="sl-SI"/>
        </w:rPr>
        <w:t>Besedilo: odstavek</w:t>
      </w:r>
    </w:p>
    <w:p w14:paraId="7E6ECFB6" w14:textId="77777777" w:rsidR="00431414" w:rsidRPr="00F8399C" w:rsidRDefault="00431414" w:rsidP="00514303">
      <w:pPr>
        <w:rPr>
          <w:u w:val="single"/>
        </w:rPr>
      </w:pPr>
    </w:p>
    <w:sectPr w:rsidR="00431414" w:rsidRPr="00F8399C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75BDD" w14:textId="77777777" w:rsidR="00F6380D" w:rsidRDefault="00F6380D" w:rsidP="00861A1A">
      <w:r>
        <w:separator/>
      </w:r>
    </w:p>
  </w:endnote>
  <w:endnote w:type="continuationSeparator" w:id="0">
    <w:p w14:paraId="45B91EFC" w14:textId="77777777" w:rsidR="00F6380D" w:rsidRDefault="00F6380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414F11" w14:textId="77777777" w:rsidTr="00CA51B5">
      <w:tc>
        <w:tcPr>
          <w:tcW w:w="2518" w:type="dxa"/>
        </w:tcPr>
        <w:p w14:paraId="2E3F32F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2B9BD1" wp14:editId="04058DA7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548D50E" w14:textId="77777777" w:rsidR="00AE7E48" w:rsidRPr="00AE7E48" w:rsidRDefault="00AE7E48" w:rsidP="00AE7E4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proofErr w:type="spellStart"/>
          <w:r w:rsidRPr="00AE7E48">
            <w:rPr>
              <w:sz w:val="16"/>
              <w:szCs w:val="16"/>
              <w:lang w:val="de-DE"/>
            </w:rPr>
            <w:t>Izvedba</w:t>
          </w:r>
          <w:proofErr w:type="spellEnd"/>
          <w:r w:rsidRPr="00AE7E48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AE7E48">
            <w:rPr>
              <w:sz w:val="16"/>
              <w:szCs w:val="16"/>
              <w:lang w:val="de-DE"/>
            </w:rPr>
            <w:t>tega</w:t>
          </w:r>
          <w:proofErr w:type="spellEnd"/>
          <w:r w:rsidRPr="00AE7E48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AE7E48">
            <w:rPr>
              <w:sz w:val="16"/>
              <w:szCs w:val="16"/>
              <w:lang w:val="de-DE"/>
            </w:rPr>
            <w:t>projekta</w:t>
          </w:r>
          <w:proofErr w:type="spellEnd"/>
          <w:r w:rsidRPr="00AE7E48">
            <w:rPr>
              <w:sz w:val="16"/>
              <w:szCs w:val="16"/>
              <w:lang w:val="de-DE"/>
            </w:rPr>
            <w:t xml:space="preserve"> je </w:t>
          </w:r>
          <w:proofErr w:type="spellStart"/>
          <w:r w:rsidRPr="00AE7E48">
            <w:rPr>
              <w:sz w:val="16"/>
              <w:szCs w:val="16"/>
              <w:lang w:val="de-DE"/>
            </w:rPr>
            <w:t>financirana</w:t>
          </w:r>
          <w:proofErr w:type="spellEnd"/>
          <w:r w:rsidRPr="00AE7E48">
            <w:rPr>
              <w:sz w:val="16"/>
              <w:szCs w:val="16"/>
              <w:lang w:val="de-DE"/>
            </w:rPr>
            <w:t xml:space="preserve"> s </w:t>
          </w:r>
          <w:proofErr w:type="spellStart"/>
          <w:r w:rsidRPr="00AE7E48">
            <w:rPr>
              <w:sz w:val="16"/>
              <w:szCs w:val="16"/>
              <w:lang w:val="de-DE"/>
            </w:rPr>
            <w:t>strani</w:t>
          </w:r>
          <w:proofErr w:type="spellEnd"/>
          <w:r w:rsidRPr="00AE7E48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AE7E48">
            <w:rPr>
              <w:sz w:val="16"/>
              <w:szCs w:val="16"/>
              <w:lang w:val="de-DE"/>
            </w:rPr>
            <w:t>Evropske</w:t>
          </w:r>
          <w:proofErr w:type="spellEnd"/>
          <w:r w:rsidRPr="00AE7E48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AE7E48">
            <w:rPr>
              <w:sz w:val="16"/>
              <w:szCs w:val="16"/>
              <w:lang w:val="de-DE"/>
            </w:rPr>
            <w:t>komisije</w:t>
          </w:r>
          <w:proofErr w:type="spellEnd"/>
          <w:r w:rsidRPr="00AE7E48">
            <w:rPr>
              <w:sz w:val="16"/>
              <w:szCs w:val="16"/>
              <w:lang w:val="de-DE"/>
            </w:rPr>
            <w:t>.</w:t>
          </w:r>
        </w:p>
        <w:p w14:paraId="06D86257" w14:textId="26224876" w:rsidR="00BF5E09" w:rsidRPr="004A7E5F" w:rsidRDefault="00AE7E48" w:rsidP="00AE7E4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AE7E48">
            <w:rPr>
              <w:sz w:val="16"/>
              <w:szCs w:val="16"/>
              <w:lang w:val="en-US"/>
            </w:rPr>
            <w:t>Vsebina</w:t>
          </w:r>
          <w:proofErr w:type="spellEnd"/>
          <w:r w:rsidRPr="00AE7E4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E7E48">
            <w:rPr>
              <w:sz w:val="16"/>
              <w:szCs w:val="16"/>
              <w:lang w:val="en-US"/>
            </w:rPr>
            <w:t>publikacije</w:t>
          </w:r>
          <w:proofErr w:type="spellEnd"/>
          <w:r w:rsidRPr="00AE7E48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AE7E48">
            <w:rPr>
              <w:sz w:val="16"/>
              <w:szCs w:val="16"/>
              <w:lang w:val="en-US"/>
            </w:rPr>
            <w:t>komunikacije</w:t>
          </w:r>
          <w:proofErr w:type="spellEnd"/>
          <w:r w:rsidRPr="00AE7E48">
            <w:rPr>
              <w:sz w:val="16"/>
              <w:szCs w:val="16"/>
              <w:lang w:val="en-US"/>
            </w:rPr>
            <w:t xml:space="preserve">) je </w:t>
          </w:r>
          <w:proofErr w:type="spellStart"/>
          <w:r w:rsidRPr="00AE7E48">
            <w:rPr>
              <w:sz w:val="16"/>
              <w:szCs w:val="16"/>
              <w:lang w:val="en-US"/>
            </w:rPr>
            <w:t>izključno</w:t>
          </w:r>
          <w:proofErr w:type="spellEnd"/>
          <w:r w:rsidRPr="00AE7E4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E7E48">
            <w:rPr>
              <w:sz w:val="16"/>
              <w:szCs w:val="16"/>
              <w:lang w:val="en-US"/>
            </w:rPr>
            <w:t>odgovornost</w:t>
          </w:r>
          <w:proofErr w:type="spellEnd"/>
          <w:r w:rsidRPr="00AE7E4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E7E48">
            <w:rPr>
              <w:sz w:val="16"/>
              <w:szCs w:val="16"/>
              <w:lang w:val="en-US"/>
            </w:rPr>
            <w:t>avtorja</w:t>
          </w:r>
          <w:proofErr w:type="spellEnd"/>
          <w:r w:rsidRPr="00AE7E48">
            <w:rPr>
              <w:sz w:val="16"/>
              <w:szCs w:val="16"/>
              <w:lang w:val="en-US"/>
            </w:rPr>
            <w:t xml:space="preserve"> in v </w:t>
          </w:r>
          <w:proofErr w:type="spellStart"/>
          <w:r w:rsidRPr="00AE7E48">
            <w:rPr>
              <w:sz w:val="16"/>
              <w:szCs w:val="16"/>
              <w:lang w:val="en-US"/>
            </w:rPr>
            <w:t>nobenem</w:t>
          </w:r>
          <w:proofErr w:type="spellEnd"/>
          <w:r w:rsidRPr="00AE7E4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E7E48">
            <w:rPr>
              <w:sz w:val="16"/>
              <w:szCs w:val="16"/>
              <w:lang w:val="en-US"/>
            </w:rPr>
            <w:t>primeru</w:t>
          </w:r>
          <w:proofErr w:type="spellEnd"/>
          <w:r w:rsidRPr="00AE7E48">
            <w:rPr>
              <w:sz w:val="16"/>
              <w:szCs w:val="16"/>
              <w:lang w:val="en-US"/>
            </w:rPr>
            <w:t xml:space="preserve"> ne </w:t>
          </w:r>
          <w:proofErr w:type="spellStart"/>
          <w:r w:rsidRPr="00AE7E48">
            <w:rPr>
              <w:sz w:val="16"/>
              <w:szCs w:val="16"/>
              <w:lang w:val="en-US"/>
            </w:rPr>
            <w:t>predstavlja</w:t>
          </w:r>
          <w:proofErr w:type="spellEnd"/>
          <w:r w:rsidRPr="00AE7E4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E7E48">
            <w:rPr>
              <w:sz w:val="16"/>
              <w:szCs w:val="16"/>
              <w:lang w:val="en-US"/>
            </w:rPr>
            <w:t>stališč</w:t>
          </w:r>
          <w:proofErr w:type="spellEnd"/>
          <w:r w:rsidRPr="00AE7E4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E7E48">
            <w:rPr>
              <w:sz w:val="16"/>
              <w:szCs w:val="16"/>
              <w:lang w:val="en-US"/>
            </w:rPr>
            <w:t>Evropske</w:t>
          </w:r>
          <w:proofErr w:type="spellEnd"/>
          <w:r w:rsidRPr="00AE7E4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E7E48">
            <w:rPr>
              <w:sz w:val="16"/>
              <w:szCs w:val="16"/>
              <w:lang w:val="en-US"/>
            </w:rPr>
            <w:t>komisije</w:t>
          </w:r>
          <w:proofErr w:type="spellEnd"/>
          <w:r w:rsidRPr="00AE7E48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52E5D151" w14:textId="77777777" w:rsidTr="00CA51B5">
      <w:tc>
        <w:tcPr>
          <w:tcW w:w="8472" w:type="dxa"/>
          <w:gridSpan w:val="2"/>
        </w:tcPr>
        <w:p w14:paraId="0283002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6A92B0F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59BEC5D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06DA2" w14:textId="77777777" w:rsidR="00F6380D" w:rsidRDefault="00F6380D" w:rsidP="00861A1A">
      <w:r>
        <w:separator/>
      </w:r>
    </w:p>
  </w:footnote>
  <w:footnote w:type="continuationSeparator" w:id="0">
    <w:p w14:paraId="4A2D816C" w14:textId="77777777" w:rsidR="00F6380D" w:rsidRDefault="00F6380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6E2F" w14:textId="36251835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6AC22E3" wp14:editId="54C3374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AE7E48" w:rsidRPr="002B41A8">
      <w:rPr>
        <w:rFonts w:ascii="Calibri" w:hAnsi="Calibri"/>
        <w:b/>
        <w:smallCaps/>
        <w:noProof/>
      </w:rPr>
      <w:t>DELOVNI LIST</w:t>
    </w:r>
  </w:p>
  <w:p w14:paraId="7643A022" w14:textId="77777777" w:rsidR="00C70AAB" w:rsidRPr="00C148FD" w:rsidRDefault="00C70AAB" w:rsidP="00C70AAB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JavaScript DOM</w:t>
    </w:r>
  </w:p>
  <w:p w14:paraId="568ED691" w14:textId="33EF169F" w:rsidR="00C148FD" w:rsidRPr="00C148FD" w:rsidRDefault="00C148FD" w:rsidP="00C70AAB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AE9F2C"/>
    <w:lvl w:ilvl="0" w:tplc="D33C588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9490D"/>
    <w:multiLevelType w:val="hybridMultilevel"/>
    <w:tmpl w:val="B2088188"/>
    <w:lvl w:ilvl="0" w:tplc="B3B000F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8"/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TMysTQ3MjZS0lEKTi0uzszPAykwrgUAXn9+6CwAAAA="/>
  </w:docVars>
  <w:rsids>
    <w:rsidRoot w:val="00563AEB"/>
    <w:rsid w:val="000030DF"/>
    <w:rsid w:val="0000673F"/>
    <w:rsid w:val="000111D7"/>
    <w:rsid w:val="00016AD8"/>
    <w:rsid w:val="00017595"/>
    <w:rsid w:val="00021197"/>
    <w:rsid w:val="00030EDA"/>
    <w:rsid w:val="00032CD7"/>
    <w:rsid w:val="000335D5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0C6FB8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4D05"/>
    <w:rsid w:val="00165F85"/>
    <w:rsid w:val="00170E72"/>
    <w:rsid w:val="00171D52"/>
    <w:rsid w:val="0017377E"/>
    <w:rsid w:val="001840EA"/>
    <w:rsid w:val="00185BED"/>
    <w:rsid w:val="001922A0"/>
    <w:rsid w:val="00195A08"/>
    <w:rsid w:val="001A6E9B"/>
    <w:rsid w:val="001B057D"/>
    <w:rsid w:val="001C5B3F"/>
    <w:rsid w:val="001D00A1"/>
    <w:rsid w:val="001F00DC"/>
    <w:rsid w:val="001F6290"/>
    <w:rsid w:val="001F6324"/>
    <w:rsid w:val="00213F2C"/>
    <w:rsid w:val="00222EE8"/>
    <w:rsid w:val="00223478"/>
    <w:rsid w:val="00225015"/>
    <w:rsid w:val="002252B6"/>
    <w:rsid w:val="002373F1"/>
    <w:rsid w:val="002629E4"/>
    <w:rsid w:val="00272012"/>
    <w:rsid w:val="002825A8"/>
    <w:rsid w:val="00283A7C"/>
    <w:rsid w:val="002850DE"/>
    <w:rsid w:val="00292860"/>
    <w:rsid w:val="002976A9"/>
    <w:rsid w:val="0029783D"/>
    <w:rsid w:val="002B0278"/>
    <w:rsid w:val="002B0866"/>
    <w:rsid w:val="002B41A8"/>
    <w:rsid w:val="002E301D"/>
    <w:rsid w:val="002F6205"/>
    <w:rsid w:val="00304ADA"/>
    <w:rsid w:val="00306B9F"/>
    <w:rsid w:val="00307892"/>
    <w:rsid w:val="00315203"/>
    <w:rsid w:val="00337851"/>
    <w:rsid w:val="003424C0"/>
    <w:rsid w:val="00342883"/>
    <w:rsid w:val="00347E4D"/>
    <w:rsid w:val="00351AF3"/>
    <w:rsid w:val="00363CB3"/>
    <w:rsid w:val="0037508F"/>
    <w:rsid w:val="0039238A"/>
    <w:rsid w:val="003B1326"/>
    <w:rsid w:val="003C2268"/>
    <w:rsid w:val="003C4DFA"/>
    <w:rsid w:val="003C5B45"/>
    <w:rsid w:val="003D41BB"/>
    <w:rsid w:val="003D4646"/>
    <w:rsid w:val="003E01BE"/>
    <w:rsid w:val="003F03EB"/>
    <w:rsid w:val="003F623C"/>
    <w:rsid w:val="003F7F87"/>
    <w:rsid w:val="00402B09"/>
    <w:rsid w:val="00417ED2"/>
    <w:rsid w:val="00431414"/>
    <w:rsid w:val="00435704"/>
    <w:rsid w:val="0044547E"/>
    <w:rsid w:val="00451B13"/>
    <w:rsid w:val="00454529"/>
    <w:rsid w:val="0046567F"/>
    <w:rsid w:val="00472203"/>
    <w:rsid w:val="00475954"/>
    <w:rsid w:val="004767EE"/>
    <w:rsid w:val="00492966"/>
    <w:rsid w:val="004A01E5"/>
    <w:rsid w:val="004A0446"/>
    <w:rsid w:val="004A39DD"/>
    <w:rsid w:val="004A7B44"/>
    <w:rsid w:val="004A7E5F"/>
    <w:rsid w:val="004C0E36"/>
    <w:rsid w:val="004D6BA8"/>
    <w:rsid w:val="004E5E95"/>
    <w:rsid w:val="004E70EA"/>
    <w:rsid w:val="004F5AFF"/>
    <w:rsid w:val="005132B0"/>
    <w:rsid w:val="00514303"/>
    <w:rsid w:val="00517E3A"/>
    <w:rsid w:val="0052284C"/>
    <w:rsid w:val="0052400D"/>
    <w:rsid w:val="005467A5"/>
    <w:rsid w:val="00560A89"/>
    <w:rsid w:val="00561B7B"/>
    <w:rsid w:val="00561C5A"/>
    <w:rsid w:val="00563AEB"/>
    <w:rsid w:val="005728B3"/>
    <w:rsid w:val="005738D5"/>
    <w:rsid w:val="0057504E"/>
    <w:rsid w:val="005832C4"/>
    <w:rsid w:val="005833A6"/>
    <w:rsid w:val="00584885"/>
    <w:rsid w:val="00587966"/>
    <w:rsid w:val="005B2E55"/>
    <w:rsid w:val="005B37E2"/>
    <w:rsid w:val="005B460C"/>
    <w:rsid w:val="005B4FCA"/>
    <w:rsid w:val="005C5E6B"/>
    <w:rsid w:val="005D6039"/>
    <w:rsid w:val="005D7525"/>
    <w:rsid w:val="005E1AB1"/>
    <w:rsid w:val="005E20B2"/>
    <w:rsid w:val="005E5A22"/>
    <w:rsid w:val="005F17A1"/>
    <w:rsid w:val="005F5FA1"/>
    <w:rsid w:val="006016A2"/>
    <w:rsid w:val="00625B5A"/>
    <w:rsid w:val="00627288"/>
    <w:rsid w:val="0063686B"/>
    <w:rsid w:val="006435FE"/>
    <w:rsid w:val="0064494B"/>
    <w:rsid w:val="00654C16"/>
    <w:rsid w:val="0066326F"/>
    <w:rsid w:val="0068067D"/>
    <w:rsid w:val="0068131D"/>
    <w:rsid w:val="00682906"/>
    <w:rsid w:val="00683A34"/>
    <w:rsid w:val="00685008"/>
    <w:rsid w:val="00690FB1"/>
    <w:rsid w:val="00695314"/>
    <w:rsid w:val="006A24C7"/>
    <w:rsid w:val="006B042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17C90"/>
    <w:rsid w:val="0073574D"/>
    <w:rsid w:val="00745F1C"/>
    <w:rsid w:val="007460F9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0560F"/>
    <w:rsid w:val="00813612"/>
    <w:rsid w:val="0081479C"/>
    <w:rsid w:val="00825830"/>
    <w:rsid w:val="00826CB2"/>
    <w:rsid w:val="00830375"/>
    <w:rsid w:val="00831014"/>
    <w:rsid w:val="00832323"/>
    <w:rsid w:val="00837E82"/>
    <w:rsid w:val="00852802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13C8"/>
    <w:rsid w:val="00963F86"/>
    <w:rsid w:val="0096761A"/>
    <w:rsid w:val="00967976"/>
    <w:rsid w:val="0097175A"/>
    <w:rsid w:val="00974B16"/>
    <w:rsid w:val="009802AD"/>
    <w:rsid w:val="00984F4B"/>
    <w:rsid w:val="009A1391"/>
    <w:rsid w:val="009A5F9E"/>
    <w:rsid w:val="009A6DD0"/>
    <w:rsid w:val="009B638C"/>
    <w:rsid w:val="009C3A3C"/>
    <w:rsid w:val="009C7B24"/>
    <w:rsid w:val="009D5FD4"/>
    <w:rsid w:val="009E2A2A"/>
    <w:rsid w:val="009F6E5E"/>
    <w:rsid w:val="00A01805"/>
    <w:rsid w:val="00A17111"/>
    <w:rsid w:val="00A21409"/>
    <w:rsid w:val="00A26A28"/>
    <w:rsid w:val="00A41E41"/>
    <w:rsid w:val="00A50FFF"/>
    <w:rsid w:val="00A527AF"/>
    <w:rsid w:val="00A54992"/>
    <w:rsid w:val="00A633E1"/>
    <w:rsid w:val="00A655EE"/>
    <w:rsid w:val="00A65E53"/>
    <w:rsid w:val="00A65F28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E7E48"/>
    <w:rsid w:val="00AF5281"/>
    <w:rsid w:val="00B01599"/>
    <w:rsid w:val="00B11C71"/>
    <w:rsid w:val="00B15DB4"/>
    <w:rsid w:val="00B177D0"/>
    <w:rsid w:val="00B3151A"/>
    <w:rsid w:val="00B37307"/>
    <w:rsid w:val="00B5145B"/>
    <w:rsid w:val="00B707D0"/>
    <w:rsid w:val="00B70ED4"/>
    <w:rsid w:val="00B75FF7"/>
    <w:rsid w:val="00B80E76"/>
    <w:rsid w:val="00B816F4"/>
    <w:rsid w:val="00B822EA"/>
    <w:rsid w:val="00B84417"/>
    <w:rsid w:val="00B94FBB"/>
    <w:rsid w:val="00BA3595"/>
    <w:rsid w:val="00BB099B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0629B"/>
    <w:rsid w:val="00C10DF6"/>
    <w:rsid w:val="00C148FD"/>
    <w:rsid w:val="00C2393A"/>
    <w:rsid w:val="00C455F4"/>
    <w:rsid w:val="00C51A4E"/>
    <w:rsid w:val="00C55039"/>
    <w:rsid w:val="00C5580D"/>
    <w:rsid w:val="00C57915"/>
    <w:rsid w:val="00C6010E"/>
    <w:rsid w:val="00C6032E"/>
    <w:rsid w:val="00C70AAB"/>
    <w:rsid w:val="00C7264E"/>
    <w:rsid w:val="00C767C9"/>
    <w:rsid w:val="00C878F0"/>
    <w:rsid w:val="00C879EB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1409A"/>
    <w:rsid w:val="00D20A5C"/>
    <w:rsid w:val="00D2650E"/>
    <w:rsid w:val="00D33524"/>
    <w:rsid w:val="00D573B0"/>
    <w:rsid w:val="00D6535B"/>
    <w:rsid w:val="00D71B81"/>
    <w:rsid w:val="00D773FA"/>
    <w:rsid w:val="00DA0AB5"/>
    <w:rsid w:val="00DA18A6"/>
    <w:rsid w:val="00DA1F5C"/>
    <w:rsid w:val="00DA24E3"/>
    <w:rsid w:val="00DB2F24"/>
    <w:rsid w:val="00DB674B"/>
    <w:rsid w:val="00DC1C3F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1AE"/>
    <w:rsid w:val="00EA39BF"/>
    <w:rsid w:val="00EB6B74"/>
    <w:rsid w:val="00EB6E4B"/>
    <w:rsid w:val="00EC264D"/>
    <w:rsid w:val="00EC77B0"/>
    <w:rsid w:val="00ED2956"/>
    <w:rsid w:val="00EE3197"/>
    <w:rsid w:val="00EF2951"/>
    <w:rsid w:val="00EF6DC5"/>
    <w:rsid w:val="00F01181"/>
    <w:rsid w:val="00F03DBA"/>
    <w:rsid w:val="00F1459B"/>
    <w:rsid w:val="00F168D6"/>
    <w:rsid w:val="00F24638"/>
    <w:rsid w:val="00F248A4"/>
    <w:rsid w:val="00F40215"/>
    <w:rsid w:val="00F46B18"/>
    <w:rsid w:val="00F60891"/>
    <w:rsid w:val="00F6380D"/>
    <w:rsid w:val="00F748A6"/>
    <w:rsid w:val="00F82C59"/>
    <w:rsid w:val="00F8399C"/>
    <w:rsid w:val="00F871C6"/>
    <w:rsid w:val="00F8749B"/>
    <w:rsid w:val="00FA74D9"/>
    <w:rsid w:val="00FA7826"/>
    <w:rsid w:val="00FB201E"/>
    <w:rsid w:val="00FD4028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425E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409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2F6205"/>
    <w:pPr>
      <w:numPr>
        <w:numId w:val="2"/>
      </w:numPr>
      <w:ind w:left="470" w:hanging="357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7508F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B11C7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11C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1C7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11C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11C71"/>
    <w:rPr>
      <w:b/>
      <w:bCs/>
    </w:rPr>
  </w:style>
  <w:style w:type="paragraph" w:customStyle="1" w:styleId="eText">
    <w:name w:val="eText"/>
    <w:basedOn w:val="Normln"/>
    <w:link w:val="eTextChar"/>
    <w:rsid w:val="005833A6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5833A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0</TotalTime>
  <Pages>2</Pages>
  <Words>144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2</cp:revision>
  <cp:lastPrinted>2013-05-24T14:00:00Z</cp:lastPrinted>
  <dcterms:created xsi:type="dcterms:W3CDTF">2023-02-27T14:41:00Z</dcterms:created>
  <dcterms:modified xsi:type="dcterms:W3CDTF">2023-02-27T14:41:00Z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