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1893CFD6" w:rsidR="00063674" w:rsidRPr="00201094" w:rsidRDefault="00201094" w:rsidP="00201094">
      <w:pPr>
        <w:pStyle w:val="eTask"/>
        <w:rPr>
          <w:lang w:val="sl-SI"/>
        </w:rPr>
      </w:pPr>
      <w:bookmarkStart w:id="0" w:name="_Hlk97716694"/>
      <w:r w:rsidRPr="00F236EA">
        <w:rPr>
          <w:lang w:val="sl-SI"/>
        </w:rPr>
        <w:t xml:space="preserve">Z metodo getElementById poiščite </w:t>
      </w:r>
      <w:r w:rsidRPr="00201094">
        <w:t>element</w:t>
      </w:r>
      <w:r w:rsidRPr="00F236EA">
        <w:rPr>
          <w:lang w:val="sl-SI"/>
        </w:rPr>
        <w:t xml:space="preserve"> &lt;p&gt; in spremenite besedilo v "Novo besedilo".</w:t>
      </w:r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1161FA8D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201094" w:rsidRPr="00F236EA">
        <w:rPr>
          <w:lang w:val="sl-SI"/>
        </w:rPr>
        <w:t>Staro besedilo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368A15A1" w:rsidR="00BC1251" w:rsidRPr="00031743" w:rsidRDefault="000C01E0" w:rsidP="000C01E0">
      <w:pPr>
        <w:spacing w:before="60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5919438E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8F487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BC1251" w:rsidRPr="00031743">
        <w:t xml:space="preserve"> </w:t>
      </w:r>
      <w:r>
        <w:t xml:space="preserve"> </w:t>
      </w:r>
      <w:r w:rsidR="00BC1251" w:rsidRPr="00031743">
        <w:t>= "</w:t>
      </w:r>
      <w:r w:rsidR="00201094" w:rsidRPr="00F236EA">
        <w:rPr>
          <w:lang w:val="sl-SI"/>
        </w:rPr>
        <w:t>Novo besedilo</w:t>
      </w:r>
      <w:r w:rsidR="00BC1251" w:rsidRPr="00031743">
        <w:t>";</w:t>
      </w:r>
    </w:p>
    <w:p w14:paraId="7BB947A9" w14:textId="15232FEA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680E4714" w:rsidR="00876353" w:rsidRPr="0046521F" w:rsidRDefault="00201094" w:rsidP="000C01E0">
      <w:pPr>
        <w:pStyle w:val="eTask"/>
        <w:rPr>
          <w:lang w:val="cs-CZ"/>
        </w:rPr>
      </w:pPr>
      <w:r w:rsidRPr="00F236EA">
        <w:rPr>
          <w:lang w:val="sl-SI"/>
        </w:rPr>
        <w:t>Povežite pravilne razlage metod</w:t>
      </w:r>
    </w:p>
    <w:p w14:paraId="7D352D49" w14:textId="77777777" w:rsidR="00876353" w:rsidRPr="0046521F" w:rsidRDefault="00876353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201094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1238F64A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51A34C39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Metoda, ki se uporablja za iskanje elementa po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201094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292E3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8096EB9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 za odstranitev podrejenega elementa HTML.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D12A7D2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068C9001" w:rsidR="00031743" w:rsidRPr="00031743" w:rsidRDefault="00201094" w:rsidP="00031743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 xml:space="preserve">Lastnost, ki se uporablja za nastavljanje ali vračanje vsebine HTML elementa. 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7FBD0A16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</w:tcPr>
          <w:p w14:paraId="057C47EA" w14:textId="2DA6D3E7" w:rsidR="00031743" w:rsidRPr="00031743" w:rsidRDefault="00201094" w:rsidP="00201094">
            <w:pPr>
              <w:pStyle w:val="eCheckBoxText"/>
              <w:ind w:left="0" w:firstLine="0"/>
              <w:contextualSpacing/>
              <w:jc w:val="center"/>
            </w:pPr>
            <w:r w:rsidRPr="00F236EA">
              <w:rPr>
                <w:lang w:val="sl-SI"/>
              </w:rPr>
              <w:t>Metoda za spreminjanje vrednosti atributa v</w:t>
            </w:r>
            <w:r>
              <w:rPr>
                <w:lang w:val="sl-SI"/>
              </w:rPr>
              <w:t> </w:t>
            </w:r>
            <w:r w:rsidRPr="00F236EA">
              <w:rPr>
                <w:lang w:val="sl-SI"/>
              </w:rPr>
              <w:t>dokumentu HTML.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794A763E" w:rsidR="00DA3B3D" w:rsidRPr="00031743" w:rsidRDefault="00201094" w:rsidP="000C01E0">
      <w:pPr>
        <w:pStyle w:val="eTask"/>
      </w:pPr>
      <w:r w:rsidRPr="00F236EA">
        <w:rPr>
          <w:lang w:val="sl-SI"/>
        </w:rPr>
        <w:t>Z metodo getElementsByTagName poiščite prvi element &lt;p&gt; in spremenite besedilo v "Novo besedilo".</w:t>
      </w:r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2978AC78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201094" w:rsidRPr="00F236EA">
        <w:rPr>
          <w:lang w:val="sl-SI"/>
        </w:rPr>
        <w:t>Staro besedilo</w:t>
      </w:r>
      <w:r w:rsidRPr="00031743">
        <w:t>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63680831" w:rsidR="00D33CBB" w:rsidRPr="00031743" w:rsidRDefault="000C01E0" w:rsidP="000C01E0">
      <w:pPr>
        <w:spacing w:before="60"/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89FA9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1E50E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25CEDAFA" w14:textId="020C3EB8" w:rsidR="00D33CBB" w:rsidRPr="00031743" w:rsidRDefault="00D33CBB" w:rsidP="000C01E0">
      <w:pPr>
        <w:ind w:left="142"/>
        <w:rPr>
          <w:color w:val="FF0000"/>
        </w:rPr>
      </w:pPr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D38EE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3F784F48" w14:textId="2ACED95C" w:rsidR="00D33CBB" w:rsidRPr="00031743" w:rsidRDefault="00D33CBB" w:rsidP="000C01E0">
      <w:pPr>
        <w:ind w:left="142"/>
        <w:rPr>
          <w:color w:val="FF0000"/>
        </w:rPr>
      </w:pP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B1564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5C7560F6" w:rsidR="00D33CBB" w:rsidRPr="00031743" w:rsidRDefault="00D33CBB" w:rsidP="000C01E0">
      <w:pPr>
        <w:ind w:left="142"/>
        <w:rPr>
          <w:color w:val="FF0000"/>
        </w:rPr>
      </w:pP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09CF0774" w:rsidR="00AC26F9" w:rsidRPr="00031743" w:rsidRDefault="00AC26F9" w:rsidP="00AC26F9">
      <w:r w:rsidRPr="00031743">
        <w:t>= "</w:t>
      </w:r>
      <w:r w:rsidR="00201094" w:rsidRPr="00F236EA">
        <w:rPr>
          <w:lang w:val="sl-SI"/>
        </w:rPr>
        <w:t>Novo besedilo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6F567181" w:rsidR="00472F18" w:rsidRDefault="00201094" w:rsidP="00472F18">
      <w:r w:rsidRPr="008F0806">
        <w:rPr>
          <w:lang w:val="sl-SI"/>
        </w:rPr>
        <w:t>Izbira: document., getElementByTagName, ("p"), [0]</w:t>
      </w:r>
    </w:p>
    <w:p w14:paraId="54D36DC1" w14:textId="00F45E7E" w:rsidR="002629E4" w:rsidRPr="000C01E0" w:rsidRDefault="00201094" w:rsidP="00201094">
      <w:pPr>
        <w:pStyle w:val="eTask"/>
        <w:rPr>
          <w:lang w:val="cs-CZ"/>
        </w:rPr>
      </w:pPr>
      <w:proofErr w:type="spellStart"/>
      <w:r w:rsidRPr="00201094">
        <w:rPr>
          <w:lang w:val="cs-CZ"/>
        </w:rPr>
        <w:lastRenderedPageBreak/>
        <w:t>Spremenite</w:t>
      </w:r>
      <w:proofErr w:type="spellEnd"/>
      <w:r w:rsidRPr="00201094">
        <w:rPr>
          <w:lang w:val="cs-CZ"/>
        </w:rPr>
        <w:t xml:space="preserve"> barvo </w:t>
      </w:r>
      <w:proofErr w:type="spellStart"/>
      <w:r w:rsidRPr="00201094">
        <w:t>besedila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elementa</w:t>
      </w:r>
      <w:proofErr w:type="spellEnd"/>
      <w:r w:rsidRPr="00201094">
        <w:rPr>
          <w:lang w:val="cs-CZ"/>
        </w:rPr>
        <w:t xml:space="preserve"> &lt;p&gt; v "</w:t>
      </w:r>
      <w:proofErr w:type="spellStart"/>
      <w:r w:rsidRPr="00201094">
        <w:rPr>
          <w:lang w:val="cs-CZ"/>
        </w:rPr>
        <w:t>rumeno</w:t>
      </w:r>
      <w:proofErr w:type="spellEnd"/>
      <w:r w:rsidRPr="00201094">
        <w:rPr>
          <w:lang w:val="cs-CZ"/>
        </w:rPr>
        <w:t>"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08393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7E131CD7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r w:rsidRPr="00031743">
        <w:t>example</w:t>
      </w:r>
      <w:proofErr w:type="spellEnd"/>
      <w:r w:rsidRPr="00031743">
        <w:t>")</w:t>
      </w:r>
      <w:r w:rsidR="0046521F">
        <w:rPr>
          <w:color w:val="FF0000"/>
        </w:rPr>
        <w:tab/>
        <w:t xml:space="preserve">            </w:t>
      </w:r>
      <w:r w:rsidR="000C01E0">
        <w:t xml:space="preserve"> </w:t>
      </w:r>
      <w:r w:rsidRPr="00031743">
        <w:t>= "</w:t>
      </w:r>
      <w:r w:rsidR="000C01E0">
        <w:t xml:space="preserve">  </w:t>
      </w:r>
      <w:r w:rsidR="0046521F">
        <w:t xml:space="preserve">             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72681197" w:rsidR="009C3A3C" w:rsidRPr="00031743" w:rsidRDefault="00201094" w:rsidP="00201094">
      <w:pPr>
        <w:pStyle w:val="eTask"/>
      </w:pPr>
      <w:proofErr w:type="spellStart"/>
      <w:r w:rsidRPr="00201094">
        <w:t>Navedite</w:t>
      </w:r>
      <w:proofErr w:type="spellEnd"/>
      <w:r w:rsidRPr="00201094">
        <w:t xml:space="preserve"> </w:t>
      </w:r>
      <w:proofErr w:type="spellStart"/>
      <w:r w:rsidRPr="00201094">
        <w:t>vsaj</w:t>
      </w:r>
      <w:proofErr w:type="spellEnd"/>
      <w:r w:rsidRPr="00201094">
        <w:t xml:space="preserve"> </w:t>
      </w:r>
      <w:proofErr w:type="spellStart"/>
      <w:r w:rsidRPr="00201094">
        <w:t>eno</w:t>
      </w:r>
      <w:proofErr w:type="spellEnd"/>
      <w:r w:rsidRPr="00201094">
        <w:t xml:space="preserve"> </w:t>
      </w:r>
      <w:proofErr w:type="spellStart"/>
      <w:r w:rsidRPr="00201094">
        <w:t>metodo</w:t>
      </w:r>
      <w:proofErr w:type="spellEnd"/>
      <w:r w:rsidRPr="00201094">
        <w:t xml:space="preserve"> </w:t>
      </w:r>
      <w:proofErr w:type="spellStart"/>
      <w:r w:rsidRPr="00201094">
        <w:t>za</w:t>
      </w:r>
      <w:proofErr w:type="spellEnd"/>
      <w:r w:rsidRPr="00201094">
        <w:t xml:space="preserve"> </w:t>
      </w:r>
      <w:proofErr w:type="spellStart"/>
      <w:r w:rsidRPr="00201094">
        <w:t>odstranjevanje</w:t>
      </w:r>
      <w:proofErr w:type="spellEnd"/>
      <w:r w:rsidRPr="00201094">
        <w:t xml:space="preserve"> </w:t>
      </w:r>
      <w:proofErr w:type="spellStart"/>
      <w:r w:rsidRPr="00201094">
        <w:t>elementov</w:t>
      </w:r>
      <w:proofErr w:type="spellEnd"/>
      <w:r w:rsidRPr="00201094">
        <w:t xml:space="preserve">. </w:t>
      </w:r>
      <w:proofErr w:type="spellStart"/>
      <w:r w:rsidRPr="00201094">
        <w:t>Uporabite</w:t>
      </w:r>
      <w:proofErr w:type="spellEnd"/>
      <w:r w:rsidRPr="00201094">
        <w:t xml:space="preserve"> </w:t>
      </w:r>
      <w:proofErr w:type="spellStart"/>
      <w:r w:rsidRPr="00201094">
        <w:t>samo</w:t>
      </w:r>
      <w:proofErr w:type="spellEnd"/>
      <w:r w:rsidRPr="00201094">
        <w:t xml:space="preserve"> </w:t>
      </w:r>
      <w:proofErr w:type="spellStart"/>
      <w:r w:rsidRPr="00201094">
        <w:t>besede</w:t>
      </w:r>
      <w:proofErr w:type="spellEnd"/>
      <w:r w:rsidRPr="00201094">
        <w:t xml:space="preserve"> s</w:t>
      </w:r>
      <w:r>
        <w:t> </w:t>
      </w:r>
      <w:proofErr w:type="spellStart"/>
      <w:r w:rsidRPr="00201094">
        <w:t>pravilnim</w:t>
      </w:r>
      <w:proofErr w:type="spellEnd"/>
      <w:r w:rsidRPr="00201094">
        <w:t xml:space="preserve"> </w:t>
      </w:r>
      <w:proofErr w:type="spellStart"/>
      <w:r w:rsidRPr="00201094">
        <w:t>stavkom</w:t>
      </w:r>
      <w:proofErr w:type="spellEnd"/>
      <w:r w:rsidRPr="00201094">
        <w:t xml:space="preserve">, </w:t>
      </w:r>
      <w:proofErr w:type="spellStart"/>
      <w:r w:rsidRPr="00201094">
        <w:t>brez</w:t>
      </w:r>
      <w:proofErr w:type="spellEnd"/>
      <w:r w:rsidRPr="00201094">
        <w:t xml:space="preserve"> </w:t>
      </w:r>
      <w:proofErr w:type="spellStart"/>
      <w:r w:rsidRPr="00201094">
        <w:t>oklepajev</w:t>
      </w:r>
      <w:proofErr w:type="spellEnd"/>
      <w:r w:rsidRPr="00201094">
        <w:t>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67AF9236" w:rsidR="0037508F" w:rsidRPr="0046521F" w:rsidRDefault="0046521F" w:rsidP="0037508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7184CA1A" w14:textId="06B20EAB" w:rsidR="00514303" w:rsidRPr="00031743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5F20490D" w14:textId="77777777" w:rsidR="0046521F" w:rsidRPr="0046521F" w:rsidRDefault="0046521F" w:rsidP="0046521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DFDB98B" w:rsidR="00C2167F" w:rsidRPr="00201094" w:rsidRDefault="00201094" w:rsidP="00201094">
      <w:pPr>
        <w:pStyle w:val="eTask"/>
        <w:rPr>
          <w:lang w:val="cs-CZ"/>
        </w:rPr>
      </w:pPr>
      <w:r w:rsidRPr="00201094">
        <w:rPr>
          <w:lang w:val="cs-CZ"/>
        </w:rPr>
        <w:t xml:space="preserve">Velikost </w:t>
      </w:r>
      <w:proofErr w:type="spellStart"/>
      <w:r w:rsidRPr="00201094">
        <w:rPr>
          <w:lang w:val="cs-CZ"/>
        </w:rPr>
        <w:t>pisave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elementa</w:t>
      </w:r>
      <w:proofErr w:type="spellEnd"/>
      <w:r w:rsidRPr="00201094">
        <w:rPr>
          <w:lang w:val="cs-CZ"/>
        </w:rPr>
        <w:t xml:space="preserve"> &lt;p&gt; </w:t>
      </w:r>
      <w:proofErr w:type="spellStart"/>
      <w:r w:rsidRPr="00201094">
        <w:rPr>
          <w:lang w:val="cs-CZ"/>
        </w:rPr>
        <w:t>spremenite</w:t>
      </w:r>
      <w:proofErr w:type="spellEnd"/>
      <w:r w:rsidRPr="00201094">
        <w:rPr>
          <w:lang w:val="cs-CZ"/>
        </w:rPr>
        <w:t xml:space="preserve"> na 15 </w:t>
      </w:r>
      <w:proofErr w:type="spellStart"/>
      <w:r w:rsidRPr="00201094">
        <w:rPr>
          <w:lang w:val="cs-CZ"/>
        </w:rPr>
        <w:t>pikslov</w:t>
      </w:r>
      <w:proofErr w:type="spellEnd"/>
      <w:r>
        <w:rPr>
          <w:lang w:val="cs-CZ"/>
        </w:rPr>
        <w:t>.</w:t>
      </w:r>
    </w:p>
    <w:p w14:paraId="22206957" w14:textId="0AB64E5C" w:rsidR="00C2167F" w:rsidRPr="00201094" w:rsidRDefault="00C2167F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320AEFEC" w:rsidR="00C2167F" w:rsidRPr="00031743" w:rsidRDefault="00C2167F" w:rsidP="000C01E0">
      <w:pPr>
        <w:spacing w:before="40"/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6CF70374" w14:textId="68A2FFB5" w:rsidR="00C2167F" w:rsidRPr="00031743" w:rsidRDefault="0046521F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3AD9D2E3">
                <wp:simplePos x="0" y="0"/>
                <wp:positionH relativeFrom="column">
                  <wp:posOffset>3745392</wp:posOffset>
                </wp:positionH>
                <wp:positionV relativeFrom="paragraph">
                  <wp:posOffset>15875</wp:posOffset>
                </wp:positionV>
                <wp:extent cx="393065" cy="248285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2482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C8D2" id="Pravokotnik: zaokroženi vogali 9" o:spid="_x0000_s1026" style="position:absolute;margin-left:294.9pt;margin-top:1.25pt;width:30.95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80991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2050FF09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84D31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r w:rsidR="00C2167F" w:rsidRPr="00031743">
        <w:t>example</w:t>
      </w:r>
      <w:proofErr w:type="spellEnd"/>
      <w:r w:rsidR="00C2167F" w:rsidRPr="00031743">
        <w:t>")</w:t>
      </w:r>
      <w:r>
        <w:t xml:space="preserve">                       </w:t>
      </w:r>
      <w:r w:rsidR="00C2167F" w:rsidRPr="00031743">
        <w:t xml:space="preserve"> </w:t>
      </w:r>
      <w:r w:rsidR="000C01E0">
        <w:t xml:space="preserve">   </w:t>
      </w:r>
      <w:r w:rsidR="00C2167F" w:rsidRPr="00031743">
        <w:t xml:space="preserve">= </w:t>
      </w:r>
      <w:r w:rsidR="000C01E0">
        <w:t xml:space="preserve"> </w:t>
      </w:r>
      <w:r w:rsidR="00C2167F" w:rsidRPr="00031743">
        <w:t>"</w:t>
      </w:r>
      <w:r w:rsidR="000C01E0">
        <w:t xml:space="preserve"> </w:t>
      </w:r>
      <w:r>
        <w:t xml:space="preserve">         </w:t>
      </w:r>
      <w:r w:rsidR="000C01E0">
        <w:rPr>
          <w:color w:val="FF0000"/>
        </w:rP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01CB93A8" w:rsidR="00031743" w:rsidRPr="00201094" w:rsidRDefault="00201094" w:rsidP="00201094">
      <w:pPr>
        <w:pStyle w:val="eTask"/>
        <w:rPr>
          <w:lang w:val="cs-CZ"/>
        </w:rPr>
      </w:pPr>
      <w:bookmarkStart w:id="1" w:name="_GoBack"/>
      <w:bookmarkEnd w:id="1"/>
      <w:proofErr w:type="spellStart"/>
      <w:r w:rsidRPr="00201094">
        <w:rPr>
          <w:lang w:val="cs-CZ"/>
        </w:rPr>
        <w:t>Dodelite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pravilni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vrstni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red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lastnosti</w:t>
      </w:r>
      <w:proofErr w:type="spellEnd"/>
      <w:r w:rsidRPr="00201094">
        <w:rPr>
          <w:lang w:val="cs-CZ"/>
        </w:rPr>
        <w:t xml:space="preserve">, </w:t>
      </w:r>
      <w:proofErr w:type="spellStart"/>
      <w:r w:rsidRPr="00201094">
        <w:rPr>
          <w:lang w:val="cs-CZ"/>
        </w:rPr>
        <w:t>ko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želimo</w:t>
      </w:r>
      <w:proofErr w:type="spellEnd"/>
      <w:r w:rsidRPr="00201094">
        <w:rPr>
          <w:lang w:val="cs-CZ"/>
        </w:rPr>
        <w:t xml:space="preserve"> </w:t>
      </w:r>
      <w:proofErr w:type="spellStart"/>
      <w:r w:rsidRPr="00201094">
        <w:rPr>
          <w:lang w:val="cs-CZ"/>
        </w:rPr>
        <w:t>ustvariti</w:t>
      </w:r>
      <w:proofErr w:type="spellEnd"/>
      <w:r w:rsidRPr="00201094">
        <w:rPr>
          <w:lang w:val="cs-CZ"/>
        </w:rPr>
        <w:t xml:space="preserve"> nov element z </w:t>
      </w:r>
      <w:proofErr w:type="spellStart"/>
      <w:r w:rsidRPr="00201094">
        <w:rPr>
          <w:lang w:val="cs-CZ"/>
        </w:rPr>
        <w:t>besedilom</w:t>
      </w:r>
      <w:proofErr w:type="spellEnd"/>
      <w:r w:rsidRPr="00201094">
        <w:rPr>
          <w:lang w:val="cs-CZ"/>
        </w:rPr>
        <w:t xml:space="preserve"> in </w:t>
      </w:r>
      <w:proofErr w:type="spellStart"/>
      <w:r w:rsidRPr="00201094">
        <w:rPr>
          <w:lang w:val="cs-CZ"/>
        </w:rPr>
        <w:t>ga</w:t>
      </w:r>
      <w:proofErr w:type="spellEnd"/>
      <w:r w:rsidRPr="00201094">
        <w:rPr>
          <w:lang w:val="cs-CZ"/>
        </w:rPr>
        <w:t xml:space="preserve"> dodati v </w:t>
      </w:r>
      <w:proofErr w:type="spellStart"/>
      <w:r w:rsidRPr="00201094">
        <w:rPr>
          <w:lang w:val="cs-CZ"/>
        </w:rPr>
        <w:t>obstoječo</w:t>
      </w:r>
      <w:proofErr w:type="spellEnd"/>
      <w:r w:rsidRPr="00201094">
        <w:rPr>
          <w:lang w:val="cs-CZ"/>
        </w:rPr>
        <w:t xml:space="preserve"> strukturo</w:t>
      </w:r>
      <w:r w:rsidR="00031743" w:rsidRPr="00201094">
        <w:rPr>
          <w:lang w:val="cs-CZ"/>
        </w:rPr>
        <w:t xml:space="preserve">. </w:t>
      </w:r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0BE11F89" w14:textId="517C1891" w:rsidR="002629E4" w:rsidRPr="00031743" w:rsidRDefault="002629E4" w:rsidP="002629E4">
      <w:pPr>
        <w:pStyle w:val="eText"/>
        <w:tabs>
          <w:tab w:val="left" w:pos="510"/>
          <w:tab w:val="left" w:pos="885"/>
        </w:tabs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7676C" wp14:editId="348DE2B4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D678627" id="Pravokotnik: zaokroženi vogali 9" o:spid="_x0000_s1026" style="position:absolute;margin-left:19.9pt;margin-top:28.15pt;width:102.6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tab/>
      </w:r>
    </w:p>
    <w:p w14:paraId="56837FF8" w14:textId="20C7652B" w:rsidR="002629E4" w:rsidRPr="00031743" w:rsidRDefault="000C01E0" w:rsidP="002629E4">
      <w:pPr>
        <w:pStyle w:val="eText"/>
        <w:rPr>
          <w:color w:val="FF0000"/>
        </w:rPr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D5E1B" wp14:editId="2C33C13F">
                <wp:simplePos x="0" y="0"/>
                <wp:positionH relativeFrom="column">
                  <wp:posOffset>233680</wp:posOffset>
                </wp:positionH>
                <wp:positionV relativeFrom="paragraph">
                  <wp:posOffset>365287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23C0D" id="Pravokotnik: zaokroženi vogali 9" o:spid="_x0000_s1026" style="position:absolute;margin-left:18.4pt;margin-top:28.75pt;width:102.6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2629E4" w:rsidRPr="00031743">
        <w:rPr>
          <w:color w:val="FF0000"/>
        </w:rPr>
        <w:t xml:space="preserve">            </w:t>
      </w:r>
    </w:p>
    <w:p w14:paraId="0DD13117" w14:textId="1C80EB14" w:rsidR="002629E4" w:rsidRPr="00031743" w:rsidRDefault="002629E4" w:rsidP="002629E4">
      <w:pPr>
        <w:pStyle w:val="eText"/>
      </w:pPr>
      <w:r w:rsidRPr="00031743">
        <w:rPr>
          <w:color w:val="FF0000"/>
        </w:rPr>
        <w:t xml:space="preserve">       </w:t>
      </w:r>
      <w:r w:rsidR="000C01E0">
        <w:rPr>
          <w:color w:val="FF0000"/>
        </w:rPr>
        <w:t xml:space="preserve"> </w:t>
      </w:r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35F1BD9C" w:rsidR="002629E4" w:rsidRPr="00031743" w:rsidRDefault="00201094" w:rsidP="006D64F4">
      <w:r w:rsidRPr="00201094">
        <w:t xml:space="preserve">Možnosti: </w:t>
      </w:r>
      <w:proofErr w:type="spellStart"/>
      <w:r w:rsidRPr="00201094">
        <w:t>createElement</w:t>
      </w:r>
      <w:proofErr w:type="spellEnd"/>
      <w:r w:rsidRPr="00201094">
        <w:t xml:space="preserve">, </w:t>
      </w:r>
      <w:proofErr w:type="spellStart"/>
      <w:r w:rsidRPr="00201094">
        <w:t>createTextNode</w:t>
      </w:r>
      <w:proofErr w:type="spellEnd"/>
      <w:r w:rsidRPr="00201094">
        <w:t xml:space="preserve">, </w:t>
      </w:r>
      <w:proofErr w:type="spellStart"/>
      <w:r w:rsidRPr="00201094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62A0E" w14:textId="77777777" w:rsidR="00FC0307" w:rsidRDefault="00FC0307" w:rsidP="00861A1A">
      <w:r>
        <w:separator/>
      </w:r>
    </w:p>
  </w:endnote>
  <w:endnote w:type="continuationSeparator" w:id="0">
    <w:p w14:paraId="04E28DA2" w14:textId="77777777" w:rsidR="00FC0307" w:rsidRDefault="00FC030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59441EE" w14:textId="77777777" w:rsidR="00201094" w:rsidRPr="00201094" w:rsidRDefault="00201094" w:rsidP="002010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201094">
            <w:rPr>
              <w:sz w:val="16"/>
              <w:szCs w:val="16"/>
              <w:lang w:val="de-DE"/>
            </w:rPr>
            <w:t>Ta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projekt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201094">
            <w:rPr>
              <w:sz w:val="16"/>
              <w:szCs w:val="16"/>
              <w:lang w:val="de-DE"/>
            </w:rPr>
            <w:t>financirala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Evropska</w:t>
          </w:r>
          <w:proofErr w:type="spellEnd"/>
          <w:r w:rsidRPr="00201094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de-DE"/>
            </w:rPr>
            <w:t>komisija</w:t>
          </w:r>
          <w:proofErr w:type="spellEnd"/>
          <w:r w:rsidRPr="00201094">
            <w:rPr>
              <w:sz w:val="16"/>
              <w:szCs w:val="16"/>
              <w:lang w:val="de-DE"/>
            </w:rPr>
            <w:t>.</w:t>
          </w:r>
        </w:p>
        <w:p w14:paraId="06D86257" w14:textId="33B21CCE" w:rsidR="00BF5E09" w:rsidRPr="004A7E5F" w:rsidRDefault="00201094" w:rsidP="0020109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01094">
            <w:rPr>
              <w:sz w:val="16"/>
              <w:szCs w:val="16"/>
              <w:lang w:val="en-US"/>
            </w:rPr>
            <w:t xml:space="preserve">Ta </w:t>
          </w:r>
          <w:proofErr w:type="spellStart"/>
          <w:r w:rsidRPr="00201094">
            <w:rPr>
              <w:sz w:val="16"/>
              <w:szCs w:val="16"/>
              <w:lang w:val="en-US"/>
            </w:rPr>
            <w:t>publikacija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[</w:t>
          </w:r>
          <w:proofErr w:type="spellStart"/>
          <w:r w:rsidRPr="00201094">
            <w:rPr>
              <w:sz w:val="16"/>
              <w:szCs w:val="16"/>
              <w:lang w:val="en-US"/>
            </w:rPr>
            <w:t>sporočilo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] </w:t>
          </w:r>
          <w:proofErr w:type="spellStart"/>
          <w:r w:rsidRPr="00201094">
            <w:rPr>
              <w:sz w:val="16"/>
              <w:szCs w:val="16"/>
              <w:lang w:val="en-US"/>
            </w:rPr>
            <w:t>odraža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le </w:t>
          </w:r>
          <w:proofErr w:type="spellStart"/>
          <w:r w:rsidRPr="00201094">
            <w:rPr>
              <w:sz w:val="16"/>
              <w:szCs w:val="16"/>
              <w:lang w:val="en-US"/>
            </w:rPr>
            <w:t>stališča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avtorja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in </w:t>
          </w:r>
          <w:proofErr w:type="spellStart"/>
          <w:r w:rsidRPr="00201094">
            <w:rPr>
              <w:sz w:val="16"/>
              <w:szCs w:val="16"/>
              <w:lang w:val="en-US"/>
            </w:rPr>
            <w:t>Komisija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ni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odgovorna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za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kakršno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koli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uporabo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informacij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201094">
            <w:rPr>
              <w:sz w:val="16"/>
              <w:szCs w:val="16"/>
              <w:lang w:val="en-US"/>
            </w:rPr>
            <w:t>ki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jih</w:t>
          </w:r>
          <w:proofErr w:type="spellEnd"/>
          <w:r w:rsidRPr="00201094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094">
            <w:rPr>
              <w:sz w:val="16"/>
              <w:szCs w:val="16"/>
              <w:lang w:val="en-US"/>
            </w:rPr>
            <w:t>vsebuje</w:t>
          </w:r>
          <w:proofErr w:type="spellEnd"/>
          <w:r w:rsidRPr="00201094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A7293" w14:textId="77777777" w:rsidR="00FC0307" w:rsidRDefault="00FC0307" w:rsidP="00861A1A">
      <w:r>
        <w:separator/>
      </w:r>
    </w:p>
  </w:footnote>
  <w:footnote w:type="continuationSeparator" w:id="0">
    <w:p w14:paraId="515BC31F" w14:textId="77777777" w:rsidR="00FC0307" w:rsidRDefault="00FC030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1F4C6B2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01094" w:rsidRPr="00201094">
      <w:rPr>
        <w:rFonts w:ascii="Calibri" w:hAnsi="Calibri"/>
        <w:b/>
        <w:smallCaps/>
        <w:noProof/>
      </w:rPr>
      <w:t>DELOVNI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85D12"/>
    <w:rsid w:val="00087EAC"/>
    <w:rsid w:val="00094A16"/>
    <w:rsid w:val="00095C2F"/>
    <w:rsid w:val="000A233F"/>
    <w:rsid w:val="000A55B3"/>
    <w:rsid w:val="000C01E0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109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47D87"/>
    <w:rsid w:val="00451B13"/>
    <w:rsid w:val="00454529"/>
    <w:rsid w:val="0046521F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728B3"/>
    <w:rsid w:val="005738D5"/>
    <w:rsid w:val="0057504E"/>
    <w:rsid w:val="00580991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2680A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48FD"/>
    <w:rsid w:val="00C2167F"/>
    <w:rsid w:val="00C2393A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C0307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2023-02-27T14:28:00Z</cp:lastPrinted>
  <dcterms:created xsi:type="dcterms:W3CDTF">2023-02-27T14:46:00Z</dcterms:created>
  <dcterms:modified xsi:type="dcterms:W3CDTF">2023-02-27T14:46:00Z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