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3F4FEA36" w:rsidR="00C641B5" w:rsidRPr="00F56F52" w:rsidRDefault="00A64FF1" w:rsidP="00A64FF1">
      <w:pPr>
        <w:pStyle w:val="eTask"/>
        <w:rPr>
          <w:lang w:val="sl-SI"/>
        </w:rPr>
      </w:pPr>
      <w:bookmarkStart w:id="0" w:name="_Hlk97716694"/>
      <w:r w:rsidRPr="00F56F52">
        <w:rPr>
          <w:lang w:val="sl-SI"/>
        </w:rPr>
        <w:t>Izraz iz levega stolpca povežite z ustreznimi izrazi v desnem stolpcu.</w:t>
      </w:r>
    </w:p>
    <w:p w14:paraId="195363ED" w14:textId="276247DF" w:rsidR="00C641B5" w:rsidRPr="00F56F52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C641B5" w:rsidRPr="00F56F52" w14:paraId="0BA06F9C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D359E" w14:textId="3902D7B8" w:rsidR="00C641B5" w:rsidRPr="00F56F52" w:rsidRDefault="00C641B5" w:rsidP="00C641B5">
            <w:pPr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6EC2EA" w14:textId="0C46F644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388703" w14:textId="57DD329A" w:rsidR="00C641B5" w:rsidRPr="00F56F52" w:rsidRDefault="00A64FF1" w:rsidP="00A64FF1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Poligonsko modeliranje</w:t>
            </w:r>
          </w:p>
        </w:tc>
      </w:tr>
      <w:tr w:rsidR="00C641B5" w:rsidRPr="00F56F52" w14:paraId="14E6B29C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66E45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F56F52" w14:paraId="7E7F6916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EBAC6" w14:textId="5EEE1F51" w:rsidR="00C641B5" w:rsidRPr="00F56F52" w:rsidRDefault="00C641B5" w:rsidP="00C641B5">
            <w:pPr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349B5" w14:textId="4704C01F" w:rsidR="00C641B5" w:rsidRPr="00F56F52" w:rsidRDefault="00A64FF1" w:rsidP="00A64FF1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Blokiranje</w:t>
            </w:r>
          </w:p>
        </w:tc>
      </w:tr>
      <w:tr w:rsidR="00C641B5" w:rsidRPr="00F56F52" w14:paraId="1151A7A8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79B33C86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F56F52" w14:paraId="6D37051A" w14:textId="77777777" w:rsidTr="00D9149F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76C4045A" w:rsidR="00C641B5" w:rsidRPr="00F56F52" w:rsidRDefault="00A64FF1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Predstavitev 3D modela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284C7EBD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EAB538" w14:textId="2185AE9F" w:rsidR="00C641B5" w:rsidRPr="00F56F52" w:rsidRDefault="00A64FF1" w:rsidP="00E5318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Modeliranje krivulj</w:t>
            </w:r>
          </w:p>
        </w:tc>
      </w:tr>
      <w:tr w:rsidR="00D9149F" w:rsidRPr="00F56F52" w14:paraId="46F3A4C8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6A0D16" w14:textId="77777777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4F65C" w14:textId="678D9075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EBFA72" w14:textId="77777777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02CD680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8B8C" w14:textId="5E387ED3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Postopek ustvarjanja 3D modela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5449BB" w14:textId="2EEB6A4D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9D7CE7" w14:textId="386640AA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Digitalno kiparstvo</w:t>
            </w:r>
          </w:p>
        </w:tc>
      </w:tr>
      <w:tr w:rsidR="00D9149F" w:rsidRPr="00F56F52" w14:paraId="6CFB8341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5B1FE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49087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89652E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1927410B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86826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8081DF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342D1" w14:textId="302952EF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Teksturiranje</w:t>
            </w:r>
          </w:p>
        </w:tc>
      </w:tr>
      <w:tr w:rsidR="00D9149F" w:rsidRPr="00F56F52" w14:paraId="7E95B0E1" w14:textId="77777777" w:rsidTr="00D9149F">
        <w:trPr>
          <w:trHeight w:val="284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1D05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32CD1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2B2E22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7084F951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CC049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A997E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3605AF" w14:textId="7B72C46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Upodabljanje</w:t>
            </w:r>
          </w:p>
        </w:tc>
      </w:tr>
    </w:tbl>
    <w:p w14:paraId="631149C1" w14:textId="5D94EF7B" w:rsidR="001922A0" w:rsidRPr="00F56F52" w:rsidRDefault="001922A0" w:rsidP="00C641B5">
      <w:pPr>
        <w:rPr>
          <w:lang w:val="sl-SI"/>
        </w:rPr>
      </w:pPr>
    </w:p>
    <w:p w14:paraId="276AD9F9" w14:textId="77777777" w:rsidR="006E598F" w:rsidRPr="00F56F52" w:rsidRDefault="006E598F" w:rsidP="006E598F">
      <w:pPr>
        <w:pStyle w:val="eLineBottom"/>
        <w:ind w:left="154"/>
        <w:rPr>
          <w:lang w:val="sl-SI"/>
        </w:rPr>
      </w:pPr>
    </w:p>
    <w:p w14:paraId="4938E765" w14:textId="77777777" w:rsidR="00F1459B" w:rsidRPr="00F56F52" w:rsidRDefault="00F1459B" w:rsidP="00F1459B">
      <w:pPr>
        <w:rPr>
          <w:lang w:val="sl-SI"/>
        </w:rPr>
      </w:pPr>
    </w:p>
    <w:p w14:paraId="2711E18A" w14:textId="1420539C" w:rsidR="008C0CE8" w:rsidRPr="00F56F52" w:rsidRDefault="007C29C7" w:rsidP="008C0CE8">
      <w:pPr>
        <w:pStyle w:val="eTask"/>
        <w:rPr>
          <w:lang w:val="sl-SI"/>
        </w:rPr>
      </w:pPr>
      <w:r w:rsidRPr="00F56F52">
        <w:rPr>
          <w:lang w:val="sl-SI"/>
        </w:rPr>
        <w:t>Besedilo popravite tako, da bodo naslednje trditve resnične</w:t>
      </w:r>
    </w:p>
    <w:p w14:paraId="523A959B" w14:textId="57BFCA94" w:rsidR="00D25435" w:rsidRPr="00CA6638" w:rsidRDefault="005D2917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CA6638">
        <w:rPr>
          <w:szCs w:val="24"/>
          <w:lang w:val="sl-SI" w:eastAsia="sk-SK"/>
        </w:rPr>
        <w:t>Očala HoloLens 2 so zasnovana za</w:t>
      </w:r>
      <w:r w:rsidR="004B3038" w:rsidRPr="00CA6638">
        <w:rPr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sl-SI" w:eastAsia="sk-SK"/>
                    </w:rPr>
                    <m:t>navidezna resničnost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obogatena resničnost</m:t>
                  </m:r>
                </m:e>
              </m:mr>
            </m:m>
          </m:e>
        </m:d>
      </m:oMath>
      <w:r w:rsidR="00D25435" w:rsidRPr="00CA6638">
        <w:rPr>
          <w:bdr w:val="none" w:sz="0" w:space="0" w:color="auto" w:frame="1"/>
          <w:lang w:val="sl-SI"/>
        </w:rPr>
        <w:t>.</w:t>
      </w:r>
    </w:p>
    <w:p w14:paraId="2F60DF0D" w14:textId="3A383242" w:rsidR="00D25435" w:rsidRPr="00CA6638" w:rsidRDefault="005D2917" w:rsidP="00972D8D">
      <w:pPr>
        <w:pStyle w:val="eCheckBoxText"/>
        <w:spacing w:before="240"/>
        <w:ind w:firstLine="0"/>
        <w:jc w:val="both"/>
        <w:rPr>
          <w:bdr w:val="none" w:sz="0" w:space="0" w:color="auto" w:frame="1"/>
          <w:lang w:val="sl-SI"/>
        </w:rPr>
      </w:pPr>
      <w:r w:rsidRPr="00CA6638">
        <w:rPr>
          <w:lang w:val="sl-SI"/>
        </w:rPr>
        <w:t>Microsoftove kognitivne storitve ne podpirajo</w:t>
      </w:r>
      <w:r w:rsidR="00D25435" w:rsidRPr="00CA6638">
        <w:rPr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prepoznavanje srčnega utripa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prepoznavo govora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prepoznavo obraza</m:t>
                  </m:r>
                </m:e>
              </m:mr>
            </m:m>
          </m:e>
        </m:d>
      </m:oMath>
      <w:r w:rsidR="00D25435" w:rsidRPr="00CA6638">
        <w:rPr>
          <w:bdr w:val="none" w:sz="0" w:space="0" w:color="auto" w:frame="1"/>
          <w:lang w:val="sl-SI"/>
        </w:rPr>
        <w:t>.</w:t>
      </w:r>
    </w:p>
    <w:p w14:paraId="5D6F2E99" w14:textId="19E5EC30" w:rsidR="00D25435" w:rsidRPr="00CA6638" w:rsidRDefault="00A0139C" w:rsidP="00972D8D">
      <w:pPr>
        <w:pStyle w:val="eCheckBoxText"/>
        <w:spacing w:before="240"/>
        <w:ind w:firstLine="0"/>
        <w:jc w:val="both"/>
        <w:rPr>
          <w:bdr w:val="none" w:sz="0" w:space="0" w:color="auto" w:frame="1"/>
          <w:lang w:val="sl-SI"/>
        </w:rPr>
      </w:pPr>
      <w:r w:rsidRPr="00CA6638">
        <w:rPr>
          <w:lang w:val="sl-SI"/>
        </w:rPr>
        <w:t>Kinect Azure ne vključuje</w:t>
      </w:r>
      <w:r w:rsidR="00D25435" w:rsidRPr="00CA6638">
        <w:rPr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polje mikrofonov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žiroskop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8k kamera</m:t>
                  </m:r>
                </m:e>
              </m:mr>
            </m:m>
          </m:e>
        </m:d>
      </m:oMath>
      <w:r w:rsidR="00D25435" w:rsidRPr="00CA6638">
        <w:rPr>
          <w:bdr w:val="none" w:sz="0" w:space="0" w:color="auto" w:frame="1"/>
          <w:lang w:val="sl-SI"/>
        </w:rPr>
        <w:t>.</w:t>
      </w:r>
    </w:p>
    <w:p w14:paraId="295A74B4" w14:textId="35EFA890" w:rsidR="00D25435" w:rsidRPr="00CA6638" w:rsidRDefault="00A0139C" w:rsidP="00972D8D">
      <w:pPr>
        <w:pStyle w:val="eCheckBoxText"/>
        <w:spacing w:before="240"/>
        <w:ind w:firstLine="0"/>
        <w:jc w:val="both"/>
        <w:rPr>
          <w:bdr w:val="none" w:sz="0" w:space="0" w:color="auto" w:frame="1"/>
          <w:lang w:val="sl-SI"/>
        </w:rPr>
      </w:pPr>
      <w:r w:rsidRPr="00CA6638">
        <w:rPr>
          <w:szCs w:val="24"/>
          <w:lang w:val="sl-SI" w:eastAsia="sk-SK"/>
        </w:rPr>
        <w:t xml:space="preserve">Očala Meta Quest 2 so zasnovana za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sl-SI" w:eastAsia="sk-SK"/>
                    </w:rPr>
                    <m:t>navidezna resničnost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obogatena resničnost</m:t>
                  </m:r>
                </m:e>
              </m:mr>
            </m:m>
          </m:e>
        </m:d>
      </m:oMath>
      <w:r w:rsidR="00D25435" w:rsidRPr="00CA6638">
        <w:rPr>
          <w:bdr w:val="none" w:sz="0" w:space="0" w:color="auto" w:frame="1"/>
          <w:lang w:val="sl-SI"/>
        </w:rPr>
        <w:t>.</w:t>
      </w:r>
    </w:p>
    <w:p w14:paraId="7F35A69D" w14:textId="091297E9" w:rsidR="003215A8" w:rsidRPr="00F56F52" w:rsidRDefault="003215A8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F56F52">
        <w:rPr>
          <w:lang w:val="sl-SI"/>
        </w:rPr>
        <w:br w:type="page"/>
      </w:r>
    </w:p>
    <w:p w14:paraId="0543DA91" w14:textId="0856059F" w:rsidR="00063674" w:rsidRPr="00F56F52" w:rsidRDefault="005F33AD" w:rsidP="009C3A3C">
      <w:pPr>
        <w:pStyle w:val="eTask"/>
        <w:rPr>
          <w:lang w:val="sl-SI"/>
        </w:rPr>
      </w:pPr>
      <w:r w:rsidRPr="00F56F52">
        <w:rPr>
          <w:lang w:val="sl-SI"/>
        </w:rPr>
        <w:lastRenderedPageBreak/>
        <w:t>Naštejte tri tehnologije globokega vida</w:t>
      </w:r>
    </w:p>
    <w:p w14:paraId="1724AA45" w14:textId="18244674" w:rsidR="00063674" w:rsidRPr="00F56F5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19"/>
        <w:gridCol w:w="1134"/>
        <w:gridCol w:w="3402"/>
      </w:tblGrid>
      <w:tr w:rsidR="00AD21CD" w:rsidRPr="00F56F52" w14:paraId="00DC526E" w14:textId="77777777" w:rsidTr="00E2236D">
        <w:trPr>
          <w:trHeight w:val="828"/>
          <w:jc w:val="center"/>
        </w:trPr>
        <w:tc>
          <w:tcPr>
            <w:tcW w:w="2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21CD4ABC" w:rsidR="001F0D36" w:rsidRPr="00F56F52" w:rsidRDefault="001F0D36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1545732C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54AAA85A" w:rsidR="006D6A7E" w:rsidRPr="00F56F52" w:rsidRDefault="00D71284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209765D" wp14:editId="3CD15BD7">
                  <wp:extent cx="1167994" cy="148805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994" cy="148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CD" w:rsidRPr="00F56F52" w14:paraId="2E66F76B" w14:textId="77777777" w:rsidTr="00E2236D">
        <w:trPr>
          <w:trHeight w:val="283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F56F52" w14:paraId="0525D13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5BB8D40E" w:rsidR="006D6A7E" w:rsidRPr="00F56F52" w:rsidRDefault="006D6A7E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24600FEA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61AB49D1" w:rsidR="006D6A7E" w:rsidRPr="00F56F52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33BB8F0" wp14:editId="517B0C88">
                  <wp:extent cx="1034984" cy="1504676"/>
                  <wp:effectExtent l="0" t="0" r="0" b="63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984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73F1" w:rsidRPr="00F56F52" w14:paraId="3FAFE9B0" w14:textId="77777777" w:rsidTr="00E2236D">
        <w:trPr>
          <w:trHeight w:val="284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AE4433" w14:textId="77777777" w:rsidR="001273F1" w:rsidRPr="00F56F52" w:rsidRDefault="001273F1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B40C1" w14:textId="77777777" w:rsidR="001273F1" w:rsidRPr="00F56F52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F8FE" w14:textId="77777777" w:rsidR="001273F1" w:rsidRPr="00F56F52" w:rsidRDefault="001273F1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1273F1" w:rsidRPr="00F56F52" w14:paraId="3844AE8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BA6D" w14:textId="5CABFB0B" w:rsidR="001273F1" w:rsidRPr="00F56F52" w:rsidRDefault="001273F1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F6D153" w14:textId="77777777" w:rsidR="001273F1" w:rsidRPr="00F56F52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725141" w14:textId="77777777" w:rsidR="001273F1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E748A9F" wp14:editId="56BB54FB">
                  <wp:extent cx="968479" cy="1504676"/>
                  <wp:effectExtent l="0" t="0" r="3175" b="63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479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C91C04" w14:textId="130C99BB" w:rsidR="00C225C1" w:rsidRPr="00F56F52" w:rsidRDefault="00C225C1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</w:tbl>
    <w:p w14:paraId="53BC67F3" w14:textId="6DA41EE6" w:rsidR="00A21409" w:rsidRDefault="00A21409" w:rsidP="004A7E5F">
      <w:pPr>
        <w:pStyle w:val="eLineBottom"/>
        <w:ind w:left="154"/>
        <w:rPr>
          <w:lang w:val="sl-SI"/>
        </w:rPr>
      </w:pPr>
    </w:p>
    <w:p w14:paraId="4C425A29" w14:textId="77777777" w:rsidR="00C225C1" w:rsidRPr="00F56F52" w:rsidRDefault="00C225C1" w:rsidP="004A7E5F">
      <w:pPr>
        <w:pStyle w:val="eLineBottom"/>
        <w:ind w:left="154"/>
        <w:rPr>
          <w:lang w:val="sl-SI"/>
        </w:rPr>
      </w:pPr>
      <w:bookmarkStart w:id="1" w:name="_GoBack"/>
      <w:bookmarkEnd w:id="1"/>
    </w:p>
    <w:bookmarkEnd w:id="0"/>
    <w:p w14:paraId="72743E8D" w14:textId="4DCDEEC0" w:rsidR="00D25435" w:rsidRPr="00F56F52" w:rsidRDefault="00D25435" w:rsidP="00271382">
      <w:pPr>
        <w:pStyle w:val="eTask"/>
        <w:numPr>
          <w:ilvl w:val="0"/>
          <w:numId w:val="0"/>
        </w:numPr>
        <w:rPr>
          <w:lang w:val="sl-SI"/>
        </w:rPr>
      </w:pPr>
    </w:p>
    <w:p w14:paraId="7090A83F" w14:textId="73299E49" w:rsidR="00D25435" w:rsidRPr="00F56F52" w:rsidRDefault="00271382" w:rsidP="00D25435">
      <w:pPr>
        <w:pStyle w:val="eTask"/>
        <w:rPr>
          <w:lang w:val="sl-SI"/>
        </w:rPr>
      </w:pPr>
      <w:r w:rsidRPr="00F56F52">
        <w:rPr>
          <w:lang w:val="sl-SI"/>
        </w:rPr>
        <w:t>Navedite vsaj štiri platforme, ki jih podpira Unity</w:t>
      </w:r>
    </w:p>
    <w:p w14:paraId="789370FE" w14:textId="441167D3" w:rsidR="00D25435" w:rsidRPr="00F56F52" w:rsidRDefault="00D25435" w:rsidP="002C4CF8">
      <w:pPr>
        <w:spacing w:before="240" w:after="240"/>
        <w:ind w:left="709" w:hanging="284"/>
        <w:rPr>
          <w:lang w:val="sl-SI"/>
        </w:rPr>
      </w:pPr>
      <w:r w:rsidRPr="00F56F52">
        <w:rPr>
          <w:lang w:val="sl-SI"/>
        </w:rPr>
        <w:t>1.</w:t>
      </w:r>
      <w:r w:rsidRPr="00F56F52">
        <w:rPr>
          <w:lang w:val="sl-SI"/>
        </w:rPr>
        <w:tab/>
      </w:r>
      <w:r w:rsidR="00C225C1">
        <w:rPr>
          <w:lang w:val="sl-SI"/>
        </w:rPr>
        <w:t>________________________________________________________</w:t>
      </w:r>
    </w:p>
    <w:p w14:paraId="4B62C712" w14:textId="4489038B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2.</w:t>
      </w:r>
      <w:r w:rsidRPr="00F56F52">
        <w:rPr>
          <w:lang w:val="sl-SI"/>
        </w:rPr>
        <w:tab/>
      </w:r>
      <w:r w:rsidR="00C225C1">
        <w:rPr>
          <w:lang w:val="sl-SI"/>
        </w:rPr>
        <w:t>________________________________________________________</w:t>
      </w:r>
    </w:p>
    <w:p w14:paraId="277BCEB0" w14:textId="5759C69C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3.</w:t>
      </w:r>
      <w:r w:rsidRPr="00F56F52">
        <w:rPr>
          <w:lang w:val="sl-SI"/>
        </w:rPr>
        <w:tab/>
      </w:r>
      <w:r w:rsidR="00C225C1">
        <w:rPr>
          <w:lang w:val="sl-SI"/>
        </w:rPr>
        <w:t>________________________________________________________</w:t>
      </w:r>
    </w:p>
    <w:p w14:paraId="53B504E9" w14:textId="2A2523B8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4.</w:t>
      </w:r>
      <w:r w:rsidRPr="00F56F52">
        <w:rPr>
          <w:lang w:val="sl-SI"/>
        </w:rPr>
        <w:tab/>
      </w:r>
      <w:r w:rsidR="00C225C1">
        <w:rPr>
          <w:lang w:val="sl-SI"/>
        </w:rPr>
        <w:t>________________________________________________________</w:t>
      </w:r>
    </w:p>
    <w:p w14:paraId="628A49B7" w14:textId="6DD80389" w:rsidR="00D25435" w:rsidRPr="00F56F52" w:rsidRDefault="00D25435" w:rsidP="002C4CF8">
      <w:pPr>
        <w:ind w:left="709" w:hanging="284"/>
        <w:rPr>
          <w:lang w:val="sl-SI"/>
        </w:rPr>
      </w:pPr>
      <w:r w:rsidRPr="00F56F52">
        <w:rPr>
          <w:lang w:val="sl-SI"/>
        </w:rPr>
        <w:t>5.</w:t>
      </w:r>
      <w:r w:rsidRPr="00F56F52">
        <w:rPr>
          <w:lang w:val="sl-SI"/>
        </w:rPr>
        <w:tab/>
      </w:r>
      <w:r w:rsidR="00C225C1">
        <w:rPr>
          <w:lang w:val="sl-SI"/>
        </w:rPr>
        <w:t>________________________________________________________</w:t>
      </w:r>
    </w:p>
    <w:p w14:paraId="5D811DE9" w14:textId="77777777" w:rsidR="00D25435" w:rsidRPr="00F56F52" w:rsidRDefault="00D25435" w:rsidP="00D25435">
      <w:pPr>
        <w:spacing w:after="180"/>
        <w:rPr>
          <w:lang w:val="sl-SI"/>
        </w:rPr>
      </w:pPr>
    </w:p>
    <w:sectPr w:rsidR="00D25435" w:rsidRPr="00F56F52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B6FF6" w14:textId="77777777" w:rsidR="007432F9" w:rsidRDefault="007432F9" w:rsidP="00861A1A">
      <w:r>
        <w:separator/>
      </w:r>
    </w:p>
  </w:endnote>
  <w:endnote w:type="continuationSeparator" w:id="0">
    <w:p w14:paraId="722BDB4D" w14:textId="77777777" w:rsidR="007432F9" w:rsidRDefault="007432F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B4F4084" w14:textId="7D2F0AE9" w:rsidR="00C225C1" w:rsidRPr="00C225C1" w:rsidRDefault="00C225C1" w:rsidP="00C225C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proofErr w:type="spellStart"/>
          <w:r w:rsidRPr="00C225C1">
            <w:rPr>
              <w:sz w:val="16"/>
              <w:szCs w:val="16"/>
              <w:lang w:val="de-DE"/>
            </w:rPr>
            <w:t>Izvedba</w:t>
          </w:r>
          <w:proofErr w:type="spellEnd"/>
          <w:r w:rsidRPr="00C225C1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225C1">
            <w:rPr>
              <w:sz w:val="16"/>
              <w:szCs w:val="16"/>
              <w:lang w:val="de-DE"/>
            </w:rPr>
            <w:t>tega</w:t>
          </w:r>
          <w:proofErr w:type="spellEnd"/>
          <w:r w:rsidRPr="00C225C1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225C1">
            <w:rPr>
              <w:sz w:val="16"/>
              <w:szCs w:val="16"/>
              <w:lang w:val="de-DE"/>
            </w:rPr>
            <w:t>projekta</w:t>
          </w:r>
          <w:proofErr w:type="spellEnd"/>
          <w:r w:rsidRPr="00C225C1">
            <w:rPr>
              <w:sz w:val="16"/>
              <w:szCs w:val="16"/>
              <w:lang w:val="de-DE"/>
            </w:rPr>
            <w:t xml:space="preserve"> je </w:t>
          </w:r>
          <w:proofErr w:type="spellStart"/>
          <w:r w:rsidRPr="00C225C1">
            <w:rPr>
              <w:sz w:val="16"/>
              <w:szCs w:val="16"/>
              <w:lang w:val="de-DE"/>
            </w:rPr>
            <w:t>financirana</w:t>
          </w:r>
          <w:proofErr w:type="spellEnd"/>
          <w:r w:rsidRPr="00C225C1">
            <w:rPr>
              <w:sz w:val="16"/>
              <w:szCs w:val="16"/>
              <w:lang w:val="de-DE"/>
            </w:rPr>
            <w:t xml:space="preserve"> s </w:t>
          </w:r>
          <w:proofErr w:type="spellStart"/>
          <w:r w:rsidRPr="00C225C1">
            <w:rPr>
              <w:sz w:val="16"/>
              <w:szCs w:val="16"/>
              <w:lang w:val="de-DE"/>
            </w:rPr>
            <w:t>strani</w:t>
          </w:r>
          <w:proofErr w:type="spellEnd"/>
          <w:r w:rsidRPr="00C225C1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225C1">
            <w:rPr>
              <w:sz w:val="16"/>
              <w:szCs w:val="16"/>
              <w:lang w:val="de-DE"/>
            </w:rPr>
            <w:t>Evropske</w:t>
          </w:r>
          <w:proofErr w:type="spellEnd"/>
          <w:r w:rsidRPr="00C225C1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225C1">
            <w:rPr>
              <w:sz w:val="16"/>
              <w:szCs w:val="16"/>
              <w:lang w:val="de-DE"/>
            </w:rPr>
            <w:t>komisije</w:t>
          </w:r>
          <w:proofErr w:type="spellEnd"/>
          <w:r w:rsidRPr="00C225C1">
            <w:rPr>
              <w:sz w:val="16"/>
              <w:szCs w:val="16"/>
              <w:lang w:val="de-DE"/>
            </w:rPr>
            <w:t>.</w:t>
          </w:r>
        </w:p>
        <w:p w14:paraId="08695355" w14:textId="4A6AC5B2" w:rsidR="00BF5E09" w:rsidRPr="004A7E5F" w:rsidRDefault="00C225C1" w:rsidP="00C225C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C225C1">
            <w:rPr>
              <w:sz w:val="16"/>
              <w:szCs w:val="16"/>
              <w:lang w:val="en-US"/>
            </w:rPr>
            <w:t>Vsebina</w:t>
          </w:r>
          <w:proofErr w:type="spellEnd"/>
          <w:r w:rsidRPr="00C225C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225C1">
            <w:rPr>
              <w:sz w:val="16"/>
              <w:szCs w:val="16"/>
              <w:lang w:val="en-US"/>
            </w:rPr>
            <w:t>publikacije</w:t>
          </w:r>
          <w:proofErr w:type="spellEnd"/>
          <w:r w:rsidRPr="00C225C1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C225C1">
            <w:rPr>
              <w:sz w:val="16"/>
              <w:szCs w:val="16"/>
              <w:lang w:val="en-US"/>
            </w:rPr>
            <w:t>komunikacije</w:t>
          </w:r>
          <w:proofErr w:type="spellEnd"/>
          <w:r w:rsidRPr="00C225C1">
            <w:rPr>
              <w:sz w:val="16"/>
              <w:szCs w:val="16"/>
              <w:lang w:val="en-US"/>
            </w:rPr>
            <w:t xml:space="preserve">) je </w:t>
          </w:r>
          <w:proofErr w:type="spellStart"/>
          <w:r w:rsidRPr="00C225C1">
            <w:rPr>
              <w:sz w:val="16"/>
              <w:szCs w:val="16"/>
              <w:lang w:val="en-US"/>
            </w:rPr>
            <w:t>izključno</w:t>
          </w:r>
          <w:proofErr w:type="spellEnd"/>
          <w:r w:rsidRPr="00C225C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225C1">
            <w:rPr>
              <w:sz w:val="16"/>
              <w:szCs w:val="16"/>
              <w:lang w:val="en-US"/>
            </w:rPr>
            <w:t>odgovornost</w:t>
          </w:r>
          <w:proofErr w:type="spellEnd"/>
          <w:r w:rsidRPr="00C225C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225C1">
            <w:rPr>
              <w:sz w:val="16"/>
              <w:szCs w:val="16"/>
              <w:lang w:val="en-US"/>
            </w:rPr>
            <w:t>avtorja</w:t>
          </w:r>
          <w:proofErr w:type="spellEnd"/>
          <w:r w:rsidRPr="00C225C1">
            <w:rPr>
              <w:sz w:val="16"/>
              <w:szCs w:val="16"/>
              <w:lang w:val="en-US"/>
            </w:rPr>
            <w:t xml:space="preserve"> in v </w:t>
          </w:r>
          <w:proofErr w:type="spellStart"/>
          <w:r w:rsidRPr="00C225C1">
            <w:rPr>
              <w:sz w:val="16"/>
              <w:szCs w:val="16"/>
              <w:lang w:val="en-US"/>
            </w:rPr>
            <w:t>nobenem</w:t>
          </w:r>
          <w:proofErr w:type="spellEnd"/>
          <w:r w:rsidRPr="00C225C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225C1">
            <w:rPr>
              <w:sz w:val="16"/>
              <w:szCs w:val="16"/>
              <w:lang w:val="en-US"/>
            </w:rPr>
            <w:t>primeru</w:t>
          </w:r>
          <w:proofErr w:type="spellEnd"/>
          <w:r w:rsidRPr="00C225C1">
            <w:rPr>
              <w:sz w:val="16"/>
              <w:szCs w:val="16"/>
              <w:lang w:val="en-US"/>
            </w:rPr>
            <w:t xml:space="preserve"> ne </w:t>
          </w:r>
          <w:proofErr w:type="spellStart"/>
          <w:r w:rsidRPr="00C225C1">
            <w:rPr>
              <w:sz w:val="16"/>
              <w:szCs w:val="16"/>
              <w:lang w:val="en-US"/>
            </w:rPr>
            <w:t>predstavlja</w:t>
          </w:r>
          <w:proofErr w:type="spellEnd"/>
          <w:r w:rsidRPr="00C225C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225C1">
            <w:rPr>
              <w:sz w:val="16"/>
              <w:szCs w:val="16"/>
              <w:lang w:val="en-US"/>
            </w:rPr>
            <w:t>stališč</w:t>
          </w:r>
          <w:proofErr w:type="spellEnd"/>
          <w:r w:rsidRPr="00C225C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225C1">
            <w:rPr>
              <w:sz w:val="16"/>
              <w:szCs w:val="16"/>
              <w:lang w:val="en-US"/>
            </w:rPr>
            <w:t>Evropske</w:t>
          </w:r>
          <w:proofErr w:type="spellEnd"/>
          <w:r w:rsidRPr="00C225C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225C1">
            <w:rPr>
              <w:sz w:val="16"/>
              <w:szCs w:val="16"/>
              <w:lang w:val="en-US"/>
            </w:rPr>
            <w:t>komisije</w:t>
          </w:r>
          <w:proofErr w:type="spellEnd"/>
          <w:r w:rsidRPr="00C225C1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DDB62" w14:textId="77777777" w:rsidR="007432F9" w:rsidRDefault="007432F9" w:rsidP="00861A1A">
      <w:r>
        <w:separator/>
      </w:r>
    </w:p>
  </w:footnote>
  <w:footnote w:type="continuationSeparator" w:id="0">
    <w:p w14:paraId="06B7C02C" w14:textId="77777777" w:rsidR="007432F9" w:rsidRDefault="007432F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780820EB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C225C1" w:rsidRPr="00C225C1">
      <w:rPr>
        <w:rFonts w:ascii="Calibri" w:hAnsi="Calibri"/>
        <w:b/>
        <w:smallCaps/>
        <w:noProof/>
      </w:rPr>
      <w:t>DELOVNI LIST</w:t>
    </w:r>
  </w:p>
  <w:p w14:paraId="52052A13" w14:textId="04E71050" w:rsidR="00C148FD" w:rsidRPr="00C148FD" w:rsidRDefault="00FF427A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F427A">
      <w:rPr>
        <w:rFonts w:ascii="Calibri" w:hAnsi="Calibri"/>
        <w:smallCaps/>
        <w:noProof/>
        <w:sz w:val="20"/>
        <w:szCs w:val="20"/>
        <w:lang w:val="en-US"/>
      </w:rPr>
      <w:t>Sodobne tehnologije in koncepti za izobraževanje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1B78"/>
    <w:rsid w:val="000A233F"/>
    <w:rsid w:val="000A55B3"/>
    <w:rsid w:val="000C1409"/>
    <w:rsid w:val="000C4CF6"/>
    <w:rsid w:val="000C6B3A"/>
    <w:rsid w:val="001113B1"/>
    <w:rsid w:val="001273F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B057D"/>
    <w:rsid w:val="001D00A1"/>
    <w:rsid w:val="001F0D36"/>
    <w:rsid w:val="001F6290"/>
    <w:rsid w:val="00205681"/>
    <w:rsid w:val="00213F2C"/>
    <w:rsid w:val="00222EE8"/>
    <w:rsid w:val="00223478"/>
    <w:rsid w:val="00225015"/>
    <w:rsid w:val="002252B6"/>
    <w:rsid w:val="00233082"/>
    <w:rsid w:val="002373F1"/>
    <w:rsid w:val="00271382"/>
    <w:rsid w:val="00272012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C4CF8"/>
    <w:rsid w:val="002E301D"/>
    <w:rsid w:val="00304ADA"/>
    <w:rsid w:val="00306B9F"/>
    <w:rsid w:val="00307892"/>
    <w:rsid w:val="00315203"/>
    <w:rsid w:val="003215A8"/>
    <w:rsid w:val="00337851"/>
    <w:rsid w:val="00342883"/>
    <w:rsid w:val="00347E4D"/>
    <w:rsid w:val="00351AF3"/>
    <w:rsid w:val="0038457A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7B44"/>
    <w:rsid w:val="004A7E5F"/>
    <w:rsid w:val="004B2D69"/>
    <w:rsid w:val="004B3038"/>
    <w:rsid w:val="004C0E36"/>
    <w:rsid w:val="004C169C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B7145"/>
    <w:rsid w:val="005C0E95"/>
    <w:rsid w:val="005C5E6B"/>
    <w:rsid w:val="005D2917"/>
    <w:rsid w:val="005D7525"/>
    <w:rsid w:val="005E1AB1"/>
    <w:rsid w:val="005E20B2"/>
    <w:rsid w:val="005E5A22"/>
    <w:rsid w:val="005F17A1"/>
    <w:rsid w:val="005F33AD"/>
    <w:rsid w:val="005F5DA7"/>
    <w:rsid w:val="005F5FA1"/>
    <w:rsid w:val="00612C65"/>
    <w:rsid w:val="00625B5A"/>
    <w:rsid w:val="0063686B"/>
    <w:rsid w:val="006435FE"/>
    <w:rsid w:val="00643DB0"/>
    <w:rsid w:val="0064494B"/>
    <w:rsid w:val="00654C16"/>
    <w:rsid w:val="0066221D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63E3"/>
    <w:rsid w:val="0073574D"/>
    <w:rsid w:val="007432F9"/>
    <w:rsid w:val="007460F9"/>
    <w:rsid w:val="007668C8"/>
    <w:rsid w:val="0076745A"/>
    <w:rsid w:val="007738BD"/>
    <w:rsid w:val="007837E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5987"/>
    <w:rsid w:val="007E6CED"/>
    <w:rsid w:val="00802398"/>
    <w:rsid w:val="00802588"/>
    <w:rsid w:val="00813612"/>
    <w:rsid w:val="0081479C"/>
    <w:rsid w:val="008210A0"/>
    <w:rsid w:val="00825830"/>
    <w:rsid w:val="00826CB2"/>
    <w:rsid w:val="00830375"/>
    <w:rsid w:val="00831014"/>
    <w:rsid w:val="00832323"/>
    <w:rsid w:val="00861A1A"/>
    <w:rsid w:val="00862C1B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2D8D"/>
    <w:rsid w:val="00974B16"/>
    <w:rsid w:val="009802AD"/>
    <w:rsid w:val="009A5F9E"/>
    <w:rsid w:val="009A6DD0"/>
    <w:rsid w:val="009B638C"/>
    <w:rsid w:val="009C3762"/>
    <w:rsid w:val="009C3A3C"/>
    <w:rsid w:val="009C562C"/>
    <w:rsid w:val="009C7B24"/>
    <w:rsid w:val="009D7563"/>
    <w:rsid w:val="009E2A2A"/>
    <w:rsid w:val="009E58E0"/>
    <w:rsid w:val="009F6E5E"/>
    <w:rsid w:val="00A0139C"/>
    <w:rsid w:val="00A01C29"/>
    <w:rsid w:val="00A1668F"/>
    <w:rsid w:val="00A17111"/>
    <w:rsid w:val="00A21409"/>
    <w:rsid w:val="00A22636"/>
    <w:rsid w:val="00A26A28"/>
    <w:rsid w:val="00A41E41"/>
    <w:rsid w:val="00A50FFF"/>
    <w:rsid w:val="00A527AF"/>
    <w:rsid w:val="00A54992"/>
    <w:rsid w:val="00A633E1"/>
    <w:rsid w:val="00A64FF1"/>
    <w:rsid w:val="00A65E53"/>
    <w:rsid w:val="00A77DE4"/>
    <w:rsid w:val="00A8234A"/>
    <w:rsid w:val="00A964BB"/>
    <w:rsid w:val="00A97C95"/>
    <w:rsid w:val="00AA0506"/>
    <w:rsid w:val="00AA1F82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F5281"/>
    <w:rsid w:val="00B01599"/>
    <w:rsid w:val="00B150AD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6A3D"/>
    <w:rsid w:val="00C148FD"/>
    <w:rsid w:val="00C225C1"/>
    <w:rsid w:val="00C2393A"/>
    <w:rsid w:val="00C43051"/>
    <w:rsid w:val="00C447C0"/>
    <w:rsid w:val="00C455F4"/>
    <w:rsid w:val="00C52C30"/>
    <w:rsid w:val="00C55039"/>
    <w:rsid w:val="00C5580D"/>
    <w:rsid w:val="00C57915"/>
    <w:rsid w:val="00C641B5"/>
    <w:rsid w:val="00C7264E"/>
    <w:rsid w:val="00C767C9"/>
    <w:rsid w:val="00C878F0"/>
    <w:rsid w:val="00C93958"/>
    <w:rsid w:val="00CA51B5"/>
    <w:rsid w:val="00CA6638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5435"/>
    <w:rsid w:val="00D2650E"/>
    <w:rsid w:val="00D33524"/>
    <w:rsid w:val="00D573B0"/>
    <w:rsid w:val="00D6535B"/>
    <w:rsid w:val="00D71284"/>
    <w:rsid w:val="00D71B81"/>
    <w:rsid w:val="00D773FA"/>
    <w:rsid w:val="00D9149F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36D"/>
    <w:rsid w:val="00E2272B"/>
    <w:rsid w:val="00E352FF"/>
    <w:rsid w:val="00E41087"/>
    <w:rsid w:val="00E516D7"/>
    <w:rsid w:val="00E53189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546FF"/>
    <w:rsid w:val="00F56F52"/>
    <w:rsid w:val="00F748A6"/>
    <w:rsid w:val="00F82C59"/>
    <w:rsid w:val="00F871C6"/>
    <w:rsid w:val="00F8749B"/>
    <w:rsid w:val="00FA74D9"/>
    <w:rsid w:val="00FB201E"/>
    <w:rsid w:val="00FF25EC"/>
    <w:rsid w:val="00FF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94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46</cp:revision>
  <cp:lastPrinted>2013-05-24T14:00:00Z</cp:lastPrinted>
  <dcterms:created xsi:type="dcterms:W3CDTF">2022-03-31T15:23:00Z</dcterms:created>
  <dcterms:modified xsi:type="dcterms:W3CDTF">2023-02-28T15:24:00Z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