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47FC8" w14:textId="5B0B8F2C" w:rsidR="00063674" w:rsidRPr="00031743" w:rsidRDefault="00C05A0A" w:rsidP="00C05A0A">
      <w:pPr>
        <w:pStyle w:val="eTask"/>
      </w:pPr>
      <w:bookmarkStart w:id="0" w:name="_Hlk97716694"/>
      <w:proofErr w:type="spellStart"/>
      <w:r w:rsidRPr="00C05A0A">
        <w:t>Pomocou</w:t>
      </w:r>
      <w:proofErr w:type="spellEnd"/>
      <w:r w:rsidRPr="00C05A0A">
        <w:t xml:space="preserve"> </w:t>
      </w:r>
      <w:proofErr w:type="spellStart"/>
      <w:r w:rsidRPr="00C05A0A">
        <w:t>metódy</w:t>
      </w:r>
      <w:proofErr w:type="spellEnd"/>
      <w:r w:rsidRPr="00C05A0A">
        <w:t xml:space="preserve"> </w:t>
      </w:r>
      <w:proofErr w:type="spellStart"/>
      <w:r w:rsidRPr="00C05A0A">
        <w:t>getElementById</w:t>
      </w:r>
      <w:proofErr w:type="spellEnd"/>
      <w:r w:rsidRPr="00C05A0A">
        <w:t xml:space="preserve"> </w:t>
      </w:r>
      <w:proofErr w:type="spellStart"/>
      <w:r w:rsidRPr="00C05A0A">
        <w:t>nájdite</w:t>
      </w:r>
      <w:proofErr w:type="spellEnd"/>
      <w:r w:rsidRPr="00C05A0A">
        <w:t xml:space="preserve"> </w:t>
      </w:r>
      <w:proofErr w:type="spellStart"/>
      <w:r w:rsidRPr="00C05A0A">
        <w:t>prvok</w:t>
      </w:r>
      <w:proofErr w:type="spellEnd"/>
      <w:r w:rsidRPr="00C05A0A">
        <w:t xml:space="preserve"> &lt;p&gt; a </w:t>
      </w:r>
      <w:proofErr w:type="spellStart"/>
      <w:r w:rsidRPr="00C05A0A">
        <w:t>zmeňte</w:t>
      </w:r>
      <w:proofErr w:type="spellEnd"/>
      <w:r w:rsidRPr="00C05A0A">
        <w:t xml:space="preserve"> text </w:t>
      </w:r>
      <w:proofErr w:type="spellStart"/>
      <w:r w:rsidRPr="00C05A0A">
        <w:t>na</w:t>
      </w:r>
      <w:proofErr w:type="spellEnd"/>
      <w:r w:rsidRPr="00C05A0A">
        <w:t xml:space="preserve"> „</w:t>
      </w:r>
      <w:proofErr w:type="spellStart"/>
      <w:r w:rsidRPr="00C05A0A">
        <w:t>Nový</w:t>
      </w:r>
      <w:proofErr w:type="spellEnd"/>
      <w:r w:rsidRPr="00C05A0A">
        <w:t xml:space="preserve"> </w:t>
      </w:r>
      <w:proofErr w:type="gramStart"/>
      <w:r w:rsidRPr="00C05A0A">
        <w:t>text“</w:t>
      </w:r>
      <w:proofErr w:type="gramEnd"/>
    </w:p>
    <w:p w14:paraId="1FF01119" w14:textId="10C18FB0" w:rsidR="00A0599A" w:rsidRPr="00031743" w:rsidRDefault="00A0599A" w:rsidP="000C01E0">
      <w:pPr>
        <w:pStyle w:val="eTask"/>
        <w:numPr>
          <w:ilvl w:val="0"/>
          <w:numId w:val="0"/>
        </w:numPr>
        <w:ind w:left="720"/>
      </w:pPr>
    </w:p>
    <w:p w14:paraId="5254C463" w14:textId="79D22815" w:rsidR="00BC1251" w:rsidRPr="00031743" w:rsidRDefault="00BC1251" w:rsidP="000C01E0">
      <w:pPr>
        <w:spacing w:before="60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C05A0A" w:rsidRPr="00C05A0A">
        <w:t>Starý text</w:t>
      </w:r>
      <w:r w:rsidRPr="00031743">
        <w:t>&lt;/p&gt;</w:t>
      </w:r>
    </w:p>
    <w:p w14:paraId="049311BA" w14:textId="6A90294C" w:rsidR="00BC1251" w:rsidRPr="00031743" w:rsidRDefault="00BC1251" w:rsidP="000C01E0">
      <w:pPr>
        <w:spacing w:before="60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18226CEC" w14:textId="1B3A9B2A" w:rsidR="00BC1251" w:rsidRPr="00031743" w:rsidRDefault="002A3D7B" w:rsidP="000C01E0">
      <w:pPr>
        <w:spacing w:before="60"/>
      </w:pPr>
      <w:proofErr w:type="spellStart"/>
      <w:r w:rsidRPr="00A5453F">
        <w:rPr>
          <w:color w:val="FF0000"/>
        </w:rPr>
        <w:t>document.getElementById</w:t>
      </w:r>
      <w:proofErr w:type="spellEnd"/>
      <w:r w:rsidRPr="00A5453F">
        <w:rPr>
          <w:color w:val="FF0000"/>
        </w:rPr>
        <w:t>("</w:t>
      </w:r>
      <w:proofErr w:type="spellStart"/>
      <w:r w:rsidRPr="00A5453F">
        <w:rPr>
          <w:color w:val="FF0000"/>
        </w:rPr>
        <w:t>example</w:t>
      </w:r>
      <w:proofErr w:type="spellEnd"/>
      <w:r w:rsidRPr="00A5453F">
        <w:rPr>
          <w:color w:val="FF0000"/>
        </w:rPr>
        <w:t>").</w:t>
      </w:r>
      <w:proofErr w:type="spellStart"/>
      <w:r w:rsidRPr="00A5453F">
        <w:rPr>
          <w:color w:val="FF0000"/>
        </w:rPr>
        <w:t>innerHTML</w:t>
      </w:r>
      <w:proofErr w:type="spellEnd"/>
      <w:r w:rsidRPr="00031743">
        <w:rPr>
          <w:noProof/>
          <w:lang w:val="en-US" w:eastAsia="en-US"/>
        </w:rPr>
        <w:t xml:space="preserve"> </w:t>
      </w:r>
      <w:r w:rsidR="000C01E0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4771A10B" wp14:editId="21D17F76">
                <wp:simplePos x="0" y="0"/>
                <wp:positionH relativeFrom="column">
                  <wp:posOffset>-38100</wp:posOffset>
                </wp:positionH>
                <wp:positionV relativeFrom="paragraph">
                  <wp:posOffset>30480</wp:posOffset>
                </wp:positionV>
                <wp:extent cx="3209925" cy="238125"/>
                <wp:effectExtent l="0" t="0" r="28575" b="28575"/>
                <wp:wrapNone/>
                <wp:docPr id="2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925429" id="Pravokotnik: zaokroženi vogali 9" o:spid="_x0000_s1026" style="position:absolute;margin-left:-3pt;margin-top:2.4pt;width:252.75pt;height:18.7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BC1251" w:rsidRPr="00031743">
        <w:t xml:space="preserve"> </w:t>
      </w:r>
      <w:r w:rsidR="000C01E0">
        <w:t xml:space="preserve"> </w:t>
      </w:r>
      <w:r w:rsidR="00BC1251" w:rsidRPr="00031743">
        <w:t>= "</w:t>
      </w:r>
      <w:r w:rsidR="00031743" w:rsidRPr="00031743">
        <w:t>Nový text</w:t>
      </w:r>
      <w:r w:rsidR="00BC1251" w:rsidRPr="00031743">
        <w:t>";</w:t>
      </w:r>
    </w:p>
    <w:p w14:paraId="7BB947A9" w14:textId="07DED66D" w:rsidR="00BC1251" w:rsidRDefault="00BC1251" w:rsidP="000C01E0">
      <w:pPr>
        <w:spacing w:before="60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1F1E7AC" w14:textId="5526BAB5" w:rsidR="000C01E0" w:rsidRDefault="000C01E0" w:rsidP="00BC1251"/>
    <w:p w14:paraId="6D204EEE" w14:textId="77777777" w:rsidR="000C01E0" w:rsidRPr="000C01E0" w:rsidRDefault="000C01E0" w:rsidP="000C01E0">
      <w:pPr>
        <w:pStyle w:val="eLineBottom"/>
      </w:pPr>
    </w:p>
    <w:p w14:paraId="25BAA19F" w14:textId="77777777" w:rsidR="000C01E0" w:rsidRPr="00031743" w:rsidRDefault="000C01E0" w:rsidP="00BC1251"/>
    <w:p w14:paraId="7C175781" w14:textId="3949FFF1" w:rsidR="00876353" w:rsidRPr="0046521F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t>Prepojte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správne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vysvetlenia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metód</w:t>
      </w:r>
      <w:proofErr w:type="spellEnd"/>
    </w:p>
    <w:p w14:paraId="7D352D49" w14:textId="77777777" w:rsidR="00876353" w:rsidRPr="0046521F" w:rsidRDefault="00876353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031743" w:rsidRPr="00031743" w14:paraId="2B858D39" w14:textId="77777777" w:rsidTr="00C05A0A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1C06E9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innerHTML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0A723A91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6F3766DC" w:rsidR="00031743" w:rsidRPr="00031743" w:rsidRDefault="00C05A0A" w:rsidP="00C05A0A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Metóda</w:t>
            </w:r>
            <w:proofErr w:type="spellEnd"/>
            <w:r w:rsidRPr="00C05A0A">
              <w:t xml:space="preserve"> používaná na </w:t>
            </w:r>
            <w:proofErr w:type="spellStart"/>
            <w:r w:rsidRPr="00C05A0A">
              <w:t>nájdenie</w:t>
            </w:r>
            <w:proofErr w:type="spellEnd"/>
            <w:r w:rsidRPr="00C05A0A">
              <w:t xml:space="preserve"> prvku </w:t>
            </w:r>
            <w:proofErr w:type="spellStart"/>
            <w:r w:rsidRPr="00C05A0A">
              <w:t>podľa</w:t>
            </w:r>
            <w:proofErr w:type="spellEnd"/>
            <w:r w:rsidRPr="00C05A0A">
              <w:t xml:space="preserve"> id.</w:t>
            </w:r>
          </w:p>
        </w:tc>
      </w:tr>
      <w:tr w:rsidR="00031743" w:rsidRPr="00031743" w14:paraId="64CBCFB3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27E4551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2B14DA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3426ADB4" w14:textId="77777777" w:rsidTr="00C05A0A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3ADB27E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getElementById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7DAEF0E1" w:rsidR="00031743" w:rsidRPr="00031743" w:rsidRDefault="002A3D7B" w:rsidP="00031743">
            <w:pPr>
              <w:pStyle w:val="eCheckBoxText"/>
              <w:ind w:left="0" w:firstLine="0"/>
              <w:contextualSpacing/>
              <w:jc w:val="center"/>
            </w:pPr>
            <w:r w:rsidRPr="002A3D7B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99CBBE7" wp14:editId="042FC2DA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979170</wp:posOffset>
                      </wp:positionV>
                      <wp:extent cx="2285365" cy="782320"/>
                      <wp:effectExtent l="0" t="0" r="19685" b="36830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5365" cy="78232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853EF3C" id="3 Conector recto" o:spid="_x0000_s1026" style="position:absolute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77.1pt" to="175.9pt,1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  <w:r w:rsidRPr="002A3D7B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1FA07F4E" wp14:editId="27C6E60D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-488315</wp:posOffset>
                      </wp:positionV>
                      <wp:extent cx="2285365" cy="764540"/>
                      <wp:effectExtent l="0" t="0" r="19685" b="3556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5365" cy="76454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6000AC" id="3 Conector recto" o:spid="_x0000_s1026" style="position:absolute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-38.45pt" to="175.9pt,2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2A3D7B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7EB2EB23" wp14:editId="649EA779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276860</wp:posOffset>
                      </wp:positionV>
                      <wp:extent cx="2285365" cy="1410970"/>
                      <wp:effectExtent l="0" t="0" r="19685" b="17780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85365" cy="141097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0A800F" id="3 Conector recto" o:spid="_x0000_s1026" style="position:absolute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21.8pt" to="175.9pt,1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" strokecolor="red" strokeweight=".5pt">
                      <v:stroke joinstyle="miter"/>
                    </v:line>
                  </w:pict>
                </mc:Fallback>
              </mc:AlternateContent>
            </w:r>
            <w:r w:rsidRPr="002A3D7B">
              <w:rPr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6C4D07DF" wp14:editId="536E099C">
                      <wp:simplePos x="0" y="0"/>
                      <wp:positionH relativeFrom="column">
                        <wp:posOffset>-51435</wp:posOffset>
                      </wp:positionH>
                      <wp:positionV relativeFrom="paragraph">
                        <wp:posOffset>-477520</wp:posOffset>
                      </wp:positionV>
                      <wp:extent cx="2285365" cy="1498600"/>
                      <wp:effectExtent l="0" t="0" r="19685" b="25400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85365" cy="149860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6DF563" id="3 Conector recto" o:spid="_x0000_s1026" style="position:absolute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05pt,-37.6pt" to="175.9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525BBC74" w:rsidR="00031743" w:rsidRPr="00031743" w:rsidRDefault="00C05A0A" w:rsidP="00C05A0A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Metóda</w:t>
            </w:r>
            <w:proofErr w:type="spellEnd"/>
            <w:r w:rsidRPr="00C05A0A">
              <w:t xml:space="preserve"> na </w:t>
            </w:r>
            <w:proofErr w:type="spellStart"/>
            <w:r w:rsidRPr="00C05A0A">
              <w:t>odstránenie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podradeného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HTML</w:t>
            </w:r>
            <w:proofErr w:type="spellEnd"/>
            <w:r w:rsidRPr="00C05A0A">
              <w:t xml:space="preserve"> prvku.</w:t>
            </w:r>
          </w:p>
        </w:tc>
      </w:tr>
      <w:tr w:rsidR="00031743" w:rsidRPr="00031743" w14:paraId="4EAE0C4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0328F3E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64FF4A03" w14:textId="77777777" w:rsidTr="008C4302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5FB0F97D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setAttribute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6D12A7D2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5CFA69" w14:textId="70E563D5" w:rsidR="00031743" w:rsidRPr="00031743" w:rsidRDefault="00C05A0A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Vlastnosť</w:t>
            </w:r>
            <w:proofErr w:type="spellEnd"/>
            <w:r w:rsidRPr="00C05A0A">
              <w:t xml:space="preserve"> používaná na </w:t>
            </w:r>
            <w:proofErr w:type="spellStart"/>
            <w:r w:rsidRPr="00C05A0A">
              <w:t>nastavenie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alebo</w:t>
            </w:r>
            <w:proofErr w:type="spellEnd"/>
            <w:r w:rsidRPr="00C05A0A">
              <w:t xml:space="preserve"> </w:t>
            </w:r>
            <w:proofErr w:type="spellStart"/>
            <w:r w:rsidRPr="00C05A0A">
              <w:t>vrátenie</w:t>
            </w:r>
            <w:proofErr w:type="spellEnd"/>
            <w:r w:rsidRPr="00C05A0A">
              <w:t xml:space="preserve"> obsahu </w:t>
            </w:r>
            <w:proofErr w:type="spellStart"/>
            <w:r w:rsidRPr="00C05A0A">
              <w:t>HTML</w:t>
            </w:r>
            <w:proofErr w:type="spellEnd"/>
            <w:r w:rsidRPr="00C05A0A">
              <w:t xml:space="preserve"> prvku.</w:t>
            </w:r>
          </w:p>
        </w:tc>
      </w:tr>
      <w:tr w:rsidR="00031743" w:rsidRPr="00031743" w14:paraId="19DE13D6" w14:textId="77777777" w:rsidTr="008C4302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DDD26B" w14:textId="77777777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031743" w:rsidRPr="00031743" w14:paraId="0BDF9AA7" w14:textId="77777777" w:rsidTr="00C05A0A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0CCCA3BE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031743">
              <w:t>removeChild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7FBD0A16" w:rsidR="00031743" w:rsidRPr="00031743" w:rsidRDefault="00031743" w:rsidP="00031743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651AE21C" w:rsidR="00031743" w:rsidRPr="00031743" w:rsidRDefault="00C05A0A" w:rsidP="00C05A0A">
            <w:pPr>
              <w:pStyle w:val="eCheckBoxText"/>
              <w:ind w:left="0" w:firstLine="0"/>
              <w:contextualSpacing/>
              <w:jc w:val="center"/>
            </w:pPr>
            <w:proofErr w:type="spellStart"/>
            <w:r w:rsidRPr="00C05A0A">
              <w:t>Metóda</w:t>
            </w:r>
            <w:proofErr w:type="spellEnd"/>
            <w:r w:rsidRPr="00C05A0A">
              <w:t xml:space="preserve"> </w:t>
            </w:r>
            <w:proofErr w:type="gramStart"/>
            <w:r w:rsidRPr="00C05A0A">
              <w:t xml:space="preserve">na </w:t>
            </w:r>
            <w:proofErr w:type="spellStart"/>
            <w:r w:rsidRPr="00C05A0A">
              <w:t>zmenu</w:t>
            </w:r>
            <w:proofErr w:type="spellEnd"/>
            <w:proofErr w:type="gramEnd"/>
            <w:r w:rsidRPr="00C05A0A">
              <w:t xml:space="preserve"> hodnoty </w:t>
            </w:r>
            <w:proofErr w:type="spellStart"/>
            <w:r w:rsidRPr="00C05A0A">
              <w:t>atribútu</w:t>
            </w:r>
            <w:proofErr w:type="spellEnd"/>
            <w:r w:rsidRPr="00C05A0A">
              <w:t xml:space="preserve"> dokumentu </w:t>
            </w:r>
            <w:proofErr w:type="spellStart"/>
            <w:r w:rsidRPr="00C05A0A">
              <w:t>HTML</w:t>
            </w:r>
            <w:proofErr w:type="spellEnd"/>
            <w:r w:rsidRPr="00C05A0A">
              <w:t>.</w:t>
            </w:r>
          </w:p>
        </w:tc>
      </w:tr>
    </w:tbl>
    <w:p w14:paraId="3FBEC89E" w14:textId="77777777" w:rsidR="000C01E0" w:rsidRPr="000C01E0" w:rsidRDefault="000C01E0" w:rsidP="000C01E0">
      <w:pPr>
        <w:pStyle w:val="eLineBottom"/>
      </w:pPr>
    </w:p>
    <w:p w14:paraId="646E46B9" w14:textId="77777777" w:rsidR="00F1459B" w:rsidRPr="00031743" w:rsidRDefault="00F1459B" w:rsidP="004A7E5F"/>
    <w:p w14:paraId="07B402D8" w14:textId="53070DFC" w:rsidR="00DA3B3D" w:rsidRPr="00031743" w:rsidRDefault="00C05A0A" w:rsidP="00C05A0A">
      <w:pPr>
        <w:pStyle w:val="eTask"/>
      </w:pPr>
      <w:proofErr w:type="spellStart"/>
      <w:r w:rsidRPr="00C05A0A">
        <w:t>Pomocou</w:t>
      </w:r>
      <w:proofErr w:type="spellEnd"/>
      <w:r w:rsidRPr="00C05A0A">
        <w:t xml:space="preserve"> </w:t>
      </w:r>
      <w:proofErr w:type="spellStart"/>
      <w:r w:rsidRPr="00C05A0A">
        <w:t>metódy</w:t>
      </w:r>
      <w:proofErr w:type="spellEnd"/>
      <w:r w:rsidRPr="00C05A0A">
        <w:t xml:space="preserve"> </w:t>
      </w:r>
      <w:proofErr w:type="spellStart"/>
      <w:r w:rsidRPr="00C05A0A">
        <w:t>getElementsByTagName</w:t>
      </w:r>
      <w:proofErr w:type="spellEnd"/>
      <w:r w:rsidRPr="00C05A0A">
        <w:t xml:space="preserve"> </w:t>
      </w:r>
      <w:proofErr w:type="spellStart"/>
      <w:r w:rsidRPr="00C05A0A">
        <w:t>nájdite</w:t>
      </w:r>
      <w:proofErr w:type="spellEnd"/>
      <w:r w:rsidRPr="00C05A0A">
        <w:t xml:space="preserve"> </w:t>
      </w:r>
      <w:proofErr w:type="spellStart"/>
      <w:r w:rsidRPr="00C05A0A">
        <w:t>prvý</w:t>
      </w:r>
      <w:proofErr w:type="spellEnd"/>
      <w:r w:rsidRPr="00C05A0A">
        <w:t xml:space="preserve"> </w:t>
      </w:r>
      <w:proofErr w:type="spellStart"/>
      <w:r w:rsidRPr="00C05A0A">
        <w:t>prvok</w:t>
      </w:r>
      <w:proofErr w:type="spellEnd"/>
      <w:r w:rsidRPr="00C05A0A">
        <w:t xml:space="preserve"> &lt;p&gt; a </w:t>
      </w:r>
      <w:proofErr w:type="spellStart"/>
      <w:r w:rsidRPr="00C05A0A">
        <w:t>zmeňte</w:t>
      </w:r>
      <w:proofErr w:type="spellEnd"/>
      <w:r w:rsidRPr="00C05A0A">
        <w:t xml:space="preserve"> text </w:t>
      </w:r>
      <w:proofErr w:type="spellStart"/>
      <w:r w:rsidRPr="00C05A0A">
        <w:t>na</w:t>
      </w:r>
      <w:proofErr w:type="spellEnd"/>
      <w:r w:rsidRPr="00C05A0A">
        <w:t xml:space="preserve"> „</w:t>
      </w:r>
      <w:proofErr w:type="spellStart"/>
      <w:r w:rsidRPr="00C05A0A">
        <w:t>Nový</w:t>
      </w:r>
      <w:proofErr w:type="spellEnd"/>
      <w:r w:rsidRPr="00C05A0A">
        <w:t xml:space="preserve"> </w:t>
      </w:r>
      <w:proofErr w:type="gramStart"/>
      <w:r w:rsidRPr="00C05A0A">
        <w:t>text“</w:t>
      </w:r>
      <w:proofErr w:type="gramEnd"/>
    </w:p>
    <w:p w14:paraId="1FDDDB15" w14:textId="77777777" w:rsidR="00DA3B3D" w:rsidRPr="00031743" w:rsidRDefault="00DA3B3D" w:rsidP="000C01E0">
      <w:pPr>
        <w:pStyle w:val="eTask"/>
        <w:numPr>
          <w:ilvl w:val="0"/>
          <w:numId w:val="0"/>
        </w:numPr>
        <w:ind w:left="720"/>
      </w:pPr>
    </w:p>
    <w:p w14:paraId="7DEE76DF" w14:textId="47C7AE8A" w:rsidR="00AC26F9" w:rsidRPr="00031743" w:rsidRDefault="00AC26F9" w:rsidP="000C01E0">
      <w:pPr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</w:t>
      </w:r>
      <w:r w:rsidR="00C05A0A" w:rsidRPr="00A5453F">
        <w:t>Starý text</w:t>
      </w:r>
      <w:r w:rsidRPr="00031743">
        <w:t>&lt;/p&gt;</w:t>
      </w:r>
    </w:p>
    <w:p w14:paraId="40533E0D" w14:textId="5A266581" w:rsidR="00AC26F9" w:rsidRPr="00031743" w:rsidRDefault="00AC26F9" w:rsidP="000C01E0">
      <w:pPr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54E5EA0C" w14:textId="3CBA0732" w:rsidR="00D33CBB" w:rsidRPr="00031743" w:rsidRDefault="00594D59" w:rsidP="00594D59">
      <w:pPr>
        <w:spacing w:before="100"/>
        <w:ind w:left="142"/>
        <w:rPr>
          <w:color w:val="FF0000"/>
        </w:rPr>
      </w:pPr>
      <w:proofErr w:type="spellStart"/>
      <w:r w:rsidRPr="00594D59">
        <w:rPr>
          <w:color w:val="FF0000"/>
        </w:rPr>
        <w:t>document</w:t>
      </w:r>
      <w:proofErr w:type="spellEnd"/>
      <w:r w:rsidRPr="00594D59">
        <w:rPr>
          <w:color w:val="FF0000"/>
        </w:rPr>
        <w:t>.</w:t>
      </w:r>
      <w:r w:rsidR="000C01E0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26A19F5" wp14:editId="67395154">
                <wp:simplePos x="0" y="0"/>
                <wp:positionH relativeFrom="column">
                  <wp:posOffset>48895</wp:posOffset>
                </wp:positionH>
                <wp:positionV relativeFrom="paragraph">
                  <wp:posOffset>44288</wp:posOffset>
                </wp:positionV>
                <wp:extent cx="709295" cy="238125"/>
                <wp:effectExtent l="0" t="0" r="14605" b="28575"/>
                <wp:wrapNone/>
                <wp:docPr id="4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929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89FA9" id="Pravokotnik: zaokroženi vogali 9" o:spid="_x0000_s1026" style="position:absolute;margin-left:3.85pt;margin-top:3.5pt;width:55.85pt;height:18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183A7F3D" w14:textId="095B470E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924C90" wp14:editId="4C2484DD">
                <wp:simplePos x="0" y="0"/>
                <wp:positionH relativeFrom="column">
                  <wp:posOffset>48260</wp:posOffset>
                </wp:positionH>
                <wp:positionV relativeFrom="paragraph">
                  <wp:posOffset>169072</wp:posOffset>
                </wp:positionV>
                <wp:extent cx="1574165" cy="238125"/>
                <wp:effectExtent l="0" t="0" r="26035" b="2857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31E50E" id="Pravokotnik: zaokroženi vogali 9" o:spid="_x0000_s1026" style="position:absolute;margin-left:3.8pt;margin-top:13.3pt;width:123.95pt;height:18.7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</w:p>
    <w:p w14:paraId="25CEDAFA" w14:textId="18CB8091" w:rsidR="00D33CBB" w:rsidRPr="00031743" w:rsidRDefault="00594D59" w:rsidP="000C01E0">
      <w:pPr>
        <w:ind w:left="142"/>
        <w:rPr>
          <w:color w:val="FF0000"/>
        </w:rPr>
      </w:pPr>
      <w:proofErr w:type="spellStart"/>
      <w:r w:rsidRPr="00A5453F">
        <w:rPr>
          <w:color w:val="FF0000"/>
        </w:rPr>
        <w:t>getElementByTagName</w:t>
      </w:r>
      <w:proofErr w:type="spellEnd"/>
    </w:p>
    <w:p w14:paraId="7D0508F7" w14:textId="4609FCEC" w:rsidR="00D33CBB" w:rsidRPr="00031743" w:rsidRDefault="000C01E0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C72A9C" wp14:editId="3299A91D">
                <wp:simplePos x="0" y="0"/>
                <wp:positionH relativeFrom="column">
                  <wp:posOffset>48422</wp:posOffset>
                </wp:positionH>
                <wp:positionV relativeFrom="paragraph">
                  <wp:posOffset>165735</wp:posOffset>
                </wp:positionV>
                <wp:extent cx="431165" cy="238125"/>
                <wp:effectExtent l="0" t="0" r="26035" b="28575"/>
                <wp:wrapNone/>
                <wp:docPr id="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165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3D38EE" id="Pravokotnik: zaokroženi vogali 9" o:spid="_x0000_s1026" style="position:absolute;margin-left:3.8pt;margin-top:13.05pt;width:33.95pt;height:18.7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</w:p>
    <w:p w14:paraId="3F784F48" w14:textId="1C96639C" w:rsidR="00D33CBB" w:rsidRPr="00031743" w:rsidRDefault="00594D59" w:rsidP="000C01E0">
      <w:pPr>
        <w:ind w:left="142"/>
        <w:rPr>
          <w:color w:val="FF0000"/>
        </w:rPr>
      </w:pPr>
      <w:r w:rsidRPr="00A5453F">
        <w:rPr>
          <w:color w:val="FF0000"/>
        </w:rPr>
        <w:t>("p")</w:t>
      </w:r>
    </w:p>
    <w:p w14:paraId="0B37C3AB" w14:textId="3F1271D6" w:rsidR="00D33CBB" w:rsidRPr="00031743" w:rsidRDefault="00D33CBB" w:rsidP="000C01E0">
      <w:pPr>
        <w:ind w:left="142"/>
        <w:rPr>
          <w:color w:val="FF0000"/>
        </w:rPr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16CBA266" wp14:editId="01179D5E">
                <wp:simplePos x="0" y="0"/>
                <wp:positionH relativeFrom="column">
                  <wp:posOffset>47787</wp:posOffset>
                </wp:positionH>
                <wp:positionV relativeFrom="paragraph">
                  <wp:posOffset>156845</wp:posOffset>
                </wp:positionV>
                <wp:extent cx="431597" cy="238125"/>
                <wp:effectExtent l="0" t="0" r="26035" b="28575"/>
                <wp:wrapNone/>
                <wp:docPr id="10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97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BB1564" id="Pravokotnik: zaokroženi vogali 9" o:spid="_x0000_s1026" style="position:absolute;margin-left:3.75pt;margin-top:12.35pt;width:34pt;height:18.7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</w:p>
    <w:p w14:paraId="2146088E" w14:textId="1FAC8A38" w:rsidR="00D33CBB" w:rsidRPr="00031743" w:rsidRDefault="00594D59" w:rsidP="000C01E0">
      <w:pPr>
        <w:ind w:left="142"/>
        <w:rPr>
          <w:color w:val="FF0000"/>
        </w:rPr>
      </w:pPr>
      <w:r w:rsidRPr="00A5453F">
        <w:rPr>
          <w:color w:val="FF0000"/>
        </w:rPr>
        <w:t>[0]</w:t>
      </w:r>
    </w:p>
    <w:p w14:paraId="50454F30" w14:textId="77777777" w:rsidR="00D33CBB" w:rsidRPr="00031743" w:rsidRDefault="00D33CBB" w:rsidP="000C01E0">
      <w:pPr>
        <w:ind w:left="142"/>
        <w:rPr>
          <w:color w:val="FF0000"/>
          <w:sz w:val="16"/>
        </w:rPr>
      </w:pPr>
    </w:p>
    <w:p w14:paraId="0DB3FBFC" w14:textId="77777777" w:rsidR="00D33CBB" w:rsidRPr="00031743" w:rsidRDefault="00AC26F9" w:rsidP="000C01E0">
      <w:pPr>
        <w:ind w:left="142"/>
      </w:pPr>
      <w:r w:rsidRPr="00031743">
        <w:t>.</w:t>
      </w:r>
      <w:proofErr w:type="spellStart"/>
      <w:r w:rsidRPr="00031743">
        <w:t>innerHTML</w:t>
      </w:r>
      <w:proofErr w:type="spellEnd"/>
      <w:r w:rsidRPr="00031743">
        <w:t xml:space="preserve"> </w:t>
      </w:r>
    </w:p>
    <w:p w14:paraId="54804812" w14:textId="6ECC3D30" w:rsidR="00AC26F9" w:rsidRPr="00031743" w:rsidRDefault="00AC26F9" w:rsidP="00AC26F9">
      <w:r w:rsidRPr="00031743">
        <w:t>= "</w:t>
      </w:r>
      <w:r w:rsidR="00031743">
        <w:t>Nový text</w:t>
      </w:r>
      <w:r w:rsidRPr="00031743">
        <w:t>";</w:t>
      </w:r>
    </w:p>
    <w:p w14:paraId="5859C217" w14:textId="540CA858" w:rsidR="00AC26F9" w:rsidRDefault="00AC26F9" w:rsidP="00AC26F9"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04A328AA" w14:textId="77777777" w:rsidR="00031743" w:rsidRPr="00031743" w:rsidRDefault="00031743" w:rsidP="00AC26F9">
      <w:pPr>
        <w:rPr>
          <w:sz w:val="18"/>
        </w:rPr>
      </w:pPr>
    </w:p>
    <w:p w14:paraId="338AFA54" w14:textId="29C85CA6" w:rsidR="00472F18" w:rsidRDefault="00031743" w:rsidP="00472F18">
      <w:r w:rsidRPr="00031743">
        <w:t>Možnosti</w:t>
      </w:r>
      <w:r w:rsidR="00DA3B3D" w:rsidRPr="00031743">
        <w:t xml:space="preserve">: </w:t>
      </w:r>
      <w:proofErr w:type="spellStart"/>
      <w:r w:rsidR="00472F18" w:rsidRPr="00031743">
        <w:t>document</w:t>
      </w:r>
      <w:proofErr w:type="spellEnd"/>
      <w:r w:rsidR="00472F18" w:rsidRPr="00031743">
        <w:t xml:space="preserve">., </w:t>
      </w:r>
      <w:proofErr w:type="spellStart"/>
      <w:r w:rsidR="00472F18" w:rsidRPr="00031743">
        <w:t>getElementByTagName</w:t>
      </w:r>
      <w:proofErr w:type="spellEnd"/>
      <w:r w:rsidR="00472F18" w:rsidRPr="00031743">
        <w:t>, ("p"), [0]</w:t>
      </w:r>
    </w:p>
    <w:p w14:paraId="54D36DC1" w14:textId="718AC1FD" w:rsidR="002629E4" w:rsidRPr="000C01E0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lastRenderedPageBreak/>
        <w:t>Zmeňte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farbu</w:t>
      </w:r>
      <w:proofErr w:type="spellEnd"/>
      <w:r w:rsidRPr="00C05A0A">
        <w:rPr>
          <w:lang w:val="cs-CZ"/>
        </w:rPr>
        <w:t xml:space="preserve"> textu prvku &lt;p&gt; na „</w:t>
      </w:r>
      <w:proofErr w:type="spellStart"/>
      <w:r w:rsidRPr="00C05A0A">
        <w:rPr>
          <w:lang w:val="cs-CZ"/>
        </w:rPr>
        <w:t>žltú</w:t>
      </w:r>
      <w:proofErr w:type="spellEnd"/>
      <w:r w:rsidRPr="00C05A0A">
        <w:rPr>
          <w:lang w:val="cs-CZ"/>
        </w:rPr>
        <w:t>“</w:t>
      </w:r>
    </w:p>
    <w:p w14:paraId="4E265BF4" w14:textId="77777777" w:rsidR="002629E4" w:rsidRPr="000C01E0" w:rsidRDefault="002629E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04EB753C" w14:textId="72F16FE0" w:rsidR="00DD7B2B" w:rsidRPr="00031743" w:rsidRDefault="00DD7B2B" w:rsidP="000C01E0">
      <w:pPr>
        <w:spacing w:before="4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7FD21F0" w14:textId="382E16F3" w:rsidR="00DD7B2B" w:rsidRPr="00031743" w:rsidRDefault="00CB3339" w:rsidP="000C01E0">
      <w:pPr>
        <w:spacing w:before="4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D8210D1" wp14:editId="7B631FD1">
                <wp:simplePos x="0" y="0"/>
                <wp:positionH relativeFrom="column">
                  <wp:posOffset>3406391</wp:posOffset>
                </wp:positionH>
                <wp:positionV relativeFrom="paragraph">
                  <wp:posOffset>151809</wp:posOffset>
                </wp:positionV>
                <wp:extent cx="648586" cy="238125"/>
                <wp:effectExtent l="0" t="0" r="18415" b="28575"/>
                <wp:wrapNone/>
                <wp:docPr id="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8586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908393" id="Pravokotnik: zaokroženi vogali 9" o:spid="_x0000_s1026" style="position:absolute;margin-left:268.2pt;margin-top:11.95pt;width:51.05pt;height:18.7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" filled="f" strokecolor="black [3213]" strokeweight="1pt">
                <v:stroke joinstyle="miter"/>
              </v:roundrect>
            </w:pict>
          </mc:Fallback>
        </mc:AlternateContent>
      </w: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EF7F5B9" wp14:editId="4B205635">
                <wp:simplePos x="0" y="0"/>
                <wp:positionH relativeFrom="column">
                  <wp:posOffset>2376805</wp:posOffset>
                </wp:positionH>
                <wp:positionV relativeFrom="paragraph">
                  <wp:posOffset>156845</wp:posOffset>
                </wp:positionV>
                <wp:extent cx="762000" cy="238125"/>
                <wp:effectExtent l="0" t="0" r="19050" b="28575"/>
                <wp:wrapNone/>
                <wp:docPr id="3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71D45875" id="Pravokotnik: zaokroženi vogali 9" o:spid="_x0000_s1026" style="position:absolute;margin-left:187.15pt;margin-top:12.35pt;width:60pt;height:18.7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" filled="f" strokecolor="black [3213]" strokeweight="1pt">
                <v:stroke joinstyle="miter"/>
              </v:roundrect>
            </w:pict>
          </mc:Fallback>
        </mc:AlternateContent>
      </w:r>
      <w:r w:rsidR="00DD7B2B" w:rsidRPr="00031743">
        <w:t>&lt;</w:t>
      </w:r>
      <w:proofErr w:type="spellStart"/>
      <w:r w:rsidR="00DD7B2B" w:rsidRPr="00031743">
        <w:t>script</w:t>
      </w:r>
      <w:proofErr w:type="spellEnd"/>
      <w:r w:rsidR="00DD7B2B" w:rsidRPr="00031743">
        <w:t>&gt;</w:t>
      </w:r>
    </w:p>
    <w:p w14:paraId="250BD54C" w14:textId="22644BB4" w:rsidR="00DD7B2B" w:rsidRPr="00031743" w:rsidRDefault="00DD7B2B" w:rsidP="000C01E0">
      <w:pPr>
        <w:spacing w:before="4"/>
      </w:pPr>
      <w:proofErr w:type="spellStart"/>
      <w:r w:rsidRPr="00031743">
        <w:t>document.getElementById</w:t>
      </w:r>
      <w:proofErr w:type="spellEnd"/>
      <w:r w:rsidRPr="00031743">
        <w:t>("</w:t>
      </w:r>
      <w:proofErr w:type="spellStart"/>
      <w:proofErr w:type="gramStart"/>
      <w:r w:rsidRPr="00031743">
        <w:t>example</w:t>
      </w:r>
      <w:proofErr w:type="spellEnd"/>
      <w:r w:rsidRPr="00031743">
        <w:t>")</w:t>
      </w:r>
      <w:r w:rsidR="00594D59">
        <w:t xml:space="preserve"> </w:t>
      </w:r>
      <w:r w:rsidR="00594D59" w:rsidRPr="00A5453F">
        <w:rPr>
          <w:color w:val="FF0000"/>
        </w:rPr>
        <w:t>.</w:t>
      </w:r>
      <w:proofErr w:type="spellStart"/>
      <w:r w:rsidR="00594D59" w:rsidRPr="00A5453F">
        <w:rPr>
          <w:color w:val="FF0000"/>
        </w:rPr>
        <w:t>style</w:t>
      </w:r>
      <w:proofErr w:type="gramEnd"/>
      <w:r w:rsidR="00594D59" w:rsidRPr="00A5453F">
        <w:rPr>
          <w:color w:val="FF0000"/>
        </w:rPr>
        <w:t>.color</w:t>
      </w:r>
      <w:proofErr w:type="spellEnd"/>
      <w:r w:rsidR="0046521F">
        <w:rPr>
          <w:color w:val="FF0000"/>
        </w:rPr>
        <w:t xml:space="preserve">  </w:t>
      </w:r>
      <w:r w:rsidR="000C01E0">
        <w:t xml:space="preserve"> </w:t>
      </w:r>
      <w:r w:rsidRPr="00031743">
        <w:t>= "</w:t>
      </w:r>
      <w:r w:rsidR="000C01E0">
        <w:t xml:space="preserve">  </w:t>
      </w:r>
      <w:r w:rsidR="0046521F">
        <w:t xml:space="preserve"> </w:t>
      </w:r>
      <w:proofErr w:type="spellStart"/>
      <w:r w:rsidR="00594D59" w:rsidRPr="00A5453F">
        <w:rPr>
          <w:color w:val="FF0000"/>
        </w:rPr>
        <w:t>yellow</w:t>
      </w:r>
      <w:proofErr w:type="spellEnd"/>
      <w:r w:rsidR="0046521F">
        <w:t xml:space="preserve">    </w:t>
      </w:r>
      <w:r w:rsidRPr="00031743">
        <w:t>";</w:t>
      </w:r>
    </w:p>
    <w:p w14:paraId="520287AB" w14:textId="54A3A612" w:rsidR="00DD7B2B" w:rsidRPr="00031743" w:rsidRDefault="00DD7B2B" w:rsidP="000C01E0">
      <w:pPr>
        <w:spacing w:before="4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5D16B5EA" w14:textId="77777777" w:rsidR="000C01E0" w:rsidRPr="000C01E0" w:rsidRDefault="000C01E0" w:rsidP="000C01E0">
      <w:pPr>
        <w:pStyle w:val="eLineBottom"/>
      </w:pPr>
    </w:p>
    <w:p w14:paraId="54127D67" w14:textId="73855A73" w:rsidR="000C6FB8" w:rsidRPr="00031743" w:rsidRDefault="000C6FB8" w:rsidP="000C01E0">
      <w:pPr>
        <w:pStyle w:val="eTask"/>
        <w:numPr>
          <w:ilvl w:val="0"/>
          <w:numId w:val="0"/>
        </w:numPr>
        <w:ind w:left="720"/>
      </w:pPr>
    </w:p>
    <w:p w14:paraId="759C1739" w14:textId="33C08A8C" w:rsidR="009C3A3C" w:rsidRPr="00031743" w:rsidRDefault="00C05A0A" w:rsidP="00C05A0A">
      <w:pPr>
        <w:pStyle w:val="eTask"/>
      </w:pPr>
      <w:proofErr w:type="spellStart"/>
      <w:r w:rsidRPr="00C05A0A">
        <w:t>Uveďte</w:t>
      </w:r>
      <w:proofErr w:type="spellEnd"/>
      <w:r w:rsidRPr="00C05A0A">
        <w:t xml:space="preserve"> </w:t>
      </w:r>
      <w:proofErr w:type="spellStart"/>
      <w:r w:rsidRPr="00C05A0A">
        <w:t>aspoň</w:t>
      </w:r>
      <w:proofErr w:type="spellEnd"/>
      <w:r w:rsidRPr="00C05A0A">
        <w:t xml:space="preserve"> </w:t>
      </w:r>
      <w:proofErr w:type="spellStart"/>
      <w:r w:rsidRPr="00C05A0A">
        <w:t>jednu</w:t>
      </w:r>
      <w:proofErr w:type="spellEnd"/>
      <w:r w:rsidRPr="00C05A0A">
        <w:t xml:space="preserve"> </w:t>
      </w:r>
      <w:proofErr w:type="spellStart"/>
      <w:r w:rsidRPr="00C05A0A">
        <w:t>metódu</w:t>
      </w:r>
      <w:proofErr w:type="spellEnd"/>
      <w:r w:rsidRPr="00C05A0A">
        <w:t xml:space="preserve"> </w:t>
      </w:r>
      <w:proofErr w:type="spellStart"/>
      <w:r w:rsidRPr="00C05A0A">
        <w:t>odstraňovania</w:t>
      </w:r>
      <w:proofErr w:type="spellEnd"/>
      <w:r w:rsidRPr="00C05A0A">
        <w:t xml:space="preserve"> </w:t>
      </w:r>
      <w:proofErr w:type="spellStart"/>
      <w:r w:rsidRPr="00C05A0A">
        <w:t>prvkov</w:t>
      </w:r>
      <w:proofErr w:type="spellEnd"/>
      <w:r w:rsidRPr="00C05A0A">
        <w:t xml:space="preserve">. </w:t>
      </w:r>
      <w:proofErr w:type="spellStart"/>
      <w:r w:rsidRPr="00C05A0A">
        <w:t>Používajte</w:t>
      </w:r>
      <w:proofErr w:type="spellEnd"/>
      <w:r w:rsidRPr="00C05A0A">
        <w:t xml:space="preserve"> </w:t>
      </w:r>
      <w:proofErr w:type="spellStart"/>
      <w:r w:rsidRPr="00C05A0A">
        <w:t>iba</w:t>
      </w:r>
      <w:proofErr w:type="spellEnd"/>
      <w:r w:rsidRPr="00C05A0A">
        <w:t xml:space="preserve"> </w:t>
      </w:r>
      <w:proofErr w:type="spellStart"/>
      <w:r w:rsidRPr="00C05A0A">
        <w:t>správne</w:t>
      </w:r>
      <w:proofErr w:type="spellEnd"/>
      <w:r w:rsidRPr="00C05A0A">
        <w:t xml:space="preserve"> </w:t>
      </w:r>
      <w:proofErr w:type="spellStart"/>
      <w:r w:rsidRPr="00C05A0A">
        <w:t>výrazy</w:t>
      </w:r>
      <w:proofErr w:type="spellEnd"/>
      <w:r w:rsidRPr="00C05A0A">
        <w:t xml:space="preserve">, bez </w:t>
      </w:r>
      <w:proofErr w:type="spellStart"/>
      <w:r w:rsidRPr="00C05A0A">
        <w:t>zátvoriek</w:t>
      </w:r>
      <w:proofErr w:type="spellEnd"/>
      <w:r w:rsidRPr="00C05A0A">
        <w:t>.</w:t>
      </w:r>
    </w:p>
    <w:p w14:paraId="0033D4C1" w14:textId="5F4D41CE" w:rsidR="009C3A3C" w:rsidRPr="00031743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2CDAC0A9" w14:textId="77777777" w:rsidR="00594D59" w:rsidRPr="00A5453F" w:rsidRDefault="00594D59" w:rsidP="00594D59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proofErr w:type="spellStart"/>
      <w:r w:rsidRPr="00A5453F">
        <w:rPr>
          <w:color w:val="FF0000"/>
          <w:u w:val="single"/>
        </w:rPr>
        <w:t>remove</w:t>
      </w:r>
      <w:proofErr w:type="spellEnd"/>
    </w:p>
    <w:p w14:paraId="5F1DED9B" w14:textId="77777777" w:rsidR="00594D59" w:rsidRPr="00A5453F" w:rsidRDefault="00594D59" w:rsidP="00594D59">
      <w:pPr>
        <w:pStyle w:val="Odstavecseseznamem"/>
        <w:ind w:left="786"/>
        <w:rPr>
          <w:color w:val="FF0000"/>
          <w:u w:val="single"/>
        </w:rPr>
      </w:pPr>
    </w:p>
    <w:p w14:paraId="1A3147D3" w14:textId="77777777" w:rsidR="00594D59" w:rsidRPr="00A5453F" w:rsidRDefault="00594D59" w:rsidP="00594D59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proofErr w:type="spellStart"/>
      <w:r w:rsidRPr="00A5453F">
        <w:rPr>
          <w:color w:val="FF0000"/>
          <w:u w:val="single"/>
        </w:rPr>
        <w:t>removeChild</w:t>
      </w:r>
      <w:proofErr w:type="spellEnd"/>
    </w:p>
    <w:p w14:paraId="54F033A8" w14:textId="77777777" w:rsidR="00514303" w:rsidRPr="00031743" w:rsidRDefault="00514303" w:rsidP="00514303">
      <w:pPr>
        <w:rPr>
          <w:color w:val="FF0000"/>
          <w:u w:val="single"/>
        </w:rPr>
      </w:pPr>
    </w:p>
    <w:p w14:paraId="2529A205" w14:textId="0B80F308" w:rsidR="00514303" w:rsidRPr="000C01E0" w:rsidRDefault="00514303" w:rsidP="000C01E0">
      <w:pPr>
        <w:pStyle w:val="eLineBottom"/>
      </w:pPr>
    </w:p>
    <w:p w14:paraId="6CF8230A" w14:textId="77777777" w:rsidR="000C01E0" w:rsidRPr="00031743" w:rsidRDefault="000C01E0" w:rsidP="00514303">
      <w:pPr>
        <w:rPr>
          <w:color w:val="FF0000"/>
          <w:u w:val="single"/>
        </w:rPr>
      </w:pPr>
    </w:p>
    <w:p w14:paraId="5A5C4DC5" w14:textId="5E9B6FFF" w:rsidR="00C2167F" w:rsidRPr="00C05A0A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t>Zmeňte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veľkosť</w:t>
      </w:r>
      <w:proofErr w:type="spellEnd"/>
      <w:r w:rsidRPr="00C05A0A">
        <w:rPr>
          <w:lang w:val="cs-CZ"/>
        </w:rPr>
        <w:t xml:space="preserve"> písma prvku &lt;p&gt; na 15 </w:t>
      </w:r>
      <w:proofErr w:type="spellStart"/>
      <w:r w:rsidRPr="00C05A0A">
        <w:rPr>
          <w:lang w:val="cs-CZ"/>
        </w:rPr>
        <w:t>pixelov</w:t>
      </w:r>
      <w:proofErr w:type="spellEnd"/>
    </w:p>
    <w:p w14:paraId="22206957" w14:textId="0AB64E5C" w:rsidR="00C2167F" w:rsidRPr="00C05A0A" w:rsidRDefault="00C2167F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</w:p>
    <w:p w14:paraId="5076023A" w14:textId="03E8F527" w:rsidR="00C2167F" w:rsidRPr="00031743" w:rsidRDefault="00C2167F" w:rsidP="000C01E0">
      <w:pPr>
        <w:spacing w:before="40"/>
        <w:ind w:left="142"/>
      </w:pPr>
      <w:r w:rsidRPr="00031743">
        <w:t>&lt;p id="</w:t>
      </w:r>
      <w:proofErr w:type="spellStart"/>
      <w:r w:rsidRPr="00031743">
        <w:t>example</w:t>
      </w:r>
      <w:proofErr w:type="spellEnd"/>
      <w:r w:rsidRPr="00031743">
        <w:t>"&gt;Text&lt;/p&gt;</w:t>
      </w:r>
    </w:p>
    <w:p w14:paraId="5A4039D2" w14:textId="320AEFEC" w:rsidR="00C2167F" w:rsidRPr="00031743" w:rsidRDefault="00C2167F" w:rsidP="000C01E0">
      <w:pPr>
        <w:spacing w:before="40"/>
        <w:ind w:left="142"/>
      </w:pPr>
      <w:r w:rsidRPr="00031743">
        <w:t>&lt;</w:t>
      </w:r>
      <w:proofErr w:type="spellStart"/>
      <w:r w:rsidRPr="00031743">
        <w:t>script</w:t>
      </w:r>
      <w:proofErr w:type="spellEnd"/>
      <w:r w:rsidRPr="00031743">
        <w:t>&gt;</w:t>
      </w:r>
    </w:p>
    <w:p w14:paraId="6CF70374" w14:textId="7E827470" w:rsidR="00C2167F" w:rsidRPr="00031743" w:rsidRDefault="0046521F" w:rsidP="000C01E0">
      <w:pPr>
        <w:spacing w:before="40"/>
        <w:ind w:left="142"/>
      </w:pPr>
      <w:r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AF04179" wp14:editId="3AD9D2E3">
                <wp:simplePos x="0" y="0"/>
                <wp:positionH relativeFrom="column">
                  <wp:posOffset>3745392</wp:posOffset>
                </wp:positionH>
                <wp:positionV relativeFrom="paragraph">
                  <wp:posOffset>15875</wp:posOffset>
                </wp:positionV>
                <wp:extent cx="393065" cy="248285"/>
                <wp:effectExtent l="0" t="0" r="26035" b="18415"/>
                <wp:wrapNone/>
                <wp:docPr id="1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065" cy="24828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D1C8D2" id="Pravokotnik: zaokroženi vogali 9" o:spid="_x0000_s1026" style="position:absolute;margin-left:294.9pt;margin-top:1.25pt;width:30.95pt;height:19.5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="00580991" w:rsidRPr="00031743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23F5C86" wp14:editId="2050FF09">
                <wp:simplePos x="0" y="0"/>
                <wp:positionH relativeFrom="column">
                  <wp:posOffset>2460093</wp:posOffset>
                </wp:positionH>
                <wp:positionV relativeFrom="paragraph">
                  <wp:posOffset>11652</wp:posOffset>
                </wp:positionV>
                <wp:extent cx="946298" cy="238125"/>
                <wp:effectExtent l="0" t="0" r="25400" b="28575"/>
                <wp:wrapNone/>
                <wp:docPr id="6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6298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A484D31" id="Pravokotnik: zaokroženi vogali 9" o:spid="_x0000_s1026" style="position:absolute;margin-left:193.7pt;margin-top:.9pt;width:74.5pt;height:18.7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" filled="f" strokecolor="black [3213]" strokeweight="1pt">
                <v:stroke joinstyle="miter"/>
              </v:roundrect>
            </w:pict>
          </mc:Fallback>
        </mc:AlternateContent>
      </w:r>
      <w:proofErr w:type="spellStart"/>
      <w:r w:rsidR="00C2167F" w:rsidRPr="00031743">
        <w:t>document.getElementById</w:t>
      </w:r>
      <w:proofErr w:type="spellEnd"/>
      <w:r w:rsidR="00C2167F" w:rsidRPr="00031743">
        <w:t>("</w:t>
      </w:r>
      <w:proofErr w:type="spellStart"/>
      <w:proofErr w:type="gramStart"/>
      <w:r w:rsidR="00C2167F" w:rsidRPr="00031743">
        <w:t>example</w:t>
      </w:r>
      <w:proofErr w:type="spellEnd"/>
      <w:r w:rsidR="00C2167F" w:rsidRPr="00031743">
        <w:t>")</w:t>
      </w:r>
      <w:r w:rsidR="00594D59" w:rsidRPr="00A5453F">
        <w:rPr>
          <w:color w:val="FF0000"/>
        </w:rPr>
        <w:t>.</w:t>
      </w:r>
      <w:proofErr w:type="spellStart"/>
      <w:r w:rsidR="00594D59" w:rsidRPr="00A5453F">
        <w:rPr>
          <w:color w:val="FF0000"/>
        </w:rPr>
        <w:t>style</w:t>
      </w:r>
      <w:proofErr w:type="gramEnd"/>
      <w:r w:rsidR="00594D59" w:rsidRPr="00A5453F">
        <w:rPr>
          <w:color w:val="FF0000"/>
        </w:rPr>
        <w:t>.fontSize</w:t>
      </w:r>
      <w:proofErr w:type="spellEnd"/>
      <w:r>
        <w:t xml:space="preserve">   </w:t>
      </w:r>
      <w:r w:rsidR="00594D59">
        <w:t xml:space="preserve"> </w:t>
      </w:r>
      <w:r w:rsidR="00C2167F" w:rsidRPr="00031743">
        <w:t xml:space="preserve">= </w:t>
      </w:r>
      <w:r w:rsidR="000C01E0">
        <w:t xml:space="preserve"> </w:t>
      </w:r>
      <w:r w:rsidR="00C2167F" w:rsidRPr="00031743">
        <w:t>"</w:t>
      </w:r>
      <w:r w:rsidR="000C01E0">
        <w:t xml:space="preserve"> </w:t>
      </w:r>
      <w:r>
        <w:t xml:space="preserve"> </w:t>
      </w:r>
      <w:proofErr w:type="spellStart"/>
      <w:r w:rsidR="00594D59" w:rsidRPr="00A5453F">
        <w:rPr>
          <w:color w:val="FF0000"/>
        </w:rPr>
        <w:t>15px</w:t>
      </w:r>
      <w:proofErr w:type="spellEnd"/>
      <w:r>
        <w:t xml:space="preserve">  </w:t>
      </w:r>
      <w:r w:rsidR="00C2167F" w:rsidRPr="00031743">
        <w:t>";</w:t>
      </w:r>
    </w:p>
    <w:p w14:paraId="5B4C74FF" w14:textId="77777777" w:rsidR="00C2167F" w:rsidRPr="00031743" w:rsidRDefault="00C2167F" w:rsidP="000C01E0">
      <w:pPr>
        <w:spacing w:before="40"/>
        <w:ind w:left="142"/>
      </w:pPr>
      <w:r w:rsidRPr="00031743">
        <w:t>&lt;/</w:t>
      </w:r>
      <w:proofErr w:type="spellStart"/>
      <w:r w:rsidRPr="00031743">
        <w:t>script</w:t>
      </w:r>
      <w:proofErr w:type="spellEnd"/>
      <w:r w:rsidRPr="00031743">
        <w:t>&gt;</w:t>
      </w:r>
    </w:p>
    <w:p w14:paraId="753B1579" w14:textId="06652C20" w:rsidR="005D6039" w:rsidRDefault="005D6039" w:rsidP="00514303">
      <w:pPr>
        <w:rPr>
          <w:u w:val="single"/>
        </w:rPr>
      </w:pPr>
    </w:p>
    <w:p w14:paraId="725A73E8" w14:textId="77777777" w:rsidR="000C01E0" w:rsidRPr="000C01E0" w:rsidRDefault="000C01E0" w:rsidP="000C01E0">
      <w:pPr>
        <w:pStyle w:val="eLineBottom"/>
      </w:pPr>
    </w:p>
    <w:p w14:paraId="6E2B9849" w14:textId="77777777" w:rsidR="00431414" w:rsidRPr="00031743" w:rsidRDefault="00431414" w:rsidP="00431414">
      <w:pPr>
        <w:rPr>
          <w:u w:val="single"/>
        </w:rPr>
      </w:pPr>
    </w:p>
    <w:p w14:paraId="4BE161E8" w14:textId="417B4A52" w:rsidR="00031743" w:rsidRPr="00C05A0A" w:rsidRDefault="00C05A0A" w:rsidP="00C05A0A">
      <w:pPr>
        <w:pStyle w:val="eTask"/>
        <w:rPr>
          <w:lang w:val="cs-CZ"/>
        </w:rPr>
      </w:pPr>
      <w:proofErr w:type="spellStart"/>
      <w:r w:rsidRPr="00C05A0A">
        <w:rPr>
          <w:lang w:val="cs-CZ"/>
        </w:rPr>
        <w:t>Priraďte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správne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poradie</w:t>
      </w:r>
      <w:proofErr w:type="spellEnd"/>
      <w:r w:rsidRPr="00C05A0A">
        <w:rPr>
          <w:lang w:val="cs-CZ"/>
        </w:rPr>
        <w:t xml:space="preserve"> vlastností, </w:t>
      </w:r>
      <w:proofErr w:type="spellStart"/>
      <w:r w:rsidRPr="00C05A0A">
        <w:rPr>
          <w:lang w:val="cs-CZ"/>
        </w:rPr>
        <w:t>keď</w:t>
      </w:r>
      <w:proofErr w:type="spellEnd"/>
      <w:r w:rsidRPr="00C05A0A">
        <w:rPr>
          <w:lang w:val="cs-CZ"/>
        </w:rPr>
        <w:t xml:space="preserve"> chceme </w:t>
      </w:r>
      <w:proofErr w:type="spellStart"/>
      <w:r w:rsidRPr="00C05A0A">
        <w:rPr>
          <w:lang w:val="cs-CZ"/>
        </w:rPr>
        <w:t>vytvoriť</w:t>
      </w:r>
      <w:proofErr w:type="spellEnd"/>
      <w:r w:rsidRPr="00C05A0A">
        <w:rPr>
          <w:lang w:val="cs-CZ"/>
        </w:rPr>
        <w:t xml:space="preserve"> nový prvok s </w:t>
      </w:r>
      <w:proofErr w:type="spellStart"/>
      <w:r w:rsidRPr="00C05A0A">
        <w:rPr>
          <w:lang w:val="cs-CZ"/>
        </w:rPr>
        <w:t>textom</w:t>
      </w:r>
      <w:proofErr w:type="spellEnd"/>
      <w:r w:rsidRPr="00C05A0A">
        <w:rPr>
          <w:lang w:val="cs-CZ"/>
        </w:rPr>
        <w:t xml:space="preserve"> a </w:t>
      </w:r>
      <w:bookmarkStart w:id="1" w:name="_GoBack"/>
      <w:bookmarkEnd w:id="1"/>
      <w:proofErr w:type="spellStart"/>
      <w:r w:rsidRPr="00C05A0A">
        <w:rPr>
          <w:lang w:val="cs-CZ"/>
        </w:rPr>
        <w:t>pridať</w:t>
      </w:r>
      <w:proofErr w:type="spellEnd"/>
      <w:r w:rsidRPr="00C05A0A">
        <w:rPr>
          <w:lang w:val="cs-CZ"/>
        </w:rPr>
        <w:t xml:space="preserve"> ho do </w:t>
      </w:r>
      <w:proofErr w:type="spellStart"/>
      <w:r w:rsidRPr="00C05A0A">
        <w:rPr>
          <w:lang w:val="cs-CZ"/>
        </w:rPr>
        <w:t>existujúcej</w:t>
      </w:r>
      <w:proofErr w:type="spellEnd"/>
      <w:r w:rsidRPr="00C05A0A">
        <w:rPr>
          <w:lang w:val="cs-CZ"/>
        </w:rPr>
        <w:t xml:space="preserve"> </w:t>
      </w:r>
      <w:proofErr w:type="spellStart"/>
      <w:r w:rsidRPr="00C05A0A">
        <w:rPr>
          <w:lang w:val="cs-CZ"/>
        </w:rPr>
        <w:t>štruktúry</w:t>
      </w:r>
      <w:proofErr w:type="spellEnd"/>
    </w:p>
    <w:p w14:paraId="0081BA9F" w14:textId="6D076ADB" w:rsidR="002629E4" w:rsidRPr="00031743" w:rsidRDefault="006D64F4" w:rsidP="000C01E0">
      <w:pPr>
        <w:pStyle w:val="eTask"/>
        <w:numPr>
          <w:ilvl w:val="0"/>
          <w:numId w:val="0"/>
        </w:numPr>
        <w:ind w:left="720"/>
        <w:rPr>
          <w:lang w:val="cs-CZ"/>
        </w:rPr>
      </w:pPr>
      <w:r w:rsidRPr="00031743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CBBF2F8" wp14:editId="5CDBB83D">
                <wp:simplePos x="0" y="0"/>
                <wp:positionH relativeFrom="column">
                  <wp:posOffset>234010</wp:posOffset>
                </wp:positionH>
                <wp:positionV relativeFrom="paragraph">
                  <wp:posOffset>155499</wp:posOffset>
                </wp:positionV>
                <wp:extent cx="1303020" cy="238125"/>
                <wp:effectExtent l="0" t="0" r="11430" b="28575"/>
                <wp:wrapNone/>
                <wp:docPr id="27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roundrect w14:anchorId="3FD8E3BB" id="Pravokotnik: zaokroženi vogali 9" o:spid="_x0000_s1026" style="position:absolute;margin-left:18.45pt;margin-top:12.25pt;width:102.6pt;height:18.7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" filled="f" strokecolor="black [3213]" strokeweight="1pt">
                <v:stroke joinstyle="miter"/>
              </v:roundrect>
            </w:pict>
          </mc:Fallback>
        </mc:AlternateContent>
      </w:r>
    </w:p>
    <w:p w14:paraId="630E87C6" w14:textId="77777777" w:rsidR="00594D59" w:rsidRPr="00A5453F" w:rsidRDefault="00594D59" w:rsidP="00594D59">
      <w:pPr>
        <w:pStyle w:val="eText"/>
        <w:tabs>
          <w:tab w:val="left" w:pos="510"/>
          <w:tab w:val="left" w:pos="885"/>
        </w:tabs>
      </w:pPr>
      <w:r w:rsidRPr="00A545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F7C5841" wp14:editId="70528BB5">
                <wp:simplePos x="0" y="0"/>
                <wp:positionH relativeFrom="column">
                  <wp:posOffset>252730</wp:posOffset>
                </wp:positionH>
                <wp:positionV relativeFrom="paragraph">
                  <wp:posOffset>357505</wp:posOffset>
                </wp:positionV>
                <wp:extent cx="1303020" cy="238125"/>
                <wp:effectExtent l="0" t="0" r="11430" b="28575"/>
                <wp:wrapNone/>
                <wp:docPr id="29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39448BB" id="Pravokotnik: zaokroženi vogali 9" o:spid="_x0000_s1026" style="position:absolute;margin-left:19.9pt;margin-top:28.15pt;width:102.6pt;height:18.7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" filled="f" strokecolor="black [3213]" strokeweight="1pt">
                <v:stroke joinstyle="miter"/>
              </v:roundrect>
            </w:pict>
          </mc:Fallback>
        </mc:AlternateContent>
      </w:r>
      <w:r w:rsidRPr="00A5453F">
        <w:tab/>
      </w:r>
      <w:proofErr w:type="spellStart"/>
      <w:r w:rsidRPr="00A5453F">
        <w:rPr>
          <w:color w:val="FF0000"/>
        </w:rPr>
        <w:t>createElement</w:t>
      </w:r>
      <w:proofErr w:type="spellEnd"/>
    </w:p>
    <w:p w14:paraId="3F7B9258" w14:textId="77777777" w:rsidR="00594D59" w:rsidRPr="00A5453F" w:rsidRDefault="00594D59" w:rsidP="00594D59">
      <w:pPr>
        <w:pStyle w:val="eText"/>
        <w:rPr>
          <w:color w:val="FF0000"/>
        </w:rPr>
      </w:pPr>
      <w:r w:rsidRPr="00A5453F">
        <w:rPr>
          <w:color w:val="FF0000"/>
        </w:rPr>
        <w:t xml:space="preserve">        </w:t>
      </w:r>
      <w:proofErr w:type="spellStart"/>
      <w:r w:rsidRPr="00A5453F">
        <w:rPr>
          <w:color w:val="FF0000"/>
        </w:rPr>
        <w:t>createTextNode</w:t>
      </w:r>
      <w:proofErr w:type="spellEnd"/>
      <w:r w:rsidRPr="00A5453F">
        <w:rPr>
          <w:color w:val="FF0000"/>
        </w:rPr>
        <w:t xml:space="preserve">    </w:t>
      </w:r>
    </w:p>
    <w:p w14:paraId="02AA0487" w14:textId="77777777" w:rsidR="00594D59" w:rsidRPr="00A5453F" w:rsidRDefault="00594D59" w:rsidP="00594D59">
      <w:pPr>
        <w:pStyle w:val="eText"/>
      </w:pPr>
      <w:r w:rsidRPr="00A5453F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29C68449" wp14:editId="3FCD9CCB">
                <wp:simplePos x="0" y="0"/>
                <wp:positionH relativeFrom="column">
                  <wp:posOffset>233680</wp:posOffset>
                </wp:positionH>
                <wp:positionV relativeFrom="paragraph">
                  <wp:posOffset>6350</wp:posOffset>
                </wp:positionV>
                <wp:extent cx="1303020" cy="238125"/>
                <wp:effectExtent l="0" t="0" r="11430" b="28575"/>
                <wp:wrapNone/>
                <wp:docPr id="25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3020" cy="23812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4A83BB" id="Pravokotnik: zaokroženi vogali 9" o:spid="_x0000_s1026" style="position:absolute;margin-left:18.4pt;margin-top:.5pt;width:102.6pt;height:1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" filled="f" strokecolor="black [3213]" strokeweight="1pt">
                <v:stroke joinstyle="miter"/>
              </v:roundrect>
            </w:pict>
          </mc:Fallback>
        </mc:AlternateContent>
      </w:r>
      <w:r w:rsidRPr="00A5453F">
        <w:rPr>
          <w:color w:val="FF0000"/>
        </w:rPr>
        <w:t xml:space="preserve">       </w:t>
      </w:r>
      <w:proofErr w:type="spellStart"/>
      <w:r w:rsidRPr="00A5453F">
        <w:rPr>
          <w:color w:val="FF0000"/>
        </w:rPr>
        <w:t>appendChild</w:t>
      </w:r>
      <w:proofErr w:type="spellEnd"/>
    </w:p>
    <w:p w14:paraId="2E620DA6" w14:textId="77777777" w:rsidR="002629E4" w:rsidRPr="00031743" w:rsidRDefault="002629E4" w:rsidP="002629E4">
      <w:pPr>
        <w:rPr>
          <w:sz w:val="22"/>
          <w:szCs w:val="22"/>
        </w:rPr>
      </w:pPr>
    </w:p>
    <w:p w14:paraId="02B25EB1" w14:textId="124AA0EF" w:rsidR="002629E4" w:rsidRPr="00031743" w:rsidRDefault="00031743" w:rsidP="006D64F4">
      <w:r w:rsidRPr="00031743">
        <w:t>Možnosti</w:t>
      </w:r>
      <w:r w:rsidR="002629E4" w:rsidRPr="00031743">
        <w:t xml:space="preserve">: </w:t>
      </w:r>
      <w:proofErr w:type="spellStart"/>
      <w:r w:rsidR="006D64F4" w:rsidRPr="00031743">
        <w:t>createElement</w:t>
      </w:r>
      <w:proofErr w:type="spellEnd"/>
      <w:r w:rsidR="006D64F4" w:rsidRPr="00031743">
        <w:t xml:space="preserve">, </w:t>
      </w:r>
      <w:proofErr w:type="spellStart"/>
      <w:r w:rsidR="006D64F4" w:rsidRPr="00031743">
        <w:t>createTextNode</w:t>
      </w:r>
      <w:proofErr w:type="spellEnd"/>
      <w:r w:rsidR="006D64F4" w:rsidRPr="00031743">
        <w:t xml:space="preserve">, </w:t>
      </w:r>
      <w:proofErr w:type="spellStart"/>
      <w:r w:rsidR="006D64F4" w:rsidRPr="00031743">
        <w:t>appendChild</w:t>
      </w:r>
      <w:proofErr w:type="spellEnd"/>
    </w:p>
    <w:p w14:paraId="7E6ECFB6" w14:textId="77777777" w:rsidR="00431414" w:rsidRPr="00031743" w:rsidRDefault="00431414" w:rsidP="00514303">
      <w:pPr>
        <w:rPr>
          <w:u w:val="single"/>
        </w:rPr>
      </w:pPr>
    </w:p>
    <w:sectPr w:rsidR="00431414" w:rsidRPr="00031743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B13434" w14:textId="77777777" w:rsidR="00076122" w:rsidRDefault="00076122" w:rsidP="00861A1A">
      <w:r>
        <w:separator/>
      </w:r>
    </w:p>
  </w:endnote>
  <w:endnote w:type="continuationSeparator" w:id="0">
    <w:p w14:paraId="34A7B912" w14:textId="77777777" w:rsidR="00076122" w:rsidRDefault="00076122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6DEEB37" w14:textId="77777777" w:rsidR="00C05A0A" w:rsidRPr="00C05A0A" w:rsidRDefault="00C05A0A" w:rsidP="00C05A0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05A0A">
            <w:rPr>
              <w:sz w:val="16"/>
              <w:szCs w:val="16"/>
              <w:lang w:val="en-US"/>
            </w:rPr>
            <w:t>Tento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projekt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bol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financovaný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C05A0A">
            <w:rPr>
              <w:sz w:val="16"/>
              <w:szCs w:val="16"/>
              <w:lang w:val="en-US"/>
            </w:rPr>
            <w:t>podporou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Európskej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Komisie</w:t>
          </w:r>
          <w:proofErr w:type="spellEnd"/>
          <w:r w:rsidRPr="00C05A0A">
            <w:rPr>
              <w:sz w:val="16"/>
              <w:szCs w:val="16"/>
              <w:lang w:val="en-US"/>
            </w:rPr>
            <w:t>.</w:t>
          </w:r>
        </w:p>
        <w:p w14:paraId="06D86257" w14:textId="50F258EC" w:rsidR="00BF5E09" w:rsidRPr="004A7E5F" w:rsidRDefault="00C05A0A" w:rsidP="00C05A0A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C05A0A">
            <w:rPr>
              <w:sz w:val="16"/>
              <w:szCs w:val="16"/>
              <w:lang w:val="en-US"/>
            </w:rPr>
            <w:t>Táto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publikácia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05A0A">
            <w:rPr>
              <w:sz w:val="16"/>
              <w:szCs w:val="16"/>
              <w:lang w:val="en-US"/>
            </w:rPr>
            <w:t>dokument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C05A0A">
            <w:rPr>
              <w:sz w:val="16"/>
              <w:szCs w:val="16"/>
              <w:lang w:val="en-US"/>
            </w:rPr>
            <w:t>reprezentuje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výlučne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názor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autora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C05A0A">
            <w:rPr>
              <w:sz w:val="16"/>
              <w:szCs w:val="16"/>
              <w:lang w:val="en-US"/>
            </w:rPr>
            <w:t>Komisia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nezodpovedá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za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akékoľvek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použitie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informácií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obsiahnutých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C05A0A">
            <w:rPr>
              <w:sz w:val="16"/>
              <w:szCs w:val="16"/>
              <w:lang w:val="en-US"/>
            </w:rPr>
            <w:t>tejto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C05A0A">
            <w:rPr>
              <w:sz w:val="16"/>
              <w:szCs w:val="16"/>
              <w:lang w:val="en-US"/>
            </w:rPr>
            <w:t>publikácii</w:t>
          </w:r>
          <w:proofErr w:type="spellEnd"/>
          <w:r w:rsidRPr="00C05A0A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C05A0A">
            <w:rPr>
              <w:sz w:val="16"/>
              <w:szCs w:val="16"/>
              <w:lang w:val="en-US"/>
            </w:rPr>
            <w:t>dokumente</w:t>
          </w:r>
          <w:proofErr w:type="spellEnd"/>
          <w:r w:rsidRPr="00C05A0A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DAFB1D" w14:textId="77777777" w:rsidR="00076122" w:rsidRDefault="00076122" w:rsidP="00861A1A">
      <w:r>
        <w:separator/>
      </w:r>
    </w:p>
  </w:footnote>
  <w:footnote w:type="continuationSeparator" w:id="0">
    <w:p w14:paraId="21AEE378" w14:textId="77777777" w:rsidR="00076122" w:rsidRDefault="00076122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5DC910C5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C05A0A" w:rsidRPr="00C05A0A">
      <w:rPr>
        <w:rFonts w:ascii="Calibri" w:hAnsi="Calibri"/>
        <w:b/>
        <w:smallCaps/>
        <w:noProof/>
      </w:rPr>
      <w:t>PRACOVNÝ LIST</w:t>
    </w:r>
  </w:p>
  <w:p w14:paraId="568ED691" w14:textId="7236DEE8" w:rsidR="00C148FD" w:rsidRPr="00C148FD" w:rsidRDefault="00DD1E99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>
      <w:rPr>
        <w:rFonts w:ascii="Calibri" w:hAnsi="Calibri"/>
        <w:smallCaps/>
        <w:noProof/>
        <w:sz w:val="20"/>
        <w:szCs w:val="20"/>
        <w:lang w:val="en-US"/>
      </w:rPr>
      <w:t>JavaScript DOM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4CE20E7A"/>
    <w:lvl w:ilvl="0" w:tplc="CC847B22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  <w:num w:numId="19">
    <w:abstractNumId w:val="5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rgUAXn9+6C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1743"/>
    <w:rsid w:val="00032CD7"/>
    <w:rsid w:val="00034D46"/>
    <w:rsid w:val="00036C37"/>
    <w:rsid w:val="00045BEB"/>
    <w:rsid w:val="000557D2"/>
    <w:rsid w:val="00055D82"/>
    <w:rsid w:val="00063674"/>
    <w:rsid w:val="00073ADF"/>
    <w:rsid w:val="0007473C"/>
    <w:rsid w:val="000750C9"/>
    <w:rsid w:val="00076122"/>
    <w:rsid w:val="00085D12"/>
    <w:rsid w:val="00087EAC"/>
    <w:rsid w:val="00094A16"/>
    <w:rsid w:val="00095C2F"/>
    <w:rsid w:val="000A233F"/>
    <w:rsid w:val="000A3FD5"/>
    <w:rsid w:val="000A55B3"/>
    <w:rsid w:val="000C01E0"/>
    <w:rsid w:val="000C1409"/>
    <w:rsid w:val="000C4CF6"/>
    <w:rsid w:val="000C6B3A"/>
    <w:rsid w:val="000C6FB8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0FF"/>
    <w:rsid w:val="00165F85"/>
    <w:rsid w:val="00170E72"/>
    <w:rsid w:val="0017377E"/>
    <w:rsid w:val="001840EA"/>
    <w:rsid w:val="00185BED"/>
    <w:rsid w:val="001922A0"/>
    <w:rsid w:val="00195A08"/>
    <w:rsid w:val="001A6E9B"/>
    <w:rsid w:val="001B057D"/>
    <w:rsid w:val="001C5B3F"/>
    <w:rsid w:val="001D00A1"/>
    <w:rsid w:val="001F00DC"/>
    <w:rsid w:val="001F6290"/>
    <w:rsid w:val="001F6324"/>
    <w:rsid w:val="002050AD"/>
    <w:rsid w:val="00213F2C"/>
    <w:rsid w:val="00222EE8"/>
    <w:rsid w:val="00223478"/>
    <w:rsid w:val="00225015"/>
    <w:rsid w:val="002252B6"/>
    <w:rsid w:val="002373F1"/>
    <w:rsid w:val="002629E4"/>
    <w:rsid w:val="00272012"/>
    <w:rsid w:val="002825A8"/>
    <w:rsid w:val="00283A7C"/>
    <w:rsid w:val="002850DE"/>
    <w:rsid w:val="00292860"/>
    <w:rsid w:val="002976A9"/>
    <w:rsid w:val="0029783D"/>
    <w:rsid w:val="002A3D7B"/>
    <w:rsid w:val="002B0278"/>
    <w:rsid w:val="002B0866"/>
    <w:rsid w:val="002B41A8"/>
    <w:rsid w:val="002E301D"/>
    <w:rsid w:val="002E61CA"/>
    <w:rsid w:val="00304ADA"/>
    <w:rsid w:val="00306B9F"/>
    <w:rsid w:val="00307892"/>
    <w:rsid w:val="00315203"/>
    <w:rsid w:val="003203D9"/>
    <w:rsid w:val="00336310"/>
    <w:rsid w:val="00337851"/>
    <w:rsid w:val="003424C0"/>
    <w:rsid w:val="00342883"/>
    <w:rsid w:val="00347E4D"/>
    <w:rsid w:val="00351AF3"/>
    <w:rsid w:val="00363CB3"/>
    <w:rsid w:val="0037508F"/>
    <w:rsid w:val="0039238A"/>
    <w:rsid w:val="003B1326"/>
    <w:rsid w:val="003C2268"/>
    <w:rsid w:val="003C4DFA"/>
    <w:rsid w:val="003C5B45"/>
    <w:rsid w:val="003D41BB"/>
    <w:rsid w:val="003D4646"/>
    <w:rsid w:val="003E01BE"/>
    <w:rsid w:val="003F03EB"/>
    <w:rsid w:val="003F623C"/>
    <w:rsid w:val="003F7F87"/>
    <w:rsid w:val="00402B09"/>
    <w:rsid w:val="00417ED2"/>
    <w:rsid w:val="00431414"/>
    <w:rsid w:val="00435704"/>
    <w:rsid w:val="0044547E"/>
    <w:rsid w:val="00447D87"/>
    <w:rsid w:val="00451B13"/>
    <w:rsid w:val="00454529"/>
    <w:rsid w:val="0046521F"/>
    <w:rsid w:val="0046567F"/>
    <w:rsid w:val="00472203"/>
    <w:rsid w:val="00472F18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2E67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26288"/>
    <w:rsid w:val="00560A89"/>
    <w:rsid w:val="00561B7B"/>
    <w:rsid w:val="00561C5A"/>
    <w:rsid w:val="00563AEB"/>
    <w:rsid w:val="005728B3"/>
    <w:rsid w:val="005738D5"/>
    <w:rsid w:val="0057504E"/>
    <w:rsid w:val="00580991"/>
    <w:rsid w:val="005832C4"/>
    <w:rsid w:val="005833A6"/>
    <w:rsid w:val="00584885"/>
    <w:rsid w:val="00587966"/>
    <w:rsid w:val="00594D59"/>
    <w:rsid w:val="005B2E55"/>
    <w:rsid w:val="005B37E2"/>
    <w:rsid w:val="005B460C"/>
    <w:rsid w:val="005B4FCA"/>
    <w:rsid w:val="005C5E6B"/>
    <w:rsid w:val="005D6039"/>
    <w:rsid w:val="005D7525"/>
    <w:rsid w:val="005E1AB1"/>
    <w:rsid w:val="005E20B2"/>
    <w:rsid w:val="005E514E"/>
    <w:rsid w:val="005E5A22"/>
    <w:rsid w:val="005F0B45"/>
    <w:rsid w:val="005F17A1"/>
    <w:rsid w:val="005F5FA1"/>
    <w:rsid w:val="006034EC"/>
    <w:rsid w:val="00625B5A"/>
    <w:rsid w:val="00627288"/>
    <w:rsid w:val="0063686B"/>
    <w:rsid w:val="006435FE"/>
    <w:rsid w:val="0064494B"/>
    <w:rsid w:val="00654C16"/>
    <w:rsid w:val="0066326F"/>
    <w:rsid w:val="0068067D"/>
    <w:rsid w:val="0068131D"/>
    <w:rsid w:val="00682906"/>
    <w:rsid w:val="00683A34"/>
    <w:rsid w:val="00685008"/>
    <w:rsid w:val="00690FB1"/>
    <w:rsid w:val="00695314"/>
    <w:rsid w:val="006A24C7"/>
    <w:rsid w:val="006B0427"/>
    <w:rsid w:val="006B5D59"/>
    <w:rsid w:val="006D39B2"/>
    <w:rsid w:val="006D3F30"/>
    <w:rsid w:val="006D50FA"/>
    <w:rsid w:val="006D64F4"/>
    <w:rsid w:val="006D6A7E"/>
    <w:rsid w:val="006D74BB"/>
    <w:rsid w:val="006E21B3"/>
    <w:rsid w:val="006E598F"/>
    <w:rsid w:val="006F0D5B"/>
    <w:rsid w:val="006F787A"/>
    <w:rsid w:val="00710301"/>
    <w:rsid w:val="00717C90"/>
    <w:rsid w:val="0073574D"/>
    <w:rsid w:val="007440D4"/>
    <w:rsid w:val="007460F9"/>
    <w:rsid w:val="00753C36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0560F"/>
    <w:rsid w:val="00813612"/>
    <w:rsid w:val="0081479C"/>
    <w:rsid w:val="00825830"/>
    <w:rsid w:val="00826CB2"/>
    <w:rsid w:val="00830375"/>
    <w:rsid w:val="00831014"/>
    <w:rsid w:val="00832323"/>
    <w:rsid w:val="00837E82"/>
    <w:rsid w:val="00852802"/>
    <w:rsid w:val="00861A1A"/>
    <w:rsid w:val="00864D93"/>
    <w:rsid w:val="00876353"/>
    <w:rsid w:val="00881BEB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13C8"/>
    <w:rsid w:val="00963F86"/>
    <w:rsid w:val="0096761A"/>
    <w:rsid w:val="0097175A"/>
    <w:rsid w:val="00974B16"/>
    <w:rsid w:val="009802AD"/>
    <w:rsid w:val="009A1391"/>
    <w:rsid w:val="009A5F9E"/>
    <w:rsid w:val="009A6DD0"/>
    <w:rsid w:val="009B638C"/>
    <w:rsid w:val="009B7912"/>
    <w:rsid w:val="009C3A3C"/>
    <w:rsid w:val="009C7B24"/>
    <w:rsid w:val="009D5FD4"/>
    <w:rsid w:val="009E2A2A"/>
    <w:rsid w:val="009F6E5E"/>
    <w:rsid w:val="00A01805"/>
    <w:rsid w:val="00A0599A"/>
    <w:rsid w:val="00A17111"/>
    <w:rsid w:val="00A21409"/>
    <w:rsid w:val="00A26A28"/>
    <w:rsid w:val="00A41E41"/>
    <w:rsid w:val="00A50FFF"/>
    <w:rsid w:val="00A527AF"/>
    <w:rsid w:val="00A54992"/>
    <w:rsid w:val="00A633E1"/>
    <w:rsid w:val="00A655EE"/>
    <w:rsid w:val="00A65E53"/>
    <w:rsid w:val="00A65F28"/>
    <w:rsid w:val="00A8234A"/>
    <w:rsid w:val="00A964BB"/>
    <w:rsid w:val="00A97C95"/>
    <w:rsid w:val="00AA0506"/>
    <w:rsid w:val="00AA4009"/>
    <w:rsid w:val="00AA5B23"/>
    <w:rsid w:val="00AB375D"/>
    <w:rsid w:val="00AC26F9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2680A"/>
    <w:rsid w:val="00B3151A"/>
    <w:rsid w:val="00B37307"/>
    <w:rsid w:val="00B5145B"/>
    <w:rsid w:val="00B707D0"/>
    <w:rsid w:val="00B70ED4"/>
    <w:rsid w:val="00B75FF7"/>
    <w:rsid w:val="00B80E76"/>
    <w:rsid w:val="00B816F4"/>
    <w:rsid w:val="00B822EA"/>
    <w:rsid w:val="00B84417"/>
    <w:rsid w:val="00B94FBB"/>
    <w:rsid w:val="00BA3595"/>
    <w:rsid w:val="00BB099B"/>
    <w:rsid w:val="00BB3CAA"/>
    <w:rsid w:val="00BB48C7"/>
    <w:rsid w:val="00BC1251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05A0A"/>
    <w:rsid w:val="00C0629B"/>
    <w:rsid w:val="00C148FD"/>
    <w:rsid w:val="00C2167F"/>
    <w:rsid w:val="00C2393A"/>
    <w:rsid w:val="00C455F4"/>
    <w:rsid w:val="00C55039"/>
    <w:rsid w:val="00C5580D"/>
    <w:rsid w:val="00C57915"/>
    <w:rsid w:val="00C6010E"/>
    <w:rsid w:val="00C6032E"/>
    <w:rsid w:val="00C7264E"/>
    <w:rsid w:val="00C732C3"/>
    <w:rsid w:val="00C767C9"/>
    <w:rsid w:val="00C81506"/>
    <w:rsid w:val="00C878F0"/>
    <w:rsid w:val="00C879EB"/>
    <w:rsid w:val="00CA51B5"/>
    <w:rsid w:val="00CB2DE2"/>
    <w:rsid w:val="00CB3199"/>
    <w:rsid w:val="00CB3339"/>
    <w:rsid w:val="00CC2293"/>
    <w:rsid w:val="00CC266E"/>
    <w:rsid w:val="00CD6FC8"/>
    <w:rsid w:val="00CD79FC"/>
    <w:rsid w:val="00CE09BA"/>
    <w:rsid w:val="00CF4DFA"/>
    <w:rsid w:val="00D060B3"/>
    <w:rsid w:val="00D06992"/>
    <w:rsid w:val="00D1409A"/>
    <w:rsid w:val="00D20A5C"/>
    <w:rsid w:val="00D2650E"/>
    <w:rsid w:val="00D33524"/>
    <w:rsid w:val="00D33CBB"/>
    <w:rsid w:val="00D506B7"/>
    <w:rsid w:val="00D573B0"/>
    <w:rsid w:val="00D6535B"/>
    <w:rsid w:val="00D71B81"/>
    <w:rsid w:val="00D773FA"/>
    <w:rsid w:val="00DA0AB5"/>
    <w:rsid w:val="00DA18A6"/>
    <w:rsid w:val="00DA1F5C"/>
    <w:rsid w:val="00DA24E3"/>
    <w:rsid w:val="00DA3B3D"/>
    <w:rsid w:val="00DB2F24"/>
    <w:rsid w:val="00DB674B"/>
    <w:rsid w:val="00DC1C3F"/>
    <w:rsid w:val="00DC1DC7"/>
    <w:rsid w:val="00DC6A92"/>
    <w:rsid w:val="00DD085D"/>
    <w:rsid w:val="00DD1E99"/>
    <w:rsid w:val="00DD34CF"/>
    <w:rsid w:val="00DD5F7A"/>
    <w:rsid w:val="00DD6149"/>
    <w:rsid w:val="00DD7B2B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1AE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D3686"/>
    <w:rsid w:val="00FD4028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167F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0C01E0"/>
    <w:pPr>
      <w:numPr>
        <w:numId w:val="2"/>
      </w:numPr>
      <w:ind w:left="470" w:hanging="357"/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paragraph" w:customStyle="1" w:styleId="eText">
    <w:name w:val="eText"/>
    <w:basedOn w:val="Normln"/>
    <w:link w:val="eTextChar"/>
    <w:rsid w:val="005833A6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5833A6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0</TotalTime>
  <Pages>2</Pages>
  <Words>217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ČVUT FEL Praha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</cp:revision>
  <cp:lastPrinted>2023-02-27T14:28:00Z</cp:lastPrinted>
  <dcterms:created xsi:type="dcterms:W3CDTF">2023-02-27T15:07:00Z</dcterms:created>
  <dcterms:modified xsi:type="dcterms:W3CDTF">2023-02-27T15:09:00Z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