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5765" w14:textId="6CACB6BA" w:rsidR="0001069B" w:rsidRPr="008B60B2" w:rsidRDefault="008B60B2" w:rsidP="0001069B">
      <w:pPr>
        <w:pStyle w:val="eTask"/>
        <w:rPr>
          <w:lang w:val="sk-SK"/>
        </w:rPr>
      </w:pPr>
      <w:bookmarkStart w:id="0" w:name="_Hlk97716694"/>
      <w:r>
        <w:rPr>
          <w:lang w:val="sk-SK"/>
        </w:rPr>
        <w:t xml:space="preserve">Uveďte </w:t>
      </w:r>
      <w:r w:rsidR="0001069B" w:rsidRPr="008B60B2">
        <w:rPr>
          <w:lang w:val="sk-SK"/>
        </w:rPr>
        <w:t xml:space="preserve">4 </w:t>
      </w:r>
      <w:r>
        <w:rPr>
          <w:lang w:val="sk-SK"/>
        </w:rPr>
        <w:t xml:space="preserve">komponenty </w:t>
      </w:r>
      <w:r w:rsidR="0001069B" w:rsidRPr="008B60B2">
        <w:rPr>
          <w:lang w:val="sk-SK"/>
        </w:rPr>
        <w:t>PKI</w:t>
      </w:r>
      <w:r>
        <w:rPr>
          <w:lang w:val="sk-SK"/>
        </w:rPr>
        <w:t xml:space="preserve"> (</w:t>
      </w:r>
      <w:r w:rsidRPr="008B60B2">
        <w:rPr>
          <w:lang w:val="sk-SK"/>
        </w:rPr>
        <w:t>Public Key Infrastructure</w:t>
      </w:r>
      <w:r w:rsidR="0001069B" w:rsidRPr="008B60B2">
        <w:rPr>
          <w:lang w:val="sk-SK"/>
        </w:rPr>
        <w:t>)</w:t>
      </w:r>
    </w:p>
    <w:p w14:paraId="2E4BABE2" w14:textId="77777777" w:rsidR="001922A0" w:rsidRPr="008B60B2" w:rsidRDefault="001922A0" w:rsidP="00683A34"/>
    <w:p w14:paraId="280DBC45" w14:textId="6C66A6F8" w:rsidR="00EB6B74" w:rsidRPr="008B60B2" w:rsidRDefault="00EB6B74" w:rsidP="004A7E5F">
      <w:pPr>
        <w:ind w:left="992" w:hanging="425"/>
        <w:rPr>
          <w:u w:val="single"/>
        </w:rPr>
      </w:pPr>
      <w:r w:rsidRPr="008B60B2">
        <w:t>1.</w:t>
      </w:r>
      <w:r w:rsidRPr="008B60B2">
        <w:tab/>
      </w:r>
      <w:r w:rsidR="0001069B" w:rsidRPr="008B60B2">
        <w:rPr>
          <w:color w:val="FF0000"/>
          <w:u w:val="single"/>
        </w:rPr>
        <w:t>Registr</w:t>
      </w:r>
      <w:r w:rsidR="008B60B2">
        <w:rPr>
          <w:color w:val="FF0000"/>
          <w:u w:val="single"/>
        </w:rPr>
        <w:t xml:space="preserve">ačná </w:t>
      </w:r>
      <w:r w:rsidR="0001069B" w:rsidRPr="008B60B2">
        <w:rPr>
          <w:color w:val="FF0000"/>
          <w:u w:val="single"/>
        </w:rPr>
        <w:t xml:space="preserve"> </w:t>
      </w:r>
      <w:r w:rsidR="008B60B2">
        <w:rPr>
          <w:color w:val="FF0000"/>
          <w:u w:val="single"/>
        </w:rPr>
        <w:t>a</w:t>
      </w:r>
      <w:r w:rsidR="0001069B" w:rsidRPr="008B60B2">
        <w:rPr>
          <w:color w:val="FF0000"/>
          <w:u w:val="single"/>
        </w:rPr>
        <w:t>ut</w:t>
      </w:r>
      <w:r w:rsidR="008B60B2">
        <w:rPr>
          <w:color w:val="FF0000"/>
          <w:u w:val="single"/>
        </w:rPr>
        <w:t>orita</w:t>
      </w:r>
      <w:r w:rsidR="0001069B" w:rsidRPr="008B60B2">
        <w:rPr>
          <w:color w:val="FF0000"/>
          <w:u w:val="single"/>
        </w:rPr>
        <w:t xml:space="preserve"> (RA)</w:t>
      </w:r>
    </w:p>
    <w:p w14:paraId="31FC5B44" w14:textId="77777777" w:rsidR="00EB6B74" w:rsidRPr="008B60B2" w:rsidRDefault="00EB6B74" w:rsidP="004A7E5F">
      <w:pPr>
        <w:ind w:left="992" w:hanging="425"/>
      </w:pPr>
    </w:p>
    <w:p w14:paraId="3945FC05" w14:textId="427C9832" w:rsidR="00EB6B74" w:rsidRPr="008B60B2" w:rsidRDefault="00EB6B74" w:rsidP="0001069B">
      <w:pPr>
        <w:ind w:left="992" w:hanging="425"/>
        <w:rPr>
          <w:u w:val="single"/>
        </w:rPr>
      </w:pPr>
      <w:r w:rsidRPr="008B60B2">
        <w:rPr>
          <w:lang w:eastAsia="sk-SK"/>
        </w:rPr>
        <w:t>2.</w:t>
      </w:r>
      <w:r w:rsidRPr="008B60B2">
        <w:tab/>
      </w:r>
      <w:r w:rsidR="0001069B" w:rsidRPr="008B60B2">
        <w:rPr>
          <w:color w:val="FF0000"/>
          <w:u w:val="single"/>
        </w:rPr>
        <w:t>Certifi</w:t>
      </w:r>
      <w:r w:rsidR="008B60B2">
        <w:rPr>
          <w:color w:val="FF0000"/>
          <w:u w:val="single"/>
        </w:rPr>
        <w:t>kačná a</w:t>
      </w:r>
      <w:r w:rsidR="0001069B" w:rsidRPr="008B60B2">
        <w:rPr>
          <w:color w:val="FF0000"/>
          <w:u w:val="single"/>
        </w:rPr>
        <w:t>ut</w:t>
      </w:r>
      <w:r w:rsidR="008B60B2">
        <w:rPr>
          <w:color w:val="FF0000"/>
          <w:u w:val="single"/>
        </w:rPr>
        <w:t>orita</w:t>
      </w:r>
      <w:r w:rsidR="0001069B" w:rsidRPr="008B60B2">
        <w:rPr>
          <w:color w:val="FF0000"/>
          <w:u w:val="single"/>
        </w:rPr>
        <w:t xml:space="preserve"> (CA)</w:t>
      </w:r>
    </w:p>
    <w:p w14:paraId="4CE22E1F" w14:textId="77777777" w:rsidR="00EB6B74" w:rsidRPr="008B60B2" w:rsidRDefault="00EB6B74" w:rsidP="004A7E5F">
      <w:pPr>
        <w:ind w:left="992" w:hanging="425"/>
        <w:rPr>
          <w:lang w:eastAsia="sk-SK"/>
        </w:rPr>
      </w:pPr>
    </w:p>
    <w:p w14:paraId="1C104117" w14:textId="266C1B4B" w:rsidR="00EB6B74" w:rsidRPr="008B60B2" w:rsidRDefault="00EB6B74" w:rsidP="004A7E5F">
      <w:pPr>
        <w:ind w:left="992" w:hanging="425"/>
      </w:pPr>
      <w:r w:rsidRPr="008B60B2">
        <w:rPr>
          <w:lang w:eastAsia="sk-SK"/>
        </w:rPr>
        <w:t>3.</w:t>
      </w:r>
      <w:r w:rsidRPr="008B60B2">
        <w:tab/>
      </w:r>
      <w:r w:rsidR="0001069B" w:rsidRPr="008B60B2">
        <w:rPr>
          <w:color w:val="FF0000"/>
          <w:u w:val="single"/>
        </w:rPr>
        <w:t>Valid</w:t>
      </w:r>
      <w:r w:rsidR="008B60B2">
        <w:rPr>
          <w:color w:val="FF0000"/>
          <w:u w:val="single"/>
        </w:rPr>
        <w:t xml:space="preserve">ačná </w:t>
      </w:r>
      <w:r w:rsidR="0001069B" w:rsidRPr="008B60B2">
        <w:rPr>
          <w:color w:val="FF0000"/>
          <w:u w:val="single"/>
        </w:rPr>
        <w:t xml:space="preserve"> </w:t>
      </w:r>
      <w:r w:rsidR="008B60B2">
        <w:rPr>
          <w:color w:val="FF0000"/>
          <w:u w:val="single"/>
        </w:rPr>
        <w:t>a</w:t>
      </w:r>
      <w:r w:rsidR="0001069B" w:rsidRPr="008B60B2">
        <w:rPr>
          <w:color w:val="FF0000"/>
          <w:u w:val="single"/>
        </w:rPr>
        <w:t>ut</w:t>
      </w:r>
      <w:r w:rsidR="008B60B2">
        <w:rPr>
          <w:color w:val="FF0000"/>
          <w:u w:val="single"/>
        </w:rPr>
        <w:t>orita</w:t>
      </w:r>
      <w:r w:rsidR="0001069B" w:rsidRPr="008B60B2">
        <w:rPr>
          <w:color w:val="FF0000"/>
          <w:u w:val="single"/>
        </w:rPr>
        <w:t xml:space="preserve"> (VA)</w:t>
      </w:r>
      <w:r w:rsidR="008B60B2">
        <w:rPr>
          <w:color w:val="FF0000"/>
          <w:u w:val="single"/>
        </w:rPr>
        <w:t xml:space="preserve"> </w:t>
      </w:r>
    </w:p>
    <w:p w14:paraId="369DE36D" w14:textId="77777777" w:rsidR="00F01181" w:rsidRPr="008B60B2" w:rsidRDefault="00F01181" w:rsidP="004A7E5F">
      <w:pPr>
        <w:ind w:left="992" w:hanging="425"/>
        <w:rPr>
          <w:lang w:eastAsia="sk-SK"/>
        </w:rPr>
      </w:pPr>
    </w:p>
    <w:p w14:paraId="4207A928" w14:textId="2EE2B194" w:rsidR="00172098" w:rsidRPr="00CD2283" w:rsidRDefault="004A7E5F" w:rsidP="00CD2283">
      <w:pPr>
        <w:ind w:left="992" w:hanging="425"/>
        <w:rPr>
          <w:color w:val="FF0000"/>
          <w:u w:val="single"/>
          <w:lang w:eastAsia="sk-SK"/>
        </w:rPr>
      </w:pPr>
      <w:r w:rsidRPr="008B60B2">
        <w:rPr>
          <w:lang w:eastAsia="sk-SK"/>
        </w:rPr>
        <w:t>4.</w:t>
      </w:r>
      <w:r w:rsidRPr="008B60B2">
        <w:rPr>
          <w:lang w:eastAsia="sk-SK"/>
        </w:rPr>
        <w:tab/>
      </w:r>
      <w:r w:rsidR="007617FA" w:rsidRPr="007617FA">
        <w:rPr>
          <w:color w:val="FF0000"/>
          <w:u w:val="single"/>
          <w:lang w:eastAsia="sk-SK"/>
        </w:rPr>
        <w:t>D</w:t>
      </w:r>
      <w:r w:rsidR="008B60B2" w:rsidRPr="007617FA">
        <w:rPr>
          <w:color w:val="FF0000"/>
          <w:u w:val="single"/>
          <w:lang w:eastAsia="sk-SK"/>
        </w:rPr>
        <w:t>igitálny</w:t>
      </w:r>
      <w:r w:rsidR="0001069B" w:rsidRPr="007617FA">
        <w:rPr>
          <w:color w:val="FF0000"/>
          <w:u w:val="single"/>
          <w:lang w:eastAsia="sk-SK"/>
        </w:rPr>
        <w:t xml:space="preserve"> </w:t>
      </w:r>
      <w:r w:rsidR="008B60B2" w:rsidRPr="007617FA">
        <w:rPr>
          <w:color w:val="FF0000"/>
          <w:u w:val="single"/>
          <w:lang w:eastAsia="sk-SK"/>
        </w:rPr>
        <w:t>certifikát</w:t>
      </w:r>
    </w:p>
    <w:p w14:paraId="181AB58E" w14:textId="77777777" w:rsidR="00C148FD" w:rsidRPr="008B60B2" w:rsidRDefault="00C148FD" w:rsidP="00BF590A">
      <w:pPr>
        <w:pStyle w:val="eLineBottom"/>
        <w:ind w:left="154"/>
      </w:pPr>
    </w:p>
    <w:p w14:paraId="53B3B9F6" w14:textId="77777777" w:rsidR="00C148FD" w:rsidRPr="008B60B2" w:rsidRDefault="00C148FD" w:rsidP="00BF590A">
      <w:pPr>
        <w:ind w:left="154"/>
      </w:pPr>
    </w:p>
    <w:p w14:paraId="30F2071B" w14:textId="27C858F6" w:rsidR="00C148FD" w:rsidRPr="008B60B2" w:rsidRDefault="00BD3A83" w:rsidP="00BF590A">
      <w:pPr>
        <w:pStyle w:val="eTask"/>
        <w:rPr>
          <w:lang w:val="sk-SK"/>
        </w:rPr>
      </w:pPr>
      <w:r>
        <w:rPr>
          <w:lang w:val="sk-SK"/>
        </w:rPr>
        <w:t>Opravte text tak, aby nasledujúce tvrdenia boli pravdivé</w:t>
      </w:r>
    </w:p>
    <w:p w14:paraId="5007707F" w14:textId="77777777" w:rsidR="00BC1E8F" w:rsidRPr="008B60B2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14:paraId="14AFBA1E" w14:textId="70E155C7" w:rsidR="009C3A3C" w:rsidRPr="008B60B2" w:rsidRDefault="00AB5616" w:rsidP="00CE438E">
      <w:pPr>
        <w:pStyle w:val="eCheckBoxText"/>
        <w:spacing w:line="360" w:lineRule="auto"/>
        <w:ind w:left="567" w:firstLine="0"/>
      </w:pPr>
      <w:r>
        <w:rPr>
          <w:lang w:val="sk"/>
        </w:rPr>
        <w:t>Proces, a</w:t>
      </w:r>
      <w:r w:rsidR="00BD3A83" w:rsidRPr="008B60B2">
        <w:rPr>
          <w:lang w:val="sk"/>
        </w:rPr>
        <w:t>by dve strany mohli bezpečne komunikovať pomocou asymetrického šifrovania, je nasledovný</w:t>
      </w:r>
      <w:r w:rsidR="00706E57" w:rsidRPr="008B60B2">
        <w:t>:</w:t>
      </w:r>
      <w:r w:rsidR="008111E1">
        <w:t xml:space="preserve"> </w:t>
      </w:r>
      <w:r w:rsidR="007617FA">
        <w:t>O</w:t>
      </w:r>
      <w:r w:rsidR="008111E1">
        <w:t xml:space="preserve">bidve strany si </w:t>
      </w:r>
      <w:r w:rsidR="00706E57" w:rsidRPr="008B60B2">
        <w:t xml:space="preserve"> </w:t>
      </w:r>
      <w:r w:rsidR="008111E1">
        <w:t xml:space="preserve">vymenia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verejné kľúče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tajné kľúče</m:t>
                </m:r>
              </m:e>
            </m:eqArr>
          </m:e>
        </m:d>
      </m:oMath>
      <w:r w:rsidR="00706E57" w:rsidRPr="008B60B2">
        <w:t xml:space="preserve">. </w:t>
      </w:r>
      <w:r w:rsidR="008111E1">
        <w:t xml:space="preserve">Osoba </w:t>
      </w:r>
      <w:r w:rsidR="00706E57" w:rsidRPr="008B60B2">
        <w:t xml:space="preserve">1 </w:t>
      </w:r>
      <w:r w:rsidR="008111E1" w:rsidRPr="008B60B2">
        <w:rPr>
          <w:lang w:val="sk"/>
        </w:rPr>
        <w:t>zašifruje správu, ktorú chc</w:t>
      </w:r>
      <w:r w:rsidR="008111E1">
        <w:rPr>
          <w:lang w:val="sk"/>
        </w:rPr>
        <w:t>e</w:t>
      </w:r>
      <w:r w:rsidR="008111E1" w:rsidRPr="008B60B2">
        <w:rPr>
          <w:lang w:val="sk"/>
        </w:rPr>
        <w:t xml:space="preserve"> odoslať </w:t>
      </w:r>
      <w:r w:rsidR="008111E1">
        <w:t xml:space="preserve">pomocou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verejného kľúča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color w:val="000000" w:themeColor="text1"/>
                  </w:rPr>
                  <m:t>privátneho kľúča</m:t>
                </m:r>
              </m:e>
            </m:eqArr>
          </m:e>
        </m:d>
      </m:oMath>
      <w:r w:rsidR="00706E57" w:rsidRPr="008B60B2">
        <w:t xml:space="preserve"> </w:t>
      </w:r>
      <w:r w:rsidR="008111E1">
        <w:t>osob</w:t>
      </w:r>
      <w:r w:rsidR="00E75F93">
        <w:t>y</w:t>
      </w:r>
      <w:r w:rsidR="008111E1">
        <w:t xml:space="preserve"> 2 </w:t>
      </w:r>
      <w:r w:rsidR="00E75F93">
        <w:t>a pošle ju osobe 2</w:t>
      </w:r>
      <w:r w:rsidR="00706E57" w:rsidRPr="008B60B2">
        <w:t xml:space="preserve">. </w:t>
      </w:r>
      <w:r w:rsidR="00E75F93">
        <w:t xml:space="preserve">Osoba 2 dešifruje správu pomocou jej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</w:rPr>
                  <m:t>verejného kľúča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privátného kľúča</m:t>
                </m:r>
              </m:e>
            </m:eqArr>
          </m:e>
        </m:d>
      </m:oMath>
      <w:r w:rsidR="00706E57" w:rsidRPr="008B60B2">
        <w:t>.</w:t>
      </w:r>
    </w:p>
    <w:p w14:paraId="444E86D2" w14:textId="77777777" w:rsidR="006E598F" w:rsidRPr="008B60B2" w:rsidRDefault="006E598F" w:rsidP="006E598F">
      <w:pPr>
        <w:pStyle w:val="eLineBottom"/>
        <w:ind w:left="154"/>
      </w:pPr>
    </w:p>
    <w:p w14:paraId="1396FE55" w14:textId="77777777" w:rsidR="00F1459B" w:rsidRPr="008B60B2" w:rsidRDefault="00F1459B" w:rsidP="00F1459B"/>
    <w:p w14:paraId="22A7C6C4" w14:textId="4A34DB19" w:rsidR="009C3A3C" w:rsidRDefault="00E75F93" w:rsidP="009C3A3C">
      <w:pPr>
        <w:pStyle w:val="eTask"/>
        <w:rPr>
          <w:lang w:val="sk-SK"/>
        </w:rPr>
      </w:pPr>
      <w:r w:rsidRPr="00E75F93">
        <w:rPr>
          <w:lang w:val="sk-SK"/>
        </w:rPr>
        <w:t xml:space="preserve">Vyberte správne </w:t>
      </w:r>
      <w:r w:rsidR="00AB5616">
        <w:rPr>
          <w:lang w:val="sk-SK"/>
        </w:rPr>
        <w:t xml:space="preserve">názvy </w:t>
      </w:r>
      <w:r w:rsidRPr="00E75F93">
        <w:rPr>
          <w:lang w:val="sk-SK"/>
        </w:rPr>
        <w:t xml:space="preserve">zo zoznamu a napíšte </w:t>
      </w:r>
      <w:r w:rsidRPr="00D64BFC">
        <w:rPr>
          <w:lang w:val="sk-SK"/>
        </w:rPr>
        <w:t>ich do obrázka</w:t>
      </w:r>
      <w:r w:rsidRPr="00E75F93">
        <w:rPr>
          <w:lang w:val="sk-SK"/>
        </w:rPr>
        <w:t xml:space="preserve">, aby ste opísali </w:t>
      </w:r>
      <w:r w:rsidR="00CE438E">
        <w:rPr>
          <w:lang w:val="sk-SK"/>
        </w:rPr>
        <w:t xml:space="preserve">proces digitálneho podpisovania a overenia </w:t>
      </w:r>
      <w:r>
        <w:rPr>
          <w:lang w:val="sk-SK"/>
        </w:rPr>
        <w:t xml:space="preserve"> </w:t>
      </w:r>
      <w:r w:rsidR="00CE438E">
        <w:rPr>
          <w:lang w:val="sk-SK"/>
        </w:rPr>
        <w:t>digitálneho podpisu</w:t>
      </w:r>
    </w:p>
    <w:p w14:paraId="2D3866ED" w14:textId="77777777" w:rsidR="007617FA" w:rsidRDefault="007617FA" w:rsidP="00683A34"/>
    <w:p w14:paraId="78A5998F" w14:textId="1957F156" w:rsidR="00E15717" w:rsidRDefault="00260DEE" w:rsidP="00683A34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DD22A4F" wp14:editId="15534FE7">
                <wp:simplePos x="0" y="0"/>
                <wp:positionH relativeFrom="column">
                  <wp:posOffset>1616634</wp:posOffset>
                </wp:positionH>
                <wp:positionV relativeFrom="paragraph">
                  <wp:posOffset>356133</wp:posOffset>
                </wp:positionV>
                <wp:extent cx="3299155" cy="2413712"/>
                <wp:effectExtent l="0" t="0" r="0" b="24765"/>
                <wp:wrapNone/>
                <wp:docPr id="18" name="Skupin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9155" cy="2413712"/>
                          <a:chOff x="0" y="0"/>
                          <a:chExt cx="3299155" cy="2413712"/>
                        </a:xfrm>
                      </wpg:grpSpPr>
                      <wpg:grpSp>
                        <wpg:cNvPr id="17" name="Skupina 17"/>
                        <wpg:cNvGrpSpPr/>
                        <wpg:grpSpPr>
                          <a:xfrm>
                            <a:off x="0" y="0"/>
                            <a:ext cx="2808910" cy="2413712"/>
                            <a:chOff x="0" y="0"/>
                            <a:chExt cx="2808910" cy="2413712"/>
                          </a:xfrm>
                        </wpg:grpSpPr>
                        <wps:wsp>
                          <wps:cNvPr id="4" name="Blok textu 4"/>
                          <wps:cNvSpPr txBox="1"/>
                          <wps:spPr>
                            <a:xfrm>
                              <a:off x="109728" y="0"/>
                              <a:ext cx="701675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1957CF" w14:textId="42373DE3" w:rsidR="002F408C" w:rsidRPr="002F408C" w:rsidRDefault="002F408C" w:rsidP="002F408C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2F408C"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hašovací</w:t>
                                </w:r>
                              </w:p>
                              <w:p w14:paraId="14C41A72" w14:textId="5C4E0953" w:rsidR="002F408C" w:rsidRPr="002F408C" w:rsidRDefault="002F408C" w:rsidP="002F408C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2F408C"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algoritmus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Blok textu 6"/>
                          <wps:cNvSpPr txBox="1"/>
                          <wps:spPr>
                            <a:xfrm>
                              <a:off x="2004365" y="424282"/>
                              <a:ext cx="804545" cy="1752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EB1F7B" w14:textId="65E9E50E" w:rsidR="002F408C" w:rsidRPr="002F408C" w:rsidRDefault="00260DEE" w:rsidP="002F408C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privátny</w:t>
                                </w:r>
                                <w:r w:rsidR="002F408C"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 xml:space="preserve"> kľúč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Blok textu 8"/>
                          <wps:cNvSpPr txBox="1"/>
                          <wps:spPr>
                            <a:xfrm>
                              <a:off x="0" y="2238452"/>
                              <a:ext cx="738505" cy="1752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9D34BA" w14:textId="01D169F5" w:rsidR="002F408C" w:rsidRPr="002F408C" w:rsidRDefault="00432785" w:rsidP="002F408C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v</w:t>
                                </w:r>
                                <w:r w:rsidR="002F408C"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erejný kľúč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Blok textu 9"/>
                          <wps:cNvSpPr txBox="1"/>
                          <wps:spPr>
                            <a:xfrm>
                              <a:off x="1616659" y="1748333"/>
                              <a:ext cx="680085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12AA26" w14:textId="3B73A9DD" w:rsidR="002F408C" w:rsidRPr="00432785" w:rsidRDefault="00432785" w:rsidP="002F408C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432785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 xml:space="preserve">hodnota </w:t>
                                </w:r>
                                <w:proofErr w:type="spellStart"/>
                                <w:r w:rsidR="002F408C" w:rsidRPr="00432785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ha</w:t>
                                </w:r>
                                <w:r w:rsidRPr="00432785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šu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Blok textu 10"/>
                          <wps:cNvSpPr txBox="1"/>
                          <wps:spPr>
                            <a:xfrm>
                              <a:off x="87782" y="1543508"/>
                              <a:ext cx="658038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96A62F" w14:textId="77777777" w:rsidR="00432785" w:rsidRPr="002F408C" w:rsidRDefault="00432785" w:rsidP="002F408C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2F408C"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hašovací</w:t>
                                </w:r>
                              </w:p>
                              <w:p w14:paraId="4E722B1F" w14:textId="77777777" w:rsidR="00432785" w:rsidRPr="002F408C" w:rsidRDefault="00432785" w:rsidP="002F408C">
                                <w:pPr>
                                  <w:jc w:val="center"/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2F408C"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algoritmus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Blok textu 15"/>
                          <wps:cNvSpPr txBox="1"/>
                          <wps:spPr>
                            <a:xfrm>
                              <a:off x="1616659" y="2136039"/>
                              <a:ext cx="680085" cy="1314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DE743A5" w14:textId="77777777" w:rsidR="00260DEE" w:rsidRPr="00432785" w:rsidRDefault="00260DEE" w:rsidP="002F408C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432785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 xml:space="preserve">hodnota </w:t>
                                </w:r>
                                <w:proofErr w:type="spellStart"/>
                                <w:r w:rsidRPr="00432785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hašu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Blok textu 16"/>
                        <wps:cNvSpPr txBox="1"/>
                        <wps:spPr>
                          <a:xfrm>
                            <a:off x="2626157" y="1631290"/>
                            <a:ext cx="672998" cy="555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14DFF7" w14:textId="5C3400A9" w:rsidR="00260DEE" w:rsidRPr="00260DEE" w:rsidRDefault="00260DEE" w:rsidP="002F408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0DEE">
                                <w:rPr>
                                  <w:sz w:val="18"/>
                                  <w:szCs w:val="18"/>
                                </w:rPr>
                                <w:t>Podpis je platný, ak hodnoty sú rovnaké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22A4F" id="Skupina 18" o:spid="_x0000_s1026" style="position:absolute;margin-left:127.3pt;margin-top:28.05pt;width:259.8pt;height:190.05pt;z-index:251692032" coordsize="32991,24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">
                <v:group id="Skupina 17" o:spid="_x0000_s1027" style="position:absolute;width:28089;height:24137" coordsize="28089,24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Blok textu 4" o:spid="_x0000_s1028" type="#_x0000_t202" style="position:absolute;left:1097;width:7017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" fillcolor="white [3201]" strokeweight=".5pt">
                    <v:textbox inset="0,0,0,0">
                      <w:txbxContent>
                        <w:p w14:paraId="221957CF" w14:textId="42373DE3" w:rsidR="002F408C" w:rsidRPr="002F408C" w:rsidRDefault="002F408C" w:rsidP="002F408C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 w:rsidRPr="002F408C">
                            <w:rPr>
                              <w:color w:val="FF0000"/>
                              <w:sz w:val="18"/>
                              <w:szCs w:val="18"/>
                            </w:rPr>
                            <w:t>hašovací</w:t>
                          </w:r>
                        </w:p>
                        <w:p w14:paraId="14C41A72" w14:textId="5C4E0953" w:rsidR="002F408C" w:rsidRPr="002F408C" w:rsidRDefault="002F408C" w:rsidP="002F408C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 w:rsidRPr="002F408C">
                            <w:rPr>
                              <w:color w:val="FF0000"/>
                              <w:sz w:val="18"/>
                              <w:szCs w:val="18"/>
                            </w:rPr>
                            <w:t>algoritmus</w:t>
                          </w:r>
                        </w:p>
                      </w:txbxContent>
                    </v:textbox>
                  </v:shape>
                  <v:shape id="Blok textu 6" o:spid="_x0000_s1029" type="#_x0000_t202" style="position:absolute;left:20043;top:4242;width:8046;height:1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" fillcolor="white [3201]" strokeweight=".5pt">
                    <v:textbox inset="0,0,0,0">
                      <w:txbxContent>
                        <w:p w14:paraId="06EB1F7B" w14:textId="65E9E50E" w:rsidR="002F408C" w:rsidRPr="002F408C" w:rsidRDefault="00260DEE" w:rsidP="002F408C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FF0000"/>
                              <w:sz w:val="18"/>
                              <w:szCs w:val="18"/>
                            </w:rPr>
                            <w:t>privátny</w:t>
                          </w:r>
                          <w:r w:rsidR="002F408C">
                            <w:rPr>
                              <w:color w:val="FF0000"/>
                              <w:sz w:val="18"/>
                              <w:szCs w:val="18"/>
                            </w:rPr>
                            <w:t xml:space="preserve"> kľúč</w:t>
                          </w:r>
                        </w:p>
                      </w:txbxContent>
                    </v:textbox>
                  </v:shape>
                  <v:shape id="Blok textu 8" o:spid="_x0000_s1030" type="#_x0000_t202" style="position:absolute;top:22384;width:7385;height:1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" fillcolor="white [3201]" strokeweight=".5pt">
                    <v:textbox inset="0,0,0,0">
                      <w:txbxContent>
                        <w:p w14:paraId="429D34BA" w14:textId="01D169F5" w:rsidR="002F408C" w:rsidRPr="002F408C" w:rsidRDefault="00432785" w:rsidP="002F408C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FF0000"/>
                              <w:sz w:val="18"/>
                              <w:szCs w:val="18"/>
                            </w:rPr>
                            <w:t>v</w:t>
                          </w:r>
                          <w:r w:rsidR="002F408C">
                            <w:rPr>
                              <w:color w:val="FF0000"/>
                              <w:sz w:val="18"/>
                              <w:szCs w:val="18"/>
                            </w:rPr>
                            <w:t>erejný kľúč</w:t>
                          </w:r>
                        </w:p>
                      </w:txbxContent>
                    </v:textbox>
                  </v:shape>
                  <v:shape id="Blok textu 9" o:spid="_x0000_s1031" type="#_x0000_t202" style="position:absolute;left:16166;top:17483;width:6801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" fillcolor="white [3201]" strokeweight=".5pt">
                    <v:textbox inset="0,0,0,0">
                      <w:txbxContent>
                        <w:p w14:paraId="1C12AA26" w14:textId="3B73A9DD" w:rsidR="002F408C" w:rsidRPr="00432785" w:rsidRDefault="00432785" w:rsidP="002F408C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432785">
                            <w:rPr>
                              <w:color w:val="FF0000"/>
                              <w:sz w:val="16"/>
                              <w:szCs w:val="16"/>
                            </w:rPr>
                            <w:t xml:space="preserve">hodnota </w:t>
                          </w:r>
                          <w:proofErr w:type="spellStart"/>
                          <w:r w:rsidR="002F408C" w:rsidRPr="00432785">
                            <w:rPr>
                              <w:color w:val="FF0000"/>
                              <w:sz w:val="16"/>
                              <w:szCs w:val="16"/>
                            </w:rPr>
                            <w:t>ha</w:t>
                          </w:r>
                          <w:r w:rsidRPr="00432785">
                            <w:rPr>
                              <w:color w:val="FF0000"/>
                              <w:sz w:val="16"/>
                              <w:szCs w:val="16"/>
                            </w:rPr>
                            <w:t>šu</w:t>
                          </w:r>
                          <w:proofErr w:type="spellEnd"/>
                        </w:p>
                      </w:txbxContent>
                    </v:textbox>
                  </v:shape>
                  <v:shape id="Blok textu 10" o:spid="_x0000_s1032" type="#_x0000_t202" style="position:absolute;left:877;top:15435;width:6581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" fillcolor="white [3201]" strokeweight=".5pt">
                    <v:textbox inset="0,0,0,0">
                      <w:txbxContent>
                        <w:p w14:paraId="2096A62F" w14:textId="77777777" w:rsidR="00432785" w:rsidRPr="002F408C" w:rsidRDefault="00432785" w:rsidP="002F408C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 w:rsidRPr="002F408C">
                            <w:rPr>
                              <w:color w:val="FF0000"/>
                              <w:sz w:val="18"/>
                              <w:szCs w:val="18"/>
                            </w:rPr>
                            <w:t>hašovací</w:t>
                          </w:r>
                        </w:p>
                        <w:p w14:paraId="4E722B1F" w14:textId="77777777" w:rsidR="00432785" w:rsidRPr="002F408C" w:rsidRDefault="00432785" w:rsidP="002F408C">
                          <w:pPr>
                            <w:jc w:val="center"/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 w:rsidRPr="002F408C">
                            <w:rPr>
                              <w:color w:val="FF0000"/>
                              <w:sz w:val="18"/>
                              <w:szCs w:val="18"/>
                            </w:rPr>
                            <w:t>algoritmus</w:t>
                          </w:r>
                        </w:p>
                      </w:txbxContent>
                    </v:textbox>
                  </v:shape>
                  <v:shape id="Blok textu 15" o:spid="_x0000_s1033" type="#_x0000_t202" style="position:absolute;left:16166;top:21360;width:6801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" fillcolor="white [3201]" strokeweight=".5pt">
                    <v:textbox inset="0,0,0,0">
                      <w:txbxContent>
                        <w:p w14:paraId="7DE743A5" w14:textId="77777777" w:rsidR="00260DEE" w:rsidRPr="00432785" w:rsidRDefault="00260DEE" w:rsidP="002F408C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432785">
                            <w:rPr>
                              <w:color w:val="FF0000"/>
                              <w:sz w:val="16"/>
                              <w:szCs w:val="16"/>
                            </w:rPr>
                            <w:t xml:space="preserve">hodnota </w:t>
                          </w:r>
                          <w:proofErr w:type="spellStart"/>
                          <w:r w:rsidRPr="00432785">
                            <w:rPr>
                              <w:color w:val="FF0000"/>
                              <w:sz w:val="16"/>
                              <w:szCs w:val="16"/>
                            </w:rPr>
                            <w:t>hašu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Blok textu 16" o:spid="_x0000_s1034" type="#_x0000_t202" style="position:absolute;left:26261;top:16312;width:6730;height:5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" fillcolor="white [3201]" stroked="f" strokeweight=".5pt">
                  <v:textbox inset="0,0,0,0">
                    <w:txbxContent>
                      <w:p w14:paraId="6D14DFF7" w14:textId="5C3400A9" w:rsidR="00260DEE" w:rsidRPr="00260DEE" w:rsidRDefault="00260DEE" w:rsidP="002F408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60DEE">
                          <w:rPr>
                            <w:sz w:val="18"/>
                            <w:szCs w:val="18"/>
                          </w:rPr>
                          <w:t>Podpis je platný, ak hodnoty sú rovnaké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17FA">
        <w:rPr>
          <w:noProof/>
          <w:lang w:val="en-US" w:eastAsia="en-US"/>
        </w:rPr>
        <w:drawing>
          <wp:inline distT="0" distB="0" distL="0" distR="0" wp14:anchorId="6CC6EAA8" wp14:editId="0A13400A">
            <wp:extent cx="5760720" cy="287210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3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FFAFB" w14:textId="77777777" w:rsidR="005025FD" w:rsidRDefault="005025FD" w:rsidP="007617FA">
      <w:pPr>
        <w:spacing w:before="120" w:after="120"/>
        <w:ind w:left="357"/>
      </w:pPr>
    </w:p>
    <w:p w14:paraId="0E215C78" w14:textId="32B15107" w:rsidR="007617FA" w:rsidRDefault="007617FA" w:rsidP="007617FA">
      <w:pPr>
        <w:spacing w:before="120" w:after="120"/>
        <w:ind w:left="357"/>
      </w:pPr>
      <w:r>
        <w:t>Možnosti</w:t>
      </w:r>
      <w:r w:rsidRPr="008B60B2">
        <w:t xml:space="preserve">: </w:t>
      </w:r>
      <w:r>
        <w:t>hašovací algoritmu</w:t>
      </w:r>
      <w:r w:rsidR="002F408C">
        <w:t>s</w:t>
      </w:r>
      <w:r w:rsidRPr="008B60B2">
        <w:t xml:space="preserve">, </w:t>
      </w:r>
      <w:r w:rsidR="00260DEE">
        <w:t>privátny</w:t>
      </w:r>
      <w:r>
        <w:t xml:space="preserve"> kľúč</w:t>
      </w:r>
      <w:r w:rsidRPr="008B60B2">
        <w:t xml:space="preserve">, </w:t>
      </w:r>
      <w:r>
        <w:t>verejný kľúč</w:t>
      </w:r>
      <w:r w:rsidRPr="008B60B2">
        <w:t xml:space="preserve">, </w:t>
      </w:r>
      <w:r w:rsidR="00432785">
        <w:t xml:space="preserve">hodnota </w:t>
      </w:r>
      <w:proofErr w:type="spellStart"/>
      <w:r w:rsidRPr="008B60B2">
        <w:t>ha</w:t>
      </w:r>
      <w:r w:rsidR="00432785">
        <w:t>šu</w:t>
      </w:r>
      <w:proofErr w:type="spellEnd"/>
      <w:r w:rsidRPr="008B60B2">
        <w:t xml:space="preserve"> </w:t>
      </w:r>
    </w:p>
    <w:p w14:paraId="5E6FCEE4" w14:textId="0837F726" w:rsidR="007617FA" w:rsidRPr="008B60B2" w:rsidRDefault="007617FA" w:rsidP="00683A34"/>
    <w:p w14:paraId="121709CE" w14:textId="44652DA1" w:rsidR="00063674" w:rsidRPr="00623A4E" w:rsidRDefault="00CD2283" w:rsidP="00623A4E">
      <w:pPr>
        <w:pStyle w:val="eTask"/>
        <w:rPr>
          <w:sz w:val="22"/>
          <w:lang w:val="sk-SK"/>
        </w:rPr>
      </w:pPr>
      <w:r>
        <w:rPr>
          <w:lang w:val="sk-SK"/>
        </w:rPr>
        <w:lastRenderedPageBreak/>
        <w:t>Priraďte výrazy z ľavého stĺpca k príslušným popisom vpravo</w:t>
      </w:r>
    </w:p>
    <w:p w14:paraId="78946083" w14:textId="77777777" w:rsidR="00623A4E" w:rsidRPr="00CD2283" w:rsidRDefault="00623A4E" w:rsidP="00623A4E">
      <w:bookmarkStart w:id="1" w:name="_GoBack"/>
      <w:bookmarkEnd w:id="1"/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8B60B2" w14:paraId="041571C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FD7EA" w14:textId="3539A77D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Certifikačná autorita</w:t>
            </w:r>
            <w:r w:rsidR="00BB5B00" w:rsidRPr="008B60B2"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AE8B3" w14:textId="77777777" w:rsidR="006D6A7E" w:rsidRPr="008B60B2" w:rsidRDefault="005C5E6B" w:rsidP="00F1459B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573B2F79" wp14:editId="546A151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241935</wp:posOffset>
                      </wp:positionV>
                      <wp:extent cx="2380615" cy="781050"/>
                      <wp:effectExtent l="0" t="0" r="19685" b="1905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0615" cy="781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81E471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19.05pt" to="182.6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6DF9D0" w14:textId="0296EA63" w:rsidR="006D6A7E" w:rsidRPr="008B60B2" w:rsidRDefault="003412E9" w:rsidP="00F1459B">
            <w:pPr>
              <w:pStyle w:val="eCheckBoxText"/>
              <w:ind w:left="0" w:firstLine="0"/>
              <w:contextualSpacing/>
              <w:jc w:val="center"/>
            </w:pPr>
            <w:r>
              <w:t xml:space="preserve">Umožňuje registrovanie certifikátov </w:t>
            </w:r>
            <w:r w:rsidR="006C4A6E">
              <w:t xml:space="preserve">v tejto entite </w:t>
            </w:r>
          </w:p>
        </w:tc>
      </w:tr>
      <w:tr w:rsidR="00AD21CD" w:rsidRPr="008B60B2" w14:paraId="483BEE5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B01F6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72152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D6104B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8B60B2" w14:paraId="5038664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DC1F" w14:textId="11AC5B0F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Registračná autorita</w:t>
            </w:r>
            <w:r w:rsidR="00E610AE" w:rsidRPr="008B60B2">
              <w:t xml:space="preserve">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905A8A" w14:textId="77777777" w:rsidR="006D6A7E" w:rsidRPr="008B60B2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F1EA88" wp14:editId="76EEDB6F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-688340</wp:posOffset>
                      </wp:positionV>
                      <wp:extent cx="2369820" cy="769620"/>
                      <wp:effectExtent l="0" t="0" r="30480" b="3048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9820" cy="7696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3D3B30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54.2pt" to="182.6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76C74" w14:textId="6FB8E8D8" w:rsidR="006D6A7E" w:rsidRPr="008B60B2" w:rsidRDefault="003412E9" w:rsidP="008D117E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lang w:val="sk"/>
              </w:rPr>
              <w:t>Vytv</w:t>
            </w:r>
            <w:r>
              <w:rPr>
                <w:lang w:val="sk"/>
              </w:rPr>
              <w:t xml:space="preserve">ára </w:t>
            </w:r>
            <w:r w:rsidRPr="008B60B2">
              <w:rPr>
                <w:lang w:val="sk"/>
              </w:rPr>
              <w:t>a vyd</w:t>
            </w:r>
            <w:r>
              <w:rPr>
                <w:lang w:val="sk"/>
              </w:rPr>
              <w:t>áva</w:t>
            </w:r>
            <w:r w:rsidRPr="008B60B2">
              <w:rPr>
                <w:lang w:val="sk"/>
              </w:rPr>
              <w:t xml:space="preserve"> </w:t>
            </w:r>
            <w:r>
              <w:br/>
            </w:r>
            <w:r w:rsidRPr="008B60B2">
              <w:rPr>
                <w:lang w:val="sk"/>
              </w:rPr>
              <w:t>digitáln</w:t>
            </w:r>
            <w:r>
              <w:rPr>
                <w:lang w:val="sk"/>
              </w:rPr>
              <w:t>y</w:t>
            </w:r>
            <w:r w:rsidRPr="008B60B2">
              <w:rPr>
                <w:lang w:val="sk"/>
              </w:rPr>
              <w:t xml:space="preserve"> certifiká</w:t>
            </w:r>
            <w:r>
              <w:rPr>
                <w:lang w:val="sk"/>
              </w:rPr>
              <w:t>t</w:t>
            </w:r>
          </w:p>
        </w:tc>
      </w:tr>
      <w:tr w:rsidR="00AD21CD" w:rsidRPr="008B60B2" w14:paraId="3F4DB48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94861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A71C0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ABBA7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8B60B2" w14:paraId="2C6928F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AE75" w14:textId="2E48716F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Validačná autorita</w:t>
            </w:r>
            <w:r w:rsidR="00DD5179" w:rsidRPr="008B60B2">
              <w:t xml:space="preserve">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188B4E" w14:textId="77777777" w:rsidR="006D6A7E" w:rsidRPr="008B60B2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9305AC" wp14:editId="7513B0E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263525</wp:posOffset>
                      </wp:positionV>
                      <wp:extent cx="2381250" cy="775970"/>
                      <wp:effectExtent l="0" t="0" r="19050" b="2413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0" cy="7759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A7DE1A" id="3 Conector recto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20.75pt" to="182.65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51024" w14:textId="463CB4AD" w:rsidR="006D6A7E" w:rsidRPr="008B60B2" w:rsidRDefault="003412E9" w:rsidP="00F1459B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lang w:val="sk"/>
              </w:rPr>
              <w:t>Štruktúra obsahujúca identifikačné informácie a dvojicu kľúčo</w:t>
            </w:r>
            <w:r>
              <w:rPr>
                <w:lang w:val="sk"/>
              </w:rPr>
              <w:t>v</w:t>
            </w:r>
          </w:p>
        </w:tc>
      </w:tr>
      <w:tr w:rsidR="006D6A7E" w:rsidRPr="008B60B2" w14:paraId="049ECDF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567209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B456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024C1" w14:textId="77777777" w:rsidR="006D6A7E" w:rsidRPr="008B60B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8B60B2" w14:paraId="24691AD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504C01" w14:textId="0EFEC60D" w:rsidR="006D6A7E" w:rsidRPr="008B60B2" w:rsidRDefault="00CD2283" w:rsidP="00F1459B">
            <w:pPr>
              <w:pStyle w:val="eCheckBoxText"/>
              <w:ind w:left="0" w:firstLine="0"/>
              <w:contextualSpacing/>
              <w:jc w:val="center"/>
            </w:pPr>
            <w:r>
              <w:t>Digitálny certifikát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0A2F2" w14:textId="77777777" w:rsidR="006D6A7E" w:rsidRPr="008B60B2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8B60B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16249B" wp14:editId="36ADBD72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-645795</wp:posOffset>
                      </wp:positionV>
                      <wp:extent cx="2370455" cy="688975"/>
                      <wp:effectExtent l="0" t="0" r="29845" b="3492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0455" cy="688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9813E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50.85pt" to="182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ECFDD" w14:textId="7D70F60E" w:rsidR="006D6A7E" w:rsidRPr="008B60B2" w:rsidRDefault="003412E9" w:rsidP="008D117E">
            <w:pPr>
              <w:pStyle w:val="eCheckBoxText"/>
              <w:ind w:left="0" w:firstLine="0"/>
              <w:contextualSpacing/>
              <w:jc w:val="center"/>
            </w:pPr>
            <w:r>
              <w:t>Kontroluje platnosť digitálneho certifikátu</w:t>
            </w:r>
          </w:p>
        </w:tc>
      </w:tr>
    </w:tbl>
    <w:p w14:paraId="6F38785C" w14:textId="77777777" w:rsidR="00A21409" w:rsidRPr="008B60B2" w:rsidRDefault="00A21409" w:rsidP="004A7E5F">
      <w:pPr>
        <w:pStyle w:val="eLineBottom"/>
        <w:ind w:left="154"/>
      </w:pPr>
    </w:p>
    <w:p w14:paraId="7B35F64F" w14:textId="77777777" w:rsidR="00F36471" w:rsidRPr="008B60B2" w:rsidRDefault="00F36471" w:rsidP="004A7E5F">
      <w:pPr>
        <w:pStyle w:val="eLineBottom"/>
        <w:ind w:left="154"/>
      </w:pPr>
    </w:p>
    <w:p w14:paraId="646E46B9" w14:textId="77777777" w:rsidR="00F1459B" w:rsidRPr="008B60B2" w:rsidRDefault="00F1459B" w:rsidP="004A7E5F"/>
    <w:p w14:paraId="759C1739" w14:textId="171E5043" w:rsidR="009C3A3C" w:rsidRPr="008B60B2" w:rsidRDefault="006C4A6E" w:rsidP="009C3A3C">
      <w:pPr>
        <w:pStyle w:val="eTask"/>
        <w:rPr>
          <w:lang w:val="sk-SK"/>
        </w:rPr>
      </w:pPr>
      <w:r w:rsidRPr="006C4A6E">
        <w:rPr>
          <w:lang w:val="sk-SK"/>
        </w:rPr>
        <w:t xml:space="preserve">Životný cyklus digitálneho certifikátu možno </w:t>
      </w:r>
      <w:r>
        <w:rPr>
          <w:lang w:val="sk-SK"/>
        </w:rPr>
        <w:t xml:space="preserve">popísať </w:t>
      </w:r>
      <w:r w:rsidRPr="006C4A6E">
        <w:rPr>
          <w:lang w:val="sk-SK"/>
        </w:rPr>
        <w:t>nasledovne</w:t>
      </w:r>
      <w:r w:rsidR="007B3E6F" w:rsidRPr="008B60B2">
        <w:rPr>
          <w:lang w:val="sk-SK"/>
        </w:rPr>
        <w:t>:</w:t>
      </w:r>
    </w:p>
    <w:p w14:paraId="0033D4C1" w14:textId="77777777" w:rsidR="009C3A3C" w:rsidRPr="008B60B2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5F75AB15" w14:textId="2AD36213" w:rsidR="009C3A3C" w:rsidRPr="008B60B2" w:rsidRDefault="009C3A3C" w:rsidP="009C3A3C">
      <w:pPr>
        <w:ind w:left="710" w:hanging="284"/>
        <w:rPr>
          <w:color w:val="FF0000"/>
          <w:u w:val="single"/>
        </w:rPr>
      </w:pPr>
      <w:r w:rsidRPr="00623A4E">
        <w:t>1.</w:t>
      </w:r>
      <w:r w:rsidRPr="00623A4E">
        <w:tab/>
      </w:r>
      <w:r w:rsidR="006C4A6E" w:rsidRPr="008B60B2">
        <w:rPr>
          <w:color w:val="FF0000"/>
          <w:u w:val="single"/>
          <w:lang w:val="sk"/>
        </w:rPr>
        <w:t>Zápis certifikátu</w:t>
      </w:r>
    </w:p>
    <w:p w14:paraId="40311C99" w14:textId="77777777" w:rsidR="009C3A3C" w:rsidRPr="008B60B2" w:rsidRDefault="009C3A3C" w:rsidP="009C3A3C">
      <w:pPr>
        <w:ind w:left="710" w:hanging="284"/>
        <w:rPr>
          <w:u w:val="single"/>
        </w:rPr>
      </w:pPr>
    </w:p>
    <w:p w14:paraId="3722E4E3" w14:textId="72B242E7" w:rsidR="009C3A3C" w:rsidRPr="008B60B2" w:rsidRDefault="009C3A3C" w:rsidP="009C3A3C">
      <w:pPr>
        <w:ind w:left="710" w:hanging="284"/>
        <w:rPr>
          <w:color w:val="FF0000"/>
          <w:u w:val="single"/>
        </w:rPr>
      </w:pPr>
      <w:r w:rsidRPr="00623A4E">
        <w:rPr>
          <w:lang w:eastAsia="sk-SK"/>
        </w:rPr>
        <w:t>2.</w:t>
      </w:r>
      <w:r w:rsidRPr="00623A4E">
        <w:tab/>
      </w:r>
      <w:r w:rsidR="006C4A6E" w:rsidRPr="008B60B2">
        <w:rPr>
          <w:color w:val="FF0000"/>
          <w:u w:val="single"/>
          <w:lang w:val="sk"/>
        </w:rPr>
        <w:t xml:space="preserve">Vydanie </w:t>
      </w:r>
      <w:r w:rsidR="006C4A6E">
        <w:rPr>
          <w:color w:val="FF0000"/>
          <w:u w:val="single"/>
          <w:lang w:val="sk"/>
        </w:rPr>
        <w:t>certifikátu</w:t>
      </w:r>
    </w:p>
    <w:p w14:paraId="50B3A0FF" w14:textId="77777777" w:rsidR="009C3A3C" w:rsidRPr="008B60B2" w:rsidRDefault="009C3A3C" w:rsidP="009C3A3C">
      <w:pPr>
        <w:ind w:left="710" w:hanging="284"/>
        <w:rPr>
          <w:u w:val="single"/>
          <w:lang w:eastAsia="sk-SK"/>
        </w:rPr>
      </w:pPr>
    </w:p>
    <w:p w14:paraId="163429E3" w14:textId="493C0EB0" w:rsidR="009C3A3C" w:rsidRPr="008B60B2" w:rsidRDefault="009C3A3C" w:rsidP="009C3A3C">
      <w:pPr>
        <w:ind w:left="710" w:hanging="284"/>
        <w:rPr>
          <w:color w:val="FF0000"/>
          <w:u w:val="single"/>
        </w:rPr>
      </w:pPr>
      <w:r w:rsidRPr="00623A4E">
        <w:rPr>
          <w:lang w:eastAsia="sk-SK"/>
        </w:rPr>
        <w:t>3.</w:t>
      </w:r>
      <w:r w:rsidRPr="00623A4E">
        <w:tab/>
      </w:r>
      <w:r w:rsidR="006C4A6E" w:rsidRPr="008B60B2">
        <w:rPr>
          <w:color w:val="FF0000"/>
          <w:u w:val="single"/>
          <w:lang w:val="sk"/>
        </w:rPr>
        <w:t>Overenie certifikátu</w:t>
      </w:r>
    </w:p>
    <w:p w14:paraId="6A37955F" w14:textId="77777777" w:rsidR="009C3A3C" w:rsidRPr="008B60B2" w:rsidRDefault="009C3A3C" w:rsidP="009C3A3C">
      <w:pPr>
        <w:ind w:left="710" w:hanging="284"/>
        <w:rPr>
          <w:u w:val="single"/>
        </w:rPr>
      </w:pPr>
    </w:p>
    <w:p w14:paraId="716A4848" w14:textId="6D6848B3" w:rsidR="009C3A3C" w:rsidRPr="008B60B2" w:rsidRDefault="009C3A3C" w:rsidP="009C3A3C">
      <w:pPr>
        <w:ind w:left="710" w:hanging="284"/>
        <w:rPr>
          <w:color w:val="FF0000"/>
          <w:u w:val="single"/>
        </w:rPr>
      </w:pPr>
      <w:r w:rsidRPr="00623A4E">
        <w:t>4.</w:t>
      </w:r>
      <w:r w:rsidRPr="00623A4E">
        <w:tab/>
      </w:r>
      <w:r w:rsidR="006C4A6E" w:rsidRPr="008B60B2">
        <w:rPr>
          <w:color w:val="FF0000"/>
          <w:u w:val="single"/>
          <w:lang w:val="sk"/>
        </w:rPr>
        <w:t>Zrušenie certifikátu</w:t>
      </w:r>
    </w:p>
    <w:p w14:paraId="4348455E" w14:textId="77777777" w:rsidR="00005B98" w:rsidRPr="008B60B2" w:rsidRDefault="00005B98" w:rsidP="00005B98">
      <w:pPr>
        <w:ind w:left="710" w:hanging="284"/>
        <w:rPr>
          <w:u w:val="single"/>
        </w:rPr>
      </w:pPr>
    </w:p>
    <w:p w14:paraId="238BD1FC" w14:textId="31570A2C" w:rsidR="00005B98" w:rsidRPr="008B60B2" w:rsidRDefault="00005B98" w:rsidP="00005B98">
      <w:pPr>
        <w:ind w:left="710" w:hanging="284"/>
        <w:rPr>
          <w:color w:val="FF0000"/>
          <w:u w:val="single"/>
        </w:rPr>
      </w:pPr>
      <w:r w:rsidRPr="00623A4E">
        <w:t>5.</w:t>
      </w:r>
      <w:r w:rsidRPr="00623A4E">
        <w:tab/>
      </w:r>
      <w:bookmarkEnd w:id="0"/>
      <w:r w:rsidR="006C4A6E" w:rsidRPr="008B60B2">
        <w:rPr>
          <w:color w:val="FF0000"/>
          <w:u w:val="single"/>
          <w:lang w:val="sk"/>
        </w:rPr>
        <w:t>Obnovenie certifikátu</w:t>
      </w:r>
    </w:p>
    <w:sectPr w:rsidR="00005B98" w:rsidRPr="008B60B2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5EB28" w14:textId="77777777" w:rsidR="003D7766" w:rsidRDefault="003D7766" w:rsidP="00861A1A">
      <w:r>
        <w:separator/>
      </w:r>
    </w:p>
  </w:endnote>
  <w:endnote w:type="continuationSeparator" w:id="0">
    <w:p w14:paraId="24E54886" w14:textId="77777777" w:rsidR="003D7766" w:rsidRDefault="003D776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A7DE4B9" w14:textId="77777777" w:rsidR="00623A4E" w:rsidRPr="00623A4E" w:rsidRDefault="00623A4E" w:rsidP="00623A4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23A4E">
            <w:rPr>
              <w:sz w:val="16"/>
              <w:szCs w:val="16"/>
              <w:lang w:val="en-US"/>
            </w:rPr>
            <w:t>Tento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projekt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bol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financovaný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623A4E">
            <w:rPr>
              <w:sz w:val="16"/>
              <w:szCs w:val="16"/>
              <w:lang w:val="en-US"/>
            </w:rPr>
            <w:t>podporou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Európskej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Komisie</w:t>
          </w:r>
          <w:proofErr w:type="spellEnd"/>
          <w:r w:rsidRPr="00623A4E">
            <w:rPr>
              <w:sz w:val="16"/>
              <w:szCs w:val="16"/>
              <w:lang w:val="en-US"/>
            </w:rPr>
            <w:t>.</w:t>
          </w:r>
        </w:p>
        <w:p w14:paraId="06D86257" w14:textId="7ABC7E1F" w:rsidR="00BF5E09" w:rsidRPr="004A7E5F" w:rsidRDefault="00623A4E" w:rsidP="00623A4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23A4E">
            <w:rPr>
              <w:sz w:val="16"/>
              <w:szCs w:val="16"/>
              <w:lang w:val="en-US"/>
            </w:rPr>
            <w:t>Táto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publikácia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23A4E">
            <w:rPr>
              <w:sz w:val="16"/>
              <w:szCs w:val="16"/>
              <w:lang w:val="en-US"/>
            </w:rPr>
            <w:t>dokument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23A4E">
            <w:rPr>
              <w:sz w:val="16"/>
              <w:szCs w:val="16"/>
              <w:lang w:val="en-US"/>
            </w:rPr>
            <w:t>reprezentuje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výlučne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názor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autora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623A4E">
            <w:rPr>
              <w:sz w:val="16"/>
              <w:szCs w:val="16"/>
              <w:lang w:val="en-US"/>
            </w:rPr>
            <w:t>Komisia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nezodpovedá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za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akékoľvek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použitie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informácií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obsiahnutých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623A4E">
            <w:rPr>
              <w:sz w:val="16"/>
              <w:szCs w:val="16"/>
              <w:lang w:val="en-US"/>
            </w:rPr>
            <w:t>tejto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23A4E">
            <w:rPr>
              <w:sz w:val="16"/>
              <w:szCs w:val="16"/>
              <w:lang w:val="en-US"/>
            </w:rPr>
            <w:t>publikácii</w:t>
          </w:r>
          <w:proofErr w:type="spellEnd"/>
          <w:r w:rsidRPr="00623A4E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23A4E">
            <w:rPr>
              <w:sz w:val="16"/>
              <w:szCs w:val="16"/>
              <w:lang w:val="en-US"/>
            </w:rPr>
            <w:t>dokumente</w:t>
          </w:r>
          <w:proofErr w:type="spellEnd"/>
          <w:r w:rsidRPr="00623A4E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9E784" w14:textId="77777777" w:rsidR="003D7766" w:rsidRDefault="003D7766" w:rsidP="00861A1A">
      <w:r>
        <w:separator/>
      </w:r>
    </w:p>
  </w:footnote>
  <w:footnote w:type="continuationSeparator" w:id="0">
    <w:p w14:paraId="1666E18D" w14:textId="77777777" w:rsidR="003D7766" w:rsidRDefault="003D776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5585B913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E93CB7">
      <w:rPr>
        <w:rFonts w:ascii="Calibri" w:hAnsi="Calibri"/>
        <w:b/>
        <w:smallCaps/>
        <w:noProof/>
      </w:rPr>
      <w:t>PRACOVNÝ LIST</w:t>
    </w:r>
  </w:p>
  <w:p w14:paraId="568ED691" w14:textId="0EF57034" w:rsidR="00C148FD" w:rsidRPr="00C148FD" w:rsidRDefault="0035081F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5081F">
      <w:rPr>
        <w:rFonts w:ascii="Calibri" w:hAnsi="Calibri"/>
        <w:smallCaps/>
        <w:noProof/>
        <w:sz w:val="20"/>
        <w:szCs w:val="20"/>
        <w:lang w:val="en-US"/>
      </w:rPr>
      <w:t>Autentifikácia, heslá a digitálne podpisovanie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279A"/>
    <w:multiLevelType w:val="multilevel"/>
    <w:tmpl w:val="ED940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139156C"/>
    <w:multiLevelType w:val="multilevel"/>
    <w:tmpl w:val="03EE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AUA3B1I2iwAAAA="/>
  </w:docVars>
  <w:rsids>
    <w:rsidRoot w:val="00563AEB"/>
    <w:rsid w:val="000030DF"/>
    <w:rsid w:val="00005B98"/>
    <w:rsid w:val="0000673F"/>
    <w:rsid w:val="0001069B"/>
    <w:rsid w:val="00016AD8"/>
    <w:rsid w:val="00017595"/>
    <w:rsid w:val="00021197"/>
    <w:rsid w:val="00030EDA"/>
    <w:rsid w:val="0003446C"/>
    <w:rsid w:val="00036C37"/>
    <w:rsid w:val="00045BEB"/>
    <w:rsid w:val="000557D2"/>
    <w:rsid w:val="00063674"/>
    <w:rsid w:val="00073ADF"/>
    <w:rsid w:val="000740EE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58FC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2098"/>
    <w:rsid w:val="0017377E"/>
    <w:rsid w:val="001840EA"/>
    <w:rsid w:val="00185BED"/>
    <w:rsid w:val="001922A0"/>
    <w:rsid w:val="00195A08"/>
    <w:rsid w:val="00197192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60DEE"/>
    <w:rsid w:val="00272012"/>
    <w:rsid w:val="002825A8"/>
    <w:rsid w:val="00283A7C"/>
    <w:rsid w:val="002850DE"/>
    <w:rsid w:val="00292860"/>
    <w:rsid w:val="002976A9"/>
    <w:rsid w:val="002B0278"/>
    <w:rsid w:val="002B0866"/>
    <w:rsid w:val="002B1F47"/>
    <w:rsid w:val="002B41A8"/>
    <w:rsid w:val="002D3482"/>
    <w:rsid w:val="002E301D"/>
    <w:rsid w:val="002F408C"/>
    <w:rsid w:val="00304ADA"/>
    <w:rsid w:val="00306B9F"/>
    <w:rsid w:val="00307892"/>
    <w:rsid w:val="00315203"/>
    <w:rsid w:val="00337851"/>
    <w:rsid w:val="003412E9"/>
    <w:rsid w:val="00342883"/>
    <w:rsid w:val="00347E4D"/>
    <w:rsid w:val="0035081F"/>
    <w:rsid w:val="00351AF3"/>
    <w:rsid w:val="0039238A"/>
    <w:rsid w:val="003B1326"/>
    <w:rsid w:val="003C2268"/>
    <w:rsid w:val="003C5B45"/>
    <w:rsid w:val="003C767F"/>
    <w:rsid w:val="003D41BB"/>
    <w:rsid w:val="003D7766"/>
    <w:rsid w:val="003E01BE"/>
    <w:rsid w:val="003F03EB"/>
    <w:rsid w:val="003F623C"/>
    <w:rsid w:val="003F7F87"/>
    <w:rsid w:val="00402B09"/>
    <w:rsid w:val="0040565B"/>
    <w:rsid w:val="00417ED2"/>
    <w:rsid w:val="00421FE0"/>
    <w:rsid w:val="00432785"/>
    <w:rsid w:val="00433A73"/>
    <w:rsid w:val="00435704"/>
    <w:rsid w:val="0044547E"/>
    <w:rsid w:val="00454529"/>
    <w:rsid w:val="0046567F"/>
    <w:rsid w:val="00472203"/>
    <w:rsid w:val="004732C6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025FD"/>
    <w:rsid w:val="00512822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3A4E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C4A6E"/>
    <w:rsid w:val="006D39B2"/>
    <w:rsid w:val="006D3F30"/>
    <w:rsid w:val="006D50FA"/>
    <w:rsid w:val="006D6A7E"/>
    <w:rsid w:val="006E21B3"/>
    <w:rsid w:val="006E598F"/>
    <w:rsid w:val="006F0D5B"/>
    <w:rsid w:val="006F787A"/>
    <w:rsid w:val="00706E57"/>
    <w:rsid w:val="00710301"/>
    <w:rsid w:val="0073574D"/>
    <w:rsid w:val="007460F9"/>
    <w:rsid w:val="007617FA"/>
    <w:rsid w:val="0076745A"/>
    <w:rsid w:val="007738BD"/>
    <w:rsid w:val="007837ED"/>
    <w:rsid w:val="00786441"/>
    <w:rsid w:val="00790D07"/>
    <w:rsid w:val="007959F2"/>
    <w:rsid w:val="007A6930"/>
    <w:rsid w:val="007B3E6F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11E1"/>
    <w:rsid w:val="00813612"/>
    <w:rsid w:val="0081479C"/>
    <w:rsid w:val="00825830"/>
    <w:rsid w:val="00826CB2"/>
    <w:rsid w:val="00830375"/>
    <w:rsid w:val="008306F3"/>
    <w:rsid w:val="00831014"/>
    <w:rsid w:val="00832323"/>
    <w:rsid w:val="00837E8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0B2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1344"/>
    <w:rsid w:val="009F6E5E"/>
    <w:rsid w:val="009F74C3"/>
    <w:rsid w:val="00A17111"/>
    <w:rsid w:val="00A21409"/>
    <w:rsid w:val="00A26A28"/>
    <w:rsid w:val="00A41E41"/>
    <w:rsid w:val="00A4615B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B5616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24D9D"/>
    <w:rsid w:val="00B3151A"/>
    <w:rsid w:val="00B34A43"/>
    <w:rsid w:val="00B37307"/>
    <w:rsid w:val="00B45AAE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B5B00"/>
    <w:rsid w:val="00BC1E8F"/>
    <w:rsid w:val="00BC1F6B"/>
    <w:rsid w:val="00BC732E"/>
    <w:rsid w:val="00BD3A83"/>
    <w:rsid w:val="00BD3D30"/>
    <w:rsid w:val="00BD7612"/>
    <w:rsid w:val="00BE6648"/>
    <w:rsid w:val="00BF590A"/>
    <w:rsid w:val="00BF5E09"/>
    <w:rsid w:val="00BF6970"/>
    <w:rsid w:val="00C148FD"/>
    <w:rsid w:val="00C2393A"/>
    <w:rsid w:val="00C40A93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2283"/>
    <w:rsid w:val="00CD6FC8"/>
    <w:rsid w:val="00CD79FC"/>
    <w:rsid w:val="00CE09BA"/>
    <w:rsid w:val="00CE438E"/>
    <w:rsid w:val="00CF4DFA"/>
    <w:rsid w:val="00CF718A"/>
    <w:rsid w:val="00D060B3"/>
    <w:rsid w:val="00D06992"/>
    <w:rsid w:val="00D20A5C"/>
    <w:rsid w:val="00D2650E"/>
    <w:rsid w:val="00D33524"/>
    <w:rsid w:val="00D573B0"/>
    <w:rsid w:val="00D64BFC"/>
    <w:rsid w:val="00D6535B"/>
    <w:rsid w:val="00D71B81"/>
    <w:rsid w:val="00D773FA"/>
    <w:rsid w:val="00D825A7"/>
    <w:rsid w:val="00D8792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5179"/>
    <w:rsid w:val="00DD6149"/>
    <w:rsid w:val="00DD6545"/>
    <w:rsid w:val="00DE3438"/>
    <w:rsid w:val="00DE3767"/>
    <w:rsid w:val="00E0343F"/>
    <w:rsid w:val="00E10571"/>
    <w:rsid w:val="00E10DD0"/>
    <w:rsid w:val="00E11170"/>
    <w:rsid w:val="00E14EEB"/>
    <w:rsid w:val="00E15717"/>
    <w:rsid w:val="00E2272B"/>
    <w:rsid w:val="00E352FF"/>
    <w:rsid w:val="00E41087"/>
    <w:rsid w:val="00E439C0"/>
    <w:rsid w:val="00E516D7"/>
    <w:rsid w:val="00E5359D"/>
    <w:rsid w:val="00E54A46"/>
    <w:rsid w:val="00E610AE"/>
    <w:rsid w:val="00E65738"/>
    <w:rsid w:val="00E75F93"/>
    <w:rsid w:val="00E8518C"/>
    <w:rsid w:val="00E879F9"/>
    <w:rsid w:val="00E90BD9"/>
    <w:rsid w:val="00E93CB7"/>
    <w:rsid w:val="00EA1BDF"/>
    <w:rsid w:val="00EA39BF"/>
    <w:rsid w:val="00EB6B74"/>
    <w:rsid w:val="00EB6E4B"/>
    <w:rsid w:val="00EC77B0"/>
    <w:rsid w:val="00ED2956"/>
    <w:rsid w:val="00EE2FE3"/>
    <w:rsid w:val="00EE3197"/>
    <w:rsid w:val="00EF2951"/>
    <w:rsid w:val="00F01181"/>
    <w:rsid w:val="00F03DBA"/>
    <w:rsid w:val="00F123BF"/>
    <w:rsid w:val="00F1459B"/>
    <w:rsid w:val="00F168D6"/>
    <w:rsid w:val="00F24638"/>
    <w:rsid w:val="00F248A4"/>
    <w:rsid w:val="00F36471"/>
    <w:rsid w:val="00F366FE"/>
    <w:rsid w:val="00F40215"/>
    <w:rsid w:val="00F46B18"/>
    <w:rsid w:val="00F748A6"/>
    <w:rsid w:val="00F82C59"/>
    <w:rsid w:val="00F871C6"/>
    <w:rsid w:val="00F8749B"/>
    <w:rsid w:val="00FA74D9"/>
    <w:rsid w:val="00FA7FD2"/>
    <w:rsid w:val="00FB201E"/>
    <w:rsid w:val="00FC0BB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EF84944E-694C-4BAA-BB70-283360439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FC0BB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C0BB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C0BBE"/>
    <w:rPr>
      <w:lang w:val="sk-SK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C0B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C0BBE"/>
    <w:rPr>
      <w:b/>
      <w:bCs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5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7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6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52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469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214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601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744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408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91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53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60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8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11</cp:revision>
  <cp:lastPrinted>2013-05-24T14:00:00Z</cp:lastPrinted>
  <dcterms:created xsi:type="dcterms:W3CDTF">2022-07-09T18:49:00Z</dcterms:created>
  <dcterms:modified xsi:type="dcterms:W3CDTF">2023-02-27T15:27:00Z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