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43711" w14:textId="4AF9D35D" w:rsidR="001922A0" w:rsidRPr="008F6FAC" w:rsidRDefault="00BE6D39" w:rsidP="00BE6D39">
      <w:pPr>
        <w:pStyle w:val="eTask"/>
      </w:pPr>
      <w:r w:rsidRPr="00BE6D39">
        <w:rPr>
          <w:lang w:val="sk-SK"/>
        </w:rPr>
        <w:t>Vyplňte skratku licencie Creative Commons pre voľne distribuovaný materiál, ktorý neumožňuje komerčné použitie, možno ho upravovať a ďalej distribuovať pod rovnakou licenciou</w:t>
      </w:r>
      <w:r>
        <w:rPr>
          <w:lang w:val="sk-SK"/>
        </w:rPr>
        <w:t>.</w:t>
      </w:r>
    </w:p>
    <w:p w14:paraId="6321375A" w14:textId="77777777" w:rsidR="00EA251D" w:rsidRPr="008F6FAC" w:rsidRDefault="00EA251D" w:rsidP="00EA251D">
      <w:pPr>
        <w:pStyle w:val="eTask"/>
        <w:numPr>
          <w:ilvl w:val="0"/>
          <w:numId w:val="0"/>
        </w:numPr>
        <w:ind w:left="567" w:hanging="425"/>
        <w:rPr>
          <w:lang w:val="sk-SK"/>
        </w:rPr>
      </w:pPr>
    </w:p>
    <w:p w14:paraId="0C557009" w14:textId="77777777" w:rsidR="00EA251D" w:rsidRPr="008F6FAC" w:rsidRDefault="00EA251D" w:rsidP="00EA251D">
      <w:pPr>
        <w:pStyle w:val="eTask"/>
        <w:numPr>
          <w:ilvl w:val="0"/>
          <w:numId w:val="0"/>
        </w:numPr>
        <w:ind w:left="567" w:hanging="425"/>
        <w:rPr>
          <w:lang w:val="sk-SK"/>
        </w:rPr>
      </w:pPr>
    </w:p>
    <w:p w14:paraId="44B7B1CE" w14:textId="77777777" w:rsidR="001922A0" w:rsidRPr="008F6FAC" w:rsidRDefault="00EA251D" w:rsidP="00EA251D">
      <w:pPr>
        <w:pStyle w:val="eExercise"/>
        <w:rPr>
          <w:lang w:val="sk-SK"/>
        </w:rPr>
      </w:pPr>
      <w:r w:rsidRPr="008F6FAC">
        <w:rPr>
          <w:lang w:val="sk-SK"/>
        </w:rPr>
        <w:t xml:space="preserve">Creative Commons  </w:t>
      </w:r>
      <w:r w:rsidRPr="008F6FAC">
        <w:rPr>
          <w:shd w:val="clear" w:color="auto" w:fill="D9D9D9" w:themeFill="background1" w:themeFillShade="D9"/>
          <w:lang w:val="sk-SK"/>
        </w:rPr>
        <w:t xml:space="preserve"> </w:t>
      </w:r>
      <w:r w:rsidR="00B07C40" w:rsidRPr="008F6FAC">
        <w:rPr>
          <w:color w:val="FF0000"/>
          <w:shd w:val="clear" w:color="auto" w:fill="D9D9D9" w:themeFill="background1" w:themeFillShade="D9"/>
          <w:lang w:val="sk-SK"/>
        </w:rPr>
        <w:t>BY</w:t>
      </w:r>
      <w:r w:rsidRPr="008F6FAC">
        <w:rPr>
          <w:color w:val="FF0000"/>
          <w:shd w:val="clear" w:color="auto" w:fill="D9D9D9" w:themeFill="background1" w:themeFillShade="D9"/>
          <w:lang w:val="sk-SK"/>
        </w:rPr>
        <w:t xml:space="preserve"> </w:t>
      </w:r>
      <w:r w:rsidRPr="008F6FAC">
        <w:rPr>
          <w:color w:val="FF0000"/>
          <w:shd w:val="clear" w:color="auto" w:fill="FFFFFF" w:themeFill="background1"/>
          <w:lang w:val="sk-SK"/>
        </w:rPr>
        <w:t xml:space="preserve">  </w:t>
      </w:r>
      <w:r w:rsidRPr="008F6FAC">
        <w:rPr>
          <w:shd w:val="clear" w:color="auto" w:fill="FFFFFF" w:themeFill="background1"/>
          <w:lang w:val="sk-SK"/>
        </w:rPr>
        <w:t xml:space="preserve">– </w:t>
      </w:r>
      <w:r w:rsidRPr="008F6FAC">
        <w:rPr>
          <w:lang w:val="sk-SK"/>
        </w:rPr>
        <w:t xml:space="preserve"> </w:t>
      </w:r>
      <w:r w:rsidRPr="008F6FAC">
        <w:rPr>
          <w:shd w:val="clear" w:color="auto" w:fill="D9D9D9" w:themeFill="background1" w:themeFillShade="D9"/>
          <w:lang w:val="sk-SK"/>
        </w:rPr>
        <w:t xml:space="preserve"> </w:t>
      </w:r>
      <w:r w:rsidR="00B07C40" w:rsidRPr="008F6FAC">
        <w:rPr>
          <w:color w:val="FF0000"/>
          <w:shd w:val="clear" w:color="auto" w:fill="D9D9D9" w:themeFill="background1" w:themeFillShade="D9"/>
          <w:lang w:val="sk-SK"/>
        </w:rPr>
        <w:t>NC</w:t>
      </w:r>
      <w:r w:rsidRPr="008F6FAC">
        <w:rPr>
          <w:color w:val="FF0000"/>
          <w:shd w:val="clear" w:color="auto" w:fill="D9D9D9" w:themeFill="background1" w:themeFillShade="D9"/>
          <w:lang w:val="sk-SK"/>
        </w:rPr>
        <w:t xml:space="preserve"> </w:t>
      </w:r>
      <w:r w:rsidRPr="008F6FAC">
        <w:rPr>
          <w:color w:val="FF0000"/>
          <w:shd w:val="clear" w:color="auto" w:fill="FFFFFF" w:themeFill="background1"/>
          <w:lang w:val="sk-SK"/>
        </w:rPr>
        <w:t xml:space="preserve">  </w:t>
      </w:r>
      <w:r w:rsidRPr="008F6FAC">
        <w:rPr>
          <w:shd w:val="clear" w:color="auto" w:fill="FFFFFF" w:themeFill="background1"/>
          <w:lang w:val="sk-SK"/>
        </w:rPr>
        <w:t>–</w:t>
      </w:r>
      <w:r w:rsidRPr="008F6FAC">
        <w:rPr>
          <w:lang w:val="sk-SK"/>
        </w:rPr>
        <w:t xml:space="preserve"> </w:t>
      </w:r>
      <w:r w:rsidRPr="008F6FAC">
        <w:rPr>
          <w:shd w:val="clear" w:color="auto" w:fill="D9D9D9" w:themeFill="background1" w:themeFillShade="D9"/>
          <w:lang w:val="sk-SK"/>
        </w:rPr>
        <w:t xml:space="preserve"> </w:t>
      </w:r>
      <w:r w:rsidR="00B07C40" w:rsidRPr="008F6FAC">
        <w:rPr>
          <w:color w:val="FF0000"/>
          <w:shd w:val="clear" w:color="auto" w:fill="D9D9D9" w:themeFill="background1" w:themeFillShade="D9"/>
          <w:lang w:val="sk-SK"/>
        </w:rPr>
        <w:t>SA</w:t>
      </w:r>
      <w:r w:rsidRPr="008F6FAC">
        <w:rPr>
          <w:color w:val="FF0000"/>
          <w:shd w:val="clear" w:color="auto" w:fill="D9D9D9" w:themeFill="background1" w:themeFillShade="D9"/>
          <w:lang w:val="sk-SK"/>
        </w:rPr>
        <w:t xml:space="preserve"> </w:t>
      </w:r>
      <w:r w:rsidRPr="008F6FAC">
        <w:rPr>
          <w:color w:val="FF0000"/>
          <w:shd w:val="clear" w:color="auto" w:fill="FFFFFF" w:themeFill="background1"/>
          <w:lang w:val="sk-SK"/>
        </w:rPr>
        <w:t xml:space="preserve">  </w:t>
      </w:r>
      <w:r w:rsidRPr="008F6FAC">
        <w:rPr>
          <w:shd w:val="clear" w:color="auto" w:fill="FFFFFF" w:themeFill="background1"/>
          <w:lang w:val="sk-SK"/>
        </w:rPr>
        <w:t>–</w:t>
      </w:r>
      <w:r w:rsidRPr="008F6FAC">
        <w:rPr>
          <w:lang w:val="sk-SK"/>
        </w:rPr>
        <w:t xml:space="preserve"> </w:t>
      </w:r>
      <w:r w:rsidRPr="008F6FAC">
        <w:rPr>
          <w:shd w:val="clear" w:color="auto" w:fill="D9D9D9" w:themeFill="background1" w:themeFillShade="D9"/>
          <w:lang w:val="sk-SK"/>
        </w:rPr>
        <w:t xml:space="preserve"> </w:t>
      </w:r>
      <w:r w:rsidR="00B07C40" w:rsidRPr="002B07C2">
        <w:rPr>
          <w:color w:val="FF0000"/>
          <w:shd w:val="clear" w:color="auto" w:fill="D9D9D9" w:themeFill="background1" w:themeFillShade="D9"/>
          <w:lang w:val="sk-SK"/>
        </w:rPr>
        <w:t>–</w:t>
      </w:r>
      <w:r w:rsidRPr="008F6FAC">
        <w:rPr>
          <w:shd w:val="clear" w:color="auto" w:fill="D9D9D9" w:themeFill="background1" w:themeFillShade="D9"/>
          <w:lang w:val="sk-SK"/>
        </w:rPr>
        <w:t xml:space="preserve"> </w:t>
      </w:r>
      <w:r w:rsidRPr="008F6FAC">
        <w:rPr>
          <w:shd w:val="clear" w:color="auto" w:fill="FFFFFF" w:themeFill="background1"/>
          <w:lang w:val="sk-SK"/>
        </w:rPr>
        <w:t xml:space="preserve">  4.0</w:t>
      </w:r>
    </w:p>
    <w:p w14:paraId="562D0FF0" w14:textId="77777777" w:rsidR="00EA251D" w:rsidRPr="008F6FAC" w:rsidRDefault="00EA251D" w:rsidP="00A84535">
      <w:pPr>
        <w:pStyle w:val="eLineBottom"/>
        <w:rPr>
          <w:lang w:val="sk-SK"/>
        </w:rPr>
      </w:pPr>
    </w:p>
    <w:p w14:paraId="19C95DCE" w14:textId="77777777" w:rsidR="00EA251D" w:rsidRPr="008F6FAC" w:rsidRDefault="00EA251D" w:rsidP="00EA251D">
      <w:pPr>
        <w:pStyle w:val="eTask"/>
        <w:numPr>
          <w:ilvl w:val="0"/>
          <w:numId w:val="0"/>
        </w:numPr>
        <w:ind w:left="360"/>
        <w:rPr>
          <w:lang w:val="sk-SK"/>
        </w:rPr>
      </w:pPr>
    </w:p>
    <w:p w14:paraId="5D2065BA" w14:textId="61D74BEA" w:rsidR="00EA251D" w:rsidRPr="008F6FAC" w:rsidRDefault="008F6FAC" w:rsidP="004C21BE">
      <w:pPr>
        <w:pStyle w:val="eTask"/>
        <w:rPr>
          <w:lang w:val="sk-SK"/>
        </w:rPr>
      </w:pPr>
      <w:r w:rsidRPr="008F6FAC">
        <w:rPr>
          <w:lang w:val="sk-SK"/>
        </w:rPr>
        <w:t xml:space="preserve">Priraďte </w:t>
      </w:r>
      <w:r>
        <w:rPr>
          <w:lang w:val="sk-SK"/>
        </w:rPr>
        <w:t xml:space="preserve">príslušné názvy označenia k správnym grafickým obrázkom licencie </w:t>
      </w:r>
      <w:proofErr w:type="spellStart"/>
      <w:r w:rsidR="004C21BE" w:rsidRPr="008F6FAC">
        <w:rPr>
          <w:lang w:val="sk-SK"/>
        </w:rPr>
        <w:t>Creative</w:t>
      </w:r>
      <w:proofErr w:type="spellEnd"/>
      <w:r w:rsidR="004C21BE" w:rsidRPr="008F6FAC">
        <w:rPr>
          <w:lang w:val="sk-SK"/>
        </w:rPr>
        <w:t xml:space="preserve"> </w:t>
      </w:r>
      <w:proofErr w:type="spellStart"/>
      <w:r>
        <w:rPr>
          <w:lang w:val="sk-SK"/>
        </w:rPr>
        <w:t>Commons</w:t>
      </w:r>
      <w:proofErr w:type="spellEnd"/>
      <w:r w:rsidR="002D605B" w:rsidRPr="008F6FAC">
        <w:rPr>
          <w:lang w:val="sk-SK"/>
        </w:rPr>
        <w:t>.</w:t>
      </w:r>
    </w:p>
    <w:p w14:paraId="3EEB6BC2" w14:textId="77777777" w:rsidR="00EA251D" w:rsidRPr="008F6FAC" w:rsidRDefault="00EA251D" w:rsidP="00B72E92">
      <w:pPr>
        <w:pStyle w:val="eExercise"/>
        <w:rPr>
          <w:lang w:val="sk-SK"/>
        </w:rPr>
      </w:pP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2789"/>
        <w:gridCol w:w="2789"/>
        <w:gridCol w:w="2917"/>
      </w:tblGrid>
      <w:tr w:rsidR="00EA251D" w:rsidRPr="008F6FAC" w14:paraId="07459211" w14:textId="77777777" w:rsidTr="00B72E92">
        <w:trPr>
          <w:trHeight w:val="964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1CD7D" w14:textId="77777777" w:rsidR="00EA251D" w:rsidRPr="008F6FAC" w:rsidRDefault="00B07C40" w:rsidP="00B72E92">
            <w:pPr>
              <w:pStyle w:val="eExercise"/>
              <w:jc w:val="center"/>
              <w:rPr>
                <w:lang w:val="sk-SK"/>
              </w:rPr>
            </w:pPr>
            <w:r w:rsidRPr="008F6FAC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DBB8932" wp14:editId="0E8B1C2F">
                      <wp:simplePos x="0" y="0"/>
                      <wp:positionH relativeFrom="column">
                        <wp:posOffset>1260401</wp:posOffset>
                      </wp:positionH>
                      <wp:positionV relativeFrom="paragraph">
                        <wp:posOffset>229128</wp:posOffset>
                      </wp:positionV>
                      <wp:extent cx="2125345" cy="2493818"/>
                      <wp:effectExtent l="0" t="0" r="27305" b="20955"/>
                      <wp:wrapNone/>
                      <wp:docPr id="11" name="Přímá spojnic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25345" cy="24938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1385579" id="Přímá spojnice 11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25pt,18.05pt" to="266.6pt,2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8F6FAC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9C4E276" wp14:editId="613082DC">
                      <wp:simplePos x="0" y="0"/>
                      <wp:positionH relativeFrom="column">
                        <wp:posOffset>1260401</wp:posOffset>
                      </wp:positionH>
                      <wp:positionV relativeFrom="paragraph">
                        <wp:posOffset>336006</wp:posOffset>
                      </wp:positionV>
                      <wp:extent cx="2119630" cy="1602740"/>
                      <wp:effectExtent l="0" t="0" r="33020" b="35560"/>
                      <wp:wrapNone/>
                      <wp:docPr id="10" name="Přímá spojnic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19630" cy="16027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1CE3C9" id="Přímá spojnice 1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25pt,26.45pt" to="266.15pt,15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" strokecolor="red" strokeweight="1pt">
                      <v:stroke joinstyle="miter"/>
                    </v:line>
                  </w:pict>
                </mc:Fallback>
              </mc:AlternateContent>
            </w:r>
            <w:r w:rsidR="00B72E92" w:rsidRPr="008F6FAC">
              <w:rPr>
                <w:noProof/>
                <w:lang w:val="en-US" w:eastAsia="en-US"/>
              </w:rPr>
              <w:drawing>
                <wp:inline distT="0" distB="0" distL="0" distR="0" wp14:anchorId="1D192264" wp14:editId="68492274">
                  <wp:extent cx="540000" cy="540000"/>
                  <wp:effectExtent l="0" t="0" r="0" b="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024px-Cc-nd_white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C851059" w14:textId="77777777" w:rsidR="00EA251D" w:rsidRPr="008F6FAC" w:rsidRDefault="00EA251D" w:rsidP="00B72E92">
            <w:pPr>
              <w:pStyle w:val="eExercise"/>
              <w:jc w:val="center"/>
              <w:rPr>
                <w:lang w:val="sk-SK"/>
              </w:rPr>
            </w:pPr>
          </w:p>
        </w:tc>
        <w:tc>
          <w:tcPr>
            <w:tcW w:w="29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7D0FB4D" w14:textId="77777777" w:rsidR="00EA251D" w:rsidRPr="008F6FAC" w:rsidRDefault="004C21BE" w:rsidP="00B72E92">
            <w:pPr>
              <w:pStyle w:val="eExercise"/>
              <w:jc w:val="center"/>
              <w:rPr>
                <w:lang w:val="sk-SK"/>
              </w:rPr>
            </w:pPr>
            <w:r w:rsidRPr="008F6FAC">
              <w:rPr>
                <w:lang w:val="sk-SK"/>
              </w:rPr>
              <w:t>Share Alike</w:t>
            </w:r>
          </w:p>
        </w:tc>
      </w:tr>
      <w:tr w:rsidR="00EA251D" w:rsidRPr="00264633" w14:paraId="0DEA70D3" w14:textId="77777777" w:rsidTr="00B72E92">
        <w:trPr>
          <w:trHeight w:val="283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13014888" w14:textId="77777777" w:rsidR="00EA251D" w:rsidRPr="008F6FAC" w:rsidRDefault="00EA251D" w:rsidP="00B72E92">
            <w:pPr>
              <w:pStyle w:val="eExercise"/>
              <w:rPr>
                <w:lang w:val="sk-SK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33483F48" w14:textId="77777777" w:rsidR="00EA251D" w:rsidRPr="008F6FAC" w:rsidRDefault="00EA251D" w:rsidP="00B72E92">
            <w:pPr>
              <w:pStyle w:val="eExercise"/>
              <w:rPr>
                <w:lang w:val="sk-SK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B077A2" w14:textId="77777777" w:rsidR="00EA251D" w:rsidRPr="008F6FAC" w:rsidRDefault="00EA251D" w:rsidP="00B72E92">
            <w:pPr>
              <w:pStyle w:val="eExercise"/>
              <w:rPr>
                <w:lang w:val="sk-SK"/>
              </w:rPr>
            </w:pPr>
          </w:p>
        </w:tc>
      </w:tr>
      <w:tr w:rsidR="00EA251D" w:rsidRPr="008F6FAC" w14:paraId="7EA6EF75" w14:textId="77777777" w:rsidTr="00B72E92">
        <w:trPr>
          <w:trHeight w:val="964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70293" w14:textId="77777777" w:rsidR="00EA251D" w:rsidRPr="008F6FAC" w:rsidRDefault="00B07C40" w:rsidP="00B72E92">
            <w:pPr>
              <w:pStyle w:val="eExercise"/>
              <w:jc w:val="center"/>
              <w:rPr>
                <w:lang w:val="sk-SK"/>
              </w:rPr>
            </w:pPr>
            <w:r w:rsidRPr="008F6FAC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8BBAAF5" wp14:editId="329A6BA5">
                      <wp:simplePos x="0" y="0"/>
                      <wp:positionH relativeFrom="column">
                        <wp:posOffset>1260401</wp:posOffset>
                      </wp:positionH>
                      <wp:positionV relativeFrom="paragraph">
                        <wp:posOffset>232105</wp:posOffset>
                      </wp:positionV>
                      <wp:extent cx="2125345" cy="1686123"/>
                      <wp:effectExtent l="0" t="0" r="27305" b="28575"/>
                      <wp:wrapNone/>
                      <wp:docPr id="12" name="Přímá spojnic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5345" cy="16861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527E8A6" id="Přímá spojnice 1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25pt,18.3pt" to="266.6pt,15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" strokecolor="red" strokeweight="1pt">
                      <v:stroke joinstyle="miter"/>
                    </v:line>
                  </w:pict>
                </mc:Fallback>
              </mc:AlternateContent>
            </w:r>
            <w:r w:rsidRPr="008F6FAC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9206F55" wp14:editId="1C5BFA48">
                      <wp:simplePos x="0" y="0"/>
                      <wp:positionH relativeFrom="column">
                        <wp:posOffset>1263650</wp:posOffset>
                      </wp:positionH>
                      <wp:positionV relativeFrom="paragraph">
                        <wp:posOffset>336550</wp:posOffset>
                      </wp:positionV>
                      <wp:extent cx="2125345" cy="687705"/>
                      <wp:effectExtent l="0" t="0" r="27305" b="36195"/>
                      <wp:wrapNone/>
                      <wp:docPr id="9" name="Přímá spojnic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25345" cy="68770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20F036" id="Přímá spojnice 9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5pt,26.5pt" to="266.85pt,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" strokecolor="red" strokeweight="1pt">
                      <v:stroke joinstyle="miter"/>
                    </v:line>
                  </w:pict>
                </mc:Fallback>
              </mc:AlternateContent>
            </w:r>
            <w:r w:rsidR="00B72E92" w:rsidRPr="008F6FAC">
              <w:rPr>
                <w:noProof/>
                <w:lang w:val="en-US" w:eastAsia="en-US"/>
              </w:rPr>
              <w:drawing>
                <wp:inline distT="0" distB="0" distL="0" distR="0" wp14:anchorId="0F9D4CF0" wp14:editId="209D502E">
                  <wp:extent cx="540000" cy="540000"/>
                  <wp:effectExtent l="0" t="0" r="0" b="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c-by_new_white.sv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02ABCE3" w14:textId="77777777" w:rsidR="00EA251D" w:rsidRPr="008F6FAC" w:rsidRDefault="00EA251D" w:rsidP="00B72E92">
            <w:pPr>
              <w:pStyle w:val="eExercise"/>
              <w:jc w:val="center"/>
              <w:rPr>
                <w:lang w:val="sk-SK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9D1121" w14:textId="77777777" w:rsidR="00EA251D" w:rsidRPr="008F6FAC" w:rsidRDefault="004C21BE" w:rsidP="00B72E92">
            <w:pPr>
              <w:pStyle w:val="eExercise"/>
              <w:jc w:val="center"/>
              <w:rPr>
                <w:lang w:val="sk-SK"/>
              </w:rPr>
            </w:pPr>
            <w:r w:rsidRPr="008F6FAC">
              <w:rPr>
                <w:lang w:val="sk-SK"/>
              </w:rPr>
              <w:t>Noncommercial</w:t>
            </w:r>
          </w:p>
        </w:tc>
      </w:tr>
      <w:tr w:rsidR="00EA251D" w:rsidRPr="008F6FAC" w14:paraId="4B00008B" w14:textId="77777777" w:rsidTr="00B72E92">
        <w:trPr>
          <w:trHeight w:val="283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653D5EDA" w14:textId="77777777" w:rsidR="00EA251D" w:rsidRPr="008F6FAC" w:rsidRDefault="00EA251D" w:rsidP="00B72E92">
            <w:pPr>
              <w:pStyle w:val="eExercise"/>
              <w:rPr>
                <w:lang w:val="sk-SK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7E6CBB11" w14:textId="77777777" w:rsidR="00EA251D" w:rsidRPr="008F6FAC" w:rsidRDefault="00EA251D" w:rsidP="00B72E92">
            <w:pPr>
              <w:pStyle w:val="eExercise"/>
              <w:rPr>
                <w:lang w:val="sk-SK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516E44" w14:textId="77777777" w:rsidR="00EA251D" w:rsidRPr="008F6FAC" w:rsidRDefault="00EA251D" w:rsidP="00B72E92">
            <w:pPr>
              <w:pStyle w:val="eExercise"/>
              <w:rPr>
                <w:lang w:val="sk-SK"/>
              </w:rPr>
            </w:pPr>
          </w:p>
        </w:tc>
      </w:tr>
      <w:tr w:rsidR="00EA251D" w:rsidRPr="008F6FAC" w14:paraId="3A6CAD2E" w14:textId="77777777" w:rsidTr="00B72E92">
        <w:trPr>
          <w:trHeight w:val="964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1A62B" w14:textId="77777777" w:rsidR="00EA251D" w:rsidRPr="008F6FAC" w:rsidRDefault="00B72E92" w:rsidP="00B72E92">
            <w:pPr>
              <w:pStyle w:val="eExercise"/>
              <w:jc w:val="center"/>
              <w:rPr>
                <w:lang w:val="sk-SK"/>
              </w:rPr>
            </w:pPr>
            <w:r w:rsidRPr="008F6FAC">
              <w:rPr>
                <w:noProof/>
                <w:lang w:val="en-US" w:eastAsia="en-US"/>
              </w:rPr>
              <w:drawing>
                <wp:inline distT="0" distB="0" distL="0" distR="0" wp14:anchorId="4E19C901" wp14:editId="4E411277">
                  <wp:extent cx="540000" cy="540000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c-nc_white.svg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7F09902" w14:textId="77777777" w:rsidR="00EA251D" w:rsidRPr="008F6FAC" w:rsidRDefault="00EA251D" w:rsidP="00B72E92">
            <w:pPr>
              <w:pStyle w:val="eExercise"/>
              <w:jc w:val="center"/>
              <w:rPr>
                <w:lang w:val="sk-SK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2AD651" w14:textId="77777777" w:rsidR="00EA251D" w:rsidRPr="008F6FAC" w:rsidRDefault="004C21BE" w:rsidP="00B72E92">
            <w:pPr>
              <w:pStyle w:val="eExercise"/>
              <w:jc w:val="center"/>
              <w:rPr>
                <w:lang w:val="sk-SK"/>
              </w:rPr>
            </w:pPr>
            <w:r w:rsidRPr="008F6FAC">
              <w:rPr>
                <w:lang w:val="sk-SK"/>
              </w:rPr>
              <w:t>No Derivative Works</w:t>
            </w:r>
          </w:p>
        </w:tc>
      </w:tr>
      <w:tr w:rsidR="00EA251D" w:rsidRPr="008F6FAC" w14:paraId="1ED643B7" w14:textId="77777777" w:rsidTr="00B72E92">
        <w:trPr>
          <w:trHeight w:val="283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763C89AF" w14:textId="77777777" w:rsidR="00EA251D" w:rsidRPr="008F6FAC" w:rsidRDefault="00EA251D" w:rsidP="00B72E92">
            <w:pPr>
              <w:pStyle w:val="eExercise"/>
              <w:rPr>
                <w:lang w:val="sk-SK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0B7B05D3" w14:textId="77777777" w:rsidR="00EA251D" w:rsidRPr="008F6FAC" w:rsidRDefault="00EA251D" w:rsidP="00B72E92">
            <w:pPr>
              <w:pStyle w:val="eExercise"/>
              <w:rPr>
                <w:lang w:val="sk-SK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9B1DE3" w14:textId="77777777" w:rsidR="00EA251D" w:rsidRPr="008F6FAC" w:rsidRDefault="00EA251D" w:rsidP="00B72E92">
            <w:pPr>
              <w:pStyle w:val="eExercise"/>
              <w:rPr>
                <w:lang w:val="sk-SK"/>
              </w:rPr>
            </w:pPr>
          </w:p>
        </w:tc>
      </w:tr>
      <w:tr w:rsidR="00EA251D" w:rsidRPr="008F6FAC" w14:paraId="253F6B1B" w14:textId="77777777" w:rsidTr="00B72E92">
        <w:trPr>
          <w:trHeight w:val="964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08A71" w14:textId="77777777" w:rsidR="00EA251D" w:rsidRPr="008F6FAC" w:rsidRDefault="00B72E92" w:rsidP="00B72E92">
            <w:pPr>
              <w:pStyle w:val="eExercise"/>
              <w:jc w:val="center"/>
              <w:rPr>
                <w:lang w:val="sk-SK"/>
              </w:rPr>
            </w:pPr>
            <w:r w:rsidRPr="008F6FAC">
              <w:rPr>
                <w:noProof/>
                <w:lang w:val="en-US" w:eastAsia="en-US"/>
              </w:rPr>
              <w:drawing>
                <wp:inline distT="0" distB="0" distL="0" distR="0" wp14:anchorId="316E36AC" wp14:editId="6C343D59">
                  <wp:extent cx="540000" cy="540000"/>
                  <wp:effectExtent l="0" t="0" r="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c-sa_white.svg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2FBC50D" w14:textId="77777777" w:rsidR="00EA251D" w:rsidRPr="008F6FAC" w:rsidRDefault="00EA251D" w:rsidP="00B72E92">
            <w:pPr>
              <w:pStyle w:val="eExercise"/>
              <w:jc w:val="center"/>
              <w:rPr>
                <w:lang w:val="sk-SK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FC35FD0" w14:textId="77777777" w:rsidR="00EA251D" w:rsidRPr="008F6FAC" w:rsidRDefault="004C21BE" w:rsidP="00B72E92">
            <w:pPr>
              <w:pStyle w:val="eExercise"/>
              <w:jc w:val="center"/>
              <w:rPr>
                <w:lang w:val="sk-SK"/>
              </w:rPr>
            </w:pPr>
            <w:r w:rsidRPr="008F6FAC">
              <w:rPr>
                <w:lang w:val="sk-SK"/>
              </w:rPr>
              <w:t>Attribution</w:t>
            </w:r>
          </w:p>
        </w:tc>
      </w:tr>
    </w:tbl>
    <w:p w14:paraId="0CFCBBA9" w14:textId="77777777" w:rsidR="00EA251D" w:rsidRPr="008F6FAC" w:rsidRDefault="00EA251D" w:rsidP="00A84535">
      <w:pPr>
        <w:pStyle w:val="eLineBottom"/>
        <w:rPr>
          <w:lang w:val="sk-SK"/>
        </w:rPr>
      </w:pPr>
    </w:p>
    <w:p w14:paraId="56B7F57F" w14:textId="77777777" w:rsidR="00B72E92" w:rsidRPr="008F6FAC" w:rsidRDefault="00B72E92" w:rsidP="00B72E92">
      <w:pPr>
        <w:pStyle w:val="eTask"/>
        <w:numPr>
          <w:ilvl w:val="0"/>
          <w:numId w:val="0"/>
        </w:numPr>
        <w:ind w:left="360"/>
        <w:rPr>
          <w:lang w:val="sk-SK"/>
        </w:rPr>
      </w:pPr>
    </w:p>
    <w:p w14:paraId="6A51DE54" w14:textId="0BCA05C5" w:rsidR="00B72E92" w:rsidRPr="00424059" w:rsidRDefault="00CE31A9" w:rsidP="001B3F8C">
      <w:pPr>
        <w:pStyle w:val="eTask"/>
        <w:rPr>
          <w:lang w:val="sk-SK"/>
        </w:rPr>
      </w:pPr>
      <w:r>
        <w:rPr>
          <w:lang w:val="sk-SK"/>
        </w:rPr>
        <w:t>V</w:t>
      </w:r>
      <w:r w:rsidRPr="001B3F8C">
        <w:rPr>
          <w:lang w:val="sk-SK"/>
        </w:rPr>
        <w:t xml:space="preserve">ložte nasledujúce výrazy do </w:t>
      </w:r>
      <w:r>
        <w:rPr>
          <w:lang w:val="sk-SK"/>
        </w:rPr>
        <w:t>s</w:t>
      </w:r>
      <w:r w:rsidRPr="001B3F8C">
        <w:rPr>
          <w:lang w:val="sk-SK"/>
        </w:rPr>
        <w:t>práv</w:t>
      </w:r>
      <w:r>
        <w:rPr>
          <w:lang w:val="sk-SK"/>
        </w:rPr>
        <w:t>ne</w:t>
      </w:r>
      <w:r w:rsidRPr="001B3F8C">
        <w:rPr>
          <w:lang w:val="sk-SK"/>
        </w:rPr>
        <w:t>ho stĺpca</w:t>
      </w:r>
      <w:r w:rsidRPr="006C3C34">
        <w:rPr>
          <w:lang w:val="sk-SK"/>
        </w:rPr>
        <w:t xml:space="preserve"> </w:t>
      </w:r>
      <w:r>
        <w:rPr>
          <w:lang w:val="sk-SK"/>
        </w:rPr>
        <w:t>podľa toho, či patria do časti</w:t>
      </w:r>
      <w:r w:rsidR="001B3F8C">
        <w:rPr>
          <w:lang w:val="sk-SK"/>
        </w:rPr>
        <w:t xml:space="preserve"> ODZ</w:t>
      </w:r>
      <w:r w:rsidR="001B3F8C" w:rsidRPr="001B3F8C">
        <w:rPr>
          <w:lang w:val="sk-SK"/>
        </w:rPr>
        <w:t xml:space="preserve"> a</w:t>
      </w:r>
      <w:r>
        <w:rPr>
          <w:lang w:val="sk-SK"/>
        </w:rPr>
        <w:t>lebo prostredia</w:t>
      </w:r>
      <w:r w:rsidR="001B3F8C" w:rsidRPr="001B3F8C">
        <w:rPr>
          <w:lang w:val="sk-SK"/>
        </w:rPr>
        <w:t xml:space="preserve"> pre prístup k O</w:t>
      </w:r>
      <w:r w:rsidR="001B3F8C">
        <w:rPr>
          <w:lang w:val="sk-SK"/>
        </w:rPr>
        <w:t>DZ.</w:t>
      </w:r>
    </w:p>
    <w:p w14:paraId="61CB2A82" w14:textId="77777777" w:rsidR="00B72E92" w:rsidRPr="008F6FAC" w:rsidRDefault="00B72E92" w:rsidP="00B72E92">
      <w:pPr>
        <w:pStyle w:val="eExercise"/>
        <w:rPr>
          <w:lang w:val="sk-SK"/>
        </w:rPr>
      </w:pP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4356"/>
        <w:gridCol w:w="4365"/>
      </w:tblGrid>
      <w:tr w:rsidR="00B07C40" w:rsidRPr="008F6FAC" w14:paraId="10CD09ED" w14:textId="77777777" w:rsidTr="004473C8">
        <w:trPr>
          <w:trHeight w:val="567"/>
        </w:trPr>
        <w:tc>
          <w:tcPr>
            <w:tcW w:w="4356" w:type="dxa"/>
            <w:shd w:val="clear" w:color="auto" w:fill="D9D9D9" w:themeFill="background1" w:themeFillShade="D9"/>
            <w:vAlign w:val="center"/>
          </w:tcPr>
          <w:p w14:paraId="4A2AAFF1" w14:textId="31BD7727" w:rsidR="00B72E92" w:rsidRPr="008F6FAC" w:rsidRDefault="001B3F8C" w:rsidP="00B72E92">
            <w:pPr>
              <w:pStyle w:val="eExercise"/>
              <w:ind w:left="0"/>
              <w:jc w:val="center"/>
              <w:rPr>
                <w:b/>
                <w:lang w:val="sk-SK"/>
              </w:rPr>
            </w:pPr>
            <w:r w:rsidRPr="001B3F8C">
              <w:rPr>
                <w:b/>
                <w:lang w:val="sk-SK"/>
              </w:rPr>
              <w:t>časť ODZ</w:t>
            </w:r>
          </w:p>
        </w:tc>
        <w:tc>
          <w:tcPr>
            <w:tcW w:w="4365" w:type="dxa"/>
            <w:shd w:val="clear" w:color="auto" w:fill="D9D9D9" w:themeFill="background1" w:themeFillShade="D9"/>
            <w:vAlign w:val="center"/>
          </w:tcPr>
          <w:p w14:paraId="62AC8DE9" w14:textId="5C8A92EA" w:rsidR="00B72E92" w:rsidRPr="008F6FAC" w:rsidRDefault="001B3F8C" w:rsidP="00B72E92">
            <w:pPr>
              <w:pStyle w:val="eExercise"/>
              <w:ind w:left="0"/>
              <w:jc w:val="center"/>
              <w:rPr>
                <w:b/>
                <w:lang w:val="sk-SK"/>
              </w:rPr>
            </w:pPr>
            <w:r w:rsidRPr="001B3F8C">
              <w:rPr>
                <w:b/>
                <w:lang w:val="sk-SK"/>
              </w:rPr>
              <w:t>súčasť prostredia pre prístup k ODZ</w:t>
            </w:r>
          </w:p>
        </w:tc>
      </w:tr>
      <w:tr w:rsidR="00B07C40" w:rsidRPr="008F6FAC" w14:paraId="30E710AF" w14:textId="77777777" w:rsidTr="004473C8">
        <w:trPr>
          <w:trHeight w:val="567"/>
        </w:trPr>
        <w:tc>
          <w:tcPr>
            <w:tcW w:w="4356" w:type="dxa"/>
            <w:vAlign w:val="center"/>
          </w:tcPr>
          <w:p w14:paraId="25027A41" w14:textId="6DD353F3" w:rsidR="00B72E92" w:rsidRPr="008F6FAC" w:rsidRDefault="001B3F8C" w:rsidP="00B07C40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  <w:r>
              <w:rPr>
                <w:color w:val="FF0000"/>
                <w:lang w:val="sk-SK"/>
              </w:rPr>
              <w:t>obrázky</w:t>
            </w:r>
          </w:p>
        </w:tc>
        <w:tc>
          <w:tcPr>
            <w:tcW w:w="4365" w:type="dxa"/>
            <w:vAlign w:val="center"/>
          </w:tcPr>
          <w:p w14:paraId="6B18C915" w14:textId="205988E9" w:rsidR="00B72E92" w:rsidRPr="008F6FAC" w:rsidRDefault="006C3C34" w:rsidP="00B07C40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  <w:r>
              <w:rPr>
                <w:color w:val="FF0000"/>
                <w:lang w:val="sk-SK"/>
              </w:rPr>
              <w:t>záložky</w:t>
            </w:r>
          </w:p>
        </w:tc>
      </w:tr>
      <w:tr w:rsidR="00B07C40" w:rsidRPr="008F6FAC" w14:paraId="0B39F6C8" w14:textId="77777777" w:rsidTr="004473C8">
        <w:trPr>
          <w:trHeight w:val="567"/>
        </w:trPr>
        <w:tc>
          <w:tcPr>
            <w:tcW w:w="4356" w:type="dxa"/>
            <w:vAlign w:val="center"/>
          </w:tcPr>
          <w:p w14:paraId="2B77CC56" w14:textId="6454228D" w:rsidR="00B72E92" w:rsidRPr="008F6FAC" w:rsidRDefault="004C21BE" w:rsidP="00B07C40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  <w:r w:rsidRPr="008F6FAC">
              <w:rPr>
                <w:color w:val="FF0000"/>
                <w:lang w:val="sk-SK"/>
              </w:rPr>
              <w:t>vide</w:t>
            </w:r>
            <w:r w:rsidR="004473C8">
              <w:rPr>
                <w:color w:val="FF0000"/>
                <w:lang w:val="sk-SK"/>
              </w:rPr>
              <w:t>á</w:t>
            </w:r>
          </w:p>
        </w:tc>
        <w:tc>
          <w:tcPr>
            <w:tcW w:w="4365" w:type="dxa"/>
            <w:vAlign w:val="center"/>
          </w:tcPr>
          <w:p w14:paraId="2DE6D303" w14:textId="2B97D995" w:rsidR="00B72E92" w:rsidRPr="008F6FAC" w:rsidRDefault="001B3F8C" w:rsidP="00B07C40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  <w:r>
              <w:rPr>
                <w:color w:val="FF0000"/>
                <w:lang w:val="sk-SK"/>
              </w:rPr>
              <w:t>poznámky</w:t>
            </w:r>
          </w:p>
        </w:tc>
      </w:tr>
      <w:tr w:rsidR="00B07C40" w:rsidRPr="008F6FAC" w14:paraId="075ED6F5" w14:textId="77777777" w:rsidTr="004473C8">
        <w:trPr>
          <w:trHeight w:val="567"/>
        </w:trPr>
        <w:tc>
          <w:tcPr>
            <w:tcW w:w="4356" w:type="dxa"/>
            <w:vAlign w:val="center"/>
          </w:tcPr>
          <w:p w14:paraId="49BCFE38" w14:textId="2F053387" w:rsidR="00B72E92" w:rsidRPr="008F6FAC" w:rsidRDefault="001B3F8C" w:rsidP="00B07C40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  <w:r>
              <w:rPr>
                <w:color w:val="FF0000"/>
                <w:lang w:val="sk-SK"/>
              </w:rPr>
              <w:t>t</w:t>
            </w:r>
            <w:r w:rsidR="004C21BE" w:rsidRPr="008F6FAC">
              <w:rPr>
                <w:color w:val="FF0000"/>
                <w:lang w:val="sk-SK"/>
              </w:rPr>
              <w:t>est</w:t>
            </w:r>
            <w:r>
              <w:rPr>
                <w:color w:val="FF0000"/>
                <w:lang w:val="sk-SK"/>
              </w:rPr>
              <w:t>y</w:t>
            </w:r>
          </w:p>
        </w:tc>
        <w:tc>
          <w:tcPr>
            <w:tcW w:w="4365" w:type="dxa"/>
            <w:vAlign w:val="center"/>
          </w:tcPr>
          <w:p w14:paraId="72718095" w14:textId="580900E4" w:rsidR="00B72E92" w:rsidRPr="008F6FAC" w:rsidRDefault="006C3C34" w:rsidP="00B07C40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  <w:r>
              <w:rPr>
                <w:color w:val="FF0000"/>
                <w:lang w:val="sk-SK"/>
              </w:rPr>
              <w:t>vyhľadávanie</w:t>
            </w:r>
          </w:p>
        </w:tc>
      </w:tr>
      <w:tr w:rsidR="00B07C40" w:rsidRPr="008F6FAC" w14:paraId="5EF49423" w14:textId="77777777" w:rsidTr="004473C8">
        <w:trPr>
          <w:trHeight w:val="567"/>
        </w:trPr>
        <w:tc>
          <w:tcPr>
            <w:tcW w:w="4356" w:type="dxa"/>
            <w:vAlign w:val="center"/>
          </w:tcPr>
          <w:p w14:paraId="5C692E2C" w14:textId="3F59E972" w:rsidR="00B72E92" w:rsidRPr="008F6FAC" w:rsidRDefault="001B3F8C" w:rsidP="00B07C40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  <w:r>
              <w:rPr>
                <w:color w:val="FF0000"/>
                <w:lang w:val="sk-SK"/>
              </w:rPr>
              <w:t>interaktí</w:t>
            </w:r>
            <w:r w:rsidR="004C21BE" w:rsidRPr="008F6FAC">
              <w:rPr>
                <w:color w:val="FF0000"/>
                <w:lang w:val="sk-SK"/>
              </w:rPr>
              <w:t>v</w:t>
            </w:r>
            <w:r>
              <w:rPr>
                <w:color w:val="FF0000"/>
                <w:lang w:val="sk-SK"/>
              </w:rPr>
              <w:t>n</w:t>
            </w:r>
            <w:r w:rsidR="004C21BE" w:rsidRPr="008F6FAC">
              <w:rPr>
                <w:color w:val="FF0000"/>
                <w:lang w:val="sk-SK"/>
              </w:rPr>
              <w:t>e obje</w:t>
            </w:r>
            <w:r>
              <w:rPr>
                <w:color w:val="FF0000"/>
                <w:lang w:val="sk-SK"/>
              </w:rPr>
              <w:t>kty</w:t>
            </w:r>
          </w:p>
        </w:tc>
        <w:tc>
          <w:tcPr>
            <w:tcW w:w="4365" w:type="dxa"/>
            <w:vAlign w:val="center"/>
          </w:tcPr>
          <w:p w14:paraId="4A1D3E87" w14:textId="2EE64290" w:rsidR="00B72E92" w:rsidRPr="008F6FAC" w:rsidRDefault="006C3C34" w:rsidP="00B07C40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  <w:r>
              <w:rPr>
                <w:color w:val="FF0000"/>
                <w:lang w:val="sk-SK"/>
              </w:rPr>
              <w:t>zoznamy skratiek</w:t>
            </w:r>
          </w:p>
        </w:tc>
      </w:tr>
    </w:tbl>
    <w:p w14:paraId="390BF7FF" w14:textId="77777777" w:rsidR="00B72E92" w:rsidRPr="008F6FAC" w:rsidRDefault="00B72E92" w:rsidP="00B72E92">
      <w:pPr>
        <w:pStyle w:val="eExercise"/>
        <w:rPr>
          <w:lang w:val="sk-SK"/>
        </w:rPr>
      </w:pPr>
    </w:p>
    <w:p w14:paraId="1B35CAA7" w14:textId="56B13338" w:rsidR="00B72E92" w:rsidRDefault="004473C8" w:rsidP="00B72E92">
      <w:pPr>
        <w:pStyle w:val="eExercise"/>
        <w:rPr>
          <w:b/>
          <w:lang w:val="sk-SK"/>
        </w:rPr>
      </w:pPr>
      <w:r>
        <w:rPr>
          <w:b/>
          <w:lang w:val="sk-SK"/>
        </w:rPr>
        <w:t>Výrazy</w:t>
      </w:r>
      <w:r w:rsidR="00FE714C" w:rsidRPr="008F6FAC">
        <w:rPr>
          <w:b/>
          <w:lang w:val="sk-SK"/>
        </w:rPr>
        <w:t xml:space="preserve">: </w:t>
      </w:r>
      <w:r w:rsidRPr="004473C8">
        <w:rPr>
          <w:b/>
          <w:lang w:val="sk-SK"/>
        </w:rPr>
        <w:t>obrázky</w:t>
      </w:r>
      <w:r w:rsidR="00B72E92" w:rsidRPr="008F6FAC">
        <w:rPr>
          <w:b/>
          <w:lang w:val="sk-SK"/>
        </w:rPr>
        <w:t xml:space="preserve">, </w:t>
      </w:r>
      <w:r>
        <w:rPr>
          <w:b/>
          <w:lang w:val="sk-SK"/>
        </w:rPr>
        <w:t>videá</w:t>
      </w:r>
      <w:r w:rsidR="00B72E92" w:rsidRPr="008F6FAC">
        <w:rPr>
          <w:b/>
          <w:lang w:val="sk-SK"/>
        </w:rPr>
        <w:t xml:space="preserve">, </w:t>
      </w:r>
      <w:r w:rsidRPr="004473C8">
        <w:rPr>
          <w:b/>
          <w:lang w:val="sk-SK"/>
        </w:rPr>
        <w:t>záložky</w:t>
      </w:r>
      <w:r w:rsidR="00B72E92" w:rsidRPr="008F6FAC">
        <w:rPr>
          <w:b/>
          <w:lang w:val="sk-SK"/>
        </w:rPr>
        <w:t xml:space="preserve">, </w:t>
      </w:r>
      <w:r w:rsidRPr="004473C8">
        <w:rPr>
          <w:b/>
          <w:lang w:val="sk-SK"/>
        </w:rPr>
        <w:t>poznámky</w:t>
      </w:r>
      <w:r w:rsidR="004C21BE" w:rsidRPr="008F6FAC">
        <w:rPr>
          <w:b/>
          <w:lang w:val="sk-SK"/>
        </w:rPr>
        <w:t>,</w:t>
      </w:r>
      <w:r w:rsidR="00B72E92" w:rsidRPr="008F6FAC">
        <w:rPr>
          <w:b/>
          <w:lang w:val="sk-SK"/>
        </w:rPr>
        <w:t xml:space="preserve"> </w:t>
      </w:r>
      <w:r w:rsidR="004C21BE" w:rsidRPr="008F6FAC">
        <w:rPr>
          <w:b/>
          <w:lang w:val="sk-SK"/>
        </w:rPr>
        <w:t>test</w:t>
      </w:r>
      <w:r>
        <w:rPr>
          <w:b/>
          <w:lang w:val="sk-SK"/>
        </w:rPr>
        <w:t>y</w:t>
      </w:r>
      <w:r w:rsidR="00B72E92" w:rsidRPr="008F6FAC">
        <w:rPr>
          <w:b/>
          <w:lang w:val="sk-SK"/>
        </w:rPr>
        <w:t xml:space="preserve">, </w:t>
      </w:r>
      <w:r w:rsidRPr="004473C8">
        <w:rPr>
          <w:b/>
          <w:lang w:val="sk-SK"/>
        </w:rPr>
        <w:t>vyhľadávanie</w:t>
      </w:r>
      <w:r w:rsidR="00B72E92" w:rsidRPr="008F6FAC">
        <w:rPr>
          <w:b/>
          <w:lang w:val="sk-SK"/>
        </w:rPr>
        <w:t xml:space="preserve">, </w:t>
      </w:r>
      <w:r w:rsidRPr="004473C8">
        <w:rPr>
          <w:b/>
          <w:lang w:val="sk-SK"/>
        </w:rPr>
        <w:t>interaktívne objekty</w:t>
      </w:r>
      <w:r w:rsidR="00B72E92" w:rsidRPr="008F6FAC">
        <w:rPr>
          <w:b/>
          <w:lang w:val="sk-SK"/>
        </w:rPr>
        <w:t xml:space="preserve">, </w:t>
      </w:r>
      <w:r w:rsidRPr="004473C8">
        <w:rPr>
          <w:b/>
          <w:lang w:val="sk-SK"/>
        </w:rPr>
        <w:t>zoznamy skratiek</w:t>
      </w:r>
    </w:p>
    <w:p w14:paraId="0EAB8C90" w14:textId="77777777" w:rsidR="004473C8" w:rsidRPr="008F6FAC" w:rsidRDefault="004473C8" w:rsidP="00B72E92">
      <w:pPr>
        <w:pStyle w:val="eExercise"/>
        <w:rPr>
          <w:b/>
          <w:lang w:val="sk-SK"/>
        </w:rPr>
      </w:pPr>
    </w:p>
    <w:p w14:paraId="79AC3A69" w14:textId="680174AF" w:rsidR="00B72E92" w:rsidRPr="008F6FAC" w:rsidRDefault="000C7659" w:rsidP="000C7659">
      <w:pPr>
        <w:pStyle w:val="eTask"/>
        <w:rPr>
          <w:lang w:val="sk-SK"/>
        </w:rPr>
      </w:pPr>
      <w:r w:rsidRPr="000C7659">
        <w:rPr>
          <w:lang w:val="sk-SK"/>
        </w:rPr>
        <w:lastRenderedPageBreak/>
        <w:t>Nakreslite na obrázok zjednodušenú konštrukciu zlatého rezu</w:t>
      </w:r>
      <w:r w:rsidR="00FE714C" w:rsidRPr="008F6FAC">
        <w:rPr>
          <w:lang w:val="sk-SK"/>
        </w:rPr>
        <w:t>.</w:t>
      </w:r>
    </w:p>
    <w:p w14:paraId="5F49D4DD" w14:textId="77777777" w:rsidR="00B72E92" w:rsidRPr="008F6FAC" w:rsidRDefault="00B72E92" w:rsidP="00B72E92">
      <w:pPr>
        <w:pStyle w:val="eExercise"/>
        <w:rPr>
          <w:lang w:val="sk-SK"/>
        </w:rPr>
      </w:pPr>
    </w:p>
    <w:p w14:paraId="2E7812E7" w14:textId="77777777" w:rsidR="00B72E92" w:rsidRPr="008F6FAC" w:rsidRDefault="00B07C40" w:rsidP="00B72E92">
      <w:pPr>
        <w:pStyle w:val="eExercise"/>
        <w:rPr>
          <w:lang w:val="sk-SK"/>
        </w:rPr>
      </w:pPr>
      <w:r w:rsidRPr="008F6FA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226982" wp14:editId="62366289">
                <wp:simplePos x="0" y="0"/>
                <wp:positionH relativeFrom="column">
                  <wp:posOffset>62106</wp:posOffset>
                </wp:positionH>
                <wp:positionV relativeFrom="paragraph">
                  <wp:posOffset>2559132</wp:posOffset>
                </wp:positionV>
                <wp:extent cx="5783283" cy="0"/>
                <wp:effectExtent l="0" t="0" r="27305" b="19050"/>
                <wp:wrapNone/>
                <wp:docPr id="17" name="Přímá spojnic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83283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E6CA5C" id="Přímá spojnice 17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9pt,201.5pt" to="460.3pt,20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" strokecolor="red" strokeweight="1pt">
                <v:stroke joinstyle="miter"/>
              </v:line>
            </w:pict>
          </mc:Fallback>
        </mc:AlternateContent>
      </w:r>
      <w:r w:rsidRPr="008F6FA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6F1874" wp14:editId="500A0F8D">
                <wp:simplePos x="0" y="0"/>
                <wp:positionH relativeFrom="column">
                  <wp:posOffset>73660</wp:posOffset>
                </wp:positionH>
                <wp:positionV relativeFrom="paragraph">
                  <wp:posOffset>1288415</wp:posOffset>
                </wp:positionV>
                <wp:extent cx="5782945" cy="0"/>
                <wp:effectExtent l="0" t="0" r="27305" b="19050"/>
                <wp:wrapNone/>
                <wp:docPr id="16" name="Přímá spojnic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82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2790EC" id="Přímá spojnice 16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8pt,101.45pt" to="461.15pt,10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" strokecolor="red" strokeweight="1pt">
                <v:stroke joinstyle="miter"/>
              </v:line>
            </w:pict>
          </mc:Fallback>
        </mc:AlternateContent>
      </w:r>
      <w:r w:rsidRPr="008F6FA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038644" wp14:editId="7B42A3B5">
                <wp:simplePos x="0" y="0"/>
                <wp:positionH relativeFrom="column">
                  <wp:posOffset>1973770</wp:posOffset>
                </wp:positionH>
                <wp:positionV relativeFrom="paragraph">
                  <wp:posOffset>5715</wp:posOffset>
                </wp:positionV>
                <wp:extent cx="0" cy="3835400"/>
                <wp:effectExtent l="0" t="0" r="19050" b="31750"/>
                <wp:wrapNone/>
                <wp:docPr id="15" name="Přímá spojnic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354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A8E160" id="Přímá spojnice 1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4pt,.45pt" to="155.4pt,30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" strokecolor="red" strokeweight="1pt">
                <v:stroke joinstyle="miter"/>
              </v:line>
            </w:pict>
          </mc:Fallback>
        </mc:AlternateContent>
      </w:r>
      <w:r w:rsidRPr="008F6FA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8F621F" wp14:editId="05B41369">
                <wp:simplePos x="0" y="0"/>
                <wp:positionH relativeFrom="column">
                  <wp:posOffset>3897630</wp:posOffset>
                </wp:positionH>
                <wp:positionV relativeFrom="paragraph">
                  <wp:posOffset>5715</wp:posOffset>
                </wp:positionV>
                <wp:extent cx="0" cy="3835400"/>
                <wp:effectExtent l="0" t="0" r="19050" b="31750"/>
                <wp:wrapNone/>
                <wp:docPr id="14" name="Přímá spojnic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354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020CBC" id="Přímá spojnice 1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6.9pt,.45pt" to="306.9pt,30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" strokecolor="red" strokeweight="1pt">
                <v:stroke joinstyle="miter"/>
              </v:line>
            </w:pict>
          </mc:Fallback>
        </mc:AlternateContent>
      </w:r>
      <w:r w:rsidR="008446F5" w:rsidRPr="008F6FAC">
        <w:rPr>
          <w:noProof/>
          <w:lang w:val="en-US" w:eastAsia="en-US"/>
        </w:rPr>
        <w:drawing>
          <wp:inline distT="0" distB="0" distL="0" distR="0" wp14:anchorId="685955F2" wp14:editId="46430499">
            <wp:extent cx="5760720" cy="3840480"/>
            <wp:effectExtent l="0" t="0" r="0" b="762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2215_s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7A01FB" w14:textId="4AB6EDB6" w:rsidR="00B72E92" w:rsidRDefault="00B72E92" w:rsidP="00570CE3">
      <w:pPr>
        <w:pStyle w:val="eLineBottom"/>
        <w:rPr>
          <w:lang w:val="sk-SK"/>
        </w:rPr>
      </w:pPr>
    </w:p>
    <w:p w14:paraId="66CA31CC" w14:textId="77777777" w:rsidR="002B07C2" w:rsidRPr="008F6FAC" w:rsidRDefault="002B07C2" w:rsidP="00570CE3">
      <w:pPr>
        <w:pStyle w:val="eLineBottom"/>
        <w:rPr>
          <w:lang w:val="sk-SK"/>
        </w:rPr>
      </w:pPr>
    </w:p>
    <w:p w14:paraId="16AAE0C3" w14:textId="77777777" w:rsidR="00570CE3" w:rsidRPr="008F6FAC" w:rsidRDefault="00570CE3" w:rsidP="00B72E92">
      <w:pPr>
        <w:pStyle w:val="eExercise"/>
        <w:rPr>
          <w:lang w:val="sk-SK"/>
        </w:rPr>
      </w:pPr>
    </w:p>
    <w:p w14:paraId="347D65DE" w14:textId="25E93E31" w:rsidR="00B72E92" w:rsidRPr="008F6FAC" w:rsidRDefault="004473C8" w:rsidP="004473C8">
      <w:pPr>
        <w:pStyle w:val="eTask"/>
        <w:rPr>
          <w:lang w:val="sk-SK"/>
        </w:rPr>
      </w:pPr>
      <w:r w:rsidRPr="004473C8">
        <w:rPr>
          <w:lang w:val="sk-SK"/>
        </w:rPr>
        <w:t xml:space="preserve">Vyberte nevhodné fotografie a označte, čo je </w:t>
      </w:r>
      <w:r>
        <w:rPr>
          <w:lang w:val="sk-SK"/>
        </w:rPr>
        <w:t xml:space="preserve">na nich </w:t>
      </w:r>
      <w:r w:rsidRPr="004473C8">
        <w:rPr>
          <w:lang w:val="sk-SK"/>
        </w:rPr>
        <w:t>zlé</w:t>
      </w:r>
      <w:r w:rsidR="00FE714C" w:rsidRPr="008F6FAC">
        <w:rPr>
          <w:lang w:val="sk-SK"/>
        </w:rPr>
        <w:t>.</w:t>
      </w:r>
    </w:p>
    <w:p w14:paraId="49B9C4FF" w14:textId="77777777" w:rsidR="00570CE3" w:rsidRPr="008F6FAC" w:rsidRDefault="00570D84" w:rsidP="00570CE3">
      <w:pPr>
        <w:pStyle w:val="eTask"/>
        <w:numPr>
          <w:ilvl w:val="0"/>
          <w:numId w:val="0"/>
        </w:numPr>
        <w:ind w:left="567" w:hanging="425"/>
        <w:rPr>
          <w:lang w:val="sk-SK"/>
        </w:rPr>
      </w:pPr>
      <w:r w:rsidRPr="008F6FAC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41439B3" wp14:editId="66F652E1">
                <wp:simplePos x="0" y="0"/>
                <wp:positionH relativeFrom="column">
                  <wp:posOffset>-231775</wp:posOffset>
                </wp:positionH>
                <wp:positionV relativeFrom="paragraph">
                  <wp:posOffset>106235</wp:posOffset>
                </wp:positionV>
                <wp:extent cx="914400" cy="278296"/>
                <wp:effectExtent l="0" t="0" r="0" b="7620"/>
                <wp:wrapNone/>
                <wp:docPr id="32" name="Textové po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82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22B428" w14:textId="41BCEB84" w:rsidR="00570D84" w:rsidRPr="004473C8" w:rsidRDefault="004473C8">
                            <w:pPr>
                              <w:rPr>
                                <w:color w:val="FF0000"/>
                                <w:lang w:val="sk-SK"/>
                              </w:rPr>
                            </w:pPr>
                            <w:r>
                              <w:rPr>
                                <w:color w:val="FF0000"/>
                                <w:lang w:val="sk-SK"/>
                              </w:rPr>
                              <w:t>smer pohľadu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1439B3" id="_x0000_t202" coordsize="21600,21600" o:spt="202" path="m,l,21600r21600,l21600,xe">
                <v:stroke joinstyle="miter"/>
                <v:path gradientshapeok="t" o:connecttype="rect"/>
              </v:shapetype>
              <v:shape id="Textové pole 32" o:spid="_x0000_s1026" type="#_x0000_t202" style="position:absolute;left:0;text-align:left;margin-left:-18.25pt;margin-top:8.35pt;width:1in;height:21.9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" filled="f" stroked="f" strokeweight=".5pt">
                <v:textbox>
                  <w:txbxContent>
                    <w:p w14:paraId="5F22B428" w14:textId="41BCEB84" w:rsidR="00570D84" w:rsidRPr="004473C8" w:rsidRDefault="004473C8">
                      <w:pPr>
                        <w:rPr>
                          <w:color w:val="FF0000"/>
                          <w:lang w:val="sk-SK"/>
                        </w:rPr>
                      </w:pPr>
                      <w:r>
                        <w:rPr>
                          <w:color w:val="FF0000"/>
                          <w:lang w:val="sk-SK"/>
                        </w:rPr>
                        <w:t>smer pohľadu</w:t>
                      </w:r>
                    </w:p>
                  </w:txbxContent>
                </v:textbox>
              </v:shape>
            </w:pict>
          </mc:Fallback>
        </mc:AlternateContent>
      </w:r>
    </w:p>
    <w:p w14:paraId="76C7522F" w14:textId="77777777" w:rsidR="00570CE3" w:rsidRPr="008F6FAC" w:rsidRDefault="00570D84" w:rsidP="00570CE3">
      <w:pPr>
        <w:pStyle w:val="eTask"/>
        <w:numPr>
          <w:ilvl w:val="0"/>
          <w:numId w:val="0"/>
        </w:numPr>
        <w:ind w:left="567" w:hanging="425"/>
        <w:rPr>
          <w:lang w:val="sk-SK"/>
        </w:rPr>
      </w:pPr>
      <w:r w:rsidRPr="008F6FAC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2D66D30" wp14:editId="4727900C">
                <wp:simplePos x="0" y="0"/>
                <wp:positionH relativeFrom="column">
                  <wp:posOffset>3244693</wp:posOffset>
                </wp:positionH>
                <wp:positionV relativeFrom="paragraph">
                  <wp:posOffset>1062396</wp:posOffset>
                </wp:positionV>
                <wp:extent cx="1686296" cy="445273"/>
                <wp:effectExtent l="0" t="0" r="0" b="0"/>
                <wp:wrapNone/>
                <wp:docPr id="33" name="Textové po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6296" cy="4452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06E496" w14:textId="7B7BB249" w:rsidR="00570D84" w:rsidRPr="004473C8" w:rsidRDefault="004473C8" w:rsidP="00570D84">
                            <w:pPr>
                              <w:rPr>
                                <w:color w:val="FF0000"/>
                                <w:lang w:val="sk-SK"/>
                              </w:rPr>
                            </w:pPr>
                            <w:r>
                              <w:rPr>
                                <w:color w:val="FF0000"/>
                                <w:lang w:val="sk-SK"/>
                              </w:rPr>
                              <w:t>nevhodné orezanie obrázku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66D30" id="Textové pole 33" o:spid="_x0000_s1027" type="#_x0000_t202" style="position:absolute;left:0;text-align:left;margin-left:255.5pt;margin-top:83.65pt;width:132.8pt;height:35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" filled="f" stroked="f" strokeweight=".5pt">
                <v:textbox>
                  <w:txbxContent>
                    <w:p w14:paraId="5C06E496" w14:textId="7B7BB249" w:rsidR="00570D84" w:rsidRPr="004473C8" w:rsidRDefault="004473C8" w:rsidP="00570D84">
                      <w:pPr>
                        <w:rPr>
                          <w:color w:val="FF0000"/>
                          <w:lang w:val="sk-SK"/>
                        </w:rPr>
                      </w:pPr>
                      <w:r>
                        <w:rPr>
                          <w:color w:val="FF0000"/>
                          <w:lang w:val="sk-SK"/>
                        </w:rPr>
                        <w:t>nevhodné orezanie obrázku</w:t>
                      </w:r>
                    </w:p>
                  </w:txbxContent>
                </v:textbox>
              </v:shape>
            </w:pict>
          </mc:Fallback>
        </mc:AlternateContent>
      </w:r>
      <w:r w:rsidRPr="008F6FAC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3CDEC62" wp14:editId="1DF24525">
                <wp:simplePos x="0" y="0"/>
                <wp:positionH relativeFrom="column">
                  <wp:posOffset>5392116</wp:posOffset>
                </wp:positionH>
                <wp:positionV relativeFrom="paragraph">
                  <wp:posOffset>771525</wp:posOffset>
                </wp:positionV>
                <wp:extent cx="309779" cy="316760"/>
                <wp:effectExtent l="0" t="0" r="14605" b="26670"/>
                <wp:wrapNone/>
                <wp:docPr id="24" name="Skupina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9779" cy="316760"/>
                          <a:chOff x="0" y="0"/>
                          <a:chExt cx="450877" cy="461175"/>
                        </a:xfrm>
                      </wpg:grpSpPr>
                      <wps:wsp>
                        <wps:cNvPr id="23" name="Ovál 23"/>
                        <wps:cNvSpPr/>
                        <wps:spPr>
                          <a:xfrm>
                            <a:off x="0" y="0"/>
                            <a:ext cx="450877" cy="4611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Volný tvar 22"/>
                        <wps:cNvSpPr/>
                        <wps:spPr>
                          <a:xfrm>
                            <a:off x="135172" y="87464"/>
                            <a:ext cx="174625" cy="261841"/>
                          </a:xfrm>
                          <a:custGeom>
                            <a:avLst/>
                            <a:gdLst>
                              <a:gd name="connsiteX0" fmla="*/ 0 w 294198"/>
                              <a:gd name="connsiteY0" fmla="*/ 119270 h 318052"/>
                              <a:gd name="connsiteX1" fmla="*/ 174928 w 294198"/>
                              <a:gd name="connsiteY1" fmla="*/ 318052 h 318052"/>
                              <a:gd name="connsiteX2" fmla="*/ 294198 w 294198"/>
                              <a:gd name="connsiteY2" fmla="*/ 0 h 318052"/>
                              <a:gd name="connsiteX0" fmla="*/ 1 w 231047"/>
                              <a:gd name="connsiteY0" fmla="*/ 135201 h 318052"/>
                              <a:gd name="connsiteX1" fmla="*/ 111777 w 231047"/>
                              <a:gd name="connsiteY1" fmla="*/ 318052 h 318052"/>
                              <a:gd name="connsiteX2" fmla="*/ 231047 w 231047"/>
                              <a:gd name="connsiteY2" fmla="*/ 0 h 318052"/>
                              <a:gd name="connsiteX0" fmla="*/ 0 w 231046"/>
                              <a:gd name="connsiteY0" fmla="*/ 135201 h 318052"/>
                              <a:gd name="connsiteX1" fmla="*/ 111776 w 231046"/>
                              <a:gd name="connsiteY1" fmla="*/ 318052 h 318052"/>
                              <a:gd name="connsiteX2" fmla="*/ 231046 w 231046"/>
                              <a:gd name="connsiteY2" fmla="*/ 0 h 318052"/>
                              <a:gd name="connsiteX0" fmla="*/ 0 w 231046"/>
                              <a:gd name="connsiteY0" fmla="*/ 173866 h 318052"/>
                              <a:gd name="connsiteX1" fmla="*/ 111776 w 231046"/>
                              <a:gd name="connsiteY1" fmla="*/ 318052 h 318052"/>
                              <a:gd name="connsiteX2" fmla="*/ 231046 w 231046"/>
                              <a:gd name="connsiteY2" fmla="*/ 0 h 3180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1046" h="318052">
                                <a:moveTo>
                                  <a:pt x="0" y="173866"/>
                                </a:moveTo>
                                <a:lnTo>
                                  <a:pt x="111776" y="318052"/>
                                </a:lnTo>
                                <a:lnTo>
                                  <a:pt x="231046" y="0"/>
                                </a:lnTo>
                              </a:path>
                            </a:pathLst>
                          </a:custGeom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F2F825" id="Skupina 24" o:spid="_x0000_s1026" style="position:absolute;margin-left:424.6pt;margin-top:60.75pt;width:24.4pt;height:24.95pt;z-index:251672576;mso-width-relative:margin;mso-height-relative:margin" coordsize="450877,461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">
                <v:oval id="Ovál 23" o:spid="_x0000_s1027" style="position:absolute;width:450877;height:461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" fillcolor="white [3212]" strokecolor="#70ad47 [3209]" strokeweight="1pt">
                  <v:stroke joinstyle="miter"/>
                </v:oval>
                <v:shape id="Volný tvar 22" o:spid="_x0000_s1028" style="position:absolute;left:135172;top:87464;width:174625;height:261841;visibility:visible;mso-wrap-style:square;v-text-anchor:middle" coordsize="231046,318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" path="m,173866l111776,318052,231046,e" filled="f" strokecolor="#70ad47 [3209]" strokeweight="1.5pt">
                  <v:stroke joinstyle="miter"/>
                  <v:path arrowok="t" o:connecttype="custom" o:connectlocs="0,143138;84481,261841;174625,0" o:connectangles="0,0,0"/>
                </v:shape>
              </v:group>
            </w:pict>
          </mc:Fallback>
        </mc:AlternateContent>
      </w:r>
      <w:r w:rsidR="00B07C40" w:rsidRPr="008F6FAC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53523D" wp14:editId="0186D80A">
                <wp:simplePos x="0" y="0"/>
                <wp:positionH relativeFrom="column">
                  <wp:posOffset>2487461</wp:posOffset>
                </wp:positionH>
                <wp:positionV relativeFrom="paragraph">
                  <wp:posOffset>977513</wp:posOffset>
                </wp:positionV>
                <wp:extent cx="826935" cy="262394"/>
                <wp:effectExtent l="0" t="0" r="11430" b="23495"/>
                <wp:wrapNone/>
                <wp:docPr id="19" name="Ová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6935" cy="26239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F4780E5" id="Ovál 19" o:spid="_x0000_s1026" style="position:absolute;margin-left:195.85pt;margin-top:76.95pt;width:65.1pt;height:20.6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" filled="f" strokecolor="red" strokeweight="1pt">
                <v:stroke joinstyle="miter"/>
              </v:oval>
            </w:pict>
          </mc:Fallback>
        </mc:AlternateContent>
      </w:r>
      <w:r w:rsidR="00B07C40" w:rsidRPr="008F6FAC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1A9E13" wp14:editId="712EF958">
                <wp:simplePos x="0" y="0"/>
                <wp:positionH relativeFrom="column">
                  <wp:posOffset>-144421</wp:posOffset>
                </wp:positionH>
                <wp:positionV relativeFrom="paragraph">
                  <wp:posOffset>245993</wp:posOffset>
                </wp:positionV>
                <wp:extent cx="803082" cy="0"/>
                <wp:effectExtent l="38100" t="76200" r="0" b="95250"/>
                <wp:wrapNone/>
                <wp:docPr id="18" name="Přímá spojnice se šipkou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3082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E3C0B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8" o:spid="_x0000_s1026" type="#_x0000_t32" style="position:absolute;margin-left:-11.35pt;margin-top:19.35pt;width:63.25pt;height:0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" strokecolor="red" strokeweight=".5pt">
                <v:stroke endarrow="block" joinstyle="miter"/>
              </v:shape>
            </w:pict>
          </mc:Fallback>
        </mc:AlternateContent>
      </w:r>
      <w:r w:rsidR="008446F5" w:rsidRPr="008F6FAC">
        <w:rPr>
          <w:noProof/>
          <w:lang w:eastAsia="en-US"/>
        </w:rPr>
        <w:drawing>
          <wp:inline distT="0" distB="0" distL="0" distR="0" wp14:anchorId="3220A463" wp14:editId="294F2C21">
            <wp:extent cx="2041200" cy="1148625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G_2200_s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1200" cy="114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0CE3" w:rsidRPr="008F6FAC">
        <w:rPr>
          <w:lang w:val="sk-SK"/>
        </w:rPr>
        <w:t xml:space="preserve">   </w:t>
      </w:r>
      <w:r w:rsidR="008446F5" w:rsidRPr="008F6FAC">
        <w:rPr>
          <w:noProof/>
          <w:lang w:eastAsia="en-US"/>
        </w:rPr>
        <w:drawing>
          <wp:inline distT="0" distB="0" distL="0" distR="0" wp14:anchorId="5D5CB060" wp14:editId="47E72A2B">
            <wp:extent cx="1699200" cy="1134834"/>
            <wp:effectExtent l="0" t="0" r="0" b="8255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G_2216_s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9200" cy="1134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0CE3" w:rsidRPr="008F6FAC">
        <w:rPr>
          <w:lang w:val="sk-SK"/>
        </w:rPr>
        <w:t xml:space="preserve">   </w:t>
      </w:r>
      <w:r w:rsidR="008446F5" w:rsidRPr="008F6FAC">
        <w:rPr>
          <w:noProof/>
          <w:lang w:eastAsia="en-US"/>
        </w:rPr>
        <w:drawing>
          <wp:inline distT="0" distB="0" distL="0" distR="0" wp14:anchorId="0A497E8E" wp14:editId="4088B346">
            <wp:extent cx="1674000" cy="1116000"/>
            <wp:effectExtent l="0" t="0" r="2540" b="8255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G_2217_s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000" cy="11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A8D653" w14:textId="77777777" w:rsidR="00570CE3" w:rsidRPr="008F6FAC" w:rsidRDefault="00570D84" w:rsidP="002B07C2">
      <w:pPr>
        <w:pStyle w:val="eLineBottom"/>
        <w:pBdr>
          <w:bottom w:val="none" w:sz="0" w:space="0" w:color="auto"/>
        </w:pBdr>
        <w:rPr>
          <w:lang w:val="sk-SK"/>
        </w:rPr>
      </w:pPr>
      <w:r w:rsidRPr="008F6FA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7526C47" wp14:editId="1010D68F">
                <wp:simplePos x="0" y="0"/>
                <wp:positionH relativeFrom="column">
                  <wp:posOffset>5015975</wp:posOffset>
                </wp:positionH>
                <wp:positionV relativeFrom="paragraph">
                  <wp:posOffset>112147</wp:posOffset>
                </wp:positionV>
                <wp:extent cx="270345" cy="373850"/>
                <wp:effectExtent l="0" t="0" r="15875" b="26670"/>
                <wp:wrapNone/>
                <wp:docPr id="31" name="Ová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345" cy="3738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336ADD0" id="Ovál 31" o:spid="_x0000_s1026" style="position:absolute;margin-left:394.95pt;margin-top:8.85pt;width:21.3pt;height:29.4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" filled="f" strokecolor="red" strokeweight="1pt">
                <v:stroke joinstyle="miter"/>
              </v:oval>
            </w:pict>
          </mc:Fallback>
        </mc:AlternateContent>
      </w:r>
    </w:p>
    <w:p w14:paraId="033314BC" w14:textId="77777777" w:rsidR="00570CE3" w:rsidRPr="008F6FAC" w:rsidRDefault="00570D84" w:rsidP="002B07C2">
      <w:pPr>
        <w:pStyle w:val="eLineBottom"/>
        <w:pBdr>
          <w:bottom w:val="none" w:sz="0" w:space="0" w:color="auto"/>
        </w:pBdr>
        <w:rPr>
          <w:lang w:val="sk-SK"/>
        </w:rPr>
      </w:pPr>
      <w:r w:rsidRPr="008F6FA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103DB9A" wp14:editId="3C0C90DE">
                <wp:simplePos x="0" y="0"/>
                <wp:positionH relativeFrom="column">
                  <wp:posOffset>4793338</wp:posOffset>
                </wp:positionH>
                <wp:positionV relativeFrom="paragraph">
                  <wp:posOffset>262889</wp:posOffset>
                </wp:positionV>
                <wp:extent cx="262393" cy="913986"/>
                <wp:effectExtent l="0" t="0" r="23495" b="19685"/>
                <wp:wrapNone/>
                <wp:docPr id="35" name="Přímá spojnic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2393" cy="913986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1BE553" id="Přímá spojnice 35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7.45pt,20.7pt" to="398.1pt,9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" strokecolor="red" strokeweight="1pt">
                <v:stroke joinstyle="miter"/>
              </v:line>
            </w:pict>
          </mc:Fallback>
        </mc:AlternateContent>
      </w:r>
      <w:r w:rsidRPr="008F6FAC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91E5A1B" wp14:editId="2C73A643">
                <wp:simplePos x="0" y="0"/>
                <wp:positionH relativeFrom="column">
                  <wp:posOffset>3505835</wp:posOffset>
                </wp:positionH>
                <wp:positionV relativeFrom="paragraph">
                  <wp:posOffset>759156</wp:posOffset>
                </wp:positionV>
                <wp:extent cx="309779" cy="316760"/>
                <wp:effectExtent l="0" t="0" r="14605" b="26670"/>
                <wp:wrapNone/>
                <wp:docPr id="28" name="Skupina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9779" cy="316760"/>
                          <a:chOff x="0" y="0"/>
                          <a:chExt cx="450877" cy="461175"/>
                        </a:xfrm>
                      </wpg:grpSpPr>
                      <wps:wsp>
                        <wps:cNvPr id="29" name="Ovál 29"/>
                        <wps:cNvSpPr/>
                        <wps:spPr>
                          <a:xfrm>
                            <a:off x="0" y="0"/>
                            <a:ext cx="450877" cy="4611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Volný tvar 30"/>
                        <wps:cNvSpPr/>
                        <wps:spPr>
                          <a:xfrm>
                            <a:off x="135172" y="87464"/>
                            <a:ext cx="174625" cy="261841"/>
                          </a:xfrm>
                          <a:custGeom>
                            <a:avLst/>
                            <a:gdLst>
                              <a:gd name="connsiteX0" fmla="*/ 0 w 294198"/>
                              <a:gd name="connsiteY0" fmla="*/ 119270 h 318052"/>
                              <a:gd name="connsiteX1" fmla="*/ 174928 w 294198"/>
                              <a:gd name="connsiteY1" fmla="*/ 318052 h 318052"/>
                              <a:gd name="connsiteX2" fmla="*/ 294198 w 294198"/>
                              <a:gd name="connsiteY2" fmla="*/ 0 h 318052"/>
                              <a:gd name="connsiteX0" fmla="*/ 1 w 231047"/>
                              <a:gd name="connsiteY0" fmla="*/ 135201 h 318052"/>
                              <a:gd name="connsiteX1" fmla="*/ 111777 w 231047"/>
                              <a:gd name="connsiteY1" fmla="*/ 318052 h 318052"/>
                              <a:gd name="connsiteX2" fmla="*/ 231047 w 231047"/>
                              <a:gd name="connsiteY2" fmla="*/ 0 h 318052"/>
                              <a:gd name="connsiteX0" fmla="*/ 0 w 231046"/>
                              <a:gd name="connsiteY0" fmla="*/ 135201 h 318052"/>
                              <a:gd name="connsiteX1" fmla="*/ 111776 w 231046"/>
                              <a:gd name="connsiteY1" fmla="*/ 318052 h 318052"/>
                              <a:gd name="connsiteX2" fmla="*/ 231046 w 231046"/>
                              <a:gd name="connsiteY2" fmla="*/ 0 h 318052"/>
                              <a:gd name="connsiteX0" fmla="*/ 0 w 231046"/>
                              <a:gd name="connsiteY0" fmla="*/ 173866 h 318052"/>
                              <a:gd name="connsiteX1" fmla="*/ 111776 w 231046"/>
                              <a:gd name="connsiteY1" fmla="*/ 318052 h 318052"/>
                              <a:gd name="connsiteX2" fmla="*/ 231046 w 231046"/>
                              <a:gd name="connsiteY2" fmla="*/ 0 h 3180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1046" h="318052">
                                <a:moveTo>
                                  <a:pt x="0" y="173866"/>
                                </a:moveTo>
                                <a:lnTo>
                                  <a:pt x="111776" y="318052"/>
                                </a:lnTo>
                                <a:lnTo>
                                  <a:pt x="231046" y="0"/>
                                </a:lnTo>
                              </a:path>
                            </a:pathLst>
                          </a:custGeom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3B384A" id="Skupina 28" o:spid="_x0000_s1026" style="position:absolute;margin-left:276.05pt;margin-top:59.8pt;width:24.4pt;height:24.95pt;z-index:251676672;mso-width-relative:margin;mso-height-relative:margin" coordsize="450877,461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">
                <v:oval id="Ovál 29" o:spid="_x0000_s1027" style="position:absolute;width:450877;height:461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" fillcolor="white [3212]" strokecolor="#70ad47 [3209]" strokeweight="1pt">
                  <v:stroke joinstyle="miter"/>
                </v:oval>
                <v:shape id="Volný tvar 30" o:spid="_x0000_s1028" style="position:absolute;left:135172;top:87464;width:174625;height:261841;visibility:visible;mso-wrap-style:square;v-text-anchor:middle" coordsize="231046,318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" path="m,173866l111776,318052,231046,e" filled="f" strokecolor="#70ad47 [3209]" strokeweight="1.5pt">
                  <v:stroke joinstyle="miter"/>
                  <v:path arrowok="t" o:connecttype="custom" o:connectlocs="0,143138;84481,261841;174625,0" o:connectangles="0,0,0"/>
                </v:shape>
              </v:group>
            </w:pict>
          </mc:Fallback>
        </mc:AlternateContent>
      </w:r>
      <w:r w:rsidRPr="008F6FAC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BBE13C1" wp14:editId="7608D4E3">
                <wp:simplePos x="0" y="0"/>
                <wp:positionH relativeFrom="column">
                  <wp:posOffset>1406525</wp:posOffset>
                </wp:positionH>
                <wp:positionV relativeFrom="paragraph">
                  <wp:posOffset>769924</wp:posOffset>
                </wp:positionV>
                <wp:extent cx="309779" cy="316760"/>
                <wp:effectExtent l="0" t="0" r="14605" b="26670"/>
                <wp:wrapNone/>
                <wp:docPr id="25" name="Skupina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9779" cy="316760"/>
                          <a:chOff x="0" y="0"/>
                          <a:chExt cx="450877" cy="461175"/>
                        </a:xfrm>
                      </wpg:grpSpPr>
                      <wps:wsp>
                        <wps:cNvPr id="26" name="Ovál 26"/>
                        <wps:cNvSpPr/>
                        <wps:spPr>
                          <a:xfrm>
                            <a:off x="0" y="0"/>
                            <a:ext cx="450877" cy="4611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Volný tvar 27"/>
                        <wps:cNvSpPr/>
                        <wps:spPr>
                          <a:xfrm>
                            <a:off x="135172" y="87464"/>
                            <a:ext cx="174625" cy="261841"/>
                          </a:xfrm>
                          <a:custGeom>
                            <a:avLst/>
                            <a:gdLst>
                              <a:gd name="connsiteX0" fmla="*/ 0 w 294198"/>
                              <a:gd name="connsiteY0" fmla="*/ 119270 h 318052"/>
                              <a:gd name="connsiteX1" fmla="*/ 174928 w 294198"/>
                              <a:gd name="connsiteY1" fmla="*/ 318052 h 318052"/>
                              <a:gd name="connsiteX2" fmla="*/ 294198 w 294198"/>
                              <a:gd name="connsiteY2" fmla="*/ 0 h 318052"/>
                              <a:gd name="connsiteX0" fmla="*/ 1 w 231047"/>
                              <a:gd name="connsiteY0" fmla="*/ 135201 h 318052"/>
                              <a:gd name="connsiteX1" fmla="*/ 111777 w 231047"/>
                              <a:gd name="connsiteY1" fmla="*/ 318052 h 318052"/>
                              <a:gd name="connsiteX2" fmla="*/ 231047 w 231047"/>
                              <a:gd name="connsiteY2" fmla="*/ 0 h 318052"/>
                              <a:gd name="connsiteX0" fmla="*/ 0 w 231046"/>
                              <a:gd name="connsiteY0" fmla="*/ 135201 h 318052"/>
                              <a:gd name="connsiteX1" fmla="*/ 111776 w 231046"/>
                              <a:gd name="connsiteY1" fmla="*/ 318052 h 318052"/>
                              <a:gd name="connsiteX2" fmla="*/ 231046 w 231046"/>
                              <a:gd name="connsiteY2" fmla="*/ 0 h 318052"/>
                              <a:gd name="connsiteX0" fmla="*/ 0 w 231046"/>
                              <a:gd name="connsiteY0" fmla="*/ 173866 h 318052"/>
                              <a:gd name="connsiteX1" fmla="*/ 111776 w 231046"/>
                              <a:gd name="connsiteY1" fmla="*/ 318052 h 318052"/>
                              <a:gd name="connsiteX2" fmla="*/ 231046 w 231046"/>
                              <a:gd name="connsiteY2" fmla="*/ 0 h 3180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1046" h="318052">
                                <a:moveTo>
                                  <a:pt x="0" y="173866"/>
                                </a:moveTo>
                                <a:lnTo>
                                  <a:pt x="111776" y="318052"/>
                                </a:lnTo>
                                <a:lnTo>
                                  <a:pt x="231046" y="0"/>
                                </a:lnTo>
                              </a:path>
                            </a:pathLst>
                          </a:custGeom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83AC86" id="Skupina 25" o:spid="_x0000_s1026" style="position:absolute;margin-left:110.75pt;margin-top:60.6pt;width:24.4pt;height:24.95pt;z-index:251674624;mso-width-relative:margin;mso-height-relative:margin" coordsize="450877,461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">
                <v:oval id="Ovál 26" o:spid="_x0000_s1027" style="position:absolute;width:450877;height:461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" fillcolor="white [3212]" strokecolor="#70ad47 [3209]" strokeweight="1pt">
                  <v:stroke joinstyle="miter"/>
                </v:oval>
                <v:shape id="Volný tvar 27" o:spid="_x0000_s1028" style="position:absolute;left:135172;top:87464;width:174625;height:261841;visibility:visible;mso-wrap-style:square;v-text-anchor:middle" coordsize="231046,318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" path="m,173866l111776,318052,231046,e" filled="f" strokecolor="#70ad47 [3209]" strokeweight="1.5pt">
                  <v:stroke joinstyle="miter"/>
                  <v:path arrowok="t" o:connecttype="custom" o:connectlocs="0,143138;84481,261841;174625,0" o:connectangles="0,0,0"/>
                </v:shape>
              </v:group>
            </w:pict>
          </mc:Fallback>
        </mc:AlternateContent>
      </w:r>
      <w:r w:rsidR="008446F5" w:rsidRPr="008F6FAC">
        <w:rPr>
          <w:noProof/>
          <w:lang w:val="en-US" w:eastAsia="en-US"/>
        </w:rPr>
        <w:drawing>
          <wp:inline distT="0" distB="0" distL="0" distR="0" wp14:anchorId="4BDBF962" wp14:editId="50FAF440">
            <wp:extent cx="1674000" cy="1116000"/>
            <wp:effectExtent l="0" t="0" r="2540" b="8255"/>
            <wp:docPr id="36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G_2219_s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000" cy="11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0CE3" w:rsidRPr="008F6FAC">
        <w:rPr>
          <w:lang w:val="sk-SK"/>
        </w:rPr>
        <w:t xml:space="preserve">    </w:t>
      </w:r>
      <w:r w:rsidR="008446F5" w:rsidRPr="008F6FAC">
        <w:rPr>
          <w:noProof/>
          <w:lang w:val="en-US" w:eastAsia="en-US"/>
        </w:rPr>
        <w:drawing>
          <wp:inline distT="0" distB="0" distL="0" distR="0" wp14:anchorId="46791850" wp14:editId="2EA67F78">
            <wp:extent cx="1994400" cy="1119212"/>
            <wp:effectExtent l="0" t="0" r="6350" b="5080"/>
            <wp:docPr id="37" name="Obráze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G_2198_s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4400" cy="111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0CE3" w:rsidRPr="008F6FAC">
        <w:rPr>
          <w:lang w:val="sk-SK"/>
        </w:rPr>
        <w:t xml:space="preserve">   </w:t>
      </w:r>
      <w:r w:rsidR="008446F5" w:rsidRPr="008F6FAC">
        <w:rPr>
          <w:noProof/>
          <w:lang w:val="en-US" w:eastAsia="en-US"/>
        </w:rPr>
        <w:drawing>
          <wp:inline distT="0" distB="0" distL="0" distR="0" wp14:anchorId="4474E03B" wp14:editId="52CB15C4">
            <wp:extent cx="1674000" cy="1116000"/>
            <wp:effectExtent l="0" t="0" r="2540" b="8255"/>
            <wp:docPr id="38" name="Obráze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G_2212_s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000" cy="11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AF16F5" w14:textId="77777777" w:rsidR="00570CE3" w:rsidRPr="008F6FAC" w:rsidRDefault="00570D84" w:rsidP="002B07C2">
      <w:pPr>
        <w:pStyle w:val="eLineBottom"/>
        <w:pBdr>
          <w:bottom w:val="none" w:sz="0" w:space="0" w:color="auto"/>
        </w:pBdr>
        <w:rPr>
          <w:lang w:val="sk-SK"/>
        </w:rPr>
      </w:pPr>
      <w:r w:rsidRPr="008F6FA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40EF457" wp14:editId="5CC09C46">
                <wp:simplePos x="0" y="0"/>
                <wp:positionH relativeFrom="column">
                  <wp:posOffset>4016638</wp:posOffset>
                </wp:positionH>
                <wp:positionV relativeFrom="paragraph">
                  <wp:posOffset>39370</wp:posOffset>
                </wp:positionV>
                <wp:extent cx="1816924" cy="445273"/>
                <wp:effectExtent l="0" t="0" r="0" b="0"/>
                <wp:wrapNone/>
                <wp:docPr id="34" name="Textové po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6924" cy="4452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6BF352" w14:textId="2050758C" w:rsidR="00570D84" w:rsidRPr="004473C8" w:rsidRDefault="004473C8" w:rsidP="00570D84">
                            <w:pPr>
                              <w:rPr>
                                <w:color w:val="FF0000"/>
                                <w:lang w:val="sk-SK"/>
                              </w:rPr>
                            </w:pPr>
                            <w:r>
                              <w:rPr>
                                <w:color w:val="FF0000"/>
                                <w:lang w:val="sk-SK"/>
                              </w:rPr>
                              <w:t>nevhodné pozadie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0EF457" id="Textové pole 34" o:spid="_x0000_s1028" type="#_x0000_t202" style="position:absolute;left:0;text-align:left;margin-left:316.25pt;margin-top:3.1pt;width:143.05pt;height:35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" filled="f" stroked="f" strokeweight=".5pt">
                <v:textbox>
                  <w:txbxContent>
                    <w:p w14:paraId="296BF352" w14:textId="2050758C" w:rsidR="00570D84" w:rsidRPr="004473C8" w:rsidRDefault="004473C8" w:rsidP="00570D84">
                      <w:pPr>
                        <w:rPr>
                          <w:color w:val="FF0000"/>
                          <w:lang w:val="sk-SK"/>
                        </w:rPr>
                      </w:pPr>
                      <w:r>
                        <w:rPr>
                          <w:color w:val="FF0000"/>
                          <w:lang w:val="sk-SK"/>
                        </w:rPr>
                        <w:t>nevhodné pozadie</w:t>
                      </w:r>
                    </w:p>
                  </w:txbxContent>
                </v:textbox>
              </v:shape>
            </w:pict>
          </mc:Fallback>
        </mc:AlternateContent>
      </w:r>
    </w:p>
    <w:p w14:paraId="2D10AAB8" w14:textId="77777777" w:rsidR="00570CE3" w:rsidRPr="008F6FAC" w:rsidRDefault="00570CE3" w:rsidP="002B07C2">
      <w:pPr>
        <w:pStyle w:val="eLineBottom"/>
        <w:pBdr>
          <w:bottom w:val="none" w:sz="0" w:space="0" w:color="auto"/>
        </w:pBdr>
        <w:rPr>
          <w:lang w:val="sk-SK"/>
        </w:rPr>
      </w:pPr>
    </w:p>
    <w:p w14:paraId="73722D08" w14:textId="77777777" w:rsidR="00570CE3" w:rsidRPr="008F6FAC" w:rsidRDefault="00570CE3" w:rsidP="002B07C2">
      <w:pPr>
        <w:pStyle w:val="eLineBottom"/>
        <w:pBdr>
          <w:bottom w:val="none" w:sz="0" w:space="0" w:color="auto"/>
        </w:pBdr>
        <w:rPr>
          <w:lang w:val="sk-SK"/>
        </w:rPr>
      </w:pPr>
    </w:p>
    <w:p w14:paraId="7E368416" w14:textId="77777777" w:rsidR="00570CE3" w:rsidRPr="008F6FAC" w:rsidRDefault="00570CE3" w:rsidP="002B07C2">
      <w:pPr>
        <w:pStyle w:val="eLineBottom"/>
        <w:pBdr>
          <w:bottom w:val="none" w:sz="0" w:space="0" w:color="auto"/>
        </w:pBdr>
        <w:rPr>
          <w:lang w:val="sk-SK"/>
        </w:rPr>
      </w:pPr>
    </w:p>
    <w:p w14:paraId="0C764DAF" w14:textId="77777777" w:rsidR="00570CE3" w:rsidRPr="008F6FAC" w:rsidRDefault="00570CE3" w:rsidP="002B07C2">
      <w:pPr>
        <w:pStyle w:val="eLineBottom"/>
        <w:pBdr>
          <w:bottom w:val="none" w:sz="0" w:space="0" w:color="auto"/>
        </w:pBdr>
        <w:rPr>
          <w:lang w:val="sk-SK"/>
        </w:rPr>
      </w:pPr>
    </w:p>
    <w:p w14:paraId="54E53252" w14:textId="4F703BC2" w:rsidR="00570CE3" w:rsidRPr="00CE31A9" w:rsidRDefault="00CE31A9" w:rsidP="00CE31A9">
      <w:pPr>
        <w:pStyle w:val="eTask"/>
        <w:rPr>
          <w:lang w:val="sk-SK"/>
        </w:rPr>
      </w:pPr>
      <w:r w:rsidRPr="00CE31A9">
        <w:rPr>
          <w:lang w:val="sk-SK"/>
        </w:rPr>
        <w:lastRenderedPageBreak/>
        <w:t>Priraďte jednotlivé formáty do správnej skupiny audio alebo video f</w:t>
      </w:r>
      <w:bookmarkStart w:id="0" w:name="_GoBack"/>
      <w:bookmarkEnd w:id="0"/>
      <w:r w:rsidRPr="00CE31A9">
        <w:rPr>
          <w:lang w:val="sk-SK"/>
        </w:rPr>
        <w:t>ormátov.</w:t>
      </w:r>
    </w:p>
    <w:p w14:paraId="77C85AF6" w14:textId="77777777" w:rsidR="00393097" w:rsidRPr="008F6FAC" w:rsidRDefault="00393097" w:rsidP="00393097">
      <w:pPr>
        <w:pStyle w:val="eExercise"/>
        <w:rPr>
          <w:lang w:val="sk-SK"/>
        </w:rPr>
      </w:pPr>
    </w:p>
    <w:tbl>
      <w:tblPr>
        <w:tblStyle w:val="Mkatabulky"/>
        <w:tblW w:w="0" w:type="auto"/>
        <w:tblInd w:w="142" w:type="dxa"/>
        <w:tblLook w:val="04A0" w:firstRow="1" w:lastRow="0" w:firstColumn="1" w:lastColumn="0" w:noHBand="0" w:noVBand="1"/>
      </w:tblPr>
      <w:tblGrid>
        <w:gridCol w:w="4458"/>
        <w:gridCol w:w="4462"/>
      </w:tblGrid>
      <w:tr w:rsidR="00393097" w:rsidRPr="008F6FAC" w14:paraId="7C7F4BD5" w14:textId="77777777" w:rsidTr="00257022">
        <w:trPr>
          <w:trHeight w:val="567"/>
        </w:trPr>
        <w:tc>
          <w:tcPr>
            <w:tcW w:w="4458" w:type="dxa"/>
            <w:shd w:val="clear" w:color="auto" w:fill="D9D9D9" w:themeFill="background1" w:themeFillShade="D9"/>
            <w:vAlign w:val="center"/>
          </w:tcPr>
          <w:p w14:paraId="5C569424" w14:textId="16F8B933" w:rsidR="00393097" w:rsidRPr="008F6FAC" w:rsidRDefault="00393097" w:rsidP="004C21BE">
            <w:pPr>
              <w:pStyle w:val="eExercise"/>
              <w:ind w:left="0"/>
              <w:jc w:val="center"/>
              <w:rPr>
                <w:b/>
                <w:lang w:val="sk-SK"/>
              </w:rPr>
            </w:pPr>
            <w:r w:rsidRPr="008F6FAC">
              <w:rPr>
                <w:b/>
                <w:lang w:val="sk-SK"/>
              </w:rPr>
              <w:t xml:space="preserve">Audio </w:t>
            </w:r>
            <w:r w:rsidR="00CE31A9" w:rsidRPr="008F6FAC">
              <w:rPr>
                <w:b/>
                <w:lang w:val="sk-SK"/>
              </w:rPr>
              <w:t>formát</w:t>
            </w:r>
          </w:p>
        </w:tc>
        <w:tc>
          <w:tcPr>
            <w:tcW w:w="4462" w:type="dxa"/>
            <w:shd w:val="clear" w:color="auto" w:fill="D9D9D9" w:themeFill="background1" w:themeFillShade="D9"/>
            <w:vAlign w:val="center"/>
          </w:tcPr>
          <w:p w14:paraId="007DFDD4" w14:textId="5E436D2C" w:rsidR="00393097" w:rsidRPr="008F6FAC" w:rsidRDefault="00393097" w:rsidP="004C21BE">
            <w:pPr>
              <w:pStyle w:val="eExercise"/>
              <w:ind w:left="0"/>
              <w:jc w:val="center"/>
              <w:rPr>
                <w:b/>
                <w:lang w:val="sk-SK"/>
              </w:rPr>
            </w:pPr>
            <w:r w:rsidRPr="008F6FAC">
              <w:rPr>
                <w:b/>
                <w:lang w:val="sk-SK"/>
              </w:rPr>
              <w:t xml:space="preserve">Video </w:t>
            </w:r>
            <w:r w:rsidR="00CE31A9" w:rsidRPr="008F6FAC">
              <w:rPr>
                <w:b/>
                <w:lang w:val="sk-SK"/>
              </w:rPr>
              <w:t>formát</w:t>
            </w:r>
          </w:p>
        </w:tc>
      </w:tr>
      <w:tr w:rsidR="00393097" w:rsidRPr="008F6FAC" w14:paraId="5445946A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3A8D35D3" w14:textId="77777777" w:rsidR="00393097" w:rsidRPr="008F6FAC" w:rsidRDefault="00570D84" w:rsidP="00570D84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  <w:r w:rsidRPr="008F6FAC">
              <w:rPr>
                <w:color w:val="FF0000"/>
                <w:lang w:val="sk-SK"/>
              </w:rPr>
              <w:t>MP3</w:t>
            </w:r>
          </w:p>
        </w:tc>
        <w:tc>
          <w:tcPr>
            <w:tcW w:w="4462" w:type="dxa"/>
            <w:vAlign w:val="center"/>
          </w:tcPr>
          <w:p w14:paraId="5656A004" w14:textId="77777777" w:rsidR="00393097" w:rsidRPr="008F6FAC" w:rsidRDefault="00570D84" w:rsidP="00570D84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  <w:r w:rsidRPr="008F6FAC">
              <w:rPr>
                <w:color w:val="FF0000"/>
                <w:lang w:val="sk-SK"/>
              </w:rPr>
              <w:t>FLV</w:t>
            </w:r>
          </w:p>
        </w:tc>
      </w:tr>
      <w:tr w:rsidR="00393097" w:rsidRPr="008F6FAC" w14:paraId="72E5671B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0C5B93FB" w14:textId="77777777" w:rsidR="00393097" w:rsidRPr="008F6FAC" w:rsidRDefault="00257022" w:rsidP="00570D84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  <w:r w:rsidRPr="008F6FAC">
              <w:rPr>
                <w:color w:val="FF0000"/>
                <w:lang w:val="sk-SK"/>
              </w:rPr>
              <w:t>FLAC</w:t>
            </w:r>
          </w:p>
        </w:tc>
        <w:tc>
          <w:tcPr>
            <w:tcW w:w="4462" w:type="dxa"/>
            <w:vAlign w:val="center"/>
          </w:tcPr>
          <w:p w14:paraId="3048C61F" w14:textId="77777777" w:rsidR="00393097" w:rsidRPr="008F6FAC" w:rsidRDefault="00570D84" w:rsidP="00570D84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  <w:r w:rsidRPr="008F6FAC">
              <w:rPr>
                <w:color w:val="FF0000"/>
                <w:lang w:val="sk-SK"/>
              </w:rPr>
              <w:t>AVHCD</w:t>
            </w:r>
          </w:p>
        </w:tc>
      </w:tr>
      <w:tr w:rsidR="00257022" w:rsidRPr="008F6FAC" w14:paraId="6E7F5CA0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65B15A76" w14:textId="77777777" w:rsidR="00257022" w:rsidRPr="008F6FAC" w:rsidRDefault="00257022" w:rsidP="00257022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  <w:r w:rsidRPr="008F6FAC">
              <w:rPr>
                <w:color w:val="FF0000"/>
                <w:lang w:val="sk-SK"/>
              </w:rPr>
              <w:t>WMA</w:t>
            </w:r>
          </w:p>
        </w:tc>
        <w:tc>
          <w:tcPr>
            <w:tcW w:w="4462" w:type="dxa"/>
            <w:vAlign w:val="center"/>
          </w:tcPr>
          <w:p w14:paraId="5FE8512F" w14:textId="77777777" w:rsidR="00257022" w:rsidRPr="008F6FAC" w:rsidRDefault="00257022" w:rsidP="00257022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  <w:r w:rsidRPr="008F6FAC">
              <w:rPr>
                <w:color w:val="FF0000"/>
                <w:lang w:val="sk-SK"/>
              </w:rPr>
              <w:t>MOV</w:t>
            </w:r>
          </w:p>
        </w:tc>
      </w:tr>
      <w:tr w:rsidR="00257022" w:rsidRPr="008F6FAC" w14:paraId="4A2A5209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27115D30" w14:textId="77777777" w:rsidR="00257022" w:rsidRPr="008F6FAC" w:rsidRDefault="00257022" w:rsidP="00257022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  <w:r w:rsidRPr="008F6FAC">
              <w:rPr>
                <w:color w:val="FF0000"/>
                <w:lang w:val="sk-SK"/>
              </w:rPr>
              <w:t>AAC</w:t>
            </w:r>
          </w:p>
        </w:tc>
        <w:tc>
          <w:tcPr>
            <w:tcW w:w="4462" w:type="dxa"/>
            <w:vAlign w:val="center"/>
          </w:tcPr>
          <w:p w14:paraId="6030C60A" w14:textId="77777777" w:rsidR="00257022" w:rsidRPr="008F6FAC" w:rsidRDefault="00257022" w:rsidP="00257022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  <w:r w:rsidRPr="008F6FAC">
              <w:rPr>
                <w:color w:val="FF0000"/>
                <w:lang w:val="sk-SK"/>
              </w:rPr>
              <w:t>MPEG-2</w:t>
            </w:r>
          </w:p>
        </w:tc>
      </w:tr>
      <w:tr w:rsidR="00257022" w:rsidRPr="008F6FAC" w14:paraId="369A558E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549A0C65" w14:textId="77777777" w:rsidR="00257022" w:rsidRPr="008F6FAC" w:rsidRDefault="00257022" w:rsidP="00257022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  <w:r w:rsidRPr="008F6FAC">
              <w:rPr>
                <w:color w:val="FF0000"/>
                <w:lang w:val="sk-SK"/>
              </w:rPr>
              <w:t>WAV</w:t>
            </w:r>
          </w:p>
        </w:tc>
        <w:tc>
          <w:tcPr>
            <w:tcW w:w="4462" w:type="dxa"/>
            <w:vAlign w:val="center"/>
          </w:tcPr>
          <w:p w14:paraId="34DA5276" w14:textId="77777777" w:rsidR="00257022" w:rsidRPr="008F6FAC" w:rsidRDefault="00257022" w:rsidP="00257022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  <w:r w:rsidRPr="008F6FAC">
              <w:rPr>
                <w:color w:val="FF0000"/>
                <w:lang w:val="sk-SK"/>
              </w:rPr>
              <w:t>AVI</w:t>
            </w:r>
          </w:p>
        </w:tc>
      </w:tr>
      <w:tr w:rsidR="00257022" w:rsidRPr="008F6FAC" w14:paraId="1C5128D8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59D0F683" w14:textId="77777777" w:rsidR="00257022" w:rsidRPr="008F6FAC" w:rsidRDefault="00257022" w:rsidP="00257022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</w:p>
        </w:tc>
        <w:tc>
          <w:tcPr>
            <w:tcW w:w="4462" w:type="dxa"/>
            <w:vAlign w:val="center"/>
          </w:tcPr>
          <w:p w14:paraId="408DD5D5" w14:textId="77777777" w:rsidR="00257022" w:rsidRPr="008F6FAC" w:rsidRDefault="00257022" w:rsidP="00257022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  <w:r w:rsidRPr="008F6FAC">
              <w:rPr>
                <w:color w:val="FF0000"/>
                <w:lang w:val="sk-SK"/>
              </w:rPr>
              <w:t>MKV</w:t>
            </w:r>
          </w:p>
        </w:tc>
      </w:tr>
      <w:tr w:rsidR="00257022" w:rsidRPr="008F6FAC" w14:paraId="5D35B1CA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70989F7D" w14:textId="77777777" w:rsidR="00257022" w:rsidRPr="008F6FAC" w:rsidRDefault="00257022" w:rsidP="00257022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</w:p>
        </w:tc>
        <w:tc>
          <w:tcPr>
            <w:tcW w:w="4462" w:type="dxa"/>
            <w:vAlign w:val="center"/>
          </w:tcPr>
          <w:p w14:paraId="2A2B6104" w14:textId="77777777" w:rsidR="00257022" w:rsidRPr="008F6FAC" w:rsidRDefault="00257022" w:rsidP="00257022">
            <w:pPr>
              <w:pStyle w:val="eExercise"/>
              <w:ind w:left="0"/>
              <w:jc w:val="center"/>
              <w:rPr>
                <w:color w:val="FF0000"/>
                <w:lang w:val="sk-SK"/>
              </w:rPr>
            </w:pPr>
            <w:r w:rsidRPr="008F6FAC">
              <w:rPr>
                <w:color w:val="FF0000"/>
                <w:lang w:val="sk-SK"/>
              </w:rPr>
              <w:t>MP4</w:t>
            </w:r>
          </w:p>
        </w:tc>
      </w:tr>
    </w:tbl>
    <w:p w14:paraId="6FF27C54" w14:textId="77777777" w:rsidR="00393097" w:rsidRPr="008F6FAC" w:rsidRDefault="00393097" w:rsidP="00393097">
      <w:pPr>
        <w:pStyle w:val="eExercise"/>
        <w:rPr>
          <w:lang w:val="sk-SK"/>
        </w:rPr>
      </w:pPr>
    </w:p>
    <w:p w14:paraId="44989C93" w14:textId="213AC73C" w:rsidR="00393097" w:rsidRPr="008F6FAC" w:rsidRDefault="00CE31A9" w:rsidP="00393097">
      <w:pPr>
        <w:pStyle w:val="eExercise"/>
        <w:rPr>
          <w:b/>
          <w:lang w:val="sk-SK"/>
        </w:rPr>
      </w:pPr>
      <w:r>
        <w:rPr>
          <w:b/>
          <w:lang w:val="sk-SK"/>
        </w:rPr>
        <w:t>Skratky</w:t>
      </w:r>
      <w:r w:rsidR="00FE714C" w:rsidRPr="008F6FAC">
        <w:rPr>
          <w:b/>
          <w:lang w:val="sk-SK"/>
        </w:rPr>
        <w:t xml:space="preserve">: </w:t>
      </w:r>
      <w:r w:rsidR="00393097" w:rsidRPr="008F6FAC">
        <w:rPr>
          <w:b/>
          <w:lang w:val="sk-SK"/>
        </w:rPr>
        <w:t>MP3, FLV, AVHCD, FLAC, WMA, MOV, AAC, MPEG-2, AVI, MKV, WAV, MP4</w:t>
      </w:r>
    </w:p>
    <w:sectPr w:rsidR="00393097" w:rsidRPr="008F6FAC" w:rsidSect="002B41A8">
      <w:headerReference w:type="default" r:id="rId22"/>
      <w:footerReference w:type="default" r:id="rId23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2E67F1" w14:textId="77777777" w:rsidR="00BE3A44" w:rsidRDefault="00BE3A44" w:rsidP="00861A1A">
      <w:r>
        <w:separator/>
      </w:r>
    </w:p>
  </w:endnote>
  <w:endnote w:type="continuationSeparator" w:id="0">
    <w:p w14:paraId="624BB089" w14:textId="77777777" w:rsidR="00BE3A44" w:rsidRDefault="00BE3A44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14:paraId="50C8AD9C" w14:textId="77777777" w:rsidTr="00CA51B5">
      <w:tc>
        <w:tcPr>
          <w:tcW w:w="2518" w:type="dxa"/>
        </w:tcPr>
        <w:p w14:paraId="01168156" w14:textId="77777777"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  <w:lang w:val="en-US" w:eastAsia="en-US"/>
            </w:rPr>
            <w:drawing>
              <wp:inline distT="0" distB="0" distL="0" distR="0" wp14:anchorId="14AEDFC1" wp14:editId="13CA9E2C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0B246E22" w14:textId="77777777" w:rsidR="002B07C2" w:rsidRPr="002B07C2" w:rsidRDefault="002B07C2" w:rsidP="002B07C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2B07C2">
            <w:rPr>
              <w:sz w:val="16"/>
              <w:szCs w:val="16"/>
            </w:rPr>
            <w:t xml:space="preserve">Tento projekt bol financovaný s podporou </w:t>
          </w:r>
          <w:proofErr w:type="spellStart"/>
          <w:r w:rsidRPr="002B07C2">
            <w:rPr>
              <w:sz w:val="16"/>
              <w:szCs w:val="16"/>
            </w:rPr>
            <w:t>Európskej</w:t>
          </w:r>
          <w:proofErr w:type="spellEnd"/>
          <w:r w:rsidRPr="002B07C2">
            <w:rPr>
              <w:sz w:val="16"/>
              <w:szCs w:val="16"/>
            </w:rPr>
            <w:t xml:space="preserve"> </w:t>
          </w:r>
          <w:proofErr w:type="spellStart"/>
          <w:r w:rsidRPr="002B07C2">
            <w:rPr>
              <w:sz w:val="16"/>
              <w:szCs w:val="16"/>
            </w:rPr>
            <w:t>Komisie</w:t>
          </w:r>
          <w:proofErr w:type="spellEnd"/>
          <w:r w:rsidRPr="002B07C2">
            <w:rPr>
              <w:sz w:val="16"/>
              <w:szCs w:val="16"/>
            </w:rPr>
            <w:t>.</w:t>
          </w:r>
        </w:p>
        <w:p w14:paraId="73F9CA09" w14:textId="0FA1BC06" w:rsidR="00BF5E09" w:rsidRPr="00CA51B5" w:rsidRDefault="002B07C2" w:rsidP="002B07C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2B07C2">
            <w:rPr>
              <w:sz w:val="16"/>
              <w:szCs w:val="16"/>
            </w:rPr>
            <w:t xml:space="preserve">Táto </w:t>
          </w:r>
          <w:proofErr w:type="spellStart"/>
          <w:r w:rsidRPr="002B07C2">
            <w:rPr>
              <w:sz w:val="16"/>
              <w:szCs w:val="16"/>
            </w:rPr>
            <w:t>publikácia</w:t>
          </w:r>
          <w:proofErr w:type="spellEnd"/>
          <w:r w:rsidRPr="002B07C2">
            <w:rPr>
              <w:sz w:val="16"/>
              <w:szCs w:val="16"/>
            </w:rPr>
            <w:t xml:space="preserve"> (dokument) reprezentuje </w:t>
          </w:r>
          <w:proofErr w:type="spellStart"/>
          <w:r w:rsidRPr="002B07C2">
            <w:rPr>
              <w:sz w:val="16"/>
              <w:szCs w:val="16"/>
            </w:rPr>
            <w:t>výlučne</w:t>
          </w:r>
          <w:proofErr w:type="spellEnd"/>
          <w:r w:rsidRPr="002B07C2">
            <w:rPr>
              <w:sz w:val="16"/>
              <w:szCs w:val="16"/>
            </w:rPr>
            <w:t xml:space="preserve"> názor autora a </w:t>
          </w:r>
          <w:proofErr w:type="spellStart"/>
          <w:r w:rsidRPr="002B07C2">
            <w:rPr>
              <w:sz w:val="16"/>
              <w:szCs w:val="16"/>
            </w:rPr>
            <w:t>Komisia</w:t>
          </w:r>
          <w:proofErr w:type="spellEnd"/>
          <w:r w:rsidRPr="002B07C2">
            <w:rPr>
              <w:sz w:val="16"/>
              <w:szCs w:val="16"/>
            </w:rPr>
            <w:t xml:space="preserve"> </w:t>
          </w:r>
          <w:proofErr w:type="spellStart"/>
          <w:r w:rsidRPr="002B07C2">
            <w:rPr>
              <w:sz w:val="16"/>
              <w:szCs w:val="16"/>
            </w:rPr>
            <w:t>nezodpovedá</w:t>
          </w:r>
          <w:proofErr w:type="spellEnd"/>
          <w:r w:rsidRPr="002B07C2">
            <w:rPr>
              <w:sz w:val="16"/>
              <w:szCs w:val="16"/>
            </w:rPr>
            <w:t xml:space="preserve"> za </w:t>
          </w:r>
          <w:proofErr w:type="spellStart"/>
          <w:r w:rsidRPr="002B07C2">
            <w:rPr>
              <w:sz w:val="16"/>
              <w:szCs w:val="16"/>
            </w:rPr>
            <w:t>akékoľvek</w:t>
          </w:r>
          <w:proofErr w:type="spellEnd"/>
          <w:r w:rsidRPr="002B07C2">
            <w:rPr>
              <w:sz w:val="16"/>
              <w:szCs w:val="16"/>
            </w:rPr>
            <w:t xml:space="preserve"> </w:t>
          </w:r>
          <w:proofErr w:type="spellStart"/>
          <w:r w:rsidRPr="002B07C2">
            <w:rPr>
              <w:sz w:val="16"/>
              <w:szCs w:val="16"/>
            </w:rPr>
            <w:t>použitie</w:t>
          </w:r>
          <w:proofErr w:type="spellEnd"/>
          <w:r w:rsidRPr="002B07C2">
            <w:rPr>
              <w:sz w:val="16"/>
              <w:szCs w:val="16"/>
            </w:rPr>
            <w:t xml:space="preserve"> </w:t>
          </w:r>
          <w:proofErr w:type="spellStart"/>
          <w:r w:rsidRPr="002B07C2">
            <w:rPr>
              <w:sz w:val="16"/>
              <w:szCs w:val="16"/>
            </w:rPr>
            <w:t>informácií</w:t>
          </w:r>
          <w:proofErr w:type="spellEnd"/>
          <w:r w:rsidRPr="002B07C2">
            <w:rPr>
              <w:sz w:val="16"/>
              <w:szCs w:val="16"/>
            </w:rPr>
            <w:t xml:space="preserve"> </w:t>
          </w:r>
          <w:proofErr w:type="spellStart"/>
          <w:r w:rsidRPr="002B07C2">
            <w:rPr>
              <w:sz w:val="16"/>
              <w:szCs w:val="16"/>
            </w:rPr>
            <w:t>obsiahnutých</w:t>
          </w:r>
          <w:proofErr w:type="spellEnd"/>
          <w:r w:rsidRPr="002B07C2">
            <w:rPr>
              <w:sz w:val="16"/>
              <w:szCs w:val="16"/>
            </w:rPr>
            <w:t xml:space="preserve"> v </w:t>
          </w:r>
          <w:proofErr w:type="spellStart"/>
          <w:r w:rsidRPr="002B07C2">
            <w:rPr>
              <w:sz w:val="16"/>
              <w:szCs w:val="16"/>
            </w:rPr>
            <w:t>tejto</w:t>
          </w:r>
          <w:proofErr w:type="spellEnd"/>
          <w:r w:rsidRPr="002B07C2">
            <w:rPr>
              <w:sz w:val="16"/>
              <w:szCs w:val="16"/>
            </w:rPr>
            <w:t xml:space="preserve"> </w:t>
          </w:r>
          <w:proofErr w:type="spellStart"/>
          <w:r w:rsidRPr="002B07C2">
            <w:rPr>
              <w:sz w:val="16"/>
              <w:szCs w:val="16"/>
            </w:rPr>
            <w:t>publikácii</w:t>
          </w:r>
          <w:proofErr w:type="spellEnd"/>
          <w:r w:rsidRPr="002B07C2">
            <w:rPr>
              <w:sz w:val="16"/>
              <w:szCs w:val="16"/>
            </w:rPr>
            <w:t xml:space="preserve"> (dokumente).</w:t>
          </w:r>
        </w:p>
      </w:tc>
    </w:tr>
    <w:tr w:rsidR="00BF5E09" w14:paraId="67B14B3B" w14:textId="77777777" w:rsidTr="00CA51B5">
      <w:tc>
        <w:tcPr>
          <w:tcW w:w="8472" w:type="dxa"/>
          <w:gridSpan w:val="2"/>
        </w:tcPr>
        <w:p w14:paraId="3DB91AB4" w14:textId="77777777" w:rsidR="00BF5E09" w:rsidRPr="00CA51B5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</w:rPr>
          </w:pPr>
          <w:r w:rsidRPr="00BF590A">
            <w:rPr>
              <w:sz w:val="16"/>
              <w:szCs w:val="16"/>
            </w:rPr>
            <w:t>DiT4LL</w:t>
          </w:r>
          <w:r>
            <w:rPr>
              <w:sz w:val="16"/>
              <w:szCs w:val="16"/>
            </w:rPr>
            <w:t xml:space="preserve"> </w:t>
          </w:r>
          <w:r w:rsidR="001572EB" w:rsidRPr="001572EB">
            <w:rPr>
              <w:sz w:val="16"/>
              <w:szCs w:val="16"/>
            </w:rPr>
            <w:t xml:space="preserve">– </w:t>
          </w:r>
          <w:r w:rsidRPr="00BF590A">
            <w:rPr>
              <w:sz w:val="16"/>
              <w:szCs w:val="16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01424DDA" w14:textId="77777777"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17A008A1" w14:textId="77777777"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A439D7" w14:textId="77777777" w:rsidR="00BE3A44" w:rsidRDefault="00BE3A44" w:rsidP="00861A1A">
      <w:r>
        <w:separator/>
      </w:r>
    </w:p>
  </w:footnote>
  <w:footnote w:type="continuationSeparator" w:id="0">
    <w:p w14:paraId="3EC26524" w14:textId="77777777" w:rsidR="00BE3A44" w:rsidRDefault="00BE3A44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23382" w14:textId="08554E86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29ACB837" wp14:editId="6223DBA9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8B0FA3" w:rsidRPr="008B0FA3">
      <w:rPr>
        <w:rFonts w:ascii="Calibri" w:hAnsi="Calibri"/>
        <w:b/>
        <w:smallCaps/>
        <w:noProof/>
      </w:rPr>
      <w:t>PRACOVNÝ LIST</w:t>
    </w:r>
  </w:p>
  <w:p w14:paraId="239EB64E" w14:textId="627811E7" w:rsidR="00C148FD" w:rsidRPr="00C148FD" w:rsidRDefault="002B07C2" w:rsidP="00A84535">
    <w:pPr>
      <w:pStyle w:val="eLearningPackage"/>
    </w:pPr>
    <w:r w:rsidRPr="008B0FA3">
      <w:t xml:space="preserve">Moderné technológie a koncepcie pre vzdelávanie </w:t>
    </w:r>
    <w:r w:rsidR="008B0FA3" w:rsidRPr="008B0FA3">
      <w:t>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4ADAF40C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1D"/>
    <w:rsid w:val="000030DF"/>
    <w:rsid w:val="0000673F"/>
    <w:rsid w:val="00016AD8"/>
    <w:rsid w:val="00017595"/>
    <w:rsid w:val="00021197"/>
    <w:rsid w:val="00030EDA"/>
    <w:rsid w:val="00045BEB"/>
    <w:rsid w:val="00063674"/>
    <w:rsid w:val="00073ADF"/>
    <w:rsid w:val="0007473C"/>
    <w:rsid w:val="000750C9"/>
    <w:rsid w:val="000813F5"/>
    <w:rsid w:val="00087EAC"/>
    <w:rsid w:val="00094A16"/>
    <w:rsid w:val="000A233F"/>
    <w:rsid w:val="000A55B3"/>
    <w:rsid w:val="000C1409"/>
    <w:rsid w:val="000C6B3A"/>
    <w:rsid w:val="000C7659"/>
    <w:rsid w:val="001301D8"/>
    <w:rsid w:val="00133FC1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B3F8C"/>
    <w:rsid w:val="001D00A1"/>
    <w:rsid w:val="001F6290"/>
    <w:rsid w:val="00213F2C"/>
    <w:rsid w:val="00222EE8"/>
    <w:rsid w:val="00223478"/>
    <w:rsid w:val="00225015"/>
    <w:rsid w:val="002252B6"/>
    <w:rsid w:val="00257022"/>
    <w:rsid w:val="00264633"/>
    <w:rsid w:val="00272012"/>
    <w:rsid w:val="002825A8"/>
    <w:rsid w:val="00283A7C"/>
    <w:rsid w:val="002850DE"/>
    <w:rsid w:val="00292860"/>
    <w:rsid w:val="002976A9"/>
    <w:rsid w:val="002B0278"/>
    <w:rsid w:val="002B07C2"/>
    <w:rsid w:val="002B0866"/>
    <w:rsid w:val="002B41A8"/>
    <w:rsid w:val="002D605B"/>
    <w:rsid w:val="002E301D"/>
    <w:rsid w:val="00304ADA"/>
    <w:rsid w:val="00306B9F"/>
    <w:rsid w:val="00307892"/>
    <w:rsid w:val="00315203"/>
    <w:rsid w:val="00337851"/>
    <w:rsid w:val="00342883"/>
    <w:rsid w:val="0034501A"/>
    <w:rsid w:val="00347E4D"/>
    <w:rsid w:val="00351AF3"/>
    <w:rsid w:val="0039238A"/>
    <w:rsid w:val="00393097"/>
    <w:rsid w:val="00397627"/>
    <w:rsid w:val="003B1326"/>
    <w:rsid w:val="003C2268"/>
    <w:rsid w:val="003C5B45"/>
    <w:rsid w:val="003D41BB"/>
    <w:rsid w:val="003E01BE"/>
    <w:rsid w:val="003F03EB"/>
    <w:rsid w:val="003F623C"/>
    <w:rsid w:val="003F7F87"/>
    <w:rsid w:val="00402B09"/>
    <w:rsid w:val="00417ED2"/>
    <w:rsid w:val="00424059"/>
    <w:rsid w:val="00435704"/>
    <w:rsid w:val="004473C8"/>
    <w:rsid w:val="0046567F"/>
    <w:rsid w:val="00472203"/>
    <w:rsid w:val="00475954"/>
    <w:rsid w:val="00492966"/>
    <w:rsid w:val="004A01E5"/>
    <w:rsid w:val="004A0446"/>
    <w:rsid w:val="004A7B44"/>
    <w:rsid w:val="004C0E36"/>
    <w:rsid w:val="004C21BE"/>
    <w:rsid w:val="004D6BA8"/>
    <w:rsid w:val="004E5E95"/>
    <w:rsid w:val="004E70EA"/>
    <w:rsid w:val="004F5AFF"/>
    <w:rsid w:val="00506D2E"/>
    <w:rsid w:val="005132B0"/>
    <w:rsid w:val="00517E3A"/>
    <w:rsid w:val="0052284C"/>
    <w:rsid w:val="0052400D"/>
    <w:rsid w:val="00561B7B"/>
    <w:rsid w:val="00561C5A"/>
    <w:rsid w:val="00563AEB"/>
    <w:rsid w:val="00570CE3"/>
    <w:rsid w:val="00570D84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D7525"/>
    <w:rsid w:val="005E1AB1"/>
    <w:rsid w:val="005E20B2"/>
    <w:rsid w:val="005E5A22"/>
    <w:rsid w:val="005F17A1"/>
    <w:rsid w:val="005F5FA1"/>
    <w:rsid w:val="00625B5A"/>
    <w:rsid w:val="0063686B"/>
    <w:rsid w:val="006435FE"/>
    <w:rsid w:val="0064494B"/>
    <w:rsid w:val="00654C16"/>
    <w:rsid w:val="0066326F"/>
    <w:rsid w:val="0067065F"/>
    <w:rsid w:val="0068067D"/>
    <w:rsid w:val="0068131D"/>
    <w:rsid w:val="00690FB1"/>
    <w:rsid w:val="00695314"/>
    <w:rsid w:val="006A24C7"/>
    <w:rsid w:val="006B5D59"/>
    <w:rsid w:val="006C3C34"/>
    <w:rsid w:val="006D39B2"/>
    <w:rsid w:val="006D3F30"/>
    <w:rsid w:val="006D50FA"/>
    <w:rsid w:val="006D6A7E"/>
    <w:rsid w:val="006E21B3"/>
    <w:rsid w:val="006F0D5B"/>
    <w:rsid w:val="006F787A"/>
    <w:rsid w:val="00710301"/>
    <w:rsid w:val="0073574D"/>
    <w:rsid w:val="007460F9"/>
    <w:rsid w:val="0076745A"/>
    <w:rsid w:val="007738BD"/>
    <w:rsid w:val="007837ED"/>
    <w:rsid w:val="0078520E"/>
    <w:rsid w:val="00790D07"/>
    <w:rsid w:val="007B7B4C"/>
    <w:rsid w:val="007C0FDD"/>
    <w:rsid w:val="007C308E"/>
    <w:rsid w:val="007C3F21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446F5"/>
    <w:rsid w:val="00861A1A"/>
    <w:rsid w:val="00864D93"/>
    <w:rsid w:val="0087246C"/>
    <w:rsid w:val="00882BE0"/>
    <w:rsid w:val="008836CE"/>
    <w:rsid w:val="00887D8F"/>
    <w:rsid w:val="00891FF5"/>
    <w:rsid w:val="00893E89"/>
    <w:rsid w:val="008A3619"/>
    <w:rsid w:val="008B05F5"/>
    <w:rsid w:val="008B0FA3"/>
    <w:rsid w:val="008B6CCD"/>
    <w:rsid w:val="008C64E0"/>
    <w:rsid w:val="008D38F1"/>
    <w:rsid w:val="008D5D65"/>
    <w:rsid w:val="008F1B37"/>
    <w:rsid w:val="008F5585"/>
    <w:rsid w:val="008F6FAC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1409"/>
    <w:rsid w:val="00A26A28"/>
    <w:rsid w:val="00A41E41"/>
    <w:rsid w:val="00A50FFF"/>
    <w:rsid w:val="00A527AF"/>
    <w:rsid w:val="00A54992"/>
    <w:rsid w:val="00A633E1"/>
    <w:rsid w:val="00A65E53"/>
    <w:rsid w:val="00A8234A"/>
    <w:rsid w:val="00A84535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07C40"/>
    <w:rsid w:val="00B15DB4"/>
    <w:rsid w:val="00B177D0"/>
    <w:rsid w:val="00B3151A"/>
    <w:rsid w:val="00B37307"/>
    <w:rsid w:val="00B5145B"/>
    <w:rsid w:val="00B707D0"/>
    <w:rsid w:val="00B70ED4"/>
    <w:rsid w:val="00B72E92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2E84"/>
    <w:rsid w:val="00BE3A44"/>
    <w:rsid w:val="00BE6648"/>
    <w:rsid w:val="00BE6D39"/>
    <w:rsid w:val="00BF590A"/>
    <w:rsid w:val="00BF5E09"/>
    <w:rsid w:val="00BF6970"/>
    <w:rsid w:val="00C148FD"/>
    <w:rsid w:val="00C2393A"/>
    <w:rsid w:val="00C455F4"/>
    <w:rsid w:val="00C55039"/>
    <w:rsid w:val="00C5580D"/>
    <w:rsid w:val="00C57915"/>
    <w:rsid w:val="00C7264E"/>
    <w:rsid w:val="00C767C9"/>
    <w:rsid w:val="00C82C91"/>
    <w:rsid w:val="00C878F0"/>
    <w:rsid w:val="00CA51B5"/>
    <w:rsid w:val="00CB3199"/>
    <w:rsid w:val="00CC2293"/>
    <w:rsid w:val="00CC266E"/>
    <w:rsid w:val="00CD6FC8"/>
    <w:rsid w:val="00CE09BA"/>
    <w:rsid w:val="00CE31A9"/>
    <w:rsid w:val="00CE48B0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2349"/>
    <w:rsid w:val="00D773FA"/>
    <w:rsid w:val="00DA18A6"/>
    <w:rsid w:val="00DA1F5C"/>
    <w:rsid w:val="00DA24E3"/>
    <w:rsid w:val="00DB1988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251D"/>
    <w:rsid w:val="00EB2CCD"/>
    <w:rsid w:val="00EB6B74"/>
    <w:rsid w:val="00EB6E4B"/>
    <w:rsid w:val="00EC77B0"/>
    <w:rsid w:val="00ED2956"/>
    <w:rsid w:val="00EE3197"/>
    <w:rsid w:val="00EF2951"/>
    <w:rsid w:val="00F01181"/>
    <w:rsid w:val="00F03DBA"/>
    <w:rsid w:val="00F16291"/>
    <w:rsid w:val="00F168D6"/>
    <w:rsid w:val="00F24638"/>
    <w:rsid w:val="00F248A4"/>
    <w:rsid w:val="00F40215"/>
    <w:rsid w:val="00F46B18"/>
    <w:rsid w:val="00F600FF"/>
    <w:rsid w:val="00F748A6"/>
    <w:rsid w:val="00F82C59"/>
    <w:rsid w:val="00F871C6"/>
    <w:rsid w:val="00F8749B"/>
    <w:rsid w:val="00FA74D9"/>
    <w:rsid w:val="00FB201E"/>
    <w:rsid w:val="00FC2D2A"/>
    <w:rsid w:val="00FE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AE405B"/>
  <w15:docId w15:val="{36C62244-FD2E-4982-9D29-2D528627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ind w:left="567" w:hanging="425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A84535"/>
    <w:pPr>
      <w:pBdr>
        <w:bottom w:val="single" w:sz="4" w:space="1" w:color="auto"/>
      </w:pBdr>
      <w:ind w:left="142"/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Exercise">
    <w:name w:val="eExercise"/>
    <w:basedOn w:val="Normln"/>
    <w:qFormat/>
    <w:rsid w:val="00B72E92"/>
    <w:pPr>
      <w:ind w:left="142"/>
    </w:pPr>
  </w:style>
  <w:style w:type="paragraph" w:customStyle="1" w:styleId="eLearningPackage">
    <w:name w:val="eLearningPackage"/>
    <w:basedOn w:val="Normln"/>
    <w:qFormat/>
    <w:rsid w:val="00A84535"/>
    <w:pPr>
      <w:ind w:left="1843"/>
      <w:jc w:val="right"/>
    </w:pPr>
    <w:rPr>
      <w:rFonts w:ascii="Calibri" w:hAnsi="Calibri"/>
      <w:smallCaps/>
      <w:noProof/>
      <w:sz w:val="20"/>
      <w:szCs w:val="20"/>
      <w:lang w:val="en-US"/>
    </w:rPr>
  </w:style>
  <w:style w:type="character" w:styleId="Odkaznakoment">
    <w:name w:val="annotation reference"/>
    <w:basedOn w:val="Standardnpsmoodstavce"/>
    <w:semiHidden/>
    <w:unhideWhenUsed/>
    <w:rsid w:val="00424059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42405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24059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4240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240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arek\Documents\DIT4LL\worksheets\WS01_EN_solution_template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94F7F556C4DF4FA3B30C6313B7DDDC" ma:contentTypeVersion="13" ma:contentTypeDescription="Umožňuje vytvoriť nový dokument." ma:contentTypeScope="" ma:versionID="fb2076aaf20278dfce0207449cf54b80">
  <xsd:schema xmlns:xsd="http://www.w3.org/2001/XMLSchema" xmlns:xs="http://www.w3.org/2001/XMLSchema" xmlns:p="http://schemas.microsoft.com/office/2006/metadata/properties" xmlns:ns2="ea40481e-d35b-4a7a-8d1b-277f304aad73" xmlns:ns3="0ed2c289-cb70-4dbd-afe9-1f133a004d25" targetNamespace="http://schemas.microsoft.com/office/2006/metadata/properties" ma:root="true" ma:fieldsID="01ad15df9e73415ed6b4b94d16fc1d59" ns2:_="" ns3:_="">
    <xsd:import namespace="ea40481e-d35b-4a7a-8d1b-277f304aad73"/>
    <xsd:import namespace="0ed2c289-cb70-4dbd-afe9-1f133a004d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40481e-d35b-4a7a-8d1b-277f304aa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a" ma:readOnly="false" ma:fieldId="{5cf76f15-5ced-4ddc-b409-7134ff3c332f}" ma:taxonomyMulti="true" ma:sspId="20de4301-b1da-46d0-bded-5f1fb5ebe3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d2c289-cb70-4dbd-afe9-1f133a004d25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1cfd6c87-fcdc-4940-b916-5cb597eb14a6}" ma:internalName="TaxCatchAll" ma:showField="CatchAllData" ma:web="0ed2c289-cb70-4dbd-afe9-1f133a004d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d2c289-cb70-4dbd-afe9-1f133a004d25" xsi:nil="true"/>
    <lcf76f155ced4ddcb4097134ff3c332f xmlns="ea40481e-d35b-4a7a-8d1b-277f304aad7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D0A40-1CF4-49C5-A2AA-7B91C2BAE6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CD2718-98C5-41D1-8AD4-1A36546CF2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40481e-d35b-4a7a-8d1b-277f304aad73"/>
    <ds:schemaRef ds:uri="0ed2c289-cb70-4dbd-afe9-1f133a004d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A112E7-F432-4184-BA61-E0A451C23423}">
  <ds:schemaRefs>
    <ds:schemaRef ds:uri="http://schemas.microsoft.com/office/2006/metadata/properties"/>
    <ds:schemaRef ds:uri="http://schemas.microsoft.com/office/infopath/2007/PartnerControls"/>
    <ds:schemaRef ds:uri="0ed2c289-cb70-4dbd-afe9-1f133a004d25"/>
    <ds:schemaRef ds:uri="ea40481e-d35b-4a7a-8d1b-277f304aad73"/>
  </ds:schemaRefs>
</ds:datastoreItem>
</file>

<file path=customXml/itemProps4.xml><?xml version="1.0" encoding="utf-8"?>
<ds:datastoreItem xmlns:ds="http://schemas.openxmlformats.org/officeDocument/2006/customXml" ds:itemID="{560BB400-2B60-4420-A908-3E7BE4F0A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WS01_EN_solution_template.dotx</Template>
  <TotalTime>152</TotalTime>
  <Pages>3</Pages>
  <Words>177</Words>
  <Characters>1010</Characters>
  <Application>Microsoft Office Word</Application>
  <DocSecurity>0</DocSecurity>
  <Lines>8</Lines>
  <Paragraphs>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Nevosad, Marek</cp:lastModifiedBy>
  <cp:revision>6</cp:revision>
  <cp:lastPrinted>2013-05-24T14:00:00Z</cp:lastPrinted>
  <dcterms:created xsi:type="dcterms:W3CDTF">2022-10-01T07:50:00Z</dcterms:created>
  <dcterms:modified xsi:type="dcterms:W3CDTF">2023-02-28T14:18:00Z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0x0101005394F7F556C4DF4FA3B30C6313B7DDDC</vt:lpwstr>
  </property>
</Properties>
</file>