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387A3E27" w:rsidR="00063674" w:rsidRPr="00F8399C" w:rsidRDefault="0003510B" w:rsidP="002F6205">
      <w:pPr>
        <w:pStyle w:val="eTask"/>
      </w:pPr>
      <w:bookmarkStart w:id="0" w:name="_Hlk97716694"/>
      <w:r w:rsidRPr="00223552">
        <w:rPr>
          <w:rStyle w:val="q4iawc"/>
          <w:lang w:val="sk-SK"/>
        </w:rPr>
        <w:t>Priraďte pojmy z ľavého stĺpca k zodpovedajúcim popisom vpravo</w:t>
      </w:r>
    </w:p>
    <w:p w14:paraId="249DDE31" w14:textId="6C28EAB9" w:rsidR="00FA7826" w:rsidRPr="00F8399C" w:rsidRDefault="00FA7826" w:rsidP="002F6205">
      <w:pPr>
        <w:pStyle w:val="eTask"/>
        <w:numPr>
          <w:ilvl w:val="0"/>
          <w:numId w:val="0"/>
        </w:numPr>
        <w:ind w:left="720"/>
      </w:pPr>
    </w:p>
    <w:p w14:paraId="45560DBF" w14:textId="75BEE141" w:rsidR="00FA7826" w:rsidRPr="00F8399C" w:rsidRDefault="00FA7826" w:rsidP="00FA7826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F8399C" w:rsidRPr="00F8399C" w14:paraId="2B858D39" w14:textId="77777777" w:rsidTr="00984F4B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6713413B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&lt;a&gt;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6AA05FDD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03645F88" w:rsidR="00984F4B" w:rsidRPr="00F8399C" w:rsidRDefault="0003510B" w:rsidP="00984F4B">
            <w:pPr>
              <w:pStyle w:val="eCheckBoxText"/>
              <w:ind w:left="0" w:firstLine="0"/>
              <w:contextualSpacing/>
              <w:jc w:val="center"/>
            </w:pPr>
            <w:proofErr w:type="gramStart"/>
            <w:r w:rsidRPr="00223552">
              <w:rPr>
                <w:rStyle w:val="q4iawc"/>
              </w:rPr>
              <w:t>Táto</w:t>
            </w:r>
            <w:proofErr w:type="gramEnd"/>
            <w:r w:rsidRPr="00223552">
              <w:rPr>
                <w:rStyle w:val="q4iawc"/>
              </w:rPr>
              <w:t xml:space="preserve"> značka </w:t>
            </w:r>
            <w:proofErr w:type="gramStart"/>
            <w:r w:rsidRPr="00223552">
              <w:rPr>
                <w:rStyle w:val="q4iawc"/>
              </w:rPr>
              <w:t>nevyžaduje</w:t>
            </w:r>
            <w:proofErr w:type="gramEnd"/>
            <w:r w:rsidRPr="00223552">
              <w:rPr>
                <w:rStyle w:val="q4iawc"/>
              </w:rPr>
              <w:t xml:space="preserve"> </w:t>
            </w:r>
            <w:proofErr w:type="spellStart"/>
            <w:r w:rsidRPr="00223552">
              <w:rPr>
                <w:rStyle w:val="q4iawc"/>
              </w:rPr>
              <w:t>koncovú</w:t>
            </w:r>
            <w:proofErr w:type="spellEnd"/>
            <w:r w:rsidRPr="00223552">
              <w:rPr>
                <w:rStyle w:val="q4iawc"/>
              </w:rPr>
              <w:t xml:space="preserve"> značku.</w:t>
            </w:r>
          </w:p>
        </w:tc>
      </w:tr>
      <w:tr w:rsidR="00F8399C" w:rsidRPr="00F8399C" w14:paraId="64CBCFB3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5D9AC6BE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2B0C2460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B14DA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3426ADB4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1E5FE5F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&lt;br&gt;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6BC6E2C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7BA3DBCC" w:rsidR="00984F4B" w:rsidRPr="00F8399C" w:rsidRDefault="0003510B" w:rsidP="0003510B">
            <w:pPr>
              <w:pStyle w:val="eCheckBoxText"/>
              <w:ind w:left="0" w:firstLine="0"/>
              <w:contextualSpacing/>
              <w:jc w:val="center"/>
            </w:pPr>
            <w:r w:rsidRPr="00223552">
              <w:rPr>
                <w:rStyle w:val="q4iawc"/>
              </w:rPr>
              <w:t xml:space="preserve">Táto značka </w:t>
            </w:r>
            <w:proofErr w:type="spellStart"/>
            <w:r w:rsidRPr="00223552">
              <w:rPr>
                <w:rStyle w:val="q4iawc"/>
              </w:rPr>
              <w:t>sa</w:t>
            </w:r>
            <w:proofErr w:type="spellEnd"/>
            <w:r w:rsidRPr="00223552">
              <w:rPr>
                <w:rStyle w:val="q4iawc"/>
              </w:rPr>
              <w:t xml:space="preserve"> </w:t>
            </w:r>
            <w:proofErr w:type="spellStart"/>
            <w:r w:rsidRPr="00223552">
              <w:rPr>
                <w:rStyle w:val="q4iawc"/>
              </w:rPr>
              <w:t>používa</w:t>
            </w:r>
            <w:proofErr w:type="spellEnd"/>
            <w:r w:rsidRPr="00223552">
              <w:rPr>
                <w:rStyle w:val="q4iawc"/>
              </w:rPr>
              <w:t xml:space="preserve"> v</w:t>
            </w:r>
            <w:r>
              <w:rPr>
                <w:rStyle w:val="q4iawc"/>
              </w:rPr>
              <w:t> </w:t>
            </w:r>
            <w:proofErr w:type="spellStart"/>
            <w:r w:rsidRPr="00223552">
              <w:rPr>
                <w:rStyle w:val="q4iawc"/>
              </w:rPr>
              <w:t>štruktúre</w:t>
            </w:r>
            <w:proofErr w:type="spellEnd"/>
            <w:r w:rsidRPr="00223552">
              <w:rPr>
                <w:rStyle w:val="q4iawc"/>
              </w:rPr>
              <w:t xml:space="preserve"> </w:t>
            </w:r>
            <w:proofErr w:type="spellStart"/>
            <w:r w:rsidRPr="00223552">
              <w:rPr>
                <w:rStyle w:val="q4iawc"/>
              </w:rPr>
              <w:t>tabuľky</w:t>
            </w:r>
            <w:proofErr w:type="spellEnd"/>
            <w:r w:rsidRPr="00223552">
              <w:rPr>
                <w:rStyle w:val="q4iawc"/>
              </w:rPr>
              <w:t>.</w:t>
            </w:r>
          </w:p>
        </w:tc>
      </w:tr>
      <w:tr w:rsidR="00F8399C" w:rsidRPr="00F8399C" w14:paraId="4EAE0C4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28F3E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64FF4A03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791528BC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&lt;b&gt;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6408DEF6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CFA69" w14:textId="7D6B0F19" w:rsidR="00984F4B" w:rsidRPr="00F8399C" w:rsidRDefault="0003510B" w:rsidP="00984F4B">
            <w:pPr>
              <w:pStyle w:val="eCheckBoxText"/>
              <w:ind w:left="0" w:firstLine="0"/>
              <w:contextualSpacing/>
              <w:jc w:val="center"/>
            </w:pPr>
            <w:r w:rsidRPr="00223552">
              <w:rPr>
                <w:rStyle w:val="q4iawc"/>
              </w:rPr>
              <w:t xml:space="preserve">Táto značka </w:t>
            </w:r>
            <w:proofErr w:type="spellStart"/>
            <w:r w:rsidRPr="00223552">
              <w:rPr>
                <w:rStyle w:val="q4iawc"/>
              </w:rPr>
              <w:t>slúži</w:t>
            </w:r>
            <w:proofErr w:type="spellEnd"/>
            <w:r w:rsidRPr="00223552">
              <w:rPr>
                <w:rStyle w:val="q4iawc"/>
              </w:rPr>
              <w:t xml:space="preserve"> na </w:t>
            </w:r>
            <w:proofErr w:type="spellStart"/>
            <w:r w:rsidRPr="00223552">
              <w:rPr>
                <w:rStyle w:val="q4iawc"/>
              </w:rPr>
              <w:t>vytvorenie</w:t>
            </w:r>
            <w:proofErr w:type="spellEnd"/>
            <w:r w:rsidRPr="00223552">
              <w:rPr>
                <w:rStyle w:val="q4iawc"/>
              </w:rPr>
              <w:t xml:space="preserve"> odkazu na </w:t>
            </w:r>
            <w:proofErr w:type="spellStart"/>
            <w:r w:rsidRPr="00223552">
              <w:rPr>
                <w:rStyle w:val="q4iawc"/>
              </w:rPr>
              <w:t>webovú</w:t>
            </w:r>
            <w:proofErr w:type="spellEnd"/>
            <w:r w:rsidRPr="00223552">
              <w:rPr>
                <w:rStyle w:val="q4iawc"/>
              </w:rPr>
              <w:t xml:space="preserve"> stránku.</w:t>
            </w:r>
          </w:p>
        </w:tc>
      </w:tr>
      <w:tr w:rsidR="00F8399C" w:rsidRPr="00F8399C" w14:paraId="19DE13D6" w14:textId="77777777" w:rsidTr="00984F4B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DD26B" w14:textId="77777777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8399C" w:rsidRPr="00F8399C" w14:paraId="0BDF9AA7" w14:textId="77777777" w:rsidTr="00984F4B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120D846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  <w:r w:rsidRPr="00F8399C">
              <w:t>&lt;</w:t>
            </w:r>
            <w:proofErr w:type="spellStart"/>
            <w:r w:rsidRPr="00F8399C">
              <w:t>th</w:t>
            </w:r>
            <w:proofErr w:type="spellEnd"/>
            <w:r w:rsidRPr="00F8399C">
              <w:t>&gt;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1B5D700D" w:rsidR="00984F4B" w:rsidRPr="00F8399C" w:rsidRDefault="00984F4B" w:rsidP="00984F4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7C47EA" w14:textId="15268849" w:rsidR="00984F4B" w:rsidRPr="00F8399C" w:rsidRDefault="0003510B" w:rsidP="00984F4B">
            <w:pPr>
              <w:pStyle w:val="eCheckBoxText"/>
              <w:ind w:left="0" w:firstLine="0"/>
              <w:contextualSpacing/>
              <w:jc w:val="center"/>
            </w:pPr>
            <w:r w:rsidRPr="00223552">
              <w:rPr>
                <w:rStyle w:val="q4iawc"/>
              </w:rPr>
              <w:t xml:space="preserve">Toto je značka, </w:t>
            </w:r>
            <w:proofErr w:type="spellStart"/>
            <w:r w:rsidRPr="00223552">
              <w:rPr>
                <w:rStyle w:val="q4iawc"/>
              </w:rPr>
              <w:t>ktorá</w:t>
            </w:r>
            <w:proofErr w:type="spellEnd"/>
            <w:r w:rsidRPr="00223552">
              <w:rPr>
                <w:rStyle w:val="q4iawc"/>
              </w:rPr>
              <w:t xml:space="preserve"> </w:t>
            </w:r>
            <w:proofErr w:type="spellStart"/>
            <w:r w:rsidRPr="00223552">
              <w:rPr>
                <w:rStyle w:val="q4iawc"/>
              </w:rPr>
              <w:t>mení</w:t>
            </w:r>
            <w:proofErr w:type="spellEnd"/>
            <w:r w:rsidRPr="00223552">
              <w:rPr>
                <w:rStyle w:val="q4iawc"/>
              </w:rPr>
              <w:t xml:space="preserve"> </w:t>
            </w:r>
            <w:proofErr w:type="spellStart"/>
            <w:r w:rsidRPr="00223552">
              <w:rPr>
                <w:rStyle w:val="q4iawc"/>
              </w:rPr>
              <w:t>štýl</w:t>
            </w:r>
            <w:proofErr w:type="spellEnd"/>
            <w:r w:rsidRPr="00223552">
              <w:rPr>
                <w:rStyle w:val="q4iawc"/>
              </w:rPr>
              <w:t xml:space="preserve"> textu na tučný.</w:t>
            </w:r>
          </w:p>
        </w:tc>
      </w:tr>
    </w:tbl>
    <w:p w14:paraId="6F38785C" w14:textId="77777777" w:rsidR="00A21409" w:rsidRPr="00F8399C" w:rsidRDefault="00A21409" w:rsidP="004A7E5F">
      <w:pPr>
        <w:pStyle w:val="eLineBottom"/>
        <w:ind w:left="154"/>
      </w:pPr>
    </w:p>
    <w:p w14:paraId="646E46B9" w14:textId="77777777" w:rsidR="00F1459B" w:rsidRPr="00F8399C" w:rsidRDefault="00F1459B" w:rsidP="004A7E5F"/>
    <w:p w14:paraId="54D36DC1" w14:textId="6487FD13" w:rsidR="002629E4" w:rsidRDefault="0003510B" w:rsidP="002F6205">
      <w:pPr>
        <w:pStyle w:val="eTask"/>
      </w:pPr>
      <w:r w:rsidRPr="00223552">
        <w:rPr>
          <w:rStyle w:val="q4iawc"/>
          <w:lang w:val="sk-SK"/>
        </w:rPr>
        <w:t>Pridajte riadok s dvoma hlavičkami tabuľky, prvá by mala byť „Číslo“ a druhá „Názov“</w:t>
      </w:r>
    </w:p>
    <w:p w14:paraId="6D4F171A" w14:textId="1871EC0C" w:rsidR="00984F4B" w:rsidRPr="00F8399C" w:rsidRDefault="0003510B" w:rsidP="002F6205">
      <w:pPr>
        <w:pStyle w:val="eTask"/>
        <w:numPr>
          <w:ilvl w:val="0"/>
          <w:numId w:val="0"/>
        </w:numPr>
        <w:ind w:left="470"/>
      </w:pPr>
      <w:r w:rsidRPr="0003510B">
        <w:t>Možnosti: &lt;</w:t>
      </w:r>
      <w:proofErr w:type="spellStart"/>
      <w:r w:rsidRPr="0003510B">
        <w:t>th</w:t>
      </w:r>
      <w:proofErr w:type="spellEnd"/>
      <w:r w:rsidRPr="0003510B">
        <w:t>&gt;</w:t>
      </w:r>
      <w:proofErr w:type="spellStart"/>
      <w:r w:rsidRPr="0003510B">
        <w:t>Názov</w:t>
      </w:r>
      <w:proofErr w:type="spellEnd"/>
      <w:r w:rsidRPr="0003510B">
        <w:t>&lt;/</w:t>
      </w:r>
      <w:proofErr w:type="spellStart"/>
      <w:r w:rsidRPr="0003510B">
        <w:t>th</w:t>
      </w:r>
      <w:proofErr w:type="spellEnd"/>
      <w:r w:rsidRPr="0003510B">
        <w:t>&gt;,  &lt;</w:t>
      </w:r>
      <w:proofErr w:type="spellStart"/>
      <w:r w:rsidRPr="0003510B">
        <w:t>tr</w:t>
      </w:r>
      <w:proofErr w:type="spellEnd"/>
      <w:r w:rsidRPr="0003510B">
        <w:t>&gt;,  &lt;</w:t>
      </w:r>
      <w:proofErr w:type="spellStart"/>
      <w:r w:rsidRPr="0003510B">
        <w:t>th</w:t>
      </w:r>
      <w:proofErr w:type="spellEnd"/>
      <w:r w:rsidRPr="0003510B">
        <w:t>&gt;Číslo&lt;/</w:t>
      </w:r>
      <w:proofErr w:type="spellStart"/>
      <w:r w:rsidRPr="0003510B">
        <w:t>th</w:t>
      </w:r>
      <w:proofErr w:type="spellEnd"/>
      <w:r w:rsidRPr="0003510B">
        <w:t>&gt;, &lt;/</w:t>
      </w:r>
      <w:proofErr w:type="spellStart"/>
      <w:r w:rsidRPr="0003510B">
        <w:t>tr</w:t>
      </w:r>
      <w:proofErr w:type="spellEnd"/>
      <w:r w:rsidRPr="0003510B">
        <w:t>&gt;</w:t>
      </w:r>
    </w:p>
    <w:p w14:paraId="4E265BF4" w14:textId="77777777" w:rsidR="002629E4" w:rsidRPr="00F8399C" w:rsidRDefault="002629E4" w:rsidP="00984F4B"/>
    <w:p w14:paraId="30A28D7D" w14:textId="054663A9" w:rsidR="002629E4" w:rsidRPr="00F8399C" w:rsidRDefault="00C51A4E" w:rsidP="002F6205">
      <w:pPr>
        <w:pStyle w:val="eText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EA653A" wp14:editId="17177059">
                <wp:simplePos x="0" y="0"/>
                <wp:positionH relativeFrom="column">
                  <wp:posOffset>233680</wp:posOffset>
                </wp:positionH>
                <wp:positionV relativeFrom="paragraph">
                  <wp:posOffset>371475</wp:posOffset>
                </wp:positionV>
                <wp:extent cx="1303020" cy="238125"/>
                <wp:effectExtent l="0" t="0" r="11430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9FB4B6" id="Pravokotnik: zaokroženi vogali 9" o:spid="_x0000_s1026" style="position:absolute;margin-left:18.4pt;margin-top:29.25pt;width:102.6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2629E4" w:rsidRPr="00F8399C">
        <w:t>&lt;table&gt;</w:t>
      </w:r>
    </w:p>
    <w:p w14:paraId="671AB2D3" w14:textId="4057A79D" w:rsidR="002629E4" w:rsidRPr="00F8399C" w:rsidRDefault="00C51A4E" w:rsidP="00C51A4E">
      <w:pPr>
        <w:pStyle w:val="eText"/>
        <w:tabs>
          <w:tab w:val="left" w:pos="510"/>
          <w:tab w:val="left" w:pos="885"/>
        </w:tabs>
        <w:spacing w:before="40"/>
        <w:ind w:left="113"/>
      </w:pPr>
      <w:r w:rsidRPr="00F839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A2AB48" wp14:editId="572DCCEA">
                <wp:simplePos x="0" y="0"/>
                <wp:positionH relativeFrom="column">
                  <wp:posOffset>252730</wp:posOffset>
                </wp:positionH>
                <wp:positionV relativeFrom="paragraph">
                  <wp:posOffset>367192</wp:posOffset>
                </wp:positionV>
                <wp:extent cx="1303020" cy="238125"/>
                <wp:effectExtent l="0" t="0" r="1143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9768B" id="Pravokotnik: zaokroženi vogali 9" o:spid="_x0000_s1026" style="position:absolute;margin-left:19.9pt;margin-top:28.9pt;width:102.6pt;height:1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nvD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</w:p>
    <w:p w14:paraId="75DACF87" w14:textId="23B800D3" w:rsidR="00C51A4E" w:rsidRPr="00984F4B" w:rsidRDefault="00C10DF6" w:rsidP="00C51A4E">
      <w:pPr>
        <w:pStyle w:val="eText"/>
        <w:rPr>
          <w:color w:val="FF0000"/>
        </w:rPr>
      </w:pPr>
      <w:r>
        <w:rPr>
          <w:color w:val="FF0000"/>
        </w:rPr>
        <w:t xml:space="preserve">        </w:t>
      </w:r>
      <w:r w:rsidR="00C51A4E" w:rsidRPr="00984F4B">
        <w:rPr>
          <w:color w:val="FF0000"/>
        </w:rPr>
        <w:t xml:space="preserve">   </w:t>
      </w:r>
    </w:p>
    <w:p w14:paraId="665866FA" w14:textId="388027AE" w:rsidR="00C51A4E" w:rsidRPr="00984F4B" w:rsidRDefault="00C51A4E" w:rsidP="00C51A4E">
      <w:pPr>
        <w:pStyle w:val="eText"/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E003FB0" wp14:editId="732EE2C7">
                <wp:simplePos x="0" y="0"/>
                <wp:positionH relativeFrom="column">
                  <wp:posOffset>250825</wp:posOffset>
                </wp:positionH>
                <wp:positionV relativeFrom="paragraph">
                  <wp:posOffset>361788</wp:posOffset>
                </wp:positionV>
                <wp:extent cx="1303020" cy="238125"/>
                <wp:effectExtent l="0" t="0" r="11430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8A5BF5" id="Pravokotnik: zaokroženi vogali 9" o:spid="_x0000_s1026" style="position:absolute;margin-left:19.75pt;margin-top:28.5pt;width:102.6pt;height:1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5E8AEBF" wp14:editId="1A849E25">
                <wp:simplePos x="0" y="0"/>
                <wp:positionH relativeFrom="column">
                  <wp:posOffset>233680</wp:posOffset>
                </wp:positionH>
                <wp:positionV relativeFrom="paragraph">
                  <wp:posOffset>6350</wp:posOffset>
                </wp:positionV>
                <wp:extent cx="1303020" cy="238125"/>
                <wp:effectExtent l="0" t="0" r="11430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7C2DAB" id="Pravokotnik: zaokroženi vogali 9" o:spid="_x0000_s1026" style="position:absolute;margin-left:18.4pt;margin-top:.5pt;width:102.6pt;height:1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EXEw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  <w:r w:rsidRPr="00984F4B">
        <w:rPr>
          <w:color w:val="FF0000"/>
        </w:rPr>
        <w:t xml:space="preserve">       </w:t>
      </w:r>
      <w:r>
        <w:rPr>
          <w:color w:val="FF0000"/>
        </w:rPr>
        <w:t xml:space="preserve"> </w:t>
      </w:r>
    </w:p>
    <w:p w14:paraId="68736540" w14:textId="34D904E0" w:rsidR="00C51A4E" w:rsidRPr="00984F4B" w:rsidRDefault="00C51A4E" w:rsidP="00C51A4E">
      <w:pPr>
        <w:pStyle w:val="eText"/>
        <w:tabs>
          <w:tab w:val="left" w:pos="750"/>
        </w:tabs>
      </w:pPr>
      <w:r w:rsidRPr="00984F4B">
        <w:t xml:space="preserve">        </w:t>
      </w:r>
    </w:p>
    <w:p w14:paraId="043E87E6" w14:textId="77777777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tr</w:t>
      </w:r>
      <w:proofErr w:type="spellEnd"/>
      <w:r w:rsidRPr="00F8399C">
        <w:t>&gt;</w:t>
      </w:r>
    </w:p>
    <w:p w14:paraId="6DF03E7F" w14:textId="5C484307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03510B" w:rsidRPr="00223552">
        <w:t xml:space="preserve">toto je prvá </w:t>
      </w:r>
      <w:proofErr w:type="spellStart"/>
      <w:r w:rsidR="0003510B" w:rsidRPr="00223552">
        <w:t>bunka</w:t>
      </w:r>
      <w:proofErr w:type="spellEnd"/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349A73F7" w14:textId="705B43D6" w:rsidR="002629E4" w:rsidRPr="00F8399C" w:rsidRDefault="002629E4" w:rsidP="002F6205">
      <w:pPr>
        <w:pStyle w:val="eText"/>
        <w:ind w:left="113"/>
      </w:pPr>
      <w:r w:rsidRPr="00F8399C">
        <w:t>&lt;</w:t>
      </w:r>
      <w:proofErr w:type="spellStart"/>
      <w:r w:rsidRPr="00F8399C">
        <w:t>td</w:t>
      </w:r>
      <w:proofErr w:type="spellEnd"/>
      <w:r w:rsidRPr="00F8399C">
        <w:t>&gt;</w:t>
      </w:r>
      <w:r w:rsidR="0003510B" w:rsidRPr="00223552">
        <w:rPr>
          <w:rStyle w:val="q4iawc"/>
        </w:rPr>
        <w:t xml:space="preserve">toto je druhá </w:t>
      </w:r>
      <w:proofErr w:type="spellStart"/>
      <w:r w:rsidR="0003510B" w:rsidRPr="00223552">
        <w:rPr>
          <w:rStyle w:val="q4iawc"/>
        </w:rPr>
        <w:t>bunka</w:t>
      </w:r>
      <w:proofErr w:type="spellEnd"/>
      <w:r w:rsidR="0003510B" w:rsidRPr="00223552">
        <w:rPr>
          <w:rStyle w:val="q4iawc"/>
        </w:rPr>
        <w:t xml:space="preserve"> v </w:t>
      </w:r>
      <w:proofErr w:type="spellStart"/>
      <w:r w:rsidR="0003510B" w:rsidRPr="00223552">
        <w:rPr>
          <w:rStyle w:val="q4iawc"/>
        </w:rPr>
        <w:t>riadku</w:t>
      </w:r>
      <w:proofErr w:type="spellEnd"/>
      <w:r w:rsidRPr="00F8399C">
        <w:t>&lt;/</w:t>
      </w:r>
      <w:proofErr w:type="spellStart"/>
      <w:r w:rsidRPr="00F8399C">
        <w:t>td</w:t>
      </w:r>
      <w:proofErr w:type="spellEnd"/>
      <w:r w:rsidRPr="00F8399C">
        <w:t>&gt;</w:t>
      </w:r>
    </w:p>
    <w:p w14:paraId="245F9EE1" w14:textId="77777777" w:rsidR="002629E4" w:rsidRPr="00F8399C" w:rsidRDefault="002629E4" w:rsidP="002F6205">
      <w:pPr>
        <w:pStyle w:val="eText"/>
        <w:ind w:left="113"/>
      </w:pPr>
      <w:r w:rsidRPr="00F8399C">
        <w:t>&lt;/</w:t>
      </w:r>
      <w:proofErr w:type="spellStart"/>
      <w:r w:rsidRPr="00F8399C">
        <w:t>tr</w:t>
      </w:r>
      <w:proofErr w:type="spellEnd"/>
      <w:r w:rsidRPr="00F8399C">
        <w:t>&gt;</w:t>
      </w:r>
    </w:p>
    <w:p w14:paraId="035ED08B" w14:textId="77777777" w:rsidR="002629E4" w:rsidRPr="002F6205" w:rsidRDefault="002629E4" w:rsidP="002F6205">
      <w:pPr>
        <w:pStyle w:val="eTask"/>
        <w:numPr>
          <w:ilvl w:val="0"/>
          <w:numId w:val="0"/>
        </w:numPr>
        <w:ind w:left="113"/>
        <w:rPr>
          <w:b w:val="0"/>
        </w:rPr>
      </w:pPr>
      <w:r w:rsidRPr="002F6205">
        <w:rPr>
          <w:b w:val="0"/>
        </w:rPr>
        <w:t>&lt;/table&gt;</w:t>
      </w:r>
    </w:p>
    <w:p w14:paraId="666BE38A" w14:textId="76C2D7F7" w:rsidR="002F6205" w:rsidRDefault="002F6205">
      <w:pPr>
        <w:rPr>
          <w:b/>
        </w:rPr>
      </w:pPr>
    </w:p>
    <w:p w14:paraId="2C587B55" w14:textId="77777777" w:rsidR="002F6205" w:rsidRDefault="002F6205">
      <w:pPr>
        <w:rPr>
          <w:b/>
        </w:rPr>
      </w:pPr>
      <w:r>
        <w:br w:type="page"/>
      </w:r>
    </w:p>
    <w:p w14:paraId="759C1739" w14:textId="475CC88A" w:rsidR="009C3A3C" w:rsidRPr="0003510B" w:rsidRDefault="0003510B" w:rsidP="0003510B">
      <w:pPr>
        <w:pStyle w:val="eTask"/>
        <w:ind w:left="720" w:hanging="360"/>
        <w:rPr>
          <w:lang w:val="sk-SK"/>
        </w:rPr>
      </w:pPr>
      <w:r w:rsidRPr="00223552">
        <w:rPr>
          <w:rStyle w:val="q4iawc"/>
          <w:lang w:val="sk-SK"/>
        </w:rPr>
        <w:lastRenderedPageBreak/>
        <w:t xml:space="preserve">Uveďte aspoň dve </w:t>
      </w:r>
      <w:r>
        <w:rPr>
          <w:rStyle w:val="q4iawc"/>
          <w:lang w:val="sk-SK"/>
        </w:rPr>
        <w:t xml:space="preserve">úvodné </w:t>
      </w:r>
      <w:r w:rsidRPr="00223552">
        <w:rPr>
          <w:rStyle w:val="q4iawc"/>
          <w:lang w:val="sk-SK"/>
        </w:rPr>
        <w:t xml:space="preserve"> značky, ktoré sa používajú pre zoznam</w:t>
      </w:r>
      <w:r w:rsidR="00A65F28" w:rsidRPr="00F8399C">
        <w:t xml:space="preserve"> </w:t>
      </w:r>
    </w:p>
    <w:p w14:paraId="0033D4C1" w14:textId="77777777" w:rsidR="009C3A3C" w:rsidRPr="00F8399C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2FAA761E" w:rsidR="0037508F" w:rsidRPr="00C51A4E" w:rsidRDefault="00C10DF6" w:rsidP="0037508F">
      <w:pPr>
        <w:pStyle w:val="Odstavecseseznamem"/>
        <w:numPr>
          <w:ilvl w:val="0"/>
          <w:numId w:val="14"/>
        </w:numPr>
      </w:pPr>
      <w:r>
        <w:t>______________________________________</w:t>
      </w:r>
    </w:p>
    <w:p w14:paraId="7184CA1A" w14:textId="77777777" w:rsidR="00514303" w:rsidRPr="00F8399C" w:rsidRDefault="00514303" w:rsidP="00514303">
      <w:pPr>
        <w:pStyle w:val="Odstavecseseznamem"/>
        <w:ind w:left="786"/>
        <w:rPr>
          <w:u w:val="single"/>
        </w:rPr>
      </w:pPr>
    </w:p>
    <w:p w14:paraId="05FB8311" w14:textId="77777777" w:rsidR="00C10DF6" w:rsidRPr="00C51A4E" w:rsidRDefault="00C10DF6" w:rsidP="00C10DF6">
      <w:pPr>
        <w:pStyle w:val="Odstavecseseznamem"/>
        <w:numPr>
          <w:ilvl w:val="0"/>
          <w:numId w:val="14"/>
        </w:numPr>
      </w:pPr>
      <w:r>
        <w:t>______________________________________</w:t>
      </w:r>
    </w:p>
    <w:p w14:paraId="54F033A8" w14:textId="77777777" w:rsidR="00514303" w:rsidRPr="00F8399C" w:rsidRDefault="00514303" w:rsidP="00514303">
      <w:pPr>
        <w:rPr>
          <w:u w:val="single"/>
        </w:rPr>
      </w:pPr>
    </w:p>
    <w:p w14:paraId="502C8E01" w14:textId="77777777" w:rsidR="00C10DF6" w:rsidRPr="00C51A4E" w:rsidRDefault="00C10DF6" w:rsidP="00C10DF6">
      <w:pPr>
        <w:pStyle w:val="Odstavecseseznamem"/>
        <w:numPr>
          <w:ilvl w:val="0"/>
          <w:numId w:val="14"/>
        </w:numPr>
      </w:pPr>
      <w:r>
        <w:t>______________________________________</w:t>
      </w:r>
    </w:p>
    <w:p w14:paraId="2529A205" w14:textId="3A449CAB" w:rsidR="00514303" w:rsidRPr="00F8399C" w:rsidRDefault="00514303" w:rsidP="00514303">
      <w:pPr>
        <w:rPr>
          <w:u w:val="single"/>
        </w:rPr>
      </w:pPr>
    </w:p>
    <w:p w14:paraId="01CA0625" w14:textId="3E5A6BDE" w:rsidR="002F6205" w:rsidRDefault="002F6205" w:rsidP="002F6205">
      <w:pPr>
        <w:pStyle w:val="eLineBottom"/>
      </w:pPr>
    </w:p>
    <w:p w14:paraId="2DE906DB" w14:textId="77777777" w:rsidR="002F6205" w:rsidRDefault="002F6205" w:rsidP="002F6205">
      <w:pPr>
        <w:pStyle w:val="eTask"/>
        <w:numPr>
          <w:ilvl w:val="0"/>
          <w:numId w:val="0"/>
        </w:numPr>
        <w:ind w:left="720"/>
      </w:pPr>
    </w:p>
    <w:p w14:paraId="6D2BAF3D" w14:textId="15C365E4" w:rsidR="005D6039" w:rsidRPr="00F8399C" w:rsidRDefault="0003510B" w:rsidP="0003510B">
      <w:pPr>
        <w:pStyle w:val="eTask"/>
      </w:pPr>
      <w:r w:rsidRPr="0003510B">
        <w:t>4.</w:t>
      </w:r>
      <w:r w:rsidRPr="0003510B">
        <w:tab/>
        <w:t xml:space="preserve">Je to </w:t>
      </w:r>
      <w:proofErr w:type="spellStart"/>
      <w:r w:rsidRPr="0003510B">
        <w:t>tá</w:t>
      </w:r>
      <w:proofErr w:type="spellEnd"/>
      <w:r w:rsidRPr="0003510B">
        <w:t xml:space="preserve"> </w:t>
      </w:r>
      <w:proofErr w:type="spellStart"/>
      <w:r w:rsidRPr="0003510B">
        <w:t>istá</w:t>
      </w:r>
      <w:proofErr w:type="spellEnd"/>
      <w:r w:rsidRPr="0003510B">
        <w:t xml:space="preserve"> </w:t>
      </w:r>
      <w:proofErr w:type="spellStart"/>
      <w:r w:rsidRPr="0003510B">
        <w:t>premenná</w:t>
      </w:r>
      <w:proofErr w:type="spellEnd"/>
      <w:r w:rsidRPr="0003510B">
        <w:t xml:space="preserve"> v </w:t>
      </w:r>
      <w:proofErr w:type="spellStart"/>
      <w:r w:rsidRPr="0003510B">
        <w:t>JavaScripte</w:t>
      </w:r>
      <w:proofErr w:type="spellEnd"/>
      <w:r w:rsidRPr="0003510B">
        <w:t>?</w:t>
      </w:r>
    </w:p>
    <w:p w14:paraId="3A5B5A23" w14:textId="4C5C3F62" w:rsidR="00FD4028" w:rsidRPr="00F8399C" w:rsidRDefault="00FD4028" w:rsidP="002F6205">
      <w:pPr>
        <w:pStyle w:val="eTask"/>
        <w:numPr>
          <w:ilvl w:val="0"/>
          <w:numId w:val="0"/>
        </w:numPr>
        <w:ind w:left="720"/>
      </w:pPr>
    </w:p>
    <w:p w14:paraId="09F861A8" w14:textId="6602EACD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18F6AD91" w14:textId="09619A76" w:rsidR="00FD4028" w:rsidRPr="00F8399C" w:rsidRDefault="00FD4028" w:rsidP="002F6205">
      <w:pPr>
        <w:pStyle w:val="eTask"/>
        <w:numPr>
          <w:ilvl w:val="0"/>
          <w:numId w:val="0"/>
        </w:numPr>
        <w:ind w:left="426"/>
      </w:pPr>
      <w:r w:rsidRPr="00F8399C">
        <w:t xml:space="preserve">var </w:t>
      </w:r>
      <w:proofErr w:type="spellStart"/>
      <w:r w:rsidRPr="00F8399C">
        <w:t>myvariable</w:t>
      </w:r>
      <w:proofErr w:type="spellEnd"/>
      <w:r w:rsidRPr="00F8399C">
        <w:t>;</w:t>
      </w:r>
    </w:p>
    <w:p w14:paraId="006F6787" w14:textId="2C435C6D" w:rsidR="00FD4028" w:rsidRPr="00F8399C" w:rsidRDefault="002F6205" w:rsidP="002F6205">
      <w:pPr>
        <w:pStyle w:val="eTask"/>
        <w:numPr>
          <w:ilvl w:val="0"/>
          <w:numId w:val="0"/>
        </w:numPr>
        <w:ind w:left="720"/>
      </w:pPr>
      <w:r w:rsidRPr="00F8399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B6BD37" wp14:editId="72632692">
                <wp:simplePos x="0" y="0"/>
                <wp:positionH relativeFrom="column">
                  <wp:posOffset>244549</wp:posOffset>
                </wp:positionH>
                <wp:positionV relativeFrom="paragraph">
                  <wp:posOffset>175260</wp:posOffset>
                </wp:positionV>
                <wp:extent cx="1303020" cy="238125"/>
                <wp:effectExtent l="0" t="0" r="11430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351C11" id="Pravokotnik: zaokroženi vogali 9" o:spid="_x0000_s1026" style="position:absolute;margin-left:19.25pt;margin-top:13.8pt;width:102.6pt;height:18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c7EwIAAGA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4A94A1FA" w14:textId="49962CC3" w:rsidR="00FD4028" w:rsidRPr="00F8399C" w:rsidRDefault="00FD4028" w:rsidP="00C51A4E">
      <w:pPr>
        <w:pStyle w:val="eTask"/>
        <w:numPr>
          <w:ilvl w:val="0"/>
          <w:numId w:val="0"/>
        </w:numPr>
        <w:ind w:left="720"/>
      </w:pPr>
    </w:p>
    <w:p w14:paraId="3FEEB4F7" w14:textId="77777777" w:rsidR="005D6039" w:rsidRPr="00F8399C" w:rsidRDefault="005D6039" w:rsidP="005D6039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1DB1AB66" w14:textId="26E9DA4F" w:rsidR="00FD4028" w:rsidRPr="00F8399C" w:rsidRDefault="0003510B" w:rsidP="002F6205">
      <w:pPr>
        <w:pStyle w:val="eText"/>
        <w:ind w:left="113"/>
      </w:pPr>
      <w:r w:rsidRPr="0003510B">
        <w:t xml:space="preserve">Možnosti: </w:t>
      </w:r>
      <w:proofErr w:type="spellStart"/>
      <w:r w:rsidRPr="0003510B">
        <w:t>áno</w:t>
      </w:r>
      <w:proofErr w:type="spellEnd"/>
      <w:r w:rsidRPr="0003510B">
        <w:t xml:space="preserve">, </w:t>
      </w:r>
      <w:proofErr w:type="spellStart"/>
      <w:r w:rsidRPr="0003510B">
        <w:t>nie</w:t>
      </w:r>
      <w:proofErr w:type="spellEnd"/>
    </w:p>
    <w:p w14:paraId="753B1579" w14:textId="5F634584" w:rsidR="005D6039" w:rsidRPr="00F8399C" w:rsidRDefault="005D6039" w:rsidP="00514303">
      <w:pPr>
        <w:rPr>
          <w:u w:val="single"/>
        </w:rPr>
      </w:pPr>
    </w:p>
    <w:p w14:paraId="6E2B9849" w14:textId="715A4174" w:rsidR="00431414" w:rsidRDefault="00431414" w:rsidP="002F6205">
      <w:pPr>
        <w:pStyle w:val="eLineBottom"/>
      </w:pPr>
    </w:p>
    <w:p w14:paraId="2E8DEB43" w14:textId="77777777" w:rsidR="002F6205" w:rsidRPr="00F8399C" w:rsidRDefault="002F6205" w:rsidP="00431414">
      <w:pPr>
        <w:rPr>
          <w:u w:val="single"/>
        </w:rPr>
      </w:pPr>
    </w:p>
    <w:p w14:paraId="0081BA9F" w14:textId="6F2284E8" w:rsidR="002629E4" w:rsidRPr="00F8399C" w:rsidRDefault="0003510B" w:rsidP="0003510B">
      <w:pPr>
        <w:pStyle w:val="eTask"/>
      </w:pPr>
      <w:r w:rsidRPr="0003510B">
        <w:t>5.</w:t>
      </w:r>
      <w:r w:rsidRPr="0003510B">
        <w:tab/>
      </w:r>
      <w:proofErr w:type="spellStart"/>
      <w:r w:rsidRPr="0003510B">
        <w:t>Priraďte</w:t>
      </w:r>
      <w:proofErr w:type="spellEnd"/>
      <w:r w:rsidRPr="0003510B">
        <w:t xml:space="preserve"> </w:t>
      </w:r>
      <w:proofErr w:type="spellStart"/>
      <w:r w:rsidRPr="0003510B">
        <w:t>HTML</w:t>
      </w:r>
      <w:proofErr w:type="spellEnd"/>
      <w:r w:rsidRPr="0003510B">
        <w:t xml:space="preserve"> </w:t>
      </w:r>
      <w:proofErr w:type="gramStart"/>
      <w:r w:rsidRPr="0003510B">
        <w:t>značky v poradí</w:t>
      </w:r>
      <w:proofErr w:type="gramEnd"/>
      <w:r w:rsidRPr="0003510B">
        <w:t xml:space="preserve"> od </w:t>
      </w:r>
      <w:proofErr w:type="spellStart"/>
      <w:r w:rsidRPr="0003510B">
        <w:t>rodiča</w:t>
      </w:r>
      <w:proofErr w:type="spellEnd"/>
      <w:r w:rsidRPr="0003510B">
        <w:t xml:space="preserve"> k potomkovi</w:t>
      </w:r>
    </w:p>
    <w:p w14:paraId="64B44EB6" w14:textId="28A0EF74" w:rsidR="00C51A4E" w:rsidRDefault="00C51A4E" w:rsidP="00C51A4E">
      <w:pPr>
        <w:pStyle w:val="eText"/>
        <w:tabs>
          <w:tab w:val="left" w:pos="510"/>
          <w:tab w:val="left" w:pos="885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64E3C18" wp14:editId="7651CC4C">
                <wp:simplePos x="0" y="0"/>
                <wp:positionH relativeFrom="column">
                  <wp:posOffset>233680</wp:posOffset>
                </wp:positionH>
                <wp:positionV relativeFrom="paragraph">
                  <wp:posOffset>362718</wp:posOffset>
                </wp:positionV>
                <wp:extent cx="1303020" cy="238125"/>
                <wp:effectExtent l="0" t="0" r="11430" b="2857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7272B6" id="Pravokotnik: zaokroženi vogali 9" o:spid="_x0000_s1026" style="position:absolute;margin-left:18.4pt;margin-top:28.55pt;width:102.6pt;height:1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Pr="00984F4B">
        <w:tab/>
      </w:r>
    </w:p>
    <w:p w14:paraId="06E1B489" w14:textId="69656899" w:rsidR="00C51A4E" w:rsidRPr="00984F4B" w:rsidRDefault="00C51A4E" w:rsidP="00C51A4E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273D37" wp14:editId="0F928901">
                <wp:simplePos x="0" y="0"/>
                <wp:positionH relativeFrom="column">
                  <wp:posOffset>233680</wp:posOffset>
                </wp:positionH>
                <wp:positionV relativeFrom="paragraph">
                  <wp:posOffset>368964</wp:posOffset>
                </wp:positionV>
                <wp:extent cx="1303020" cy="238125"/>
                <wp:effectExtent l="0" t="0" r="11430" b="28575"/>
                <wp:wrapNone/>
                <wp:docPr id="1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0D0F0F" id="Pravokotnik: zaokroženi vogali 9" o:spid="_x0000_s1026" style="position:absolute;margin-left:18.4pt;margin-top:29.05pt;width:102.6pt;height:18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</w:p>
    <w:p w14:paraId="1BD7B2E2" w14:textId="13303851" w:rsidR="00C51A4E" w:rsidRPr="00984F4B" w:rsidRDefault="00C51A4E" w:rsidP="00C51A4E">
      <w:pPr>
        <w:pStyle w:val="eText"/>
        <w:tabs>
          <w:tab w:val="left" w:pos="510"/>
        </w:tabs>
        <w:rPr>
          <w:color w:val="FF0000"/>
        </w:rPr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020A25" wp14:editId="50059BFA">
                <wp:simplePos x="0" y="0"/>
                <wp:positionH relativeFrom="column">
                  <wp:posOffset>233680</wp:posOffset>
                </wp:positionH>
                <wp:positionV relativeFrom="paragraph">
                  <wp:posOffset>364963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A6944" id="Pravokotnik: zaokroženi vogali 9" o:spid="_x0000_s1026" style="position:absolute;margin-left:18.4pt;margin-top:28.75pt;width:102.6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  <w:r w:rsidRPr="00984F4B">
        <w:rPr>
          <w:color w:val="FF0000"/>
        </w:rPr>
        <w:t xml:space="preserve">   </w:t>
      </w:r>
    </w:p>
    <w:p w14:paraId="3CF63AAB" w14:textId="4F91860D" w:rsidR="00C51A4E" w:rsidRPr="00984F4B" w:rsidRDefault="00C51A4E" w:rsidP="00C51A4E">
      <w:pPr>
        <w:pStyle w:val="eText"/>
        <w:tabs>
          <w:tab w:val="left" w:pos="510"/>
        </w:tabs>
      </w:pPr>
      <w:r w:rsidRPr="00984F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7C302D" wp14:editId="67B5CDE8">
                <wp:simplePos x="0" y="0"/>
                <wp:positionH relativeFrom="column">
                  <wp:posOffset>250825</wp:posOffset>
                </wp:positionH>
                <wp:positionV relativeFrom="paragraph">
                  <wp:posOffset>351628</wp:posOffset>
                </wp:positionV>
                <wp:extent cx="1303020" cy="238125"/>
                <wp:effectExtent l="0" t="0" r="11430" b="28575"/>
                <wp:wrapNone/>
                <wp:docPr id="2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C5C7CE" id="Pravokotnik: zaokroženi vogali 9" o:spid="_x0000_s1026" style="position:absolute;margin-left:19.75pt;margin-top:27.7pt;width:102.6pt;height:1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>
        <w:rPr>
          <w:color w:val="FF0000"/>
        </w:rPr>
        <w:tab/>
      </w:r>
    </w:p>
    <w:p w14:paraId="4D359404" w14:textId="6434677D" w:rsidR="00C51A4E" w:rsidRPr="00984F4B" w:rsidRDefault="00C51A4E" w:rsidP="00C51A4E">
      <w:pPr>
        <w:pStyle w:val="eText"/>
        <w:tabs>
          <w:tab w:val="left" w:pos="510"/>
          <w:tab w:val="left" w:pos="750"/>
        </w:tabs>
      </w:pPr>
      <w:r>
        <w:rPr>
          <w:color w:val="FF0000"/>
        </w:rPr>
        <w:tab/>
      </w:r>
    </w:p>
    <w:p w14:paraId="6F47DA9E" w14:textId="77777777" w:rsidR="002F6205" w:rsidRDefault="002F6205" w:rsidP="002629E4"/>
    <w:p w14:paraId="02B25EB1" w14:textId="577ABA3E" w:rsidR="002629E4" w:rsidRPr="00F8399C" w:rsidRDefault="0003510B" w:rsidP="002F6205">
      <w:pPr>
        <w:pStyle w:val="eText"/>
        <w:ind w:left="113"/>
      </w:pPr>
      <w:r w:rsidRPr="0003510B">
        <w:t>Možnosti: &lt;</w:t>
      </w:r>
      <w:proofErr w:type="spellStart"/>
      <w:r w:rsidRPr="0003510B">
        <w:t>html</w:t>
      </w:r>
      <w:proofErr w:type="spellEnd"/>
      <w:r w:rsidRPr="0003510B">
        <w:t xml:space="preserve">&gt;, &lt;body&gt;, &lt;p&gt;, Text: </w:t>
      </w:r>
      <w:proofErr w:type="spellStart"/>
      <w:r w:rsidRPr="0003510B">
        <w:t>paragraph</w:t>
      </w:r>
      <w:bookmarkStart w:id="1" w:name="_GoBack"/>
      <w:bookmarkEnd w:id="1"/>
      <w:proofErr w:type="spellEnd"/>
    </w:p>
    <w:p w14:paraId="7E6ECFB6" w14:textId="77777777" w:rsidR="00431414" w:rsidRPr="00F8399C" w:rsidRDefault="00431414" w:rsidP="00514303">
      <w:pPr>
        <w:rPr>
          <w:u w:val="single"/>
        </w:rPr>
      </w:pPr>
    </w:p>
    <w:sectPr w:rsidR="00431414" w:rsidRPr="00F8399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10F15" w14:textId="77777777" w:rsidR="005C51DC" w:rsidRDefault="005C51DC" w:rsidP="00861A1A">
      <w:r>
        <w:separator/>
      </w:r>
    </w:p>
  </w:endnote>
  <w:endnote w:type="continuationSeparator" w:id="0">
    <w:p w14:paraId="2F03B8E0" w14:textId="77777777" w:rsidR="005C51DC" w:rsidRDefault="005C51D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50D056B" w14:textId="77777777" w:rsidR="0003510B" w:rsidRPr="0003510B" w:rsidRDefault="0003510B" w:rsidP="0003510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3510B">
            <w:rPr>
              <w:sz w:val="16"/>
              <w:szCs w:val="16"/>
              <w:lang w:val="en-US"/>
            </w:rPr>
            <w:t>Tento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projekt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bol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financovaný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03510B">
            <w:rPr>
              <w:sz w:val="16"/>
              <w:szCs w:val="16"/>
              <w:lang w:val="en-US"/>
            </w:rPr>
            <w:t>podporou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Európskej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Komisie</w:t>
          </w:r>
          <w:proofErr w:type="spellEnd"/>
          <w:r w:rsidRPr="0003510B">
            <w:rPr>
              <w:sz w:val="16"/>
              <w:szCs w:val="16"/>
              <w:lang w:val="en-US"/>
            </w:rPr>
            <w:t>.</w:t>
          </w:r>
        </w:p>
        <w:p w14:paraId="06D86257" w14:textId="3F95D847" w:rsidR="00BF5E09" w:rsidRPr="004A7E5F" w:rsidRDefault="0003510B" w:rsidP="0003510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3510B">
            <w:rPr>
              <w:sz w:val="16"/>
              <w:szCs w:val="16"/>
              <w:lang w:val="en-US"/>
            </w:rPr>
            <w:t>Táto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publikácia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3510B">
            <w:rPr>
              <w:sz w:val="16"/>
              <w:szCs w:val="16"/>
              <w:lang w:val="en-US"/>
            </w:rPr>
            <w:t>dokument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3510B">
            <w:rPr>
              <w:sz w:val="16"/>
              <w:szCs w:val="16"/>
              <w:lang w:val="en-US"/>
            </w:rPr>
            <w:t>reprezentuje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výlučne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názor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autora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03510B">
            <w:rPr>
              <w:sz w:val="16"/>
              <w:szCs w:val="16"/>
              <w:lang w:val="en-US"/>
            </w:rPr>
            <w:t>Komisia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nezodpovedá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za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akékoľvek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použitie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informácií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obsiahnutých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03510B">
            <w:rPr>
              <w:sz w:val="16"/>
              <w:szCs w:val="16"/>
              <w:lang w:val="en-US"/>
            </w:rPr>
            <w:t>tejto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3510B">
            <w:rPr>
              <w:sz w:val="16"/>
              <w:szCs w:val="16"/>
              <w:lang w:val="en-US"/>
            </w:rPr>
            <w:t>publikácii</w:t>
          </w:r>
          <w:proofErr w:type="spellEnd"/>
          <w:r w:rsidRPr="0003510B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3510B">
            <w:rPr>
              <w:sz w:val="16"/>
              <w:szCs w:val="16"/>
              <w:lang w:val="en-US"/>
            </w:rPr>
            <w:t>dokumente</w:t>
          </w:r>
          <w:proofErr w:type="spellEnd"/>
          <w:r w:rsidRPr="0003510B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C6C7A" w14:textId="77777777" w:rsidR="005C51DC" w:rsidRDefault="005C51DC" w:rsidP="00861A1A">
      <w:r>
        <w:separator/>
      </w:r>
    </w:p>
  </w:footnote>
  <w:footnote w:type="continuationSeparator" w:id="0">
    <w:p w14:paraId="7BA3F83D" w14:textId="77777777" w:rsidR="005C51DC" w:rsidRDefault="005C51D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489D1165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03510B" w:rsidRPr="002B41A8">
      <w:rPr>
        <w:rFonts w:ascii="Calibri" w:hAnsi="Calibri"/>
        <w:b/>
        <w:smallCaps/>
        <w:noProof/>
      </w:rPr>
      <w:t>PRACOVNÝ LIST</w:t>
    </w:r>
  </w:p>
  <w:p w14:paraId="7643A022" w14:textId="77777777" w:rsidR="00C70AAB" w:rsidRPr="00C148FD" w:rsidRDefault="00C70AAB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  <w:p w14:paraId="568ED691" w14:textId="33EF169F" w:rsidR="00C148FD" w:rsidRPr="00C148FD" w:rsidRDefault="00C148FD" w:rsidP="00C70AA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AE9F2C"/>
    <w:lvl w:ilvl="0" w:tplc="D33C588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2CD7"/>
    <w:rsid w:val="000335D5"/>
    <w:rsid w:val="0003510B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0C6FB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F85"/>
    <w:rsid w:val="00170E72"/>
    <w:rsid w:val="00171D5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2F6205"/>
    <w:rsid w:val="00304ADA"/>
    <w:rsid w:val="00306B9F"/>
    <w:rsid w:val="00307892"/>
    <w:rsid w:val="00315203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17ED2"/>
    <w:rsid w:val="00431414"/>
    <w:rsid w:val="00435704"/>
    <w:rsid w:val="0044547E"/>
    <w:rsid w:val="00451B13"/>
    <w:rsid w:val="00454529"/>
    <w:rsid w:val="0046567F"/>
    <w:rsid w:val="00472203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60A89"/>
    <w:rsid w:val="00561B7B"/>
    <w:rsid w:val="00561C5A"/>
    <w:rsid w:val="00563AEB"/>
    <w:rsid w:val="005728B3"/>
    <w:rsid w:val="005738D5"/>
    <w:rsid w:val="0057504E"/>
    <w:rsid w:val="005832C4"/>
    <w:rsid w:val="005833A6"/>
    <w:rsid w:val="00584885"/>
    <w:rsid w:val="00587966"/>
    <w:rsid w:val="005B2E55"/>
    <w:rsid w:val="005B37E2"/>
    <w:rsid w:val="005B460C"/>
    <w:rsid w:val="005B4FCA"/>
    <w:rsid w:val="005C51DC"/>
    <w:rsid w:val="005C5E6B"/>
    <w:rsid w:val="005D6039"/>
    <w:rsid w:val="005D7525"/>
    <w:rsid w:val="005E1AB1"/>
    <w:rsid w:val="005E20B2"/>
    <w:rsid w:val="005E5A22"/>
    <w:rsid w:val="005F17A1"/>
    <w:rsid w:val="005F5FA1"/>
    <w:rsid w:val="006016A2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7C90"/>
    <w:rsid w:val="0073574D"/>
    <w:rsid w:val="00745F1C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2802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13C8"/>
    <w:rsid w:val="00963F86"/>
    <w:rsid w:val="0096761A"/>
    <w:rsid w:val="00967976"/>
    <w:rsid w:val="0097175A"/>
    <w:rsid w:val="00974B16"/>
    <w:rsid w:val="009802AD"/>
    <w:rsid w:val="00984F4B"/>
    <w:rsid w:val="009A1391"/>
    <w:rsid w:val="009A5F9E"/>
    <w:rsid w:val="009A6DD0"/>
    <w:rsid w:val="009B638C"/>
    <w:rsid w:val="009C3A3C"/>
    <w:rsid w:val="009C7B24"/>
    <w:rsid w:val="009D5FD4"/>
    <w:rsid w:val="009E2A2A"/>
    <w:rsid w:val="009F6E5E"/>
    <w:rsid w:val="00A01805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629B"/>
    <w:rsid w:val="00C10DF6"/>
    <w:rsid w:val="00C148FD"/>
    <w:rsid w:val="00C2393A"/>
    <w:rsid w:val="00C455F4"/>
    <w:rsid w:val="00C51A4E"/>
    <w:rsid w:val="00C55039"/>
    <w:rsid w:val="00C5580D"/>
    <w:rsid w:val="00C57915"/>
    <w:rsid w:val="00C6010E"/>
    <w:rsid w:val="00C6032E"/>
    <w:rsid w:val="00C70AAB"/>
    <w:rsid w:val="00C7264E"/>
    <w:rsid w:val="00C767C9"/>
    <w:rsid w:val="00C878F0"/>
    <w:rsid w:val="00C879EB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573B0"/>
    <w:rsid w:val="00D6535B"/>
    <w:rsid w:val="00D71B81"/>
    <w:rsid w:val="00D773FA"/>
    <w:rsid w:val="00DA0AB5"/>
    <w:rsid w:val="00DA18A6"/>
    <w:rsid w:val="00DA1F5C"/>
    <w:rsid w:val="00DA24E3"/>
    <w:rsid w:val="00DB2F24"/>
    <w:rsid w:val="00DB674B"/>
    <w:rsid w:val="00DC1C3F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264D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6B18"/>
    <w:rsid w:val="00F60891"/>
    <w:rsid w:val="00F748A6"/>
    <w:rsid w:val="00F82C59"/>
    <w:rsid w:val="00F8399C"/>
    <w:rsid w:val="00F871C6"/>
    <w:rsid w:val="00F8749B"/>
    <w:rsid w:val="00FA74D9"/>
    <w:rsid w:val="00FA7826"/>
    <w:rsid w:val="00FB201E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409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F6205"/>
    <w:pPr>
      <w:numPr>
        <w:numId w:val="2"/>
      </w:numPr>
      <w:ind w:left="470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  <w:style w:type="character" w:customStyle="1" w:styleId="q4iawc">
    <w:name w:val="q4iawc"/>
    <w:basedOn w:val="Standardnpsmoodstavce"/>
    <w:rsid w:val="0003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2</cp:revision>
  <cp:lastPrinted>2013-05-24T14:00:00Z</cp:lastPrinted>
  <dcterms:created xsi:type="dcterms:W3CDTF">2023-02-27T14:58:00Z</dcterms:created>
  <dcterms:modified xsi:type="dcterms:W3CDTF">2023-02-27T14:58:00Z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