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21375A" w14:textId="4A3C8F84" w:rsidR="00EA251D" w:rsidRPr="00830135" w:rsidRDefault="00BE6D39" w:rsidP="00830135">
      <w:pPr>
        <w:pStyle w:val="eTask"/>
      </w:pPr>
      <w:r w:rsidRPr="00BE6D39">
        <w:rPr>
          <w:lang w:val="sk-SK"/>
        </w:rPr>
        <w:t>Vyplňte skratku licencie Creative Commons pre voľne distribuovaný materiál, ktorý neumožňuje komerčné použitie, možno ho upravovať a ďalej distribuovať pod rovnakou licenciou</w:t>
      </w:r>
      <w:r>
        <w:rPr>
          <w:lang w:val="sk-SK"/>
        </w:rPr>
        <w:t>.</w:t>
      </w:r>
    </w:p>
    <w:p w14:paraId="0C557009" w14:textId="77777777" w:rsidR="00EA251D" w:rsidRPr="008F6FAC" w:rsidRDefault="00EA251D" w:rsidP="00EA251D">
      <w:pPr>
        <w:pStyle w:val="eTask"/>
        <w:numPr>
          <w:ilvl w:val="0"/>
          <w:numId w:val="0"/>
        </w:numPr>
        <w:ind w:left="567" w:hanging="425"/>
        <w:rPr>
          <w:lang w:val="sk-SK"/>
        </w:rPr>
      </w:pPr>
    </w:p>
    <w:p w14:paraId="44B7B1CE" w14:textId="46141592" w:rsidR="001922A0" w:rsidRPr="008F6FAC" w:rsidRDefault="00EA251D" w:rsidP="00EA251D">
      <w:pPr>
        <w:pStyle w:val="eExercise"/>
        <w:rPr>
          <w:lang w:val="sk-SK"/>
        </w:rPr>
      </w:pPr>
      <w:r w:rsidRPr="008F6FAC">
        <w:rPr>
          <w:lang w:val="sk-SK"/>
        </w:rPr>
        <w:t xml:space="preserve">Creative Commons  </w:t>
      </w:r>
      <w:r w:rsidRPr="008F6FAC">
        <w:rPr>
          <w:shd w:val="clear" w:color="auto" w:fill="D9D9D9" w:themeFill="background1" w:themeFillShade="D9"/>
          <w:lang w:val="sk-SK"/>
        </w:rPr>
        <w:t xml:space="preserve"> </w:t>
      </w:r>
      <w:r w:rsidR="00830135">
        <w:rPr>
          <w:color w:val="FF0000"/>
          <w:shd w:val="clear" w:color="auto" w:fill="D9D9D9" w:themeFill="background1" w:themeFillShade="D9"/>
          <w:lang w:val="sk-SK"/>
        </w:rPr>
        <w:t xml:space="preserve">   </w:t>
      </w:r>
      <w:r w:rsidRPr="008F6FAC">
        <w:rPr>
          <w:color w:val="FF0000"/>
          <w:shd w:val="clear" w:color="auto" w:fill="D9D9D9" w:themeFill="background1" w:themeFillShade="D9"/>
          <w:lang w:val="sk-SK"/>
        </w:rPr>
        <w:t xml:space="preserve"> </w:t>
      </w:r>
      <w:r w:rsidRPr="008F6FAC">
        <w:rPr>
          <w:color w:val="FF0000"/>
          <w:shd w:val="clear" w:color="auto" w:fill="FFFFFF" w:themeFill="background1"/>
          <w:lang w:val="sk-SK"/>
        </w:rPr>
        <w:t xml:space="preserve">  </w:t>
      </w:r>
      <w:r w:rsidRPr="008F6FAC">
        <w:rPr>
          <w:shd w:val="clear" w:color="auto" w:fill="FFFFFF" w:themeFill="background1"/>
          <w:lang w:val="sk-SK"/>
        </w:rPr>
        <w:t xml:space="preserve">– </w:t>
      </w:r>
      <w:r w:rsidRPr="008F6FAC">
        <w:rPr>
          <w:lang w:val="sk-SK"/>
        </w:rPr>
        <w:t xml:space="preserve"> </w:t>
      </w:r>
      <w:r w:rsidRPr="008F6FAC">
        <w:rPr>
          <w:shd w:val="clear" w:color="auto" w:fill="D9D9D9" w:themeFill="background1" w:themeFillShade="D9"/>
          <w:lang w:val="sk-SK"/>
        </w:rPr>
        <w:t xml:space="preserve"> </w:t>
      </w:r>
      <w:r w:rsidR="00830135">
        <w:rPr>
          <w:color w:val="FF0000"/>
          <w:shd w:val="clear" w:color="auto" w:fill="D9D9D9" w:themeFill="background1" w:themeFillShade="D9"/>
          <w:lang w:val="sk-SK"/>
        </w:rPr>
        <w:t xml:space="preserve">    </w:t>
      </w:r>
      <w:r w:rsidRPr="008F6FAC">
        <w:rPr>
          <w:color w:val="FF0000"/>
          <w:shd w:val="clear" w:color="auto" w:fill="D9D9D9" w:themeFill="background1" w:themeFillShade="D9"/>
          <w:lang w:val="sk-SK"/>
        </w:rPr>
        <w:t xml:space="preserve"> </w:t>
      </w:r>
      <w:r w:rsidRPr="008F6FAC">
        <w:rPr>
          <w:color w:val="FF0000"/>
          <w:shd w:val="clear" w:color="auto" w:fill="FFFFFF" w:themeFill="background1"/>
          <w:lang w:val="sk-SK"/>
        </w:rPr>
        <w:t xml:space="preserve">  </w:t>
      </w:r>
      <w:r w:rsidRPr="008F6FAC">
        <w:rPr>
          <w:shd w:val="clear" w:color="auto" w:fill="FFFFFF" w:themeFill="background1"/>
          <w:lang w:val="sk-SK"/>
        </w:rPr>
        <w:t>–</w:t>
      </w:r>
      <w:r w:rsidRPr="008F6FAC">
        <w:rPr>
          <w:lang w:val="sk-SK"/>
        </w:rPr>
        <w:t xml:space="preserve"> </w:t>
      </w:r>
      <w:r w:rsidRPr="008F6FAC">
        <w:rPr>
          <w:shd w:val="clear" w:color="auto" w:fill="D9D9D9" w:themeFill="background1" w:themeFillShade="D9"/>
          <w:lang w:val="sk-SK"/>
        </w:rPr>
        <w:t xml:space="preserve"> </w:t>
      </w:r>
      <w:r w:rsidR="00830135">
        <w:rPr>
          <w:color w:val="FF0000"/>
          <w:shd w:val="clear" w:color="auto" w:fill="D9D9D9" w:themeFill="background1" w:themeFillShade="D9"/>
          <w:lang w:val="sk-SK"/>
        </w:rPr>
        <w:t xml:space="preserve">    </w:t>
      </w:r>
      <w:r w:rsidRPr="008F6FAC">
        <w:rPr>
          <w:color w:val="FF0000"/>
          <w:shd w:val="clear" w:color="auto" w:fill="D9D9D9" w:themeFill="background1" w:themeFillShade="D9"/>
          <w:lang w:val="sk-SK"/>
        </w:rPr>
        <w:t xml:space="preserve"> </w:t>
      </w:r>
      <w:r w:rsidRPr="008F6FAC">
        <w:rPr>
          <w:color w:val="FF0000"/>
          <w:shd w:val="clear" w:color="auto" w:fill="FFFFFF" w:themeFill="background1"/>
          <w:lang w:val="sk-SK"/>
        </w:rPr>
        <w:t xml:space="preserve">  </w:t>
      </w:r>
      <w:r w:rsidRPr="008F6FAC">
        <w:rPr>
          <w:shd w:val="clear" w:color="auto" w:fill="FFFFFF" w:themeFill="background1"/>
          <w:lang w:val="sk-SK"/>
        </w:rPr>
        <w:t>–</w:t>
      </w:r>
      <w:r w:rsidRPr="008F6FAC">
        <w:rPr>
          <w:lang w:val="sk-SK"/>
        </w:rPr>
        <w:t xml:space="preserve"> </w:t>
      </w:r>
      <w:r w:rsidRPr="008F6FAC">
        <w:rPr>
          <w:shd w:val="clear" w:color="auto" w:fill="D9D9D9" w:themeFill="background1" w:themeFillShade="D9"/>
          <w:lang w:val="sk-SK"/>
        </w:rPr>
        <w:t xml:space="preserve"> </w:t>
      </w:r>
      <w:r w:rsidR="00830135">
        <w:rPr>
          <w:shd w:val="clear" w:color="auto" w:fill="D9D9D9" w:themeFill="background1" w:themeFillShade="D9"/>
          <w:lang w:val="sk-SK"/>
        </w:rPr>
        <w:t xml:space="preserve">   </w:t>
      </w:r>
      <w:r w:rsidRPr="008F6FAC">
        <w:rPr>
          <w:shd w:val="clear" w:color="auto" w:fill="D9D9D9" w:themeFill="background1" w:themeFillShade="D9"/>
          <w:lang w:val="sk-SK"/>
        </w:rPr>
        <w:t xml:space="preserve"> </w:t>
      </w:r>
      <w:r w:rsidRPr="008F6FAC">
        <w:rPr>
          <w:shd w:val="clear" w:color="auto" w:fill="FFFFFF" w:themeFill="background1"/>
          <w:lang w:val="sk-SK"/>
        </w:rPr>
        <w:t xml:space="preserve">  4.0</w:t>
      </w:r>
    </w:p>
    <w:p w14:paraId="562D0FF0" w14:textId="77777777" w:rsidR="00EA251D" w:rsidRPr="008F6FAC" w:rsidRDefault="00EA251D" w:rsidP="00A84535">
      <w:pPr>
        <w:pStyle w:val="eLineBottom"/>
        <w:rPr>
          <w:lang w:val="sk-SK"/>
        </w:rPr>
      </w:pPr>
    </w:p>
    <w:p w14:paraId="19C95DCE" w14:textId="77777777" w:rsidR="00EA251D" w:rsidRPr="008F6FAC" w:rsidRDefault="00EA251D" w:rsidP="00EA251D">
      <w:pPr>
        <w:pStyle w:val="eTask"/>
        <w:numPr>
          <w:ilvl w:val="0"/>
          <w:numId w:val="0"/>
        </w:numPr>
        <w:ind w:left="360"/>
        <w:rPr>
          <w:lang w:val="sk-SK"/>
        </w:rPr>
      </w:pPr>
    </w:p>
    <w:p w14:paraId="5D2065BA" w14:textId="61D74BEA" w:rsidR="00EA251D" w:rsidRPr="008F6FAC" w:rsidRDefault="008F6FAC" w:rsidP="004C21BE">
      <w:pPr>
        <w:pStyle w:val="eTask"/>
        <w:rPr>
          <w:lang w:val="sk-SK"/>
        </w:rPr>
      </w:pPr>
      <w:r w:rsidRPr="008F6FAC">
        <w:rPr>
          <w:lang w:val="sk-SK"/>
        </w:rPr>
        <w:t xml:space="preserve">Priraďte </w:t>
      </w:r>
      <w:r>
        <w:rPr>
          <w:lang w:val="sk-SK"/>
        </w:rPr>
        <w:t xml:space="preserve">príslušné názvy označenia k správnym grafickým obrázkom licencie </w:t>
      </w:r>
      <w:proofErr w:type="spellStart"/>
      <w:r w:rsidR="004C21BE" w:rsidRPr="008F6FAC">
        <w:rPr>
          <w:lang w:val="sk-SK"/>
        </w:rPr>
        <w:t>Creative</w:t>
      </w:r>
      <w:proofErr w:type="spellEnd"/>
      <w:r w:rsidR="004C21BE" w:rsidRPr="008F6FAC">
        <w:rPr>
          <w:lang w:val="sk-SK"/>
        </w:rPr>
        <w:t xml:space="preserve"> </w:t>
      </w:r>
      <w:proofErr w:type="spellStart"/>
      <w:r>
        <w:rPr>
          <w:lang w:val="sk-SK"/>
        </w:rPr>
        <w:t>Commons</w:t>
      </w:r>
      <w:proofErr w:type="spellEnd"/>
      <w:r w:rsidR="002D605B" w:rsidRPr="008F6FAC">
        <w:rPr>
          <w:lang w:val="sk-SK"/>
        </w:rPr>
        <w:t>.</w:t>
      </w:r>
    </w:p>
    <w:p w14:paraId="3EEB6BC2" w14:textId="77777777" w:rsidR="00EA251D" w:rsidRPr="008F6FAC" w:rsidRDefault="00EA251D" w:rsidP="00B72E92">
      <w:pPr>
        <w:pStyle w:val="eExercise"/>
        <w:rPr>
          <w:lang w:val="sk-SK"/>
        </w:rPr>
      </w:pPr>
    </w:p>
    <w:tbl>
      <w:tblPr>
        <w:tblStyle w:val="Mkatabulky"/>
        <w:tblW w:w="0" w:type="auto"/>
        <w:tblInd w:w="567" w:type="dxa"/>
        <w:tblLook w:val="04A0" w:firstRow="1" w:lastRow="0" w:firstColumn="1" w:lastColumn="0" w:noHBand="0" w:noVBand="1"/>
      </w:tblPr>
      <w:tblGrid>
        <w:gridCol w:w="2789"/>
        <w:gridCol w:w="2789"/>
        <w:gridCol w:w="2917"/>
      </w:tblGrid>
      <w:tr w:rsidR="00EA251D" w:rsidRPr="008F6FAC" w14:paraId="07459211" w14:textId="77777777" w:rsidTr="00B72E92">
        <w:trPr>
          <w:trHeight w:val="964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91CD7D" w14:textId="50E047A7" w:rsidR="00EA251D" w:rsidRPr="008F6FAC" w:rsidRDefault="00B72E92" w:rsidP="00B72E92">
            <w:pPr>
              <w:pStyle w:val="eExercise"/>
              <w:jc w:val="center"/>
              <w:rPr>
                <w:lang w:val="sk-SK"/>
              </w:rPr>
            </w:pPr>
            <w:r w:rsidRPr="008F6FAC">
              <w:rPr>
                <w:noProof/>
                <w:lang w:val="en-US" w:eastAsia="en-US"/>
              </w:rPr>
              <w:drawing>
                <wp:inline distT="0" distB="0" distL="0" distR="0" wp14:anchorId="1D192264" wp14:editId="4729B2B3">
                  <wp:extent cx="540000" cy="540000"/>
                  <wp:effectExtent l="0" t="0" r="0" b="0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024px-Cc-nd_white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C851059" w14:textId="77777777" w:rsidR="00EA251D" w:rsidRPr="008F6FAC" w:rsidRDefault="00EA251D" w:rsidP="00B72E92">
            <w:pPr>
              <w:pStyle w:val="eExercise"/>
              <w:jc w:val="center"/>
              <w:rPr>
                <w:lang w:val="sk-SK"/>
              </w:rPr>
            </w:pPr>
          </w:p>
        </w:tc>
        <w:tc>
          <w:tcPr>
            <w:tcW w:w="29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7D0FB4D" w14:textId="77777777" w:rsidR="00EA251D" w:rsidRPr="008F6FAC" w:rsidRDefault="004C21BE" w:rsidP="00B72E92">
            <w:pPr>
              <w:pStyle w:val="eExercise"/>
              <w:jc w:val="center"/>
              <w:rPr>
                <w:lang w:val="sk-SK"/>
              </w:rPr>
            </w:pPr>
            <w:r w:rsidRPr="008F6FAC">
              <w:rPr>
                <w:lang w:val="sk-SK"/>
              </w:rPr>
              <w:t>Share Alike</w:t>
            </w:r>
          </w:p>
        </w:tc>
      </w:tr>
      <w:tr w:rsidR="00EA251D" w:rsidRPr="008F6FAC" w14:paraId="0DEA70D3" w14:textId="77777777" w:rsidTr="00B72E92">
        <w:trPr>
          <w:trHeight w:val="283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13014888" w14:textId="77777777" w:rsidR="00EA251D" w:rsidRPr="008F6FAC" w:rsidRDefault="00EA251D" w:rsidP="00B72E92">
            <w:pPr>
              <w:pStyle w:val="eExercise"/>
              <w:rPr>
                <w:lang w:val="sk-SK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33483F48" w14:textId="77777777" w:rsidR="00EA251D" w:rsidRPr="008F6FAC" w:rsidRDefault="00EA251D" w:rsidP="00B72E92">
            <w:pPr>
              <w:pStyle w:val="eExercise"/>
              <w:rPr>
                <w:lang w:val="sk-SK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B077A2" w14:textId="77777777" w:rsidR="00EA251D" w:rsidRPr="008F6FAC" w:rsidRDefault="00EA251D" w:rsidP="00B72E92">
            <w:pPr>
              <w:pStyle w:val="eExercise"/>
              <w:rPr>
                <w:lang w:val="sk-SK"/>
              </w:rPr>
            </w:pPr>
          </w:p>
        </w:tc>
      </w:tr>
      <w:tr w:rsidR="00EA251D" w:rsidRPr="008F6FAC" w14:paraId="7EA6EF75" w14:textId="77777777" w:rsidTr="00B72E92">
        <w:trPr>
          <w:trHeight w:val="964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F70293" w14:textId="78BF389A" w:rsidR="00EA251D" w:rsidRPr="008F6FAC" w:rsidRDefault="00B72E92" w:rsidP="00B72E92">
            <w:pPr>
              <w:pStyle w:val="eExercise"/>
              <w:jc w:val="center"/>
              <w:rPr>
                <w:lang w:val="sk-SK"/>
              </w:rPr>
            </w:pPr>
            <w:r w:rsidRPr="008F6FAC">
              <w:rPr>
                <w:noProof/>
                <w:lang w:val="en-US" w:eastAsia="en-US"/>
              </w:rPr>
              <w:drawing>
                <wp:inline distT="0" distB="0" distL="0" distR="0" wp14:anchorId="0F9D4CF0" wp14:editId="5AEB6541">
                  <wp:extent cx="540000" cy="540000"/>
                  <wp:effectExtent l="0" t="0" r="0" b="0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c-by_new_white.svg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02ABCE3" w14:textId="77777777" w:rsidR="00EA251D" w:rsidRPr="008F6FAC" w:rsidRDefault="00EA251D" w:rsidP="00B72E92">
            <w:pPr>
              <w:pStyle w:val="eExercise"/>
              <w:jc w:val="center"/>
              <w:rPr>
                <w:lang w:val="sk-SK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9D1121" w14:textId="77777777" w:rsidR="00EA251D" w:rsidRPr="008F6FAC" w:rsidRDefault="004C21BE" w:rsidP="00B72E92">
            <w:pPr>
              <w:pStyle w:val="eExercise"/>
              <w:jc w:val="center"/>
              <w:rPr>
                <w:lang w:val="sk-SK"/>
              </w:rPr>
            </w:pPr>
            <w:r w:rsidRPr="008F6FAC">
              <w:rPr>
                <w:lang w:val="sk-SK"/>
              </w:rPr>
              <w:t>Noncommercial</w:t>
            </w:r>
          </w:p>
        </w:tc>
      </w:tr>
      <w:tr w:rsidR="00EA251D" w:rsidRPr="008F6FAC" w14:paraId="4B00008B" w14:textId="77777777" w:rsidTr="00B72E92">
        <w:trPr>
          <w:trHeight w:val="283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653D5EDA" w14:textId="77777777" w:rsidR="00EA251D" w:rsidRPr="008F6FAC" w:rsidRDefault="00EA251D" w:rsidP="00B72E92">
            <w:pPr>
              <w:pStyle w:val="eExercise"/>
              <w:rPr>
                <w:lang w:val="sk-SK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7E6CBB11" w14:textId="77777777" w:rsidR="00EA251D" w:rsidRPr="008F6FAC" w:rsidRDefault="00EA251D" w:rsidP="00B72E92">
            <w:pPr>
              <w:pStyle w:val="eExercise"/>
              <w:rPr>
                <w:lang w:val="sk-SK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516E44" w14:textId="77777777" w:rsidR="00EA251D" w:rsidRPr="008F6FAC" w:rsidRDefault="00EA251D" w:rsidP="00B72E92">
            <w:pPr>
              <w:pStyle w:val="eExercise"/>
              <w:rPr>
                <w:lang w:val="sk-SK"/>
              </w:rPr>
            </w:pPr>
          </w:p>
        </w:tc>
      </w:tr>
      <w:tr w:rsidR="00EA251D" w:rsidRPr="008F6FAC" w14:paraId="3A6CAD2E" w14:textId="77777777" w:rsidTr="00B72E92">
        <w:trPr>
          <w:trHeight w:val="964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21A62B" w14:textId="77777777" w:rsidR="00EA251D" w:rsidRPr="008F6FAC" w:rsidRDefault="00B72E92" w:rsidP="00B72E92">
            <w:pPr>
              <w:pStyle w:val="eExercise"/>
              <w:jc w:val="center"/>
              <w:rPr>
                <w:lang w:val="sk-SK"/>
              </w:rPr>
            </w:pPr>
            <w:r w:rsidRPr="008F6FAC">
              <w:rPr>
                <w:noProof/>
                <w:lang w:val="en-US" w:eastAsia="en-US"/>
              </w:rPr>
              <w:drawing>
                <wp:inline distT="0" distB="0" distL="0" distR="0" wp14:anchorId="4E19C901" wp14:editId="4E411277">
                  <wp:extent cx="540000" cy="540000"/>
                  <wp:effectExtent l="0" t="0" r="0" b="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c-nc_white.svg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7F09902" w14:textId="77777777" w:rsidR="00EA251D" w:rsidRPr="008F6FAC" w:rsidRDefault="00EA251D" w:rsidP="00B72E92">
            <w:pPr>
              <w:pStyle w:val="eExercise"/>
              <w:jc w:val="center"/>
              <w:rPr>
                <w:lang w:val="sk-SK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2AD651" w14:textId="77777777" w:rsidR="00EA251D" w:rsidRPr="008F6FAC" w:rsidRDefault="004C21BE" w:rsidP="00B72E92">
            <w:pPr>
              <w:pStyle w:val="eExercise"/>
              <w:jc w:val="center"/>
              <w:rPr>
                <w:lang w:val="sk-SK"/>
              </w:rPr>
            </w:pPr>
            <w:r w:rsidRPr="008F6FAC">
              <w:rPr>
                <w:lang w:val="sk-SK"/>
              </w:rPr>
              <w:t>No Derivative Works</w:t>
            </w:r>
          </w:p>
        </w:tc>
      </w:tr>
      <w:tr w:rsidR="00EA251D" w:rsidRPr="008F6FAC" w14:paraId="1ED643B7" w14:textId="77777777" w:rsidTr="00B72E92">
        <w:trPr>
          <w:trHeight w:val="283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763C89AF" w14:textId="77777777" w:rsidR="00EA251D" w:rsidRPr="008F6FAC" w:rsidRDefault="00EA251D" w:rsidP="00B72E92">
            <w:pPr>
              <w:pStyle w:val="eExercise"/>
              <w:rPr>
                <w:lang w:val="sk-SK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0B7B05D3" w14:textId="77777777" w:rsidR="00EA251D" w:rsidRPr="008F6FAC" w:rsidRDefault="00EA251D" w:rsidP="00B72E92">
            <w:pPr>
              <w:pStyle w:val="eExercise"/>
              <w:rPr>
                <w:lang w:val="sk-SK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99B1DE3" w14:textId="77777777" w:rsidR="00EA251D" w:rsidRPr="008F6FAC" w:rsidRDefault="00EA251D" w:rsidP="00B72E92">
            <w:pPr>
              <w:pStyle w:val="eExercise"/>
              <w:rPr>
                <w:lang w:val="sk-SK"/>
              </w:rPr>
            </w:pPr>
          </w:p>
        </w:tc>
      </w:tr>
      <w:tr w:rsidR="00EA251D" w:rsidRPr="008F6FAC" w14:paraId="253F6B1B" w14:textId="77777777" w:rsidTr="00B72E92">
        <w:trPr>
          <w:trHeight w:val="964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F08A71" w14:textId="77777777" w:rsidR="00EA251D" w:rsidRPr="008F6FAC" w:rsidRDefault="00B72E92" w:rsidP="00B72E92">
            <w:pPr>
              <w:pStyle w:val="eExercise"/>
              <w:jc w:val="center"/>
              <w:rPr>
                <w:lang w:val="sk-SK"/>
              </w:rPr>
            </w:pPr>
            <w:r w:rsidRPr="008F6FAC">
              <w:rPr>
                <w:noProof/>
                <w:lang w:val="en-US" w:eastAsia="en-US"/>
              </w:rPr>
              <w:drawing>
                <wp:inline distT="0" distB="0" distL="0" distR="0" wp14:anchorId="316E36AC" wp14:editId="6C343D59">
                  <wp:extent cx="540000" cy="540000"/>
                  <wp:effectExtent l="0" t="0" r="0" b="0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Cc-sa_white.svg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2FBC50D" w14:textId="77777777" w:rsidR="00EA251D" w:rsidRPr="008F6FAC" w:rsidRDefault="00EA251D" w:rsidP="00B72E92">
            <w:pPr>
              <w:pStyle w:val="eExercise"/>
              <w:jc w:val="center"/>
              <w:rPr>
                <w:lang w:val="sk-SK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FC35FD0" w14:textId="77777777" w:rsidR="00EA251D" w:rsidRPr="008F6FAC" w:rsidRDefault="004C21BE" w:rsidP="00B72E92">
            <w:pPr>
              <w:pStyle w:val="eExercise"/>
              <w:jc w:val="center"/>
              <w:rPr>
                <w:lang w:val="sk-SK"/>
              </w:rPr>
            </w:pPr>
            <w:r w:rsidRPr="008F6FAC">
              <w:rPr>
                <w:lang w:val="sk-SK"/>
              </w:rPr>
              <w:t>Attribution</w:t>
            </w:r>
          </w:p>
        </w:tc>
      </w:tr>
    </w:tbl>
    <w:p w14:paraId="0CFCBBA9" w14:textId="77777777" w:rsidR="00EA251D" w:rsidRPr="008F6FAC" w:rsidRDefault="00EA251D" w:rsidP="00A84535">
      <w:pPr>
        <w:pStyle w:val="eLineBottom"/>
        <w:rPr>
          <w:lang w:val="sk-SK"/>
        </w:rPr>
      </w:pPr>
    </w:p>
    <w:p w14:paraId="56B7F57F" w14:textId="77777777" w:rsidR="00B72E92" w:rsidRPr="008F6FAC" w:rsidRDefault="00B72E92" w:rsidP="00B72E92">
      <w:pPr>
        <w:pStyle w:val="eTask"/>
        <w:numPr>
          <w:ilvl w:val="0"/>
          <w:numId w:val="0"/>
        </w:numPr>
        <w:ind w:left="360"/>
        <w:rPr>
          <w:lang w:val="sk-SK"/>
        </w:rPr>
      </w:pPr>
    </w:p>
    <w:p w14:paraId="6A51DE54" w14:textId="0BCA05C5" w:rsidR="00B72E92" w:rsidRPr="00F8104C" w:rsidRDefault="00CE31A9" w:rsidP="001B3F8C">
      <w:pPr>
        <w:pStyle w:val="eTask"/>
        <w:rPr>
          <w:lang w:val="sk-SK"/>
        </w:rPr>
      </w:pPr>
      <w:r>
        <w:rPr>
          <w:lang w:val="sk-SK"/>
        </w:rPr>
        <w:t>V</w:t>
      </w:r>
      <w:r w:rsidRPr="001B3F8C">
        <w:rPr>
          <w:lang w:val="sk-SK"/>
        </w:rPr>
        <w:t xml:space="preserve">ložte nasledujúce výrazy do </w:t>
      </w:r>
      <w:r>
        <w:rPr>
          <w:lang w:val="sk-SK"/>
        </w:rPr>
        <w:t>s</w:t>
      </w:r>
      <w:r w:rsidRPr="001B3F8C">
        <w:rPr>
          <w:lang w:val="sk-SK"/>
        </w:rPr>
        <w:t>práv</w:t>
      </w:r>
      <w:r>
        <w:rPr>
          <w:lang w:val="sk-SK"/>
        </w:rPr>
        <w:t>ne</w:t>
      </w:r>
      <w:r w:rsidRPr="001B3F8C">
        <w:rPr>
          <w:lang w:val="sk-SK"/>
        </w:rPr>
        <w:t>ho stĺpca</w:t>
      </w:r>
      <w:r w:rsidRPr="006C3C34">
        <w:rPr>
          <w:lang w:val="sk-SK"/>
        </w:rPr>
        <w:t xml:space="preserve"> </w:t>
      </w:r>
      <w:r>
        <w:rPr>
          <w:lang w:val="sk-SK"/>
        </w:rPr>
        <w:t>podľa toho, či patria do časti</w:t>
      </w:r>
      <w:r w:rsidR="001B3F8C">
        <w:rPr>
          <w:lang w:val="sk-SK"/>
        </w:rPr>
        <w:t xml:space="preserve"> ODZ</w:t>
      </w:r>
      <w:r w:rsidR="001B3F8C" w:rsidRPr="001B3F8C">
        <w:rPr>
          <w:lang w:val="sk-SK"/>
        </w:rPr>
        <w:t xml:space="preserve"> a</w:t>
      </w:r>
      <w:r>
        <w:rPr>
          <w:lang w:val="sk-SK"/>
        </w:rPr>
        <w:t>lebo prostredia</w:t>
      </w:r>
      <w:r w:rsidR="001B3F8C" w:rsidRPr="001B3F8C">
        <w:rPr>
          <w:lang w:val="sk-SK"/>
        </w:rPr>
        <w:t xml:space="preserve"> pre prístup k O</w:t>
      </w:r>
      <w:r w:rsidR="001B3F8C">
        <w:rPr>
          <w:lang w:val="sk-SK"/>
        </w:rPr>
        <w:t>DZ.</w:t>
      </w:r>
    </w:p>
    <w:p w14:paraId="61CB2A82" w14:textId="77777777" w:rsidR="00B72E92" w:rsidRPr="008F6FAC" w:rsidRDefault="00B72E92" w:rsidP="00B72E92">
      <w:pPr>
        <w:pStyle w:val="eExercise"/>
        <w:rPr>
          <w:lang w:val="sk-SK"/>
        </w:rPr>
      </w:pPr>
    </w:p>
    <w:tbl>
      <w:tblPr>
        <w:tblStyle w:val="Mkatabulky"/>
        <w:tblW w:w="0" w:type="auto"/>
        <w:tblInd w:w="567" w:type="dxa"/>
        <w:tblLook w:val="04A0" w:firstRow="1" w:lastRow="0" w:firstColumn="1" w:lastColumn="0" w:noHBand="0" w:noVBand="1"/>
      </w:tblPr>
      <w:tblGrid>
        <w:gridCol w:w="4356"/>
        <w:gridCol w:w="4365"/>
      </w:tblGrid>
      <w:tr w:rsidR="00B07C40" w:rsidRPr="008F6FAC" w14:paraId="10CD09ED" w14:textId="77777777" w:rsidTr="004473C8">
        <w:trPr>
          <w:trHeight w:val="567"/>
        </w:trPr>
        <w:tc>
          <w:tcPr>
            <w:tcW w:w="4356" w:type="dxa"/>
            <w:shd w:val="clear" w:color="auto" w:fill="D9D9D9" w:themeFill="background1" w:themeFillShade="D9"/>
            <w:vAlign w:val="center"/>
          </w:tcPr>
          <w:p w14:paraId="4A2AAFF1" w14:textId="31BD7727" w:rsidR="00B72E92" w:rsidRPr="008F6FAC" w:rsidRDefault="001B3F8C" w:rsidP="00B72E92">
            <w:pPr>
              <w:pStyle w:val="eExercise"/>
              <w:ind w:left="0"/>
              <w:jc w:val="center"/>
              <w:rPr>
                <w:b/>
                <w:lang w:val="sk-SK"/>
              </w:rPr>
            </w:pPr>
            <w:r w:rsidRPr="001B3F8C">
              <w:rPr>
                <w:b/>
                <w:lang w:val="sk-SK"/>
              </w:rPr>
              <w:t>časť ODZ</w:t>
            </w:r>
          </w:p>
        </w:tc>
        <w:tc>
          <w:tcPr>
            <w:tcW w:w="4365" w:type="dxa"/>
            <w:shd w:val="clear" w:color="auto" w:fill="D9D9D9" w:themeFill="background1" w:themeFillShade="D9"/>
            <w:vAlign w:val="center"/>
          </w:tcPr>
          <w:p w14:paraId="62AC8DE9" w14:textId="5C8A92EA" w:rsidR="00B72E92" w:rsidRPr="008F6FAC" w:rsidRDefault="001B3F8C" w:rsidP="00B72E92">
            <w:pPr>
              <w:pStyle w:val="eExercise"/>
              <w:ind w:left="0"/>
              <w:jc w:val="center"/>
              <w:rPr>
                <w:b/>
                <w:lang w:val="sk-SK"/>
              </w:rPr>
            </w:pPr>
            <w:r w:rsidRPr="001B3F8C">
              <w:rPr>
                <w:b/>
                <w:lang w:val="sk-SK"/>
              </w:rPr>
              <w:t>súčasť prostredia pre prístup k ODZ</w:t>
            </w:r>
          </w:p>
        </w:tc>
      </w:tr>
      <w:tr w:rsidR="00B07C40" w:rsidRPr="008F6FAC" w14:paraId="30E710AF" w14:textId="77777777" w:rsidTr="004473C8">
        <w:trPr>
          <w:trHeight w:val="567"/>
        </w:trPr>
        <w:tc>
          <w:tcPr>
            <w:tcW w:w="4356" w:type="dxa"/>
            <w:vAlign w:val="center"/>
          </w:tcPr>
          <w:p w14:paraId="25027A41" w14:textId="13984B74" w:rsidR="00B72E92" w:rsidRPr="008F6FAC" w:rsidRDefault="00B72E92" w:rsidP="00B07C40">
            <w:pPr>
              <w:pStyle w:val="eExercise"/>
              <w:ind w:left="0"/>
              <w:jc w:val="center"/>
              <w:rPr>
                <w:color w:val="FF0000"/>
                <w:lang w:val="sk-SK"/>
              </w:rPr>
            </w:pPr>
          </w:p>
        </w:tc>
        <w:tc>
          <w:tcPr>
            <w:tcW w:w="4365" w:type="dxa"/>
            <w:vAlign w:val="center"/>
          </w:tcPr>
          <w:p w14:paraId="6B18C915" w14:textId="549356A3" w:rsidR="00B72E92" w:rsidRPr="008F6FAC" w:rsidRDefault="00B72E92" w:rsidP="00B07C40">
            <w:pPr>
              <w:pStyle w:val="eExercise"/>
              <w:ind w:left="0"/>
              <w:jc w:val="center"/>
              <w:rPr>
                <w:color w:val="FF0000"/>
                <w:lang w:val="sk-SK"/>
              </w:rPr>
            </w:pPr>
          </w:p>
        </w:tc>
      </w:tr>
      <w:tr w:rsidR="00830135" w:rsidRPr="008F6FAC" w14:paraId="70A3BAEF" w14:textId="77777777" w:rsidTr="004473C8">
        <w:trPr>
          <w:trHeight w:val="567"/>
        </w:trPr>
        <w:tc>
          <w:tcPr>
            <w:tcW w:w="4356" w:type="dxa"/>
            <w:vAlign w:val="center"/>
          </w:tcPr>
          <w:p w14:paraId="0B4A8BF6" w14:textId="77777777" w:rsidR="00830135" w:rsidRPr="008F6FAC" w:rsidRDefault="00830135" w:rsidP="00B07C40">
            <w:pPr>
              <w:pStyle w:val="eExercise"/>
              <w:ind w:left="0"/>
              <w:jc w:val="center"/>
              <w:rPr>
                <w:color w:val="FF0000"/>
                <w:lang w:val="sk-SK"/>
              </w:rPr>
            </w:pPr>
          </w:p>
        </w:tc>
        <w:tc>
          <w:tcPr>
            <w:tcW w:w="4365" w:type="dxa"/>
            <w:vAlign w:val="center"/>
          </w:tcPr>
          <w:p w14:paraId="45E8020E" w14:textId="77777777" w:rsidR="00830135" w:rsidRPr="008F6FAC" w:rsidRDefault="00830135" w:rsidP="00B07C40">
            <w:pPr>
              <w:pStyle w:val="eExercise"/>
              <w:ind w:left="0"/>
              <w:jc w:val="center"/>
              <w:rPr>
                <w:color w:val="FF0000"/>
                <w:lang w:val="sk-SK"/>
              </w:rPr>
            </w:pPr>
          </w:p>
        </w:tc>
      </w:tr>
      <w:tr w:rsidR="00B07C40" w:rsidRPr="008F6FAC" w14:paraId="0B39F6C8" w14:textId="77777777" w:rsidTr="004473C8">
        <w:trPr>
          <w:trHeight w:val="567"/>
        </w:trPr>
        <w:tc>
          <w:tcPr>
            <w:tcW w:w="4356" w:type="dxa"/>
            <w:vAlign w:val="center"/>
          </w:tcPr>
          <w:p w14:paraId="2B77CC56" w14:textId="5C49CDFA" w:rsidR="00B72E92" w:rsidRPr="008F6FAC" w:rsidRDefault="00B72E92" w:rsidP="00B07C40">
            <w:pPr>
              <w:pStyle w:val="eExercise"/>
              <w:ind w:left="0"/>
              <w:jc w:val="center"/>
              <w:rPr>
                <w:color w:val="FF0000"/>
                <w:lang w:val="sk-SK"/>
              </w:rPr>
            </w:pPr>
          </w:p>
        </w:tc>
        <w:tc>
          <w:tcPr>
            <w:tcW w:w="4365" w:type="dxa"/>
            <w:vAlign w:val="center"/>
          </w:tcPr>
          <w:p w14:paraId="2DE6D303" w14:textId="336F9F94" w:rsidR="00B72E92" w:rsidRPr="008F6FAC" w:rsidRDefault="00B72E92" w:rsidP="00B07C40">
            <w:pPr>
              <w:pStyle w:val="eExercise"/>
              <w:ind w:left="0"/>
              <w:jc w:val="center"/>
              <w:rPr>
                <w:color w:val="FF0000"/>
                <w:lang w:val="sk-SK"/>
              </w:rPr>
            </w:pPr>
          </w:p>
        </w:tc>
      </w:tr>
      <w:tr w:rsidR="00B07C40" w:rsidRPr="008F6FAC" w14:paraId="075ED6F5" w14:textId="77777777" w:rsidTr="004473C8">
        <w:trPr>
          <w:trHeight w:val="567"/>
        </w:trPr>
        <w:tc>
          <w:tcPr>
            <w:tcW w:w="4356" w:type="dxa"/>
            <w:vAlign w:val="center"/>
          </w:tcPr>
          <w:p w14:paraId="49BCFE38" w14:textId="166FC82A" w:rsidR="00B72E92" w:rsidRPr="008F6FAC" w:rsidRDefault="00B72E92" w:rsidP="00B07C40">
            <w:pPr>
              <w:pStyle w:val="eExercise"/>
              <w:ind w:left="0"/>
              <w:jc w:val="center"/>
              <w:rPr>
                <w:color w:val="FF0000"/>
                <w:lang w:val="sk-SK"/>
              </w:rPr>
            </w:pPr>
          </w:p>
        </w:tc>
        <w:tc>
          <w:tcPr>
            <w:tcW w:w="4365" w:type="dxa"/>
            <w:vAlign w:val="center"/>
          </w:tcPr>
          <w:p w14:paraId="72718095" w14:textId="7C3CEFD8" w:rsidR="00B72E92" w:rsidRPr="008F6FAC" w:rsidRDefault="00B72E92" w:rsidP="00B07C40">
            <w:pPr>
              <w:pStyle w:val="eExercise"/>
              <w:ind w:left="0"/>
              <w:jc w:val="center"/>
              <w:rPr>
                <w:color w:val="FF0000"/>
                <w:lang w:val="sk-SK"/>
              </w:rPr>
            </w:pPr>
          </w:p>
        </w:tc>
      </w:tr>
      <w:tr w:rsidR="00B07C40" w:rsidRPr="008F6FAC" w14:paraId="5EF49423" w14:textId="77777777" w:rsidTr="004473C8">
        <w:trPr>
          <w:trHeight w:val="567"/>
        </w:trPr>
        <w:tc>
          <w:tcPr>
            <w:tcW w:w="4356" w:type="dxa"/>
            <w:vAlign w:val="center"/>
          </w:tcPr>
          <w:p w14:paraId="5C692E2C" w14:textId="201261C1" w:rsidR="00B72E92" w:rsidRPr="008F6FAC" w:rsidRDefault="00B72E92" w:rsidP="00B07C40">
            <w:pPr>
              <w:pStyle w:val="eExercise"/>
              <w:ind w:left="0"/>
              <w:jc w:val="center"/>
              <w:rPr>
                <w:color w:val="FF0000"/>
                <w:lang w:val="sk-SK"/>
              </w:rPr>
            </w:pPr>
          </w:p>
        </w:tc>
        <w:tc>
          <w:tcPr>
            <w:tcW w:w="4365" w:type="dxa"/>
            <w:vAlign w:val="center"/>
          </w:tcPr>
          <w:p w14:paraId="4A1D3E87" w14:textId="0CD28869" w:rsidR="00B72E92" w:rsidRPr="008F6FAC" w:rsidRDefault="00B72E92" w:rsidP="00B07C40">
            <w:pPr>
              <w:pStyle w:val="eExercise"/>
              <w:ind w:left="0"/>
              <w:jc w:val="center"/>
              <w:rPr>
                <w:color w:val="FF0000"/>
                <w:lang w:val="sk-SK"/>
              </w:rPr>
            </w:pPr>
          </w:p>
        </w:tc>
      </w:tr>
    </w:tbl>
    <w:p w14:paraId="390BF7FF" w14:textId="77777777" w:rsidR="00B72E92" w:rsidRPr="008F6FAC" w:rsidRDefault="00B72E92" w:rsidP="00B72E92">
      <w:pPr>
        <w:pStyle w:val="eExercise"/>
        <w:rPr>
          <w:lang w:val="sk-SK"/>
        </w:rPr>
      </w:pPr>
    </w:p>
    <w:p w14:paraId="1B35CAA7" w14:textId="56B13338" w:rsidR="00B72E92" w:rsidRDefault="004473C8" w:rsidP="00B72E92">
      <w:pPr>
        <w:pStyle w:val="eExercise"/>
        <w:rPr>
          <w:b/>
          <w:lang w:val="sk-SK"/>
        </w:rPr>
      </w:pPr>
      <w:r>
        <w:rPr>
          <w:b/>
          <w:lang w:val="sk-SK"/>
        </w:rPr>
        <w:t>Výrazy</w:t>
      </w:r>
      <w:r w:rsidR="00FE714C" w:rsidRPr="008F6FAC">
        <w:rPr>
          <w:b/>
          <w:lang w:val="sk-SK"/>
        </w:rPr>
        <w:t xml:space="preserve">: </w:t>
      </w:r>
      <w:r w:rsidRPr="004473C8">
        <w:rPr>
          <w:b/>
          <w:lang w:val="sk-SK"/>
        </w:rPr>
        <w:t>obrázky</w:t>
      </w:r>
      <w:r w:rsidR="00B72E92" w:rsidRPr="008F6FAC">
        <w:rPr>
          <w:b/>
          <w:lang w:val="sk-SK"/>
        </w:rPr>
        <w:t xml:space="preserve">, </w:t>
      </w:r>
      <w:r>
        <w:rPr>
          <w:b/>
          <w:lang w:val="sk-SK"/>
        </w:rPr>
        <w:t>videá</w:t>
      </w:r>
      <w:r w:rsidR="00B72E92" w:rsidRPr="008F6FAC">
        <w:rPr>
          <w:b/>
          <w:lang w:val="sk-SK"/>
        </w:rPr>
        <w:t xml:space="preserve">, </w:t>
      </w:r>
      <w:r w:rsidRPr="004473C8">
        <w:rPr>
          <w:b/>
          <w:lang w:val="sk-SK"/>
        </w:rPr>
        <w:t>záložky</w:t>
      </w:r>
      <w:r w:rsidR="00B72E92" w:rsidRPr="008F6FAC">
        <w:rPr>
          <w:b/>
          <w:lang w:val="sk-SK"/>
        </w:rPr>
        <w:t xml:space="preserve">, </w:t>
      </w:r>
      <w:r w:rsidRPr="004473C8">
        <w:rPr>
          <w:b/>
          <w:lang w:val="sk-SK"/>
        </w:rPr>
        <w:t>poznámky</w:t>
      </w:r>
      <w:r w:rsidR="004C21BE" w:rsidRPr="008F6FAC">
        <w:rPr>
          <w:b/>
          <w:lang w:val="sk-SK"/>
        </w:rPr>
        <w:t>,</w:t>
      </w:r>
      <w:r w:rsidR="00B72E92" w:rsidRPr="008F6FAC">
        <w:rPr>
          <w:b/>
          <w:lang w:val="sk-SK"/>
        </w:rPr>
        <w:t xml:space="preserve"> </w:t>
      </w:r>
      <w:r w:rsidR="004C21BE" w:rsidRPr="008F6FAC">
        <w:rPr>
          <w:b/>
          <w:lang w:val="sk-SK"/>
        </w:rPr>
        <w:t>test</w:t>
      </w:r>
      <w:r>
        <w:rPr>
          <w:b/>
          <w:lang w:val="sk-SK"/>
        </w:rPr>
        <w:t>y</w:t>
      </w:r>
      <w:r w:rsidR="00B72E92" w:rsidRPr="008F6FAC">
        <w:rPr>
          <w:b/>
          <w:lang w:val="sk-SK"/>
        </w:rPr>
        <w:t xml:space="preserve">, </w:t>
      </w:r>
      <w:r w:rsidRPr="004473C8">
        <w:rPr>
          <w:b/>
          <w:lang w:val="sk-SK"/>
        </w:rPr>
        <w:t>vyhľadávanie</w:t>
      </w:r>
      <w:r w:rsidR="00B72E92" w:rsidRPr="008F6FAC">
        <w:rPr>
          <w:b/>
          <w:lang w:val="sk-SK"/>
        </w:rPr>
        <w:t xml:space="preserve">, </w:t>
      </w:r>
      <w:r w:rsidRPr="004473C8">
        <w:rPr>
          <w:b/>
          <w:lang w:val="sk-SK"/>
        </w:rPr>
        <w:t>interaktívne objekty</w:t>
      </w:r>
      <w:r w:rsidR="00B72E92" w:rsidRPr="008F6FAC">
        <w:rPr>
          <w:b/>
          <w:lang w:val="sk-SK"/>
        </w:rPr>
        <w:t xml:space="preserve">, </w:t>
      </w:r>
      <w:r w:rsidRPr="004473C8">
        <w:rPr>
          <w:b/>
          <w:lang w:val="sk-SK"/>
        </w:rPr>
        <w:t>zoznamy skratiek</w:t>
      </w:r>
    </w:p>
    <w:p w14:paraId="0EAB8C90" w14:textId="77777777" w:rsidR="004473C8" w:rsidRPr="008F6FAC" w:rsidRDefault="004473C8" w:rsidP="00B72E92">
      <w:pPr>
        <w:pStyle w:val="eExercise"/>
        <w:rPr>
          <w:b/>
          <w:lang w:val="sk-SK"/>
        </w:rPr>
      </w:pPr>
    </w:p>
    <w:p w14:paraId="79AC3A69" w14:textId="4230BCB6" w:rsidR="00B72E92" w:rsidRPr="008F6FAC" w:rsidRDefault="004473C8" w:rsidP="004473C8">
      <w:pPr>
        <w:pStyle w:val="eTask"/>
        <w:rPr>
          <w:lang w:val="sk-SK"/>
        </w:rPr>
      </w:pPr>
      <w:r w:rsidRPr="004473C8">
        <w:rPr>
          <w:lang w:val="sk-SK"/>
        </w:rPr>
        <w:t xml:space="preserve">Nakreslite na obrázok </w:t>
      </w:r>
      <w:r w:rsidR="00830135">
        <w:rPr>
          <w:lang w:val="sk-SK"/>
        </w:rPr>
        <w:t>zjednodušenú</w:t>
      </w:r>
      <w:r w:rsidRPr="004473C8">
        <w:rPr>
          <w:lang w:val="sk-SK"/>
        </w:rPr>
        <w:t xml:space="preserve"> </w:t>
      </w:r>
      <w:r w:rsidR="00830135">
        <w:rPr>
          <w:lang w:val="sk-SK"/>
        </w:rPr>
        <w:t>konštrukciu zlatého</w:t>
      </w:r>
      <w:r w:rsidRPr="004473C8">
        <w:rPr>
          <w:lang w:val="sk-SK"/>
        </w:rPr>
        <w:t xml:space="preserve"> rez</w:t>
      </w:r>
      <w:r w:rsidR="00830135">
        <w:rPr>
          <w:lang w:val="sk-SK"/>
        </w:rPr>
        <w:t>u</w:t>
      </w:r>
      <w:r w:rsidR="00FE714C" w:rsidRPr="008F6FAC">
        <w:rPr>
          <w:lang w:val="sk-SK"/>
        </w:rPr>
        <w:t>.</w:t>
      </w:r>
    </w:p>
    <w:p w14:paraId="5F49D4DD" w14:textId="77777777" w:rsidR="00B72E92" w:rsidRPr="008F6FAC" w:rsidRDefault="00B72E92" w:rsidP="00B72E92">
      <w:pPr>
        <w:pStyle w:val="eExercise"/>
        <w:rPr>
          <w:lang w:val="sk-SK"/>
        </w:rPr>
      </w:pPr>
    </w:p>
    <w:p w14:paraId="2E7812E7" w14:textId="73F75CD5" w:rsidR="00B72E92" w:rsidRPr="008F6FAC" w:rsidRDefault="008446F5" w:rsidP="00B72E92">
      <w:pPr>
        <w:pStyle w:val="eExercise"/>
        <w:rPr>
          <w:lang w:val="sk-SK"/>
        </w:rPr>
      </w:pPr>
      <w:r w:rsidRPr="008F6FAC">
        <w:rPr>
          <w:noProof/>
          <w:lang w:val="en-US" w:eastAsia="en-US"/>
        </w:rPr>
        <w:drawing>
          <wp:inline distT="0" distB="0" distL="0" distR="0" wp14:anchorId="685955F2" wp14:editId="73B1569B">
            <wp:extent cx="5760720" cy="3840480"/>
            <wp:effectExtent l="0" t="0" r="0" b="762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2215_s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4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7A01FB" w14:textId="77777777" w:rsidR="00B72E92" w:rsidRPr="008F6FAC" w:rsidRDefault="00B72E92" w:rsidP="00570CE3">
      <w:pPr>
        <w:pStyle w:val="eLineBottom"/>
        <w:rPr>
          <w:lang w:val="sk-SK"/>
        </w:rPr>
      </w:pPr>
    </w:p>
    <w:p w14:paraId="16AAE0C3" w14:textId="77777777" w:rsidR="00570CE3" w:rsidRPr="008F6FAC" w:rsidRDefault="00570CE3" w:rsidP="00B72E92">
      <w:pPr>
        <w:pStyle w:val="eExercise"/>
        <w:rPr>
          <w:lang w:val="sk-SK"/>
        </w:rPr>
      </w:pPr>
    </w:p>
    <w:p w14:paraId="347D65DE" w14:textId="25E93E31" w:rsidR="00B72E92" w:rsidRPr="008F6FAC" w:rsidRDefault="004473C8" w:rsidP="004473C8">
      <w:pPr>
        <w:pStyle w:val="eTask"/>
        <w:rPr>
          <w:lang w:val="sk-SK"/>
        </w:rPr>
      </w:pPr>
      <w:r w:rsidRPr="004473C8">
        <w:rPr>
          <w:lang w:val="sk-SK"/>
        </w:rPr>
        <w:t xml:space="preserve">Vyberte nevhodné fotografie a označte, čo je </w:t>
      </w:r>
      <w:r>
        <w:rPr>
          <w:lang w:val="sk-SK"/>
        </w:rPr>
        <w:t xml:space="preserve">na nich </w:t>
      </w:r>
      <w:r w:rsidRPr="004473C8">
        <w:rPr>
          <w:lang w:val="sk-SK"/>
        </w:rPr>
        <w:t>zlé</w:t>
      </w:r>
      <w:r w:rsidR="00FE714C" w:rsidRPr="008F6FAC">
        <w:rPr>
          <w:lang w:val="sk-SK"/>
        </w:rPr>
        <w:t>.</w:t>
      </w:r>
    </w:p>
    <w:p w14:paraId="49B9C4FF" w14:textId="344C679A" w:rsidR="00570CE3" w:rsidRPr="008F6FAC" w:rsidRDefault="00570CE3" w:rsidP="00570CE3">
      <w:pPr>
        <w:pStyle w:val="eTask"/>
        <w:numPr>
          <w:ilvl w:val="0"/>
          <w:numId w:val="0"/>
        </w:numPr>
        <w:ind w:left="567" w:hanging="425"/>
        <w:rPr>
          <w:lang w:val="sk-SK"/>
        </w:rPr>
      </w:pPr>
    </w:p>
    <w:p w14:paraId="76C7522F" w14:textId="43D64A48" w:rsidR="00570CE3" w:rsidRPr="008F6FAC" w:rsidRDefault="008446F5" w:rsidP="00570CE3">
      <w:pPr>
        <w:pStyle w:val="eTask"/>
        <w:numPr>
          <w:ilvl w:val="0"/>
          <w:numId w:val="0"/>
        </w:numPr>
        <w:ind w:left="567" w:hanging="425"/>
        <w:rPr>
          <w:lang w:val="sk-SK"/>
        </w:rPr>
      </w:pPr>
      <w:r w:rsidRPr="008F6FAC">
        <w:rPr>
          <w:noProof/>
          <w:lang w:eastAsia="en-US"/>
        </w:rPr>
        <w:drawing>
          <wp:inline distT="0" distB="0" distL="0" distR="0" wp14:anchorId="3220A463" wp14:editId="0EEC8626">
            <wp:extent cx="2041200" cy="1148625"/>
            <wp:effectExtent l="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G_2200_s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1200" cy="114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0CE3" w:rsidRPr="008F6FAC">
        <w:rPr>
          <w:lang w:val="sk-SK"/>
        </w:rPr>
        <w:t xml:space="preserve">   </w:t>
      </w:r>
      <w:r w:rsidRPr="008F6FAC">
        <w:rPr>
          <w:noProof/>
          <w:lang w:eastAsia="en-US"/>
        </w:rPr>
        <w:drawing>
          <wp:inline distT="0" distB="0" distL="0" distR="0" wp14:anchorId="5D5CB060" wp14:editId="47E72A2B">
            <wp:extent cx="1699200" cy="1134834"/>
            <wp:effectExtent l="0" t="0" r="0" b="8255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G_2216_s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9200" cy="1134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0CE3" w:rsidRPr="008F6FAC">
        <w:rPr>
          <w:lang w:val="sk-SK"/>
        </w:rPr>
        <w:t xml:space="preserve">   </w:t>
      </w:r>
      <w:r w:rsidRPr="008F6FAC">
        <w:rPr>
          <w:noProof/>
          <w:lang w:eastAsia="en-US"/>
        </w:rPr>
        <w:drawing>
          <wp:inline distT="0" distB="0" distL="0" distR="0" wp14:anchorId="0A497E8E" wp14:editId="4088B346">
            <wp:extent cx="1674000" cy="1116000"/>
            <wp:effectExtent l="0" t="0" r="2540" b="8255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G_2217_s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4000" cy="11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A8D653" w14:textId="439E8B22" w:rsidR="00570CE3" w:rsidRDefault="00570CE3" w:rsidP="00652C87">
      <w:pPr>
        <w:pStyle w:val="eLineBottom"/>
        <w:pBdr>
          <w:bottom w:val="none" w:sz="0" w:space="0" w:color="auto"/>
        </w:pBdr>
        <w:rPr>
          <w:lang w:val="sk-SK"/>
        </w:rPr>
      </w:pPr>
    </w:p>
    <w:p w14:paraId="05549FAF" w14:textId="77777777" w:rsidR="00830135" w:rsidRPr="008F6FAC" w:rsidRDefault="00830135" w:rsidP="00652C87">
      <w:pPr>
        <w:pStyle w:val="eLineBottom"/>
        <w:pBdr>
          <w:bottom w:val="none" w:sz="0" w:space="0" w:color="auto"/>
        </w:pBdr>
        <w:rPr>
          <w:lang w:val="sk-SK"/>
        </w:rPr>
      </w:pPr>
    </w:p>
    <w:p w14:paraId="033314BC" w14:textId="5540B1FC" w:rsidR="00570CE3" w:rsidRPr="008F6FAC" w:rsidRDefault="008446F5" w:rsidP="00652C87">
      <w:pPr>
        <w:pStyle w:val="eLineBottom"/>
        <w:pBdr>
          <w:bottom w:val="none" w:sz="0" w:space="0" w:color="auto"/>
        </w:pBdr>
        <w:rPr>
          <w:lang w:val="sk-SK"/>
        </w:rPr>
      </w:pPr>
      <w:r w:rsidRPr="008F6FAC">
        <w:rPr>
          <w:noProof/>
          <w:lang w:val="en-US" w:eastAsia="en-US"/>
        </w:rPr>
        <w:drawing>
          <wp:inline distT="0" distB="0" distL="0" distR="0" wp14:anchorId="4BDBF962" wp14:editId="2DF8FBC5">
            <wp:extent cx="1674000" cy="1116000"/>
            <wp:effectExtent l="0" t="0" r="2540" b="8255"/>
            <wp:docPr id="36" name="Obráze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G_2219_s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4000" cy="11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0CE3" w:rsidRPr="008F6FAC">
        <w:rPr>
          <w:lang w:val="sk-SK"/>
        </w:rPr>
        <w:t xml:space="preserve">    </w:t>
      </w:r>
      <w:r w:rsidRPr="008F6FAC">
        <w:rPr>
          <w:noProof/>
          <w:lang w:val="en-US" w:eastAsia="en-US"/>
        </w:rPr>
        <w:drawing>
          <wp:inline distT="0" distB="0" distL="0" distR="0" wp14:anchorId="46791850" wp14:editId="2EA67F78">
            <wp:extent cx="1994400" cy="1119212"/>
            <wp:effectExtent l="0" t="0" r="6350" b="5080"/>
            <wp:docPr id="37" name="Obráze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G_2198_s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4400" cy="111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0CE3" w:rsidRPr="008F6FAC">
        <w:rPr>
          <w:lang w:val="sk-SK"/>
        </w:rPr>
        <w:t xml:space="preserve">   </w:t>
      </w:r>
      <w:r w:rsidRPr="008F6FAC">
        <w:rPr>
          <w:noProof/>
          <w:lang w:val="en-US" w:eastAsia="en-US"/>
        </w:rPr>
        <w:drawing>
          <wp:inline distT="0" distB="0" distL="0" distR="0" wp14:anchorId="4474E03B" wp14:editId="52CB15C4">
            <wp:extent cx="1674000" cy="1116000"/>
            <wp:effectExtent l="0" t="0" r="2540" b="8255"/>
            <wp:docPr id="38" name="Obráze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G_2212_s.jp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4000" cy="11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AF16F5" w14:textId="4B434929" w:rsidR="00570CE3" w:rsidRPr="008F6FAC" w:rsidRDefault="00570CE3" w:rsidP="00652C87">
      <w:pPr>
        <w:pStyle w:val="eLineBottom"/>
        <w:pBdr>
          <w:bottom w:val="none" w:sz="0" w:space="0" w:color="auto"/>
        </w:pBdr>
        <w:rPr>
          <w:lang w:val="sk-SK"/>
        </w:rPr>
      </w:pPr>
    </w:p>
    <w:p w14:paraId="2D10AAB8" w14:textId="77777777" w:rsidR="00570CE3" w:rsidRPr="008F6FAC" w:rsidRDefault="00570CE3" w:rsidP="00652C87">
      <w:pPr>
        <w:pStyle w:val="eLineBottom"/>
        <w:pBdr>
          <w:bottom w:val="none" w:sz="0" w:space="0" w:color="auto"/>
        </w:pBdr>
        <w:rPr>
          <w:lang w:val="sk-SK"/>
        </w:rPr>
      </w:pPr>
    </w:p>
    <w:p w14:paraId="73722D08" w14:textId="77777777" w:rsidR="00570CE3" w:rsidRPr="008F6FAC" w:rsidRDefault="00570CE3" w:rsidP="00652C87">
      <w:pPr>
        <w:pStyle w:val="eLineBottom"/>
        <w:pBdr>
          <w:bottom w:val="none" w:sz="0" w:space="0" w:color="auto"/>
        </w:pBdr>
        <w:rPr>
          <w:lang w:val="sk-SK"/>
        </w:rPr>
      </w:pPr>
    </w:p>
    <w:p w14:paraId="7E368416" w14:textId="77777777" w:rsidR="00570CE3" w:rsidRPr="008F6FAC" w:rsidRDefault="00570CE3" w:rsidP="00652C87">
      <w:pPr>
        <w:pStyle w:val="eLineBottom"/>
        <w:pBdr>
          <w:bottom w:val="none" w:sz="0" w:space="0" w:color="auto"/>
        </w:pBdr>
        <w:rPr>
          <w:lang w:val="sk-SK"/>
        </w:rPr>
      </w:pPr>
    </w:p>
    <w:p w14:paraId="54E53252" w14:textId="4F703BC2" w:rsidR="00570CE3" w:rsidRPr="00CE31A9" w:rsidRDefault="00CE31A9" w:rsidP="00CE31A9">
      <w:pPr>
        <w:pStyle w:val="eTask"/>
        <w:rPr>
          <w:lang w:val="sk-SK"/>
        </w:rPr>
      </w:pPr>
      <w:r w:rsidRPr="00CE31A9">
        <w:rPr>
          <w:lang w:val="sk-SK"/>
        </w:rPr>
        <w:lastRenderedPageBreak/>
        <w:t>Priraďte jednotlivé fo</w:t>
      </w:r>
      <w:bookmarkStart w:id="0" w:name="_GoBack"/>
      <w:bookmarkEnd w:id="0"/>
      <w:r w:rsidRPr="00CE31A9">
        <w:rPr>
          <w:lang w:val="sk-SK"/>
        </w:rPr>
        <w:t>rmáty do správnej skupiny audio alebo video formátov.</w:t>
      </w:r>
    </w:p>
    <w:p w14:paraId="77C85AF6" w14:textId="77777777" w:rsidR="00393097" w:rsidRPr="008F6FAC" w:rsidRDefault="00393097" w:rsidP="00393097">
      <w:pPr>
        <w:pStyle w:val="eExercise"/>
        <w:rPr>
          <w:lang w:val="sk-SK"/>
        </w:rPr>
      </w:pPr>
    </w:p>
    <w:tbl>
      <w:tblPr>
        <w:tblStyle w:val="Mkatabulky"/>
        <w:tblW w:w="0" w:type="auto"/>
        <w:tblInd w:w="142" w:type="dxa"/>
        <w:tblLook w:val="04A0" w:firstRow="1" w:lastRow="0" w:firstColumn="1" w:lastColumn="0" w:noHBand="0" w:noVBand="1"/>
      </w:tblPr>
      <w:tblGrid>
        <w:gridCol w:w="4458"/>
        <w:gridCol w:w="4462"/>
      </w:tblGrid>
      <w:tr w:rsidR="00393097" w:rsidRPr="008F6FAC" w14:paraId="7C7F4BD5" w14:textId="77777777" w:rsidTr="00257022">
        <w:trPr>
          <w:trHeight w:val="567"/>
        </w:trPr>
        <w:tc>
          <w:tcPr>
            <w:tcW w:w="4458" w:type="dxa"/>
            <w:shd w:val="clear" w:color="auto" w:fill="D9D9D9" w:themeFill="background1" w:themeFillShade="D9"/>
            <w:vAlign w:val="center"/>
          </w:tcPr>
          <w:p w14:paraId="5C569424" w14:textId="16F8B933" w:rsidR="00393097" w:rsidRPr="008F6FAC" w:rsidRDefault="00393097" w:rsidP="004C21BE">
            <w:pPr>
              <w:pStyle w:val="eExercise"/>
              <w:ind w:left="0"/>
              <w:jc w:val="center"/>
              <w:rPr>
                <w:b/>
                <w:lang w:val="sk-SK"/>
              </w:rPr>
            </w:pPr>
            <w:r w:rsidRPr="008F6FAC">
              <w:rPr>
                <w:b/>
                <w:lang w:val="sk-SK"/>
              </w:rPr>
              <w:t xml:space="preserve">Audio </w:t>
            </w:r>
            <w:r w:rsidR="00CE31A9" w:rsidRPr="008F6FAC">
              <w:rPr>
                <w:b/>
                <w:lang w:val="sk-SK"/>
              </w:rPr>
              <w:t>formát</w:t>
            </w:r>
          </w:p>
        </w:tc>
        <w:tc>
          <w:tcPr>
            <w:tcW w:w="4462" w:type="dxa"/>
            <w:shd w:val="clear" w:color="auto" w:fill="D9D9D9" w:themeFill="background1" w:themeFillShade="D9"/>
            <w:vAlign w:val="center"/>
          </w:tcPr>
          <w:p w14:paraId="007DFDD4" w14:textId="5E436D2C" w:rsidR="00393097" w:rsidRPr="008F6FAC" w:rsidRDefault="00393097" w:rsidP="004C21BE">
            <w:pPr>
              <w:pStyle w:val="eExercise"/>
              <w:ind w:left="0"/>
              <w:jc w:val="center"/>
              <w:rPr>
                <w:b/>
                <w:lang w:val="sk-SK"/>
              </w:rPr>
            </w:pPr>
            <w:r w:rsidRPr="008F6FAC">
              <w:rPr>
                <w:b/>
                <w:lang w:val="sk-SK"/>
              </w:rPr>
              <w:t xml:space="preserve">Video </w:t>
            </w:r>
            <w:r w:rsidR="00CE31A9" w:rsidRPr="008F6FAC">
              <w:rPr>
                <w:b/>
                <w:lang w:val="sk-SK"/>
              </w:rPr>
              <w:t>formát</w:t>
            </w:r>
          </w:p>
        </w:tc>
      </w:tr>
      <w:tr w:rsidR="00393097" w:rsidRPr="008F6FAC" w14:paraId="5445946A" w14:textId="77777777" w:rsidTr="00257022">
        <w:trPr>
          <w:trHeight w:val="567"/>
        </w:trPr>
        <w:tc>
          <w:tcPr>
            <w:tcW w:w="4458" w:type="dxa"/>
            <w:vAlign w:val="center"/>
          </w:tcPr>
          <w:p w14:paraId="3A8D35D3" w14:textId="36A32277" w:rsidR="00393097" w:rsidRPr="008F6FAC" w:rsidRDefault="00393097" w:rsidP="00570D84">
            <w:pPr>
              <w:pStyle w:val="eExercise"/>
              <w:ind w:left="0"/>
              <w:jc w:val="center"/>
              <w:rPr>
                <w:color w:val="FF0000"/>
                <w:lang w:val="sk-SK"/>
              </w:rPr>
            </w:pPr>
          </w:p>
        </w:tc>
        <w:tc>
          <w:tcPr>
            <w:tcW w:w="4462" w:type="dxa"/>
            <w:vAlign w:val="center"/>
          </w:tcPr>
          <w:p w14:paraId="5656A004" w14:textId="298D858E" w:rsidR="00393097" w:rsidRPr="008F6FAC" w:rsidRDefault="00393097" w:rsidP="00570D84">
            <w:pPr>
              <w:pStyle w:val="eExercise"/>
              <w:ind w:left="0"/>
              <w:jc w:val="center"/>
              <w:rPr>
                <w:color w:val="FF0000"/>
                <w:lang w:val="sk-SK"/>
              </w:rPr>
            </w:pPr>
          </w:p>
        </w:tc>
      </w:tr>
      <w:tr w:rsidR="00393097" w:rsidRPr="008F6FAC" w14:paraId="72E5671B" w14:textId="77777777" w:rsidTr="00257022">
        <w:trPr>
          <w:trHeight w:val="567"/>
        </w:trPr>
        <w:tc>
          <w:tcPr>
            <w:tcW w:w="4458" w:type="dxa"/>
            <w:vAlign w:val="center"/>
          </w:tcPr>
          <w:p w14:paraId="0C5B93FB" w14:textId="4CEA6712" w:rsidR="00393097" w:rsidRPr="008F6FAC" w:rsidRDefault="00393097" w:rsidP="00570D84">
            <w:pPr>
              <w:pStyle w:val="eExercise"/>
              <w:ind w:left="0"/>
              <w:jc w:val="center"/>
              <w:rPr>
                <w:color w:val="FF0000"/>
                <w:lang w:val="sk-SK"/>
              </w:rPr>
            </w:pPr>
          </w:p>
        </w:tc>
        <w:tc>
          <w:tcPr>
            <w:tcW w:w="4462" w:type="dxa"/>
            <w:vAlign w:val="center"/>
          </w:tcPr>
          <w:p w14:paraId="3048C61F" w14:textId="6152EDED" w:rsidR="00393097" w:rsidRPr="008F6FAC" w:rsidRDefault="00393097" w:rsidP="00570D84">
            <w:pPr>
              <w:pStyle w:val="eExercise"/>
              <w:ind w:left="0"/>
              <w:jc w:val="center"/>
              <w:rPr>
                <w:color w:val="FF0000"/>
                <w:lang w:val="sk-SK"/>
              </w:rPr>
            </w:pPr>
          </w:p>
        </w:tc>
      </w:tr>
      <w:tr w:rsidR="00257022" w:rsidRPr="008F6FAC" w14:paraId="6E7F5CA0" w14:textId="77777777" w:rsidTr="00257022">
        <w:trPr>
          <w:trHeight w:val="567"/>
        </w:trPr>
        <w:tc>
          <w:tcPr>
            <w:tcW w:w="4458" w:type="dxa"/>
            <w:vAlign w:val="center"/>
          </w:tcPr>
          <w:p w14:paraId="65B15A76" w14:textId="1959E502" w:rsidR="00257022" w:rsidRPr="008F6FAC" w:rsidRDefault="00257022" w:rsidP="00257022">
            <w:pPr>
              <w:pStyle w:val="eExercise"/>
              <w:ind w:left="0"/>
              <w:jc w:val="center"/>
              <w:rPr>
                <w:color w:val="FF0000"/>
                <w:lang w:val="sk-SK"/>
              </w:rPr>
            </w:pPr>
          </w:p>
        </w:tc>
        <w:tc>
          <w:tcPr>
            <w:tcW w:w="4462" w:type="dxa"/>
            <w:vAlign w:val="center"/>
          </w:tcPr>
          <w:p w14:paraId="5FE8512F" w14:textId="54532E6C" w:rsidR="00257022" w:rsidRPr="008F6FAC" w:rsidRDefault="00257022" w:rsidP="00257022">
            <w:pPr>
              <w:pStyle w:val="eExercise"/>
              <w:ind w:left="0"/>
              <w:jc w:val="center"/>
              <w:rPr>
                <w:color w:val="FF0000"/>
                <w:lang w:val="sk-SK"/>
              </w:rPr>
            </w:pPr>
          </w:p>
        </w:tc>
      </w:tr>
      <w:tr w:rsidR="00257022" w:rsidRPr="008F6FAC" w14:paraId="4A2A5209" w14:textId="77777777" w:rsidTr="00257022">
        <w:trPr>
          <w:trHeight w:val="567"/>
        </w:trPr>
        <w:tc>
          <w:tcPr>
            <w:tcW w:w="4458" w:type="dxa"/>
            <w:vAlign w:val="center"/>
          </w:tcPr>
          <w:p w14:paraId="27115D30" w14:textId="764AF583" w:rsidR="00257022" w:rsidRPr="008F6FAC" w:rsidRDefault="00257022" w:rsidP="00257022">
            <w:pPr>
              <w:pStyle w:val="eExercise"/>
              <w:ind w:left="0"/>
              <w:jc w:val="center"/>
              <w:rPr>
                <w:color w:val="FF0000"/>
                <w:lang w:val="sk-SK"/>
              </w:rPr>
            </w:pPr>
          </w:p>
        </w:tc>
        <w:tc>
          <w:tcPr>
            <w:tcW w:w="4462" w:type="dxa"/>
            <w:vAlign w:val="center"/>
          </w:tcPr>
          <w:p w14:paraId="6030C60A" w14:textId="3F3A9EA0" w:rsidR="00257022" w:rsidRPr="008F6FAC" w:rsidRDefault="00257022" w:rsidP="00257022">
            <w:pPr>
              <w:pStyle w:val="eExercise"/>
              <w:ind w:left="0"/>
              <w:jc w:val="center"/>
              <w:rPr>
                <w:color w:val="FF0000"/>
                <w:lang w:val="sk-SK"/>
              </w:rPr>
            </w:pPr>
          </w:p>
        </w:tc>
      </w:tr>
      <w:tr w:rsidR="00257022" w:rsidRPr="008F6FAC" w14:paraId="369A558E" w14:textId="77777777" w:rsidTr="00257022">
        <w:trPr>
          <w:trHeight w:val="567"/>
        </w:trPr>
        <w:tc>
          <w:tcPr>
            <w:tcW w:w="4458" w:type="dxa"/>
            <w:vAlign w:val="center"/>
          </w:tcPr>
          <w:p w14:paraId="549A0C65" w14:textId="01F6667E" w:rsidR="00257022" w:rsidRPr="008F6FAC" w:rsidRDefault="00257022" w:rsidP="00257022">
            <w:pPr>
              <w:pStyle w:val="eExercise"/>
              <w:ind w:left="0"/>
              <w:jc w:val="center"/>
              <w:rPr>
                <w:color w:val="FF0000"/>
                <w:lang w:val="sk-SK"/>
              </w:rPr>
            </w:pPr>
          </w:p>
        </w:tc>
        <w:tc>
          <w:tcPr>
            <w:tcW w:w="4462" w:type="dxa"/>
            <w:vAlign w:val="center"/>
          </w:tcPr>
          <w:p w14:paraId="34DA5276" w14:textId="101A6AD0" w:rsidR="00257022" w:rsidRPr="008F6FAC" w:rsidRDefault="00257022" w:rsidP="00257022">
            <w:pPr>
              <w:pStyle w:val="eExercise"/>
              <w:ind w:left="0"/>
              <w:jc w:val="center"/>
              <w:rPr>
                <w:color w:val="FF0000"/>
                <w:lang w:val="sk-SK"/>
              </w:rPr>
            </w:pPr>
          </w:p>
        </w:tc>
      </w:tr>
      <w:tr w:rsidR="00257022" w:rsidRPr="008F6FAC" w14:paraId="1C5128D8" w14:textId="77777777" w:rsidTr="00257022">
        <w:trPr>
          <w:trHeight w:val="567"/>
        </w:trPr>
        <w:tc>
          <w:tcPr>
            <w:tcW w:w="4458" w:type="dxa"/>
            <w:vAlign w:val="center"/>
          </w:tcPr>
          <w:p w14:paraId="59D0F683" w14:textId="77777777" w:rsidR="00257022" w:rsidRPr="008F6FAC" w:rsidRDefault="00257022" w:rsidP="00257022">
            <w:pPr>
              <w:pStyle w:val="eExercise"/>
              <w:ind w:left="0"/>
              <w:jc w:val="center"/>
              <w:rPr>
                <w:color w:val="FF0000"/>
                <w:lang w:val="sk-SK"/>
              </w:rPr>
            </w:pPr>
          </w:p>
        </w:tc>
        <w:tc>
          <w:tcPr>
            <w:tcW w:w="4462" w:type="dxa"/>
            <w:vAlign w:val="center"/>
          </w:tcPr>
          <w:p w14:paraId="408DD5D5" w14:textId="361902AC" w:rsidR="00257022" w:rsidRPr="008F6FAC" w:rsidRDefault="00257022" w:rsidP="00257022">
            <w:pPr>
              <w:pStyle w:val="eExercise"/>
              <w:ind w:left="0"/>
              <w:jc w:val="center"/>
              <w:rPr>
                <w:color w:val="FF0000"/>
                <w:lang w:val="sk-SK"/>
              </w:rPr>
            </w:pPr>
          </w:p>
        </w:tc>
      </w:tr>
      <w:tr w:rsidR="00257022" w:rsidRPr="008F6FAC" w14:paraId="5D35B1CA" w14:textId="77777777" w:rsidTr="00257022">
        <w:trPr>
          <w:trHeight w:val="567"/>
        </w:trPr>
        <w:tc>
          <w:tcPr>
            <w:tcW w:w="4458" w:type="dxa"/>
            <w:vAlign w:val="center"/>
          </w:tcPr>
          <w:p w14:paraId="70989F7D" w14:textId="77777777" w:rsidR="00257022" w:rsidRPr="008F6FAC" w:rsidRDefault="00257022" w:rsidP="00257022">
            <w:pPr>
              <w:pStyle w:val="eExercise"/>
              <w:ind w:left="0"/>
              <w:jc w:val="center"/>
              <w:rPr>
                <w:color w:val="FF0000"/>
                <w:lang w:val="sk-SK"/>
              </w:rPr>
            </w:pPr>
          </w:p>
        </w:tc>
        <w:tc>
          <w:tcPr>
            <w:tcW w:w="4462" w:type="dxa"/>
            <w:vAlign w:val="center"/>
          </w:tcPr>
          <w:p w14:paraId="2A2B6104" w14:textId="245AA0C4" w:rsidR="00257022" w:rsidRPr="008F6FAC" w:rsidRDefault="00257022" w:rsidP="00257022">
            <w:pPr>
              <w:pStyle w:val="eExercise"/>
              <w:ind w:left="0"/>
              <w:jc w:val="center"/>
              <w:rPr>
                <w:color w:val="FF0000"/>
                <w:lang w:val="sk-SK"/>
              </w:rPr>
            </w:pPr>
          </w:p>
        </w:tc>
      </w:tr>
    </w:tbl>
    <w:p w14:paraId="6FF27C54" w14:textId="77777777" w:rsidR="00393097" w:rsidRPr="008F6FAC" w:rsidRDefault="00393097" w:rsidP="00393097">
      <w:pPr>
        <w:pStyle w:val="eExercise"/>
        <w:rPr>
          <w:lang w:val="sk-SK"/>
        </w:rPr>
      </w:pPr>
    </w:p>
    <w:p w14:paraId="44989C93" w14:textId="213AC73C" w:rsidR="00393097" w:rsidRPr="008F6FAC" w:rsidRDefault="00CE31A9" w:rsidP="00393097">
      <w:pPr>
        <w:pStyle w:val="eExercise"/>
        <w:rPr>
          <w:b/>
          <w:lang w:val="sk-SK"/>
        </w:rPr>
      </w:pPr>
      <w:r>
        <w:rPr>
          <w:b/>
          <w:lang w:val="sk-SK"/>
        </w:rPr>
        <w:t>Skratky</w:t>
      </w:r>
      <w:r w:rsidR="00FE714C" w:rsidRPr="008F6FAC">
        <w:rPr>
          <w:b/>
          <w:lang w:val="sk-SK"/>
        </w:rPr>
        <w:t xml:space="preserve">: </w:t>
      </w:r>
      <w:r w:rsidR="00393097" w:rsidRPr="008F6FAC">
        <w:rPr>
          <w:b/>
          <w:lang w:val="sk-SK"/>
        </w:rPr>
        <w:t>MP3, FLV, AVHCD, FLAC, WMA, MOV, AAC, MPEG-2, AVI, MKV, WAV, MP4</w:t>
      </w:r>
    </w:p>
    <w:sectPr w:rsidR="00393097" w:rsidRPr="008F6FAC" w:rsidSect="002B41A8">
      <w:headerReference w:type="default" r:id="rId22"/>
      <w:footerReference w:type="default" r:id="rId23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8287A4" w14:textId="77777777" w:rsidR="00D979C8" w:rsidRDefault="00D979C8" w:rsidP="00861A1A">
      <w:r>
        <w:separator/>
      </w:r>
    </w:p>
  </w:endnote>
  <w:endnote w:type="continuationSeparator" w:id="0">
    <w:p w14:paraId="3251F84A" w14:textId="77777777" w:rsidR="00D979C8" w:rsidRDefault="00D979C8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14:paraId="50C8AD9C" w14:textId="77777777" w:rsidTr="00CA51B5">
      <w:tc>
        <w:tcPr>
          <w:tcW w:w="2518" w:type="dxa"/>
        </w:tcPr>
        <w:p w14:paraId="01168156" w14:textId="77777777" w:rsidR="00BF5E09" w:rsidRDefault="003C2268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  <w:lang w:val="en-US" w:eastAsia="en-US"/>
            </w:rPr>
            <w:drawing>
              <wp:inline distT="0" distB="0" distL="0" distR="0" wp14:anchorId="14AEDFC1" wp14:editId="13CA9E2C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11C001BB" w14:textId="77777777" w:rsidR="00652C87" w:rsidRPr="00652C87" w:rsidRDefault="00652C87" w:rsidP="00652C8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652C87">
            <w:rPr>
              <w:sz w:val="16"/>
              <w:szCs w:val="16"/>
            </w:rPr>
            <w:t xml:space="preserve">Tento projekt bol financovaný s podporou </w:t>
          </w:r>
          <w:proofErr w:type="spellStart"/>
          <w:r w:rsidRPr="00652C87">
            <w:rPr>
              <w:sz w:val="16"/>
              <w:szCs w:val="16"/>
            </w:rPr>
            <w:t>Európskej</w:t>
          </w:r>
          <w:proofErr w:type="spellEnd"/>
          <w:r w:rsidRPr="00652C87">
            <w:rPr>
              <w:sz w:val="16"/>
              <w:szCs w:val="16"/>
            </w:rPr>
            <w:t xml:space="preserve"> </w:t>
          </w:r>
          <w:proofErr w:type="spellStart"/>
          <w:r w:rsidRPr="00652C87">
            <w:rPr>
              <w:sz w:val="16"/>
              <w:szCs w:val="16"/>
            </w:rPr>
            <w:t>Komisie</w:t>
          </w:r>
          <w:proofErr w:type="spellEnd"/>
          <w:r w:rsidRPr="00652C87">
            <w:rPr>
              <w:sz w:val="16"/>
              <w:szCs w:val="16"/>
            </w:rPr>
            <w:t>.</w:t>
          </w:r>
        </w:p>
        <w:p w14:paraId="73F9CA09" w14:textId="0E0F131E" w:rsidR="00BF5E09" w:rsidRPr="00CA51B5" w:rsidRDefault="00652C87" w:rsidP="00652C8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652C87">
            <w:rPr>
              <w:sz w:val="16"/>
              <w:szCs w:val="16"/>
            </w:rPr>
            <w:t xml:space="preserve">Táto </w:t>
          </w:r>
          <w:proofErr w:type="spellStart"/>
          <w:r w:rsidRPr="00652C87">
            <w:rPr>
              <w:sz w:val="16"/>
              <w:szCs w:val="16"/>
            </w:rPr>
            <w:t>publikácia</w:t>
          </w:r>
          <w:proofErr w:type="spellEnd"/>
          <w:r w:rsidRPr="00652C87">
            <w:rPr>
              <w:sz w:val="16"/>
              <w:szCs w:val="16"/>
            </w:rPr>
            <w:t xml:space="preserve"> (dokument) reprezentuje </w:t>
          </w:r>
          <w:proofErr w:type="spellStart"/>
          <w:r w:rsidRPr="00652C87">
            <w:rPr>
              <w:sz w:val="16"/>
              <w:szCs w:val="16"/>
            </w:rPr>
            <w:t>výlučne</w:t>
          </w:r>
          <w:proofErr w:type="spellEnd"/>
          <w:r w:rsidRPr="00652C87">
            <w:rPr>
              <w:sz w:val="16"/>
              <w:szCs w:val="16"/>
            </w:rPr>
            <w:t xml:space="preserve"> názor autora a </w:t>
          </w:r>
          <w:proofErr w:type="spellStart"/>
          <w:r w:rsidRPr="00652C87">
            <w:rPr>
              <w:sz w:val="16"/>
              <w:szCs w:val="16"/>
            </w:rPr>
            <w:t>Komisia</w:t>
          </w:r>
          <w:proofErr w:type="spellEnd"/>
          <w:r w:rsidRPr="00652C87">
            <w:rPr>
              <w:sz w:val="16"/>
              <w:szCs w:val="16"/>
            </w:rPr>
            <w:t xml:space="preserve"> </w:t>
          </w:r>
          <w:proofErr w:type="spellStart"/>
          <w:r w:rsidRPr="00652C87">
            <w:rPr>
              <w:sz w:val="16"/>
              <w:szCs w:val="16"/>
            </w:rPr>
            <w:t>nezodpovedá</w:t>
          </w:r>
          <w:proofErr w:type="spellEnd"/>
          <w:r w:rsidRPr="00652C87">
            <w:rPr>
              <w:sz w:val="16"/>
              <w:szCs w:val="16"/>
            </w:rPr>
            <w:t xml:space="preserve"> za </w:t>
          </w:r>
          <w:proofErr w:type="spellStart"/>
          <w:r w:rsidRPr="00652C87">
            <w:rPr>
              <w:sz w:val="16"/>
              <w:szCs w:val="16"/>
            </w:rPr>
            <w:t>akékoľvek</w:t>
          </w:r>
          <w:proofErr w:type="spellEnd"/>
          <w:r w:rsidRPr="00652C87">
            <w:rPr>
              <w:sz w:val="16"/>
              <w:szCs w:val="16"/>
            </w:rPr>
            <w:t xml:space="preserve"> </w:t>
          </w:r>
          <w:proofErr w:type="spellStart"/>
          <w:r w:rsidRPr="00652C87">
            <w:rPr>
              <w:sz w:val="16"/>
              <w:szCs w:val="16"/>
            </w:rPr>
            <w:t>použitie</w:t>
          </w:r>
          <w:proofErr w:type="spellEnd"/>
          <w:r w:rsidRPr="00652C87">
            <w:rPr>
              <w:sz w:val="16"/>
              <w:szCs w:val="16"/>
            </w:rPr>
            <w:t xml:space="preserve"> </w:t>
          </w:r>
          <w:proofErr w:type="spellStart"/>
          <w:r w:rsidRPr="00652C87">
            <w:rPr>
              <w:sz w:val="16"/>
              <w:szCs w:val="16"/>
            </w:rPr>
            <w:t>informácií</w:t>
          </w:r>
          <w:proofErr w:type="spellEnd"/>
          <w:r w:rsidRPr="00652C87">
            <w:rPr>
              <w:sz w:val="16"/>
              <w:szCs w:val="16"/>
            </w:rPr>
            <w:t xml:space="preserve"> </w:t>
          </w:r>
          <w:proofErr w:type="spellStart"/>
          <w:r w:rsidRPr="00652C87">
            <w:rPr>
              <w:sz w:val="16"/>
              <w:szCs w:val="16"/>
            </w:rPr>
            <w:t>obsiahnutých</w:t>
          </w:r>
          <w:proofErr w:type="spellEnd"/>
          <w:r w:rsidRPr="00652C87">
            <w:rPr>
              <w:sz w:val="16"/>
              <w:szCs w:val="16"/>
            </w:rPr>
            <w:t xml:space="preserve"> v </w:t>
          </w:r>
          <w:proofErr w:type="spellStart"/>
          <w:r w:rsidRPr="00652C87">
            <w:rPr>
              <w:sz w:val="16"/>
              <w:szCs w:val="16"/>
            </w:rPr>
            <w:t>tejto</w:t>
          </w:r>
          <w:proofErr w:type="spellEnd"/>
          <w:r w:rsidRPr="00652C87">
            <w:rPr>
              <w:sz w:val="16"/>
              <w:szCs w:val="16"/>
            </w:rPr>
            <w:t xml:space="preserve"> </w:t>
          </w:r>
          <w:proofErr w:type="spellStart"/>
          <w:r w:rsidRPr="00652C87">
            <w:rPr>
              <w:sz w:val="16"/>
              <w:szCs w:val="16"/>
            </w:rPr>
            <w:t>publikácii</w:t>
          </w:r>
          <w:proofErr w:type="spellEnd"/>
          <w:r w:rsidRPr="00652C87">
            <w:rPr>
              <w:sz w:val="16"/>
              <w:szCs w:val="16"/>
            </w:rPr>
            <w:t xml:space="preserve"> (dokumente).</w:t>
          </w:r>
        </w:p>
      </w:tc>
    </w:tr>
    <w:tr w:rsidR="00BF5E09" w14:paraId="67B14B3B" w14:textId="77777777" w:rsidTr="00CA51B5">
      <w:tc>
        <w:tcPr>
          <w:tcW w:w="8472" w:type="dxa"/>
          <w:gridSpan w:val="2"/>
        </w:tcPr>
        <w:p w14:paraId="3DB91AB4" w14:textId="77777777" w:rsidR="00BF5E09" w:rsidRPr="00CA51B5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</w:rPr>
          </w:pPr>
          <w:r w:rsidRPr="00BF590A">
            <w:rPr>
              <w:sz w:val="16"/>
              <w:szCs w:val="16"/>
            </w:rPr>
            <w:t>DiT4LL</w:t>
          </w:r>
          <w:r>
            <w:rPr>
              <w:sz w:val="16"/>
              <w:szCs w:val="16"/>
            </w:rPr>
            <w:t xml:space="preserve"> </w:t>
          </w:r>
          <w:r w:rsidR="001572EB" w:rsidRPr="001572EB">
            <w:rPr>
              <w:sz w:val="16"/>
              <w:szCs w:val="16"/>
            </w:rPr>
            <w:t xml:space="preserve">– </w:t>
          </w:r>
          <w:r w:rsidRPr="00BF590A">
            <w:rPr>
              <w:sz w:val="16"/>
              <w:szCs w:val="16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01424DDA" w14:textId="77777777"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17A008A1" w14:textId="77777777"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8689C5" w14:textId="77777777" w:rsidR="00D979C8" w:rsidRDefault="00D979C8" w:rsidP="00861A1A">
      <w:r>
        <w:separator/>
      </w:r>
    </w:p>
  </w:footnote>
  <w:footnote w:type="continuationSeparator" w:id="0">
    <w:p w14:paraId="785E190D" w14:textId="77777777" w:rsidR="00D979C8" w:rsidRDefault="00D979C8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A23382" w14:textId="08554E86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29ACB837" wp14:editId="6223DBA9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8B0FA3" w:rsidRPr="008B0FA3">
      <w:rPr>
        <w:rFonts w:ascii="Calibri" w:hAnsi="Calibri"/>
        <w:b/>
        <w:smallCaps/>
        <w:noProof/>
      </w:rPr>
      <w:t>PRACOVNÝ LIST</w:t>
    </w:r>
  </w:p>
  <w:p w14:paraId="239EB64E" w14:textId="502ADD65" w:rsidR="00C148FD" w:rsidRPr="00C148FD" w:rsidRDefault="00652C87" w:rsidP="00A84535">
    <w:pPr>
      <w:pStyle w:val="eLearningPackage"/>
    </w:pPr>
    <w:r w:rsidRPr="008B0FA3">
      <w:t xml:space="preserve">Moderné technológie a koncepcie pre vzdelávanie </w:t>
    </w:r>
    <w:r w:rsidR="008B0FA3" w:rsidRPr="008B0FA3">
      <w:t>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4ADAF40C"/>
    <w:lvl w:ilvl="0" w:tplc="F98E41EC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1D"/>
    <w:rsid w:val="000030DF"/>
    <w:rsid w:val="0000673F"/>
    <w:rsid w:val="00016AD8"/>
    <w:rsid w:val="00017595"/>
    <w:rsid w:val="00021197"/>
    <w:rsid w:val="00030EDA"/>
    <w:rsid w:val="00045BEB"/>
    <w:rsid w:val="00063674"/>
    <w:rsid w:val="00073ADF"/>
    <w:rsid w:val="0007473C"/>
    <w:rsid w:val="000750C9"/>
    <w:rsid w:val="000813F5"/>
    <w:rsid w:val="00087EAC"/>
    <w:rsid w:val="00094A16"/>
    <w:rsid w:val="000A233F"/>
    <w:rsid w:val="000A55B3"/>
    <w:rsid w:val="000C1409"/>
    <w:rsid w:val="000C6B3A"/>
    <w:rsid w:val="001301D8"/>
    <w:rsid w:val="00133FC1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B3F8C"/>
    <w:rsid w:val="001D00A1"/>
    <w:rsid w:val="001F6290"/>
    <w:rsid w:val="00213F2C"/>
    <w:rsid w:val="00222EE8"/>
    <w:rsid w:val="00223478"/>
    <w:rsid w:val="00225015"/>
    <w:rsid w:val="002252B6"/>
    <w:rsid w:val="00257022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D605B"/>
    <w:rsid w:val="002E301D"/>
    <w:rsid w:val="00304ADA"/>
    <w:rsid w:val="00306B9F"/>
    <w:rsid w:val="00307892"/>
    <w:rsid w:val="00315203"/>
    <w:rsid w:val="00337851"/>
    <w:rsid w:val="00342883"/>
    <w:rsid w:val="00347E4D"/>
    <w:rsid w:val="00351AF3"/>
    <w:rsid w:val="0039238A"/>
    <w:rsid w:val="00393097"/>
    <w:rsid w:val="00397627"/>
    <w:rsid w:val="003B1326"/>
    <w:rsid w:val="003C2268"/>
    <w:rsid w:val="003C5B45"/>
    <w:rsid w:val="003D41BB"/>
    <w:rsid w:val="003E01BE"/>
    <w:rsid w:val="003E4EE0"/>
    <w:rsid w:val="003F03EB"/>
    <w:rsid w:val="003F623C"/>
    <w:rsid w:val="003F7F87"/>
    <w:rsid w:val="00402B09"/>
    <w:rsid w:val="00417ED2"/>
    <w:rsid w:val="00435704"/>
    <w:rsid w:val="004473C8"/>
    <w:rsid w:val="0046567F"/>
    <w:rsid w:val="00472203"/>
    <w:rsid w:val="00475954"/>
    <w:rsid w:val="00492966"/>
    <w:rsid w:val="004A01E5"/>
    <w:rsid w:val="004A0446"/>
    <w:rsid w:val="004A7B44"/>
    <w:rsid w:val="004C0E36"/>
    <w:rsid w:val="004C21BE"/>
    <w:rsid w:val="004D6BA8"/>
    <w:rsid w:val="004E5E95"/>
    <w:rsid w:val="004E70EA"/>
    <w:rsid w:val="004F5AFF"/>
    <w:rsid w:val="00506D2E"/>
    <w:rsid w:val="005132B0"/>
    <w:rsid w:val="00517E3A"/>
    <w:rsid w:val="0052284C"/>
    <w:rsid w:val="0052400D"/>
    <w:rsid w:val="00561B7B"/>
    <w:rsid w:val="00561C5A"/>
    <w:rsid w:val="00563AEB"/>
    <w:rsid w:val="00570CE3"/>
    <w:rsid w:val="00570D84"/>
    <w:rsid w:val="005728B3"/>
    <w:rsid w:val="005738D5"/>
    <w:rsid w:val="0057504E"/>
    <w:rsid w:val="005832C4"/>
    <w:rsid w:val="00584885"/>
    <w:rsid w:val="00587966"/>
    <w:rsid w:val="005B2E55"/>
    <w:rsid w:val="005B37E2"/>
    <w:rsid w:val="005B460C"/>
    <w:rsid w:val="005B4FCA"/>
    <w:rsid w:val="005C28E7"/>
    <w:rsid w:val="005D7525"/>
    <w:rsid w:val="005E1AB1"/>
    <w:rsid w:val="005E20B2"/>
    <w:rsid w:val="005E5A22"/>
    <w:rsid w:val="005F17A1"/>
    <w:rsid w:val="005F5FA1"/>
    <w:rsid w:val="00625B5A"/>
    <w:rsid w:val="0063686B"/>
    <w:rsid w:val="006435FE"/>
    <w:rsid w:val="0064494B"/>
    <w:rsid w:val="00652C87"/>
    <w:rsid w:val="00654C16"/>
    <w:rsid w:val="0066326F"/>
    <w:rsid w:val="0067065F"/>
    <w:rsid w:val="0068067D"/>
    <w:rsid w:val="0068131D"/>
    <w:rsid w:val="00690FB1"/>
    <w:rsid w:val="00695314"/>
    <w:rsid w:val="006A24C7"/>
    <w:rsid w:val="006B5D59"/>
    <w:rsid w:val="006C3C34"/>
    <w:rsid w:val="006D39B2"/>
    <w:rsid w:val="006D3F30"/>
    <w:rsid w:val="006D50FA"/>
    <w:rsid w:val="006D6A7E"/>
    <w:rsid w:val="006E21B3"/>
    <w:rsid w:val="006F0D5B"/>
    <w:rsid w:val="006F74D8"/>
    <w:rsid w:val="006F787A"/>
    <w:rsid w:val="00710301"/>
    <w:rsid w:val="0073574D"/>
    <w:rsid w:val="007460F9"/>
    <w:rsid w:val="0076745A"/>
    <w:rsid w:val="007738BD"/>
    <w:rsid w:val="007837ED"/>
    <w:rsid w:val="00790D07"/>
    <w:rsid w:val="007B7B4C"/>
    <w:rsid w:val="007C0FDD"/>
    <w:rsid w:val="007C308E"/>
    <w:rsid w:val="007C3F21"/>
    <w:rsid w:val="007C5B85"/>
    <w:rsid w:val="007E16D1"/>
    <w:rsid w:val="007E6CED"/>
    <w:rsid w:val="00802588"/>
    <w:rsid w:val="00813612"/>
    <w:rsid w:val="0081479C"/>
    <w:rsid w:val="00825830"/>
    <w:rsid w:val="00826CB2"/>
    <w:rsid w:val="00830135"/>
    <w:rsid w:val="00830375"/>
    <w:rsid w:val="00831014"/>
    <w:rsid w:val="00832323"/>
    <w:rsid w:val="0083379A"/>
    <w:rsid w:val="008446F5"/>
    <w:rsid w:val="00861A1A"/>
    <w:rsid w:val="00864D93"/>
    <w:rsid w:val="0087246C"/>
    <w:rsid w:val="00882BE0"/>
    <w:rsid w:val="008836CE"/>
    <w:rsid w:val="00887D8F"/>
    <w:rsid w:val="00891FF5"/>
    <w:rsid w:val="00893E89"/>
    <w:rsid w:val="008A3619"/>
    <w:rsid w:val="008B05F5"/>
    <w:rsid w:val="008B0FA3"/>
    <w:rsid w:val="008B6CCD"/>
    <w:rsid w:val="008C64E0"/>
    <w:rsid w:val="008D38F1"/>
    <w:rsid w:val="008D5D65"/>
    <w:rsid w:val="008F1B37"/>
    <w:rsid w:val="008F5585"/>
    <w:rsid w:val="008F6FAC"/>
    <w:rsid w:val="00912A69"/>
    <w:rsid w:val="00914D36"/>
    <w:rsid w:val="00916DC9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B638C"/>
    <w:rsid w:val="009C7B24"/>
    <w:rsid w:val="009E2A2A"/>
    <w:rsid w:val="009F6E5E"/>
    <w:rsid w:val="00A17111"/>
    <w:rsid w:val="00A21409"/>
    <w:rsid w:val="00A26A28"/>
    <w:rsid w:val="00A41E41"/>
    <w:rsid w:val="00A50FFF"/>
    <w:rsid w:val="00A527AF"/>
    <w:rsid w:val="00A54992"/>
    <w:rsid w:val="00A633E1"/>
    <w:rsid w:val="00A65E53"/>
    <w:rsid w:val="00A8234A"/>
    <w:rsid w:val="00A84535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F5281"/>
    <w:rsid w:val="00B01599"/>
    <w:rsid w:val="00B07C40"/>
    <w:rsid w:val="00B15DB4"/>
    <w:rsid w:val="00B177D0"/>
    <w:rsid w:val="00B3151A"/>
    <w:rsid w:val="00B37307"/>
    <w:rsid w:val="00B5145B"/>
    <w:rsid w:val="00B707D0"/>
    <w:rsid w:val="00B70ED4"/>
    <w:rsid w:val="00B72E92"/>
    <w:rsid w:val="00B75FF7"/>
    <w:rsid w:val="00B816F4"/>
    <w:rsid w:val="00B822EA"/>
    <w:rsid w:val="00B84417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6648"/>
    <w:rsid w:val="00BE6766"/>
    <w:rsid w:val="00BE6D39"/>
    <w:rsid w:val="00BF590A"/>
    <w:rsid w:val="00BF5E09"/>
    <w:rsid w:val="00BF6970"/>
    <w:rsid w:val="00C148FD"/>
    <w:rsid w:val="00C2393A"/>
    <w:rsid w:val="00C455F4"/>
    <w:rsid w:val="00C55039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D6FC8"/>
    <w:rsid w:val="00CE09BA"/>
    <w:rsid w:val="00CE31A9"/>
    <w:rsid w:val="00CE48B0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2349"/>
    <w:rsid w:val="00D773FA"/>
    <w:rsid w:val="00D979C8"/>
    <w:rsid w:val="00DA18A6"/>
    <w:rsid w:val="00DA1F5C"/>
    <w:rsid w:val="00DA24E3"/>
    <w:rsid w:val="00DB1988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251D"/>
    <w:rsid w:val="00EB6B74"/>
    <w:rsid w:val="00EB6E4B"/>
    <w:rsid w:val="00EC77B0"/>
    <w:rsid w:val="00ED2956"/>
    <w:rsid w:val="00EE3197"/>
    <w:rsid w:val="00EF2951"/>
    <w:rsid w:val="00F01181"/>
    <w:rsid w:val="00F03DBA"/>
    <w:rsid w:val="00F16291"/>
    <w:rsid w:val="00F168D6"/>
    <w:rsid w:val="00F24638"/>
    <w:rsid w:val="00F248A4"/>
    <w:rsid w:val="00F40215"/>
    <w:rsid w:val="00F46B18"/>
    <w:rsid w:val="00F600FF"/>
    <w:rsid w:val="00F748A6"/>
    <w:rsid w:val="00F8104C"/>
    <w:rsid w:val="00F82C59"/>
    <w:rsid w:val="00F871C6"/>
    <w:rsid w:val="00F8749B"/>
    <w:rsid w:val="00FA74D9"/>
    <w:rsid w:val="00FB201E"/>
    <w:rsid w:val="00FE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AE405B"/>
  <w15:docId w15:val="{5612172C-7C2B-4E92-8156-FDD784622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ind w:left="567" w:hanging="425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A84535"/>
    <w:pPr>
      <w:pBdr>
        <w:bottom w:val="single" w:sz="4" w:space="1" w:color="auto"/>
      </w:pBdr>
      <w:ind w:left="142"/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customStyle="1" w:styleId="eExercise">
    <w:name w:val="eExercise"/>
    <w:basedOn w:val="Normln"/>
    <w:qFormat/>
    <w:rsid w:val="00B72E92"/>
    <w:pPr>
      <w:ind w:left="142"/>
    </w:pPr>
  </w:style>
  <w:style w:type="paragraph" w:customStyle="1" w:styleId="eLearningPackage">
    <w:name w:val="eLearningPackage"/>
    <w:basedOn w:val="Normln"/>
    <w:qFormat/>
    <w:rsid w:val="00A84535"/>
    <w:pPr>
      <w:ind w:left="1843"/>
      <w:jc w:val="right"/>
    </w:pPr>
    <w:rPr>
      <w:rFonts w:ascii="Calibri" w:hAnsi="Calibri"/>
      <w:smallCaps/>
      <w:noProof/>
      <w:sz w:val="20"/>
      <w:szCs w:val="20"/>
      <w:lang w:val="en-US"/>
    </w:rPr>
  </w:style>
  <w:style w:type="character" w:styleId="Odkaznakoment">
    <w:name w:val="annotation reference"/>
    <w:basedOn w:val="Standardnpsmoodstavce"/>
    <w:semiHidden/>
    <w:unhideWhenUsed/>
    <w:rsid w:val="00F8104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F8104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F8104C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F810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F810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image" Target="media/image11.jpe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jpe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arek\Documents\DIT4LL\worksheets\WS01_EN_solution_template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ed2c289-cb70-4dbd-afe9-1f133a004d25" xsi:nil="true"/>
    <lcf76f155ced4ddcb4097134ff3c332f xmlns="ea40481e-d35b-4a7a-8d1b-277f304aad7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94F7F556C4DF4FA3B30C6313B7DDDC" ma:contentTypeVersion="13" ma:contentTypeDescription="Umožňuje vytvoriť nový dokument." ma:contentTypeScope="" ma:versionID="fb2076aaf20278dfce0207449cf54b80">
  <xsd:schema xmlns:xsd="http://www.w3.org/2001/XMLSchema" xmlns:xs="http://www.w3.org/2001/XMLSchema" xmlns:p="http://schemas.microsoft.com/office/2006/metadata/properties" xmlns:ns2="ea40481e-d35b-4a7a-8d1b-277f304aad73" xmlns:ns3="0ed2c289-cb70-4dbd-afe9-1f133a004d25" targetNamespace="http://schemas.microsoft.com/office/2006/metadata/properties" ma:root="true" ma:fieldsID="01ad15df9e73415ed6b4b94d16fc1d59" ns2:_="" ns3:_="">
    <xsd:import namespace="ea40481e-d35b-4a7a-8d1b-277f304aad73"/>
    <xsd:import namespace="0ed2c289-cb70-4dbd-afe9-1f133a004d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40481e-d35b-4a7a-8d1b-277f304aa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a" ma:readOnly="false" ma:fieldId="{5cf76f15-5ced-4ddc-b409-7134ff3c332f}" ma:taxonomyMulti="true" ma:sspId="20de4301-b1da-46d0-bded-5f1fb5ebe3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d2c289-cb70-4dbd-afe9-1f133a004d25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1cfd6c87-fcdc-4940-b916-5cb597eb14a6}" ma:internalName="TaxCatchAll" ma:showField="CatchAllData" ma:web="0ed2c289-cb70-4dbd-afe9-1f133a004d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D0A40-1CF4-49C5-A2AA-7B91C2BAE6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A112E7-F432-4184-BA61-E0A451C23423}">
  <ds:schemaRefs>
    <ds:schemaRef ds:uri="http://schemas.microsoft.com/office/2006/metadata/properties"/>
    <ds:schemaRef ds:uri="http://schemas.microsoft.com/office/infopath/2007/PartnerControls"/>
    <ds:schemaRef ds:uri="0ed2c289-cb70-4dbd-afe9-1f133a004d25"/>
    <ds:schemaRef ds:uri="ea40481e-d35b-4a7a-8d1b-277f304aad73"/>
  </ds:schemaRefs>
</ds:datastoreItem>
</file>

<file path=customXml/itemProps3.xml><?xml version="1.0" encoding="utf-8"?>
<ds:datastoreItem xmlns:ds="http://schemas.openxmlformats.org/officeDocument/2006/customXml" ds:itemID="{93CD2718-98C5-41D1-8AD4-1A36546CF2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40481e-d35b-4a7a-8d1b-277f304aad73"/>
    <ds:schemaRef ds:uri="0ed2c289-cb70-4dbd-afe9-1f133a004d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AC55BE-DC78-47B0-A535-16EBDABEC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WS01_EN_solution_template.dotx</Template>
  <TotalTime>1141</TotalTime>
  <Pages>3</Pages>
  <Words>157</Words>
  <Characters>898</Characters>
  <Application>Microsoft Office Word</Application>
  <DocSecurity>0</DocSecurity>
  <Lines>7</Lines>
  <Paragraphs>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ČVUT FEL Praha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Nevosad, Marek</cp:lastModifiedBy>
  <cp:revision>5</cp:revision>
  <cp:lastPrinted>2013-05-24T14:00:00Z</cp:lastPrinted>
  <dcterms:created xsi:type="dcterms:W3CDTF">2022-10-01T09:18:00Z</dcterms:created>
  <dcterms:modified xsi:type="dcterms:W3CDTF">2023-02-28T14:17:00Z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0x0101005394F7F556C4DF4FA3B30C6313B7DDDC</vt:lpwstr>
  </property>
</Properties>
</file>