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0B00F6B1" w:rsidR="00063674" w:rsidRPr="00031743" w:rsidRDefault="00031743" w:rsidP="000C01E0">
      <w:pPr>
        <w:pStyle w:val="eTask"/>
      </w:pPr>
      <w:bookmarkStart w:id="0" w:name="_Hlk97716694"/>
      <w:proofErr w:type="spellStart"/>
      <w:r w:rsidRPr="00031743">
        <w:t>Pomocí</w:t>
      </w:r>
      <w:proofErr w:type="spellEnd"/>
      <w:r w:rsidRPr="00031743">
        <w:t xml:space="preserve"> </w:t>
      </w:r>
      <w:proofErr w:type="spellStart"/>
      <w:r w:rsidRPr="00031743">
        <w:t>metody</w:t>
      </w:r>
      <w:proofErr w:type="spellEnd"/>
      <w:r w:rsidRPr="00031743">
        <w:t xml:space="preserve"> </w:t>
      </w:r>
      <w:proofErr w:type="spellStart"/>
      <w:r w:rsidRPr="00031743">
        <w:t>getElementById</w:t>
      </w:r>
      <w:proofErr w:type="spellEnd"/>
      <w:r w:rsidRPr="00031743">
        <w:t xml:space="preserve"> </w:t>
      </w:r>
      <w:proofErr w:type="spellStart"/>
      <w:r w:rsidRPr="00031743">
        <w:t>najděte</w:t>
      </w:r>
      <w:proofErr w:type="spellEnd"/>
      <w:r w:rsidRPr="00031743">
        <w:t xml:space="preserve"> prvek &lt;p&gt; a změňte text na </w:t>
      </w:r>
      <w:r>
        <w:t>„</w:t>
      </w:r>
      <w:r w:rsidRPr="00031743">
        <w:t xml:space="preserve">Nový </w:t>
      </w:r>
      <w:proofErr w:type="gramStart"/>
      <w:r w:rsidRPr="00031743">
        <w:t>text</w:t>
      </w:r>
      <w:r>
        <w:t>“</w:t>
      </w:r>
      <w:proofErr w:type="gramEnd"/>
      <w:r w:rsidRPr="00031743">
        <w:t>.</w:t>
      </w:r>
    </w:p>
    <w:p w14:paraId="1FF01119" w14:textId="10C18FB0" w:rsidR="00A0599A" w:rsidRPr="00031743" w:rsidRDefault="00A0599A" w:rsidP="000C01E0">
      <w:pPr>
        <w:pStyle w:val="eTask"/>
        <w:numPr>
          <w:ilvl w:val="0"/>
          <w:numId w:val="0"/>
        </w:numPr>
        <w:ind w:left="720"/>
      </w:pPr>
    </w:p>
    <w:p w14:paraId="5254C463" w14:textId="402A467F" w:rsidR="00BC1251" w:rsidRPr="00031743" w:rsidRDefault="00BC1251" w:rsidP="000C01E0">
      <w:pPr>
        <w:spacing w:before="60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proofErr w:type="spellStart"/>
      <w:r w:rsidR="00876353" w:rsidRPr="00031743">
        <w:t>Old</w:t>
      </w:r>
      <w:proofErr w:type="spellEnd"/>
      <w:r w:rsidR="00876353" w:rsidRPr="00031743">
        <w:t xml:space="preserve"> text</w:t>
      </w:r>
      <w:r w:rsidRPr="00031743">
        <w:t>&lt;/p&gt;</w:t>
      </w:r>
    </w:p>
    <w:p w14:paraId="049311BA" w14:textId="6A90294C" w:rsidR="00BC1251" w:rsidRPr="00031743" w:rsidRDefault="00BC1251" w:rsidP="000C01E0">
      <w:pPr>
        <w:spacing w:before="60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18226CEC" w14:textId="575313DF" w:rsidR="00BC1251" w:rsidRPr="00031743" w:rsidRDefault="000C01E0" w:rsidP="000C01E0">
      <w:pPr>
        <w:spacing w:before="60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71A10B" wp14:editId="5919438E">
                <wp:simplePos x="0" y="0"/>
                <wp:positionH relativeFrom="column">
                  <wp:posOffset>-38100</wp:posOffset>
                </wp:positionH>
                <wp:positionV relativeFrom="paragraph">
                  <wp:posOffset>30480</wp:posOffset>
                </wp:positionV>
                <wp:extent cx="3209925" cy="238125"/>
                <wp:effectExtent l="0" t="0" r="28575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8F487" id="Pravokotnik: zaokroženi vogali 9" o:spid="_x0000_s1026" style="position:absolute;margin-left:-3pt;margin-top:2.4pt;width:252.75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46521F">
        <w:rPr>
          <w:color w:val="FF0000"/>
        </w:rPr>
        <w:tab/>
      </w:r>
      <w:r w:rsidR="00BC1251" w:rsidRPr="00031743">
        <w:t xml:space="preserve"> </w:t>
      </w:r>
      <w:r>
        <w:t xml:space="preserve"> </w:t>
      </w:r>
      <w:r w:rsidR="00BC1251" w:rsidRPr="00031743">
        <w:t>= "</w:t>
      </w:r>
      <w:r w:rsidR="00031743" w:rsidRPr="00031743">
        <w:t>Nový text</w:t>
      </w:r>
      <w:r w:rsidR="00BC1251" w:rsidRPr="00031743">
        <w:t>";</w:t>
      </w:r>
    </w:p>
    <w:p w14:paraId="7BB947A9" w14:textId="15232FEA" w:rsidR="00BC1251" w:rsidRDefault="00BC1251" w:rsidP="000C01E0">
      <w:pPr>
        <w:spacing w:before="60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1F1E7AC" w14:textId="03D713D4" w:rsidR="000C01E0" w:rsidRDefault="000C01E0" w:rsidP="00BC1251"/>
    <w:p w14:paraId="6D204EEE" w14:textId="77777777" w:rsidR="000C01E0" w:rsidRPr="000C01E0" w:rsidRDefault="000C01E0" w:rsidP="000C01E0">
      <w:pPr>
        <w:pStyle w:val="eLineBottom"/>
      </w:pPr>
    </w:p>
    <w:p w14:paraId="25BAA19F" w14:textId="77777777" w:rsidR="000C01E0" w:rsidRPr="00031743" w:rsidRDefault="000C01E0" w:rsidP="00BC1251"/>
    <w:p w14:paraId="7C175781" w14:textId="4625ABB0" w:rsidR="00876353" w:rsidRPr="0046521F" w:rsidRDefault="00031743" w:rsidP="000C01E0">
      <w:pPr>
        <w:pStyle w:val="eTask"/>
        <w:rPr>
          <w:lang w:val="cs-CZ"/>
        </w:rPr>
      </w:pPr>
      <w:r w:rsidRPr="0046521F">
        <w:rPr>
          <w:lang w:val="cs-CZ"/>
        </w:rPr>
        <w:t>Propojte metody a vlastnosti s jejich správným vysvětlením</w:t>
      </w:r>
    </w:p>
    <w:p w14:paraId="7D352D49" w14:textId="77777777" w:rsidR="00876353" w:rsidRPr="0046521F" w:rsidRDefault="00876353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031743" w:rsidRPr="00031743" w14:paraId="2B858D39" w14:textId="77777777" w:rsidTr="008C4302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031C06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innerHTML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1238F64A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</w:tcPr>
          <w:p w14:paraId="70CE0AE9" w14:textId="1CC6685F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7E752E">
              <w:t>Metoda pro vyhledání prvku podle id.</w:t>
            </w:r>
          </w:p>
        </w:tc>
      </w:tr>
      <w:tr w:rsidR="00031743" w:rsidRPr="00031743" w14:paraId="64CBCFB3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B14DA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3426ADB4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ADB27E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getElementById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292E3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A12F9" w14:textId="1E5892D5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7E752E">
              <w:t>Metoda pro odstranění podřízeného prvku HTML.</w:t>
            </w:r>
          </w:p>
        </w:tc>
      </w:tr>
      <w:tr w:rsidR="00031743" w:rsidRPr="00031743" w14:paraId="4EAE0C4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28F3E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64FF4A03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5FB0F97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setAttribute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D12A7D2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CFA69" w14:textId="4430A86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7E752E">
              <w:t xml:space="preserve">Vlastnost sloužící k nastavení nebo vrácení obsahu HTML prvku.  </w:t>
            </w:r>
          </w:p>
        </w:tc>
      </w:tr>
      <w:tr w:rsidR="00031743" w:rsidRPr="00031743" w14:paraId="19DE13D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DD26B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0BDF9AA7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CCCA3B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removeChild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7FBD0A16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</w:tcPr>
          <w:p w14:paraId="057C47EA" w14:textId="1666A6F3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r w:rsidRPr="007E752E">
              <w:t xml:space="preserve">Metoda pro změnu hodnoty atributu dokumentu HTML. </w:t>
            </w:r>
          </w:p>
        </w:tc>
      </w:tr>
    </w:tbl>
    <w:p w14:paraId="3FBEC89E" w14:textId="77777777" w:rsidR="000C01E0" w:rsidRPr="000C01E0" w:rsidRDefault="000C01E0" w:rsidP="000C01E0">
      <w:pPr>
        <w:pStyle w:val="eLineBottom"/>
      </w:pPr>
    </w:p>
    <w:p w14:paraId="646E46B9" w14:textId="77777777" w:rsidR="00F1459B" w:rsidRPr="00031743" w:rsidRDefault="00F1459B" w:rsidP="004A7E5F"/>
    <w:p w14:paraId="07B402D8" w14:textId="27AC4CFD" w:rsidR="00DA3B3D" w:rsidRPr="00031743" w:rsidRDefault="00031743" w:rsidP="000C01E0">
      <w:pPr>
        <w:pStyle w:val="eTask"/>
      </w:pPr>
      <w:r w:rsidRPr="00031743">
        <w:t xml:space="preserve">Pomocí metody </w:t>
      </w:r>
      <w:proofErr w:type="spellStart"/>
      <w:r w:rsidRPr="00031743">
        <w:t>getElementsByTagName</w:t>
      </w:r>
      <w:proofErr w:type="spellEnd"/>
      <w:r w:rsidRPr="00031743">
        <w:t xml:space="preserve"> najděte první prvek &lt;p&gt; a změňte jeho text na </w:t>
      </w:r>
      <w:r>
        <w:t>„</w:t>
      </w:r>
      <w:r w:rsidRPr="00031743">
        <w:t>Nový text</w:t>
      </w:r>
      <w:r>
        <w:t>“</w:t>
      </w:r>
      <w:r w:rsidRPr="00031743">
        <w:t>.</w:t>
      </w:r>
    </w:p>
    <w:p w14:paraId="1FDDDB15" w14:textId="77777777" w:rsidR="00DA3B3D" w:rsidRPr="00031743" w:rsidRDefault="00DA3B3D" w:rsidP="000C01E0">
      <w:pPr>
        <w:pStyle w:val="eTask"/>
        <w:numPr>
          <w:ilvl w:val="0"/>
          <w:numId w:val="0"/>
        </w:numPr>
        <w:ind w:left="720"/>
      </w:pPr>
    </w:p>
    <w:p w14:paraId="7DEE76DF" w14:textId="77777777" w:rsidR="00AC26F9" w:rsidRPr="00031743" w:rsidRDefault="00AC26F9" w:rsidP="000C01E0">
      <w:pPr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proofErr w:type="spellStart"/>
      <w:r w:rsidRPr="00031743">
        <w:t>Old</w:t>
      </w:r>
      <w:proofErr w:type="spellEnd"/>
      <w:r w:rsidRPr="00031743">
        <w:t xml:space="preserve"> text&lt;/p&gt;</w:t>
      </w:r>
    </w:p>
    <w:p w14:paraId="40533E0D" w14:textId="5A266581" w:rsidR="00AC26F9" w:rsidRPr="00031743" w:rsidRDefault="00AC26F9" w:rsidP="000C01E0">
      <w:pPr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54E5EA0C" w14:textId="63680831" w:rsidR="00D33CBB" w:rsidRPr="00031743" w:rsidRDefault="000C01E0" w:rsidP="000C01E0">
      <w:pPr>
        <w:spacing w:before="60"/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6A19F5" wp14:editId="67395154">
                <wp:simplePos x="0" y="0"/>
                <wp:positionH relativeFrom="column">
                  <wp:posOffset>48895</wp:posOffset>
                </wp:positionH>
                <wp:positionV relativeFrom="paragraph">
                  <wp:posOffset>44288</wp:posOffset>
                </wp:positionV>
                <wp:extent cx="709295" cy="238125"/>
                <wp:effectExtent l="0" t="0" r="14605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89FA9" id="Pravokotnik: zaokroženi vogali 9" o:spid="_x0000_s1026" style="position:absolute;margin-left:3.85pt;margin-top:3.5pt;width:55.85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183A7F3D" w14:textId="095B470E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924C90" wp14:editId="4C2484DD">
                <wp:simplePos x="0" y="0"/>
                <wp:positionH relativeFrom="column">
                  <wp:posOffset>48260</wp:posOffset>
                </wp:positionH>
                <wp:positionV relativeFrom="paragraph">
                  <wp:posOffset>169072</wp:posOffset>
                </wp:positionV>
                <wp:extent cx="1574165" cy="238125"/>
                <wp:effectExtent l="0" t="0" r="26035" b="2857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31E50E" id="Pravokotnik: zaokroženi vogali 9" o:spid="_x0000_s1026" style="position:absolute;margin-left:3.8pt;margin-top:13.3pt;width:123.95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25CEDAFA" w14:textId="020C3EB8" w:rsidR="00D33CBB" w:rsidRPr="00031743" w:rsidRDefault="00D33CBB" w:rsidP="000C01E0">
      <w:pPr>
        <w:ind w:left="142"/>
        <w:rPr>
          <w:color w:val="FF0000"/>
        </w:rPr>
      </w:pPr>
    </w:p>
    <w:p w14:paraId="7D0508F7" w14:textId="4609FCEC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C72A9C" wp14:editId="3299A91D">
                <wp:simplePos x="0" y="0"/>
                <wp:positionH relativeFrom="column">
                  <wp:posOffset>48422</wp:posOffset>
                </wp:positionH>
                <wp:positionV relativeFrom="paragraph">
                  <wp:posOffset>165735</wp:posOffset>
                </wp:positionV>
                <wp:extent cx="431165" cy="238125"/>
                <wp:effectExtent l="0" t="0" r="26035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D38EE" id="Pravokotnik: zaokroženi vogali 9" o:spid="_x0000_s1026" style="position:absolute;margin-left:3.8pt;margin-top:13.05pt;width:33.95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3F784F48" w14:textId="2ACED95C" w:rsidR="00D33CBB" w:rsidRPr="00031743" w:rsidRDefault="00D33CBB" w:rsidP="000C01E0">
      <w:pPr>
        <w:ind w:left="142"/>
        <w:rPr>
          <w:color w:val="FF0000"/>
        </w:rPr>
      </w:pPr>
    </w:p>
    <w:p w14:paraId="0B37C3AB" w14:textId="3F1271D6" w:rsidR="00D33CBB" w:rsidRPr="00031743" w:rsidRDefault="00D33CBB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CBA266" wp14:editId="01179D5E">
                <wp:simplePos x="0" y="0"/>
                <wp:positionH relativeFrom="column">
                  <wp:posOffset>47787</wp:posOffset>
                </wp:positionH>
                <wp:positionV relativeFrom="paragraph">
                  <wp:posOffset>156845</wp:posOffset>
                </wp:positionV>
                <wp:extent cx="431597" cy="238125"/>
                <wp:effectExtent l="0" t="0" r="26035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7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BB1564" id="Pravokotnik: zaokroženi vogali 9" o:spid="_x0000_s1026" style="position:absolute;margin-left:3.75pt;margin-top:12.35pt;width:34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</w:p>
    <w:p w14:paraId="2146088E" w14:textId="5C7560F6" w:rsidR="00D33CBB" w:rsidRPr="00031743" w:rsidRDefault="00D33CBB" w:rsidP="000C01E0">
      <w:pPr>
        <w:ind w:left="142"/>
        <w:rPr>
          <w:color w:val="FF0000"/>
        </w:rPr>
      </w:pPr>
    </w:p>
    <w:p w14:paraId="50454F30" w14:textId="77777777" w:rsidR="00D33CBB" w:rsidRPr="00031743" w:rsidRDefault="00D33CBB" w:rsidP="000C01E0">
      <w:pPr>
        <w:ind w:left="142"/>
        <w:rPr>
          <w:color w:val="FF0000"/>
          <w:sz w:val="16"/>
        </w:rPr>
      </w:pPr>
    </w:p>
    <w:p w14:paraId="0DB3FBFC" w14:textId="77777777" w:rsidR="00D33CBB" w:rsidRPr="00031743" w:rsidRDefault="00AC26F9" w:rsidP="000C01E0">
      <w:pPr>
        <w:ind w:left="142"/>
      </w:pPr>
      <w:r w:rsidRPr="00031743">
        <w:t>.</w:t>
      </w:r>
      <w:proofErr w:type="spellStart"/>
      <w:r w:rsidRPr="00031743">
        <w:t>innerHTML</w:t>
      </w:r>
      <w:proofErr w:type="spellEnd"/>
      <w:r w:rsidRPr="00031743">
        <w:t xml:space="preserve"> </w:t>
      </w:r>
    </w:p>
    <w:p w14:paraId="54804812" w14:textId="6ECC3D30" w:rsidR="00AC26F9" w:rsidRPr="00031743" w:rsidRDefault="00AC26F9" w:rsidP="00AC26F9">
      <w:r w:rsidRPr="00031743">
        <w:t>= "</w:t>
      </w:r>
      <w:r w:rsidR="00031743">
        <w:t>Nový text</w:t>
      </w:r>
      <w:r w:rsidRPr="00031743">
        <w:t>";</w:t>
      </w:r>
    </w:p>
    <w:p w14:paraId="5859C217" w14:textId="540CA858" w:rsidR="00AC26F9" w:rsidRDefault="00AC26F9" w:rsidP="00AC26F9"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4A328AA" w14:textId="77777777" w:rsidR="00031743" w:rsidRPr="00031743" w:rsidRDefault="00031743" w:rsidP="00AC26F9">
      <w:pPr>
        <w:rPr>
          <w:sz w:val="18"/>
        </w:rPr>
      </w:pPr>
    </w:p>
    <w:p w14:paraId="338AFA54" w14:textId="29C85CA6" w:rsidR="00472F18" w:rsidRDefault="00031743" w:rsidP="00472F18">
      <w:r w:rsidRPr="00031743">
        <w:t>Možnosti</w:t>
      </w:r>
      <w:r w:rsidR="00DA3B3D" w:rsidRPr="00031743">
        <w:t xml:space="preserve">: </w:t>
      </w:r>
      <w:proofErr w:type="spellStart"/>
      <w:r w:rsidR="00472F18" w:rsidRPr="00031743">
        <w:t>document</w:t>
      </w:r>
      <w:proofErr w:type="spellEnd"/>
      <w:r w:rsidR="00472F18" w:rsidRPr="00031743">
        <w:t xml:space="preserve">., </w:t>
      </w:r>
      <w:proofErr w:type="spellStart"/>
      <w:r w:rsidR="00472F18" w:rsidRPr="00031743">
        <w:t>getElementByTagName</w:t>
      </w:r>
      <w:proofErr w:type="spellEnd"/>
      <w:r w:rsidR="00472F18" w:rsidRPr="00031743">
        <w:t>, ("p"), [0]</w:t>
      </w:r>
    </w:p>
    <w:p w14:paraId="54D36DC1" w14:textId="27142E31" w:rsidR="002629E4" w:rsidRPr="000C01E0" w:rsidRDefault="00031743" w:rsidP="000C01E0">
      <w:pPr>
        <w:pStyle w:val="eTask"/>
        <w:rPr>
          <w:lang w:val="cs-CZ"/>
        </w:rPr>
      </w:pPr>
      <w:r w:rsidRPr="000C01E0">
        <w:rPr>
          <w:lang w:val="cs-CZ"/>
        </w:rPr>
        <w:lastRenderedPageBreak/>
        <w:t>Změňte barvu textu prvku &lt;p&gt; na žlutou („</w:t>
      </w:r>
      <w:proofErr w:type="spellStart"/>
      <w:r w:rsidRPr="000C01E0">
        <w:rPr>
          <w:lang w:val="cs-CZ"/>
        </w:rPr>
        <w:t>yellow</w:t>
      </w:r>
      <w:proofErr w:type="spellEnd"/>
      <w:r w:rsidRPr="000C01E0">
        <w:rPr>
          <w:lang w:val="cs-CZ"/>
        </w:rPr>
        <w:t>“)</w:t>
      </w:r>
    </w:p>
    <w:p w14:paraId="4E265BF4" w14:textId="77777777" w:rsidR="002629E4" w:rsidRPr="000C01E0" w:rsidRDefault="002629E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04EB753C" w14:textId="72F16FE0" w:rsidR="00DD7B2B" w:rsidRPr="00031743" w:rsidRDefault="00DD7B2B" w:rsidP="000C01E0">
      <w:pPr>
        <w:spacing w:before="4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7FD21F0" w14:textId="382E16F3" w:rsidR="00DD7B2B" w:rsidRPr="00031743" w:rsidRDefault="00CB3339" w:rsidP="000C01E0">
      <w:pPr>
        <w:spacing w:before="4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8210D1" wp14:editId="7B631FD1">
                <wp:simplePos x="0" y="0"/>
                <wp:positionH relativeFrom="column">
                  <wp:posOffset>3406391</wp:posOffset>
                </wp:positionH>
                <wp:positionV relativeFrom="paragraph">
                  <wp:posOffset>151809</wp:posOffset>
                </wp:positionV>
                <wp:extent cx="648586" cy="238125"/>
                <wp:effectExtent l="0" t="0" r="18415" b="28575"/>
                <wp:wrapNone/>
                <wp:docPr id="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86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08393" id="Pravokotnik: zaokroženi vogali 9" o:spid="_x0000_s1026" style="position:absolute;margin-left:268.2pt;margin-top:11.95pt;width:51.05pt;height:1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F7F5B9" wp14:editId="4B205635">
                <wp:simplePos x="0" y="0"/>
                <wp:positionH relativeFrom="column">
                  <wp:posOffset>2376805</wp:posOffset>
                </wp:positionH>
                <wp:positionV relativeFrom="paragraph">
                  <wp:posOffset>156845</wp:posOffset>
                </wp:positionV>
                <wp:extent cx="762000" cy="238125"/>
                <wp:effectExtent l="0" t="0" r="1905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1D45875" id="Pravokotnik: zaokroženi vogali 9" o:spid="_x0000_s1026" style="position:absolute;margin-left:187.15pt;margin-top:12.35pt;width:60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" filled="f" strokecolor="black [3213]" strokeweight="1pt">
                <v:stroke joinstyle="miter"/>
              </v:roundrect>
            </w:pict>
          </mc:Fallback>
        </mc:AlternateContent>
      </w:r>
      <w:r w:rsidR="00DD7B2B" w:rsidRPr="00031743">
        <w:t>&lt;</w:t>
      </w:r>
      <w:proofErr w:type="spellStart"/>
      <w:r w:rsidR="00DD7B2B" w:rsidRPr="00031743">
        <w:t>script</w:t>
      </w:r>
      <w:proofErr w:type="spellEnd"/>
      <w:r w:rsidR="00DD7B2B" w:rsidRPr="00031743">
        <w:t>&gt;</w:t>
      </w:r>
    </w:p>
    <w:p w14:paraId="250BD54C" w14:textId="7E131CD7" w:rsidR="00DD7B2B" w:rsidRPr="00031743" w:rsidRDefault="00DD7B2B" w:rsidP="000C01E0">
      <w:pPr>
        <w:spacing w:before="4"/>
      </w:pPr>
      <w:proofErr w:type="spellStart"/>
      <w:r w:rsidRPr="00031743">
        <w:t>document.getElementById</w:t>
      </w:r>
      <w:proofErr w:type="spellEnd"/>
      <w:r w:rsidRPr="00031743">
        <w:t>("</w:t>
      </w:r>
      <w:proofErr w:type="spellStart"/>
      <w:r w:rsidRPr="00031743">
        <w:t>example</w:t>
      </w:r>
      <w:proofErr w:type="spellEnd"/>
      <w:r w:rsidRPr="00031743">
        <w:t>")</w:t>
      </w:r>
      <w:r w:rsidR="0046521F">
        <w:rPr>
          <w:color w:val="FF0000"/>
        </w:rPr>
        <w:tab/>
        <w:t xml:space="preserve">            </w:t>
      </w:r>
      <w:r w:rsidR="000C01E0">
        <w:t xml:space="preserve"> </w:t>
      </w:r>
      <w:r w:rsidRPr="00031743">
        <w:t>= "</w:t>
      </w:r>
      <w:r w:rsidR="000C01E0">
        <w:t xml:space="preserve">  </w:t>
      </w:r>
      <w:r w:rsidR="0046521F">
        <w:t xml:space="preserve">                 </w:t>
      </w:r>
      <w:r w:rsidRPr="00031743">
        <w:t>";</w:t>
      </w:r>
    </w:p>
    <w:p w14:paraId="520287AB" w14:textId="54A3A612" w:rsidR="00DD7B2B" w:rsidRPr="00031743" w:rsidRDefault="00DD7B2B" w:rsidP="000C01E0">
      <w:pPr>
        <w:spacing w:before="4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5D16B5EA" w14:textId="77777777" w:rsidR="000C01E0" w:rsidRPr="000C01E0" w:rsidRDefault="000C01E0" w:rsidP="000C01E0">
      <w:pPr>
        <w:pStyle w:val="eLineBottom"/>
      </w:pPr>
    </w:p>
    <w:p w14:paraId="54127D67" w14:textId="73855A73" w:rsidR="000C6FB8" w:rsidRPr="00031743" w:rsidRDefault="000C6FB8" w:rsidP="000C01E0">
      <w:pPr>
        <w:pStyle w:val="eTask"/>
        <w:numPr>
          <w:ilvl w:val="0"/>
          <w:numId w:val="0"/>
        </w:numPr>
        <w:ind w:left="720"/>
      </w:pPr>
    </w:p>
    <w:p w14:paraId="759C1739" w14:textId="5E583601" w:rsidR="009C3A3C" w:rsidRPr="00031743" w:rsidRDefault="00031743" w:rsidP="000C01E0">
      <w:pPr>
        <w:pStyle w:val="eTask"/>
      </w:pPr>
      <w:r w:rsidRPr="00031743">
        <w:t>Vyjmenujte alespoň jednu metodu odstraňování prvků. Napište pouze název metody bez závorek.</w:t>
      </w:r>
    </w:p>
    <w:p w14:paraId="0033D4C1" w14:textId="5F4D41CE" w:rsidR="009C3A3C" w:rsidRPr="00031743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67AF9236" w:rsidR="0037508F" w:rsidRPr="0046521F" w:rsidRDefault="0046521F" w:rsidP="0037508F">
      <w:pPr>
        <w:pStyle w:val="Odstavecseseznamem"/>
        <w:numPr>
          <w:ilvl w:val="0"/>
          <w:numId w:val="14"/>
        </w:numPr>
        <w:rPr>
          <w:u w:val="single"/>
        </w:rPr>
      </w:pPr>
      <w:r w:rsidRPr="0046521F">
        <w:rPr>
          <w:u w:val="single"/>
        </w:rPr>
        <w:t>_______________________________________</w:t>
      </w:r>
    </w:p>
    <w:p w14:paraId="7184CA1A" w14:textId="06B20EAB" w:rsidR="00514303" w:rsidRPr="00031743" w:rsidRDefault="00514303" w:rsidP="00514303">
      <w:pPr>
        <w:pStyle w:val="Odstavecseseznamem"/>
        <w:ind w:left="786"/>
        <w:rPr>
          <w:color w:val="FF0000"/>
          <w:u w:val="single"/>
        </w:rPr>
      </w:pPr>
    </w:p>
    <w:p w14:paraId="5F20490D" w14:textId="77777777" w:rsidR="0046521F" w:rsidRPr="0046521F" w:rsidRDefault="0046521F" w:rsidP="0046521F">
      <w:pPr>
        <w:pStyle w:val="Odstavecseseznamem"/>
        <w:numPr>
          <w:ilvl w:val="0"/>
          <w:numId w:val="14"/>
        </w:numPr>
        <w:rPr>
          <w:u w:val="single"/>
        </w:rPr>
      </w:pPr>
      <w:r w:rsidRPr="0046521F">
        <w:rPr>
          <w:u w:val="single"/>
        </w:rPr>
        <w:t>_______________________________________</w:t>
      </w:r>
    </w:p>
    <w:p w14:paraId="54F033A8" w14:textId="77777777" w:rsidR="00514303" w:rsidRPr="00031743" w:rsidRDefault="00514303" w:rsidP="00514303">
      <w:pPr>
        <w:rPr>
          <w:color w:val="FF0000"/>
          <w:u w:val="single"/>
        </w:rPr>
      </w:pPr>
    </w:p>
    <w:p w14:paraId="2529A205" w14:textId="0B80F308" w:rsidR="00514303" w:rsidRPr="000C01E0" w:rsidRDefault="00514303" w:rsidP="000C01E0">
      <w:pPr>
        <w:pStyle w:val="eLineBottom"/>
      </w:pPr>
    </w:p>
    <w:p w14:paraId="6CF8230A" w14:textId="77777777" w:rsidR="000C01E0" w:rsidRPr="00031743" w:rsidRDefault="000C01E0" w:rsidP="00514303">
      <w:pPr>
        <w:rPr>
          <w:color w:val="FF0000"/>
          <w:u w:val="single"/>
        </w:rPr>
      </w:pPr>
    </w:p>
    <w:p w14:paraId="5A5C4DC5" w14:textId="51747F11" w:rsidR="00C2167F" w:rsidRPr="00031743" w:rsidRDefault="00031743" w:rsidP="000C01E0">
      <w:pPr>
        <w:pStyle w:val="eTask"/>
      </w:pPr>
      <w:r w:rsidRPr="00031743">
        <w:t>Změna velikosti písma prvku &lt;p&gt; na 15 pixelů</w:t>
      </w:r>
      <w:r>
        <w:t>.</w:t>
      </w:r>
    </w:p>
    <w:p w14:paraId="22206957" w14:textId="0AB64E5C" w:rsidR="00C2167F" w:rsidRPr="00031743" w:rsidRDefault="00C2167F" w:rsidP="000C01E0">
      <w:pPr>
        <w:pStyle w:val="eTask"/>
        <w:numPr>
          <w:ilvl w:val="0"/>
          <w:numId w:val="0"/>
        </w:numPr>
        <w:ind w:left="720"/>
      </w:pPr>
    </w:p>
    <w:p w14:paraId="5076023A" w14:textId="03E8F527" w:rsidR="00C2167F" w:rsidRPr="00031743" w:rsidRDefault="00C2167F" w:rsidP="000C01E0">
      <w:pPr>
        <w:spacing w:before="40"/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A4039D2" w14:textId="320AEFEC" w:rsidR="00C2167F" w:rsidRPr="00031743" w:rsidRDefault="00C2167F" w:rsidP="000C01E0">
      <w:pPr>
        <w:spacing w:before="40"/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6CF70374" w14:textId="68A2FFB5" w:rsidR="00C2167F" w:rsidRPr="00031743" w:rsidRDefault="0046521F" w:rsidP="000C01E0">
      <w:pPr>
        <w:spacing w:before="40"/>
        <w:ind w:left="142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F04179" wp14:editId="3AD9D2E3">
                <wp:simplePos x="0" y="0"/>
                <wp:positionH relativeFrom="column">
                  <wp:posOffset>3745392</wp:posOffset>
                </wp:positionH>
                <wp:positionV relativeFrom="paragraph">
                  <wp:posOffset>15875</wp:posOffset>
                </wp:positionV>
                <wp:extent cx="393065" cy="248285"/>
                <wp:effectExtent l="0" t="0" r="26035" b="1841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5" cy="2482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1C8D2" id="Pravokotnik: zaokroženi vogali 9" o:spid="_x0000_s1026" style="position:absolute;margin-left:294.9pt;margin-top:1.25pt;width:30.95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="00580991"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3F5C86" wp14:editId="2050FF09">
                <wp:simplePos x="0" y="0"/>
                <wp:positionH relativeFrom="column">
                  <wp:posOffset>2460093</wp:posOffset>
                </wp:positionH>
                <wp:positionV relativeFrom="paragraph">
                  <wp:posOffset>11652</wp:posOffset>
                </wp:positionV>
                <wp:extent cx="946298" cy="238125"/>
                <wp:effectExtent l="0" t="0" r="25400" b="28575"/>
                <wp:wrapNone/>
                <wp:docPr id="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98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84D31" id="Pravokotnik: zaokroženi vogali 9" o:spid="_x0000_s1026" style="position:absolute;margin-left:193.7pt;margin-top:.9pt;width:74.5pt;height:18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proofErr w:type="spellStart"/>
      <w:r w:rsidR="00C2167F" w:rsidRPr="00031743">
        <w:t>document.getElementById</w:t>
      </w:r>
      <w:proofErr w:type="spellEnd"/>
      <w:r w:rsidR="00C2167F" w:rsidRPr="00031743">
        <w:t>("</w:t>
      </w:r>
      <w:proofErr w:type="spellStart"/>
      <w:r w:rsidR="00C2167F" w:rsidRPr="00031743">
        <w:t>example</w:t>
      </w:r>
      <w:proofErr w:type="spellEnd"/>
      <w:r w:rsidR="00C2167F" w:rsidRPr="00031743">
        <w:t>")</w:t>
      </w:r>
      <w:r>
        <w:t xml:space="preserve">                       </w:t>
      </w:r>
      <w:r w:rsidR="00C2167F" w:rsidRPr="00031743">
        <w:t xml:space="preserve"> </w:t>
      </w:r>
      <w:r w:rsidR="000C01E0">
        <w:t xml:space="preserve">   </w:t>
      </w:r>
      <w:r w:rsidR="00C2167F" w:rsidRPr="00031743">
        <w:t xml:space="preserve">= </w:t>
      </w:r>
      <w:r w:rsidR="000C01E0">
        <w:t xml:space="preserve"> </w:t>
      </w:r>
      <w:r w:rsidR="00C2167F" w:rsidRPr="00031743">
        <w:t>"</w:t>
      </w:r>
      <w:r w:rsidR="000C01E0">
        <w:t xml:space="preserve"> </w:t>
      </w:r>
      <w:r>
        <w:t xml:space="preserve">         </w:t>
      </w:r>
      <w:r w:rsidR="000C01E0">
        <w:rPr>
          <w:color w:val="FF0000"/>
        </w:rPr>
        <w:t xml:space="preserve">  </w:t>
      </w:r>
      <w:r w:rsidR="00C2167F" w:rsidRPr="00031743">
        <w:t>";</w:t>
      </w:r>
    </w:p>
    <w:p w14:paraId="5B4C74FF" w14:textId="77777777" w:rsidR="00C2167F" w:rsidRPr="00031743" w:rsidRDefault="00C2167F" w:rsidP="000C01E0">
      <w:pPr>
        <w:spacing w:before="40"/>
        <w:ind w:left="142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753B1579" w14:textId="06652C20" w:rsidR="005D6039" w:rsidRDefault="005D6039" w:rsidP="00514303">
      <w:pPr>
        <w:rPr>
          <w:u w:val="single"/>
        </w:rPr>
      </w:pPr>
    </w:p>
    <w:p w14:paraId="725A73E8" w14:textId="77777777" w:rsidR="000C01E0" w:rsidRPr="000C01E0" w:rsidRDefault="000C01E0" w:rsidP="000C01E0">
      <w:pPr>
        <w:pStyle w:val="eLineBottom"/>
      </w:pPr>
    </w:p>
    <w:p w14:paraId="6E2B9849" w14:textId="77777777" w:rsidR="00431414" w:rsidRPr="00031743" w:rsidRDefault="00431414" w:rsidP="00431414">
      <w:pPr>
        <w:rPr>
          <w:u w:val="single"/>
        </w:rPr>
      </w:pPr>
    </w:p>
    <w:p w14:paraId="4BE161E8" w14:textId="157B10F8" w:rsidR="00031743" w:rsidRDefault="00031743" w:rsidP="000C01E0">
      <w:pPr>
        <w:pStyle w:val="eTask"/>
      </w:pPr>
      <w:r>
        <w:t xml:space="preserve">Napište </w:t>
      </w:r>
      <w:r w:rsidRPr="00031743">
        <w:t xml:space="preserve">správné pořadí </w:t>
      </w:r>
      <w:r>
        <w:t>příkazů</w:t>
      </w:r>
      <w:r w:rsidRPr="00031743">
        <w:t xml:space="preserve">, </w:t>
      </w:r>
      <w:r>
        <w:t xml:space="preserve">které </w:t>
      </w:r>
      <w:proofErr w:type="gramStart"/>
      <w:r>
        <w:t xml:space="preserve">použijeme </w:t>
      </w:r>
      <w:r w:rsidRPr="00031743">
        <w:t>když</w:t>
      </w:r>
      <w:proofErr w:type="gramEnd"/>
      <w:r w:rsidRPr="00031743">
        <w:t xml:space="preserve"> chceme vytvořit nový prvek s textem a přidat jej do existující struktury. </w:t>
      </w:r>
    </w:p>
    <w:p w14:paraId="0081BA9F" w14:textId="6D076ADB" w:rsidR="002629E4" w:rsidRPr="00031743" w:rsidRDefault="006D64F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  <w:r w:rsidRPr="0003174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BBF2F8" wp14:editId="5CDBB83D">
                <wp:simplePos x="0" y="0"/>
                <wp:positionH relativeFrom="column">
                  <wp:posOffset>234010</wp:posOffset>
                </wp:positionH>
                <wp:positionV relativeFrom="paragraph">
                  <wp:posOffset>155499</wp:posOffset>
                </wp:positionV>
                <wp:extent cx="1303020" cy="238125"/>
                <wp:effectExtent l="0" t="0" r="11430" b="28575"/>
                <wp:wrapNone/>
                <wp:docPr id="27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FD8E3BB" id="Pravokotnik: zaokroženi vogali 9" o:spid="_x0000_s1026" style="position:absolute;margin-left:18.45pt;margin-top:12.25pt;width:102.6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" filled="f" strokecolor="black [3213]" strokeweight="1pt">
                <v:stroke joinstyle="miter"/>
              </v:roundrect>
            </w:pict>
          </mc:Fallback>
        </mc:AlternateContent>
      </w:r>
    </w:p>
    <w:p w14:paraId="0BE11F89" w14:textId="517C1891" w:rsidR="002629E4" w:rsidRPr="00031743" w:rsidRDefault="002629E4" w:rsidP="002629E4">
      <w:pPr>
        <w:pStyle w:val="eText"/>
        <w:tabs>
          <w:tab w:val="left" w:pos="510"/>
          <w:tab w:val="left" w:pos="885"/>
        </w:tabs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FE7676C" wp14:editId="348DE2B4">
                <wp:simplePos x="0" y="0"/>
                <wp:positionH relativeFrom="column">
                  <wp:posOffset>252730</wp:posOffset>
                </wp:positionH>
                <wp:positionV relativeFrom="paragraph">
                  <wp:posOffset>357505</wp:posOffset>
                </wp:positionV>
                <wp:extent cx="1303020" cy="238125"/>
                <wp:effectExtent l="0" t="0" r="11430" b="28575"/>
                <wp:wrapNone/>
                <wp:docPr id="2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5D678627" id="Pravokotnik: zaokroženi vogali 9" o:spid="_x0000_s1026" style="position:absolute;margin-left:19.9pt;margin-top:28.15pt;width:102.6pt;height:1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tab/>
      </w:r>
    </w:p>
    <w:p w14:paraId="56837FF8" w14:textId="20C7652B" w:rsidR="002629E4" w:rsidRPr="00031743" w:rsidRDefault="000C01E0" w:rsidP="002629E4">
      <w:pPr>
        <w:pStyle w:val="eText"/>
        <w:rPr>
          <w:color w:val="FF0000"/>
        </w:rPr>
      </w:pPr>
      <w:r w:rsidRPr="0003174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0D5E1B" wp14:editId="2C33C13F">
                <wp:simplePos x="0" y="0"/>
                <wp:positionH relativeFrom="column">
                  <wp:posOffset>233680</wp:posOffset>
                </wp:positionH>
                <wp:positionV relativeFrom="paragraph">
                  <wp:posOffset>365287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B23C0D" id="Pravokotnik: zaokroženi vogali 9" o:spid="_x0000_s1026" style="position:absolute;margin-left:18.4pt;margin-top:28.75pt;width:102.6pt;height:1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="002629E4" w:rsidRPr="00031743">
        <w:rPr>
          <w:color w:val="FF0000"/>
        </w:rPr>
        <w:t xml:space="preserve">            </w:t>
      </w:r>
    </w:p>
    <w:p w14:paraId="0DD13117" w14:textId="1C80EB14" w:rsidR="002629E4" w:rsidRPr="00031743" w:rsidRDefault="002629E4" w:rsidP="002629E4">
      <w:pPr>
        <w:pStyle w:val="eText"/>
      </w:pPr>
      <w:r w:rsidRPr="00031743">
        <w:rPr>
          <w:color w:val="FF0000"/>
        </w:rPr>
        <w:t xml:space="preserve">       </w:t>
      </w:r>
      <w:r w:rsidR="000C01E0">
        <w:rPr>
          <w:color w:val="FF0000"/>
        </w:rPr>
        <w:t xml:space="preserve"> </w:t>
      </w:r>
    </w:p>
    <w:p w14:paraId="2E620DA6" w14:textId="77777777" w:rsidR="002629E4" w:rsidRPr="00031743" w:rsidRDefault="002629E4" w:rsidP="002629E4">
      <w:pPr>
        <w:rPr>
          <w:sz w:val="22"/>
          <w:szCs w:val="22"/>
        </w:rPr>
      </w:pPr>
    </w:p>
    <w:p w14:paraId="02B25EB1" w14:textId="124AA0EF" w:rsidR="002629E4" w:rsidRPr="00031743" w:rsidRDefault="00031743" w:rsidP="006D64F4">
      <w:r w:rsidRPr="00031743">
        <w:t>Možnosti</w:t>
      </w:r>
      <w:r w:rsidR="002629E4" w:rsidRPr="00031743">
        <w:t xml:space="preserve">: </w:t>
      </w:r>
      <w:proofErr w:type="spellStart"/>
      <w:r w:rsidR="006D64F4" w:rsidRPr="00031743">
        <w:t>createElement</w:t>
      </w:r>
      <w:proofErr w:type="spellEnd"/>
      <w:r w:rsidR="006D64F4" w:rsidRPr="00031743">
        <w:t xml:space="preserve">, </w:t>
      </w:r>
      <w:proofErr w:type="spellStart"/>
      <w:r w:rsidR="006D64F4" w:rsidRPr="00031743">
        <w:t>createTextNode</w:t>
      </w:r>
      <w:proofErr w:type="spellEnd"/>
      <w:r w:rsidR="006D64F4" w:rsidRPr="00031743">
        <w:t xml:space="preserve">, </w:t>
      </w:r>
      <w:proofErr w:type="spellStart"/>
      <w:r w:rsidR="006D64F4" w:rsidRPr="00031743">
        <w:t>appendChild</w:t>
      </w:r>
      <w:proofErr w:type="spellEnd"/>
    </w:p>
    <w:p w14:paraId="7E6ECFB6" w14:textId="77777777" w:rsidR="00431414" w:rsidRPr="00031743" w:rsidRDefault="00431414" w:rsidP="00514303">
      <w:pPr>
        <w:rPr>
          <w:u w:val="single"/>
        </w:rPr>
      </w:pPr>
      <w:bookmarkStart w:id="1" w:name="_GoBack"/>
      <w:bookmarkEnd w:id="1"/>
    </w:p>
    <w:sectPr w:rsidR="00431414" w:rsidRPr="000317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5D82C" w14:textId="77777777" w:rsidR="00B2680A" w:rsidRDefault="00B2680A" w:rsidP="00861A1A">
      <w:r>
        <w:separator/>
      </w:r>
    </w:p>
  </w:endnote>
  <w:endnote w:type="continuationSeparator" w:id="0">
    <w:p w14:paraId="23F23558" w14:textId="77777777" w:rsidR="00B2680A" w:rsidRDefault="00B2680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F8F875B" w14:textId="77777777" w:rsidR="000C01E0" w:rsidRPr="000C01E0" w:rsidRDefault="000C01E0" w:rsidP="000C01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C01E0">
            <w:rPr>
              <w:sz w:val="16"/>
              <w:szCs w:val="16"/>
              <w:lang w:val="en-US"/>
            </w:rPr>
            <w:t>Tento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projekt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byl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realizován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za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finanční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podpory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Evropské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unie</w:t>
          </w:r>
          <w:proofErr w:type="spellEnd"/>
          <w:r w:rsidRPr="000C01E0">
            <w:rPr>
              <w:sz w:val="16"/>
              <w:szCs w:val="16"/>
              <w:lang w:val="en-US"/>
            </w:rPr>
            <w:t>.</w:t>
          </w:r>
        </w:p>
        <w:p w14:paraId="06D86257" w14:textId="70488F63" w:rsidR="00BF5E09" w:rsidRPr="004A7E5F" w:rsidRDefault="000C01E0" w:rsidP="000C01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C01E0">
            <w:rPr>
              <w:sz w:val="16"/>
              <w:szCs w:val="16"/>
              <w:lang w:val="en-US"/>
            </w:rPr>
            <w:t>Za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obsah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publikací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C01E0">
            <w:rPr>
              <w:sz w:val="16"/>
              <w:szCs w:val="16"/>
              <w:lang w:val="en-US"/>
            </w:rPr>
            <w:t>sdělení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C01E0">
            <w:rPr>
              <w:sz w:val="16"/>
              <w:szCs w:val="16"/>
              <w:lang w:val="en-US"/>
            </w:rPr>
            <w:t>odpovídá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výlučně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autor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0C01E0">
            <w:rPr>
              <w:sz w:val="16"/>
              <w:szCs w:val="16"/>
              <w:lang w:val="en-US"/>
            </w:rPr>
            <w:t>Publikace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C01E0">
            <w:rPr>
              <w:sz w:val="16"/>
              <w:szCs w:val="16"/>
              <w:lang w:val="en-US"/>
            </w:rPr>
            <w:t>sdělení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C01E0">
            <w:rPr>
              <w:sz w:val="16"/>
              <w:szCs w:val="16"/>
              <w:lang w:val="en-US"/>
            </w:rPr>
            <w:t>nereprezentují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názory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Evropské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komise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C01E0">
            <w:rPr>
              <w:sz w:val="16"/>
              <w:szCs w:val="16"/>
              <w:lang w:val="en-US"/>
            </w:rPr>
            <w:t>Evropská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komise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neodpovídá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za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použití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informací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0C01E0">
            <w:rPr>
              <w:sz w:val="16"/>
              <w:szCs w:val="16"/>
              <w:lang w:val="en-US"/>
            </w:rPr>
            <w:t>jež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jsou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jejich</w:t>
          </w:r>
          <w:proofErr w:type="spellEnd"/>
          <w:r w:rsidRPr="000C01E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C01E0">
            <w:rPr>
              <w:sz w:val="16"/>
              <w:szCs w:val="16"/>
              <w:lang w:val="en-US"/>
            </w:rPr>
            <w:t>obsahem</w:t>
          </w:r>
          <w:proofErr w:type="spellEnd"/>
          <w:r w:rsidRPr="000C01E0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89701" w14:textId="77777777" w:rsidR="00B2680A" w:rsidRDefault="00B2680A" w:rsidP="00861A1A">
      <w:r>
        <w:separator/>
      </w:r>
    </w:p>
  </w:footnote>
  <w:footnote w:type="continuationSeparator" w:id="0">
    <w:p w14:paraId="15A6C5E4" w14:textId="77777777" w:rsidR="00B2680A" w:rsidRDefault="00B2680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61DC048C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C01E0" w:rsidRPr="000C01E0">
      <w:rPr>
        <w:rFonts w:ascii="Calibri" w:hAnsi="Calibri"/>
        <w:b/>
        <w:smallCaps/>
        <w:noProof/>
      </w:rPr>
      <w:t>PRACOVNÍ LIST</w:t>
    </w:r>
  </w:p>
  <w:p w14:paraId="568ED691" w14:textId="7236DEE8" w:rsidR="00C148FD" w:rsidRPr="00C148FD" w:rsidRDefault="00DD1E9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CE20E7A"/>
    <w:lvl w:ilvl="0" w:tplc="CC847B2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1743"/>
    <w:rsid w:val="00032CD7"/>
    <w:rsid w:val="00034D46"/>
    <w:rsid w:val="00036C37"/>
    <w:rsid w:val="00045BEB"/>
    <w:rsid w:val="000557D2"/>
    <w:rsid w:val="00055D82"/>
    <w:rsid w:val="00063674"/>
    <w:rsid w:val="00073ADF"/>
    <w:rsid w:val="0007473C"/>
    <w:rsid w:val="000750C9"/>
    <w:rsid w:val="00085D12"/>
    <w:rsid w:val="00087EAC"/>
    <w:rsid w:val="00094A16"/>
    <w:rsid w:val="00095C2F"/>
    <w:rsid w:val="000A233F"/>
    <w:rsid w:val="000A55B3"/>
    <w:rsid w:val="000C01E0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0FF"/>
    <w:rsid w:val="00165F85"/>
    <w:rsid w:val="00170E7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050AD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2E61CA"/>
    <w:rsid w:val="00304ADA"/>
    <w:rsid w:val="00306B9F"/>
    <w:rsid w:val="00307892"/>
    <w:rsid w:val="00315203"/>
    <w:rsid w:val="003203D9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47D87"/>
    <w:rsid w:val="00451B13"/>
    <w:rsid w:val="00454529"/>
    <w:rsid w:val="0046521F"/>
    <w:rsid w:val="0046567F"/>
    <w:rsid w:val="00472203"/>
    <w:rsid w:val="00472F18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2E67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26288"/>
    <w:rsid w:val="00560A89"/>
    <w:rsid w:val="00561B7B"/>
    <w:rsid w:val="00561C5A"/>
    <w:rsid w:val="00563AEB"/>
    <w:rsid w:val="005728B3"/>
    <w:rsid w:val="005738D5"/>
    <w:rsid w:val="0057504E"/>
    <w:rsid w:val="00580991"/>
    <w:rsid w:val="005832C4"/>
    <w:rsid w:val="005833A6"/>
    <w:rsid w:val="00584885"/>
    <w:rsid w:val="00587966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14E"/>
    <w:rsid w:val="005E5A22"/>
    <w:rsid w:val="005F0B45"/>
    <w:rsid w:val="005F17A1"/>
    <w:rsid w:val="005F5FA1"/>
    <w:rsid w:val="006034EC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4F4"/>
    <w:rsid w:val="006D6A7E"/>
    <w:rsid w:val="006D74BB"/>
    <w:rsid w:val="006E21B3"/>
    <w:rsid w:val="006E598F"/>
    <w:rsid w:val="006F0D5B"/>
    <w:rsid w:val="006F787A"/>
    <w:rsid w:val="00710301"/>
    <w:rsid w:val="00717C90"/>
    <w:rsid w:val="0073574D"/>
    <w:rsid w:val="007440D4"/>
    <w:rsid w:val="007460F9"/>
    <w:rsid w:val="00753C36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76353"/>
    <w:rsid w:val="00881BEB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7175A"/>
    <w:rsid w:val="00974B16"/>
    <w:rsid w:val="009802AD"/>
    <w:rsid w:val="009A1391"/>
    <w:rsid w:val="009A5F9E"/>
    <w:rsid w:val="009A6DD0"/>
    <w:rsid w:val="009B638C"/>
    <w:rsid w:val="009B7912"/>
    <w:rsid w:val="009C3A3C"/>
    <w:rsid w:val="009C7B24"/>
    <w:rsid w:val="009D5FD4"/>
    <w:rsid w:val="009E2A2A"/>
    <w:rsid w:val="009F6E5E"/>
    <w:rsid w:val="00A01805"/>
    <w:rsid w:val="00A0599A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B375D"/>
    <w:rsid w:val="00AC26F9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2680A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251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629B"/>
    <w:rsid w:val="00C148FD"/>
    <w:rsid w:val="00C2167F"/>
    <w:rsid w:val="00C2393A"/>
    <w:rsid w:val="00C455F4"/>
    <w:rsid w:val="00C55039"/>
    <w:rsid w:val="00C5580D"/>
    <w:rsid w:val="00C57915"/>
    <w:rsid w:val="00C6010E"/>
    <w:rsid w:val="00C6032E"/>
    <w:rsid w:val="00C7264E"/>
    <w:rsid w:val="00C732C3"/>
    <w:rsid w:val="00C767C9"/>
    <w:rsid w:val="00C81506"/>
    <w:rsid w:val="00C878F0"/>
    <w:rsid w:val="00C879EB"/>
    <w:rsid w:val="00CA51B5"/>
    <w:rsid w:val="00CB2DE2"/>
    <w:rsid w:val="00CB3199"/>
    <w:rsid w:val="00CB333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33CBB"/>
    <w:rsid w:val="00D506B7"/>
    <w:rsid w:val="00D573B0"/>
    <w:rsid w:val="00D6535B"/>
    <w:rsid w:val="00D71B81"/>
    <w:rsid w:val="00D773FA"/>
    <w:rsid w:val="00DA0AB5"/>
    <w:rsid w:val="00DA18A6"/>
    <w:rsid w:val="00DA1F5C"/>
    <w:rsid w:val="00DA24E3"/>
    <w:rsid w:val="00DA3B3D"/>
    <w:rsid w:val="00DB2F24"/>
    <w:rsid w:val="00DB674B"/>
    <w:rsid w:val="00DC1C3F"/>
    <w:rsid w:val="00DC1DC7"/>
    <w:rsid w:val="00DC6A92"/>
    <w:rsid w:val="00DD085D"/>
    <w:rsid w:val="00DD1E99"/>
    <w:rsid w:val="00DD34CF"/>
    <w:rsid w:val="00DD5F7A"/>
    <w:rsid w:val="00DD6149"/>
    <w:rsid w:val="00DD7B2B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A7826"/>
    <w:rsid w:val="00FB201E"/>
    <w:rsid w:val="00FD3686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67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C01E0"/>
    <w:pPr>
      <w:numPr>
        <w:numId w:val="2"/>
      </w:numPr>
      <w:ind w:left="470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</cp:revision>
  <cp:lastPrinted>2023-02-27T14:28:00Z</cp:lastPrinted>
  <dcterms:created xsi:type="dcterms:W3CDTF">2023-02-27T14:31:00Z</dcterms:created>
  <dcterms:modified xsi:type="dcterms:W3CDTF">2023-02-27T14:31:00Z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