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3AB9C590" w:rsidR="00C641B5" w:rsidRPr="00A331E5" w:rsidRDefault="000055CF" w:rsidP="00C641B5">
      <w:pPr>
        <w:pStyle w:val="eTask"/>
        <w:rPr>
          <w:lang w:val="cs-CZ"/>
        </w:rPr>
      </w:pPr>
      <w:bookmarkStart w:id="0" w:name="_Hlk97716694"/>
      <w:r w:rsidRPr="00A331E5">
        <w:rPr>
          <w:bCs/>
          <w:shd w:val="clear" w:color="auto" w:fill="FFFFFF"/>
          <w:lang w:val="cs-CZ" w:eastAsia="sk-SK"/>
        </w:rPr>
        <w:t>Přiřaďte výrazy v levém sloupci k příslušným obrázkům ve sloupci pravém.</w:t>
      </w:r>
    </w:p>
    <w:p w14:paraId="195363ED" w14:textId="61125517" w:rsidR="00C641B5" w:rsidRPr="00A331E5" w:rsidRDefault="00C641B5" w:rsidP="00C641B5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A331E5" w:rsidRPr="00A331E5" w14:paraId="0BA06F9C" w14:textId="77777777" w:rsidTr="00C641B5">
        <w:trPr>
          <w:trHeight w:val="828"/>
        </w:trPr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2D359E" w14:textId="2A1435D3" w:rsidR="00C641B5" w:rsidRPr="00A331E5" w:rsidRDefault="000055CF" w:rsidP="00C641B5">
            <w:pPr>
              <w:jc w:val="center"/>
            </w:pPr>
            <w:r w:rsidRPr="00A331E5">
              <w:t>Polygonální modelování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EC2EA" w14:textId="4DFBCAE2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CA72E8" w14:textId="13A7862E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  <w:r w:rsidRPr="00A331E5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4864" behindDoc="0" locked="0" layoutInCell="1" allowOverlap="1" wp14:anchorId="1799524C" wp14:editId="1DE1BEB1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43180</wp:posOffset>
                  </wp:positionV>
                  <wp:extent cx="1292225" cy="796925"/>
                  <wp:effectExtent l="0" t="0" r="3175" b="3175"/>
                  <wp:wrapNone/>
                  <wp:docPr id="19" name="Obrázok 19" descr="dolphin 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lphin 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AA0B05" w14:textId="614448BE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793DE6EE" w14:textId="2B68072C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32C3FBA0" w14:textId="588191B4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58388703" w14:textId="56D133FB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</w:tc>
      </w:tr>
      <w:tr w:rsidR="00A331E5" w:rsidRPr="00A331E5" w14:paraId="14E6B29C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66E45" w14:textId="77777777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331E5" w:rsidRPr="00A331E5" w14:paraId="7E7F6916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AC6" w14:textId="7810CEE7" w:rsidR="00C641B5" w:rsidRPr="00A331E5" w:rsidRDefault="002749E7" w:rsidP="00C641B5">
            <w:pPr>
              <w:jc w:val="center"/>
            </w:pPr>
            <w:r w:rsidRPr="00A331E5">
              <w:t>Digitáln</w:t>
            </w:r>
            <w:r w:rsidR="000055CF" w:rsidRPr="00A331E5">
              <w:t>í</w:t>
            </w:r>
            <w:r w:rsidRPr="00A331E5">
              <w:t xml:space="preserve"> soch</w:t>
            </w:r>
            <w:r w:rsidR="000055CF" w:rsidRPr="00A331E5">
              <w:t>ařství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D5A59" w14:textId="2B58A9D9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  <w:r w:rsidRPr="00A331E5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6912" behindDoc="0" locked="0" layoutInCell="1" allowOverlap="1" wp14:anchorId="3C169CD4" wp14:editId="5B0021A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21590</wp:posOffset>
                  </wp:positionV>
                  <wp:extent cx="1692275" cy="831215"/>
                  <wp:effectExtent l="0" t="0" r="0" b="0"/>
                  <wp:wrapNone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8" b="25122"/>
                          <a:stretch/>
                        </pic:blipFill>
                        <pic:spPr bwMode="auto">
                          <a:xfrm>
                            <a:off x="0" y="0"/>
                            <a:ext cx="16922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189859" w14:textId="77777777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2540E605" w14:textId="77777777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33A6D6B6" w14:textId="77777777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059349B5" w14:textId="45C50D95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</w:tc>
      </w:tr>
      <w:tr w:rsidR="00A331E5" w:rsidRPr="00A331E5" w14:paraId="1151A7A8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27E51B7B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C641B5" w:rsidRPr="00A331E5" w14:paraId="6D37051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009B26F9" w:rsidR="00C641B5" w:rsidRPr="00A331E5" w:rsidRDefault="002749E7" w:rsidP="006D263E">
            <w:pPr>
              <w:pStyle w:val="eCheckBoxText"/>
              <w:ind w:left="0" w:firstLine="0"/>
              <w:contextualSpacing/>
              <w:jc w:val="center"/>
            </w:pPr>
            <w:r w:rsidRPr="00A331E5">
              <w:t>Modelov</w:t>
            </w:r>
            <w:r w:rsidR="000055CF" w:rsidRPr="00A331E5">
              <w:t>á</w:t>
            </w:r>
            <w:r w:rsidRPr="00A331E5">
              <w:t>n</w:t>
            </w:r>
            <w:r w:rsidR="000055CF" w:rsidRPr="00A331E5">
              <w:t>í</w:t>
            </w:r>
            <w:r w:rsidRPr="00A331E5">
              <w:t xml:space="preserve"> k</w:t>
            </w:r>
            <w:r w:rsidR="000055CF" w:rsidRPr="00A331E5">
              <w:t>ř</w:t>
            </w:r>
            <w:r w:rsidRPr="00A331E5">
              <w:t>ivek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6876A25F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5998C" w14:textId="25452A6C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  <w:r w:rsidRPr="00A331E5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8960" behindDoc="0" locked="0" layoutInCell="1" allowOverlap="1" wp14:anchorId="406CCC00" wp14:editId="0A362E5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-11430</wp:posOffset>
                  </wp:positionV>
                  <wp:extent cx="1692275" cy="877570"/>
                  <wp:effectExtent l="0" t="0" r="0" b="0"/>
                  <wp:wrapNone/>
                  <wp:docPr id="22" name="Obrázok 22" descr="Lion head 3d models. Digital sculpture. | Beh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ion head 3d models. Digital sculpture. | Beh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49"/>
                          <a:stretch/>
                        </pic:blipFill>
                        <pic:spPr bwMode="auto">
                          <a:xfrm>
                            <a:off x="0" y="0"/>
                            <a:ext cx="169227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13FA60" w14:textId="10CDAA87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0745360A" w14:textId="796677B0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23C4680D" w14:textId="6C0A01DE" w:rsidR="00C641B5" w:rsidRPr="00A331E5" w:rsidRDefault="00C641B5" w:rsidP="006D263E">
            <w:pPr>
              <w:pStyle w:val="eCheckBoxText"/>
              <w:ind w:left="0" w:firstLine="0"/>
              <w:contextualSpacing/>
              <w:jc w:val="center"/>
            </w:pPr>
          </w:p>
          <w:p w14:paraId="5EEAB538" w14:textId="38AECEED" w:rsidR="00C641B5" w:rsidRPr="00A331E5" w:rsidRDefault="00C641B5" w:rsidP="00C641B5">
            <w:pPr>
              <w:pStyle w:val="eCheckBoxText"/>
              <w:ind w:left="0" w:firstLine="0"/>
              <w:contextualSpacing/>
            </w:pPr>
          </w:p>
        </w:tc>
      </w:tr>
    </w:tbl>
    <w:p w14:paraId="631149C1" w14:textId="5D94EF7B" w:rsidR="001922A0" w:rsidRPr="00A331E5" w:rsidRDefault="001922A0" w:rsidP="00C641B5"/>
    <w:p w14:paraId="7660B328" w14:textId="77777777" w:rsidR="00C148FD" w:rsidRPr="00A331E5" w:rsidRDefault="00C148FD" w:rsidP="00BF590A">
      <w:pPr>
        <w:pStyle w:val="eLineBottom"/>
        <w:ind w:left="154"/>
      </w:pPr>
    </w:p>
    <w:p w14:paraId="76C5FF36" w14:textId="77777777" w:rsidR="00C148FD" w:rsidRPr="00A331E5" w:rsidRDefault="00C148FD" w:rsidP="00C641B5"/>
    <w:p w14:paraId="669F0672" w14:textId="0BC08A40" w:rsidR="00C641B5" w:rsidRPr="00A331E5" w:rsidRDefault="00FA44DF" w:rsidP="00C641B5">
      <w:pPr>
        <w:pStyle w:val="eTask"/>
        <w:rPr>
          <w:lang w:val="cs-CZ"/>
        </w:rPr>
      </w:pPr>
      <w:r w:rsidRPr="00A331E5">
        <w:rPr>
          <w:bCs/>
          <w:shd w:val="clear" w:color="auto" w:fill="FFFFFF"/>
          <w:lang w:val="cs-CZ" w:eastAsia="sk-SK"/>
        </w:rPr>
        <w:t>Vyjmenujte pět kroků tvorby 3D modelu:</w:t>
      </w:r>
    </w:p>
    <w:p w14:paraId="6FCA71E4" w14:textId="77A5C266" w:rsidR="00C641B5" w:rsidRPr="00A331E5" w:rsidRDefault="00C641B5" w:rsidP="0098278F">
      <w:pPr>
        <w:spacing w:before="240" w:after="200"/>
        <w:ind w:left="709" w:hanging="284"/>
      </w:pPr>
      <w:r w:rsidRPr="00A331E5">
        <w:t>1.</w:t>
      </w:r>
      <w:r w:rsidRPr="00A331E5">
        <w:tab/>
      </w:r>
      <w:r w:rsidR="00616B7F">
        <w:t>__________________________________________________________</w:t>
      </w:r>
    </w:p>
    <w:p w14:paraId="04FB27C7" w14:textId="78ABD530" w:rsidR="00C641B5" w:rsidRPr="00A331E5" w:rsidRDefault="00C641B5" w:rsidP="0098278F">
      <w:pPr>
        <w:spacing w:after="200"/>
        <w:ind w:left="709" w:hanging="284"/>
      </w:pPr>
      <w:r w:rsidRPr="00A331E5">
        <w:t>2.</w:t>
      </w:r>
      <w:r w:rsidRPr="00A331E5">
        <w:tab/>
      </w:r>
      <w:r w:rsidR="00616B7F">
        <w:t>__________________________________________________________</w:t>
      </w:r>
    </w:p>
    <w:p w14:paraId="39B00C36" w14:textId="731E85E6" w:rsidR="00C641B5" w:rsidRPr="00A331E5" w:rsidRDefault="00C641B5" w:rsidP="0098278F">
      <w:pPr>
        <w:spacing w:after="200"/>
        <w:ind w:left="709" w:hanging="284"/>
      </w:pPr>
      <w:r w:rsidRPr="00A331E5">
        <w:t>3.</w:t>
      </w:r>
      <w:r w:rsidRPr="00A331E5">
        <w:tab/>
      </w:r>
      <w:r w:rsidR="00616B7F">
        <w:t>__________________________________________________________</w:t>
      </w:r>
    </w:p>
    <w:p w14:paraId="42EC11D3" w14:textId="7503C54F" w:rsidR="00C641B5" w:rsidRPr="00A331E5" w:rsidRDefault="00C641B5" w:rsidP="0098278F">
      <w:pPr>
        <w:spacing w:after="200"/>
        <w:ind w:left="709" w:hanging="284"/>
      </w:pPr>
      <w:r w:rsidRPr="00A331E5">
        <w:t>4.</w:t>
      </w:r>
      <w:r w:rsidRPr="00A331E5">
        <w:tab/>
      </w:r>
      <w:r w:rsidR="00616B7F">
        <w:t>__________________________________________________________</w:t>
      </w:r>
    </w:p>
    <w:p w14:paraId="42AF8936" w14:textId="2CB5522D" w:rsidR="00C641B5" w:rsidRPr="00A331E5" w:rsidRDefault="00C641B5" w:rsidP="00C57C6D">
      <w:pPr>
        <w:ind w:left="709" w:hanging="284"/>
      </w:pPr>
      <w:r w:rsidRPr="00A331E5">
        <w:t>5.</w:t>
      </w:r>
      <w:r w:rsidRPr="00A331E5">
        <w:tab/>
      </w:r>
      <w:r w:rsidR="00616B7F">
        <w:t>__________________________________________________________</w:t>
      </w:r>
    </w:p>
    <w:p w14:paraId="276AD9F9" w14:textId="77777777" w:rsidR="006E598F" w:rsidRPr="00A331E5" w:rsidRDefault="006E598F" w:rsidP="006E598F">
      <w:pPr>
        <w:pStyle w:val="eLineBottom"/>
        <w:ind w:left="154"/>
      </w:pPr>
    </w:p>
    <w:p w14:paraId="4938E765" w14:textId="77777777" w:rsidR="00F1459B" w:rsidRPr="00A331E5" w:rsidRDefault="00F1459B" w:rsidP="00F1459B"/>
    <w:p w14:paraId="2711E18A" w14:textId="1CD9275C" w:rsidR="008C0CE8" w:rsidRPr="00A331E5" w:rsidRDefault="00FA44DF" w:rsidP="008C0CE8">
      <w:pPr>
        <w:pStyle w:val="eTask"/>
        <w:rPr>
          <w:lang w:val="cs-CZ"/>
        </w:rPr>
      </w:pPr>
      <w:r w:rsidRPr="00A331E5">
        <w:rPr>
          <w:lang w:val="cs-CZ"/>
        </w:rPr>
        <w:t>Opravte následující tvrzení tak, aby byla pravdivá.</w:t>
      </w:r>
    </w:p>
    <w:p w14:paraId="7F35A69D" w14:textId="41EB3BF1" w:rsidR="003215A8" w:rsidRPr="00A331E5" w:rsidRDefault="00FA44DF" w:rsidP="00972D8D">
      <w:pPr>
        <w:pStyle w:val="eCheckBoxText"/>
        <w:spacing w:before="240"/>
        <w:ind w:firstLine="0"/>
        <w:jc w:val="both"/>
      </w:pPr>
      <w:r w:rsidRPr="00A331E5">
        <w:rPr>
          <w:szCs w:val="24"/>
          <w:lang w:eastAsia="sk-SK"/>
        </w:rPr>
        <w:t>Polygonální modelování – body ve 3D prostoru, nazývané</w:t>
      </w:r>
      <w:r w:rsidR="004B3038" w:rsidRPr="00A331E5">
        <w:rPr>
          <w:bdr w:val="none" w:sz="0" w:space="0" w:color="auto" w:frame="1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</w:rPr>
                    <m:t>vrstvy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</w:rPr>
                    <m:t>křivky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vrcholy</m:t>
                  </m:r>
                </m:e>
              </m:mr>
            </m:m>
          </m:e>
        </m:d>
        <m:r>
          <w:rPr>
            <w:rFonts w:ascii="Cambria Math" w:hAnsi="Cambria Math"/>
            <w:bdr w:val="none" w:sz="0" w:space="0" w:color="auto" w:frame="1"/>
          </w:rPr>
          <m:t>,</m:t>
        </m:r>
      </m:oMath>
      <w:r w:rsidR="004B3038" w:rsidRPr="00A331E5">
        <w:t xml:space="preserve"> </w:t>
      </w:r>
      <w:r w:rsidRPr="00A331E5">
        <w:rPr>
          <w:szCs w:val="24"/>
          <w:lang w:eastAsia="sk-SK"/>
        </w:rPr>
        <w:t>jsou propojeny úsečkami, které tvoří</w:t>
      </w:r>
      <w:r w:rsidR="004B3038" w:rsidRPr="00A331E5"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povrch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polygonální síť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roviny</m:t>
                  </m:r>
                </m:e>
              </m:mr>
            </m:m>
          </m:e>
        </m:d>
      </m:oMath>
      <w:r w:rsidR="004B3038" w:rsidRPr="00A331E5">
        <w:rPr>
          <w:bdr w:val="none" w:sz="0" w:space="0" w:color="auto" w:frame="1"/>
        </w:rPr>
        <w:t xml:space="preserve">. </w:t>
      </w:r>
      <w:r w:rsidRPr="00A331E5">
        <w:rPr>
          <w:szCs w:val="24"/>
          <w:lang w:eastAsia="sk-SK"/>
        </w:rPr>
        <w:t>Většina současných 3D modelů je vytvářena jako texturované polygonální modely, protože jsou</w:t>
      </w:r>
      <w:r w:rsidR="004B3038" w:rsidRPr="00A331E5">
        <w:t xml:space="preserve"> </w:t>
      </w:r>
      <m:oMath>
        <m:d>
          <m:dPr>
            <m:ctrlPr>
              <w:rPr>
                <w:rFonts w:ascii="Cambria Math" w:hAnsi="Cambria Math"/>
                <w:i/>
                <w:bdr w:val="none" w:sz="0" w:space="0" w:color="auto" w:frame="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dr w:val="none" w:sz="0" w:space="0" w:color="auto" w:frame="1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</w:rPr>
                    <m:t>jednoduché na výrobu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flexibilní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bdr w:val="none" w:sz="0" w:space="0" w:color="auto" w:frame="1"/>
                    </w:rPr>
                    <m:t>automaticky popsané</m:t>
                  </m:r>
                </m:e>
              </m:mr>
            </m:m>
          </m:e>
        </m:d>
      </m:oMath>
      <w:r w:rsidR="004B3038" w:rsidRPr="00A331E5">
        <w:rPr>
          <w:bdr w:val="none" w:sz="0" w:space="0" w:color="auto" w:frame="1"/>
        </w:rPr>
        <w:t xml:space="preserve">, </w:t>
      </w:r>
      <w:r w:rsidRPr="00A331E5">
        <w:rPr>
          <w:szCs w:val="24"/>
          <w:lang w:eastAsia="sk-SK"/>
        </w:rPr>
        <w:t xml:space="preserve">a počítače je tak </w:t>
      </w:r>
      <w:bookmarkStart w:id="1" w:name="_GoBack"/>
      <w:bookmarkEnd w:id="1"/>
      <w:r w:rsidRPr="00A331E5">
        <w:rPr>
          <w:szCs w:val="24"/>
          <w:lang w:eastAsia="sk-SK"/>
        </w:rPr>
        <w:t>dokáží vykreslit rychle. Polygony jsou však rovinné, a zakřivené povrchy mohou být velkým množstvím použitých polygonů pouze aproximovány</w:t>
      </w:r>
      <w:r w:rsidR="0098278F" w:rsidRPr="00A331E5">
        <w:rPr>
          <w:szCs w:val="24"/>
          <w:lang w:eastAsia="sk-SK"/>
        </w:rPr>
        <w:t>.</w:t>
      </w:r>
      <w:r w:rsidR="003215A8" w:rsidRPr="00A331E5">
        <w:br w:type="page"/>
      </w:r>
    </w:p>
    <w:p w14:paraId="0543DA91" w14:textId="01F5A4F3" w:rsidR="00063674" w:rsidRPr="00A331E5" w:rsidRDefault="00C43A8A" w:rsidP="009C3A3C">
      <w:pPr>
        <w:pStyle w:val="eTask"/>
        <w:rPr>
          <w:lang w:val="cs-CZ"/>
        </w:rPr>
      </w:pPr>
      <w:r w:rsidRPr="00A331E5">
        <w:rPr>
          <w:bCs/>
          <w:shd w:val="clear" w:color="auto" w:fill="FFFFFF"/>
          <w:lang w:val="cs-CZ" w:eastAsia="sk-SK"/>
        </w:rPr>
        <w:lastRenderedPageBreak/>
        <w:t>Přiřaďte výrazy v levém sloupci ke všem příslušným výrazům ve sloupci pravém.</w:t>
      </w:r>
    </w:p>
    <w:p w14:paraId="1724AA45" w14:textId="3E50ADDA" w:rsidR="00063674" w:rsidRPr="00A331E5" w:rsidRDefault="00063674" w:rsidP="00BF590A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6"/>
        <w:gridCol w:w="2925"/>
      </w:tblGrid>
      <w:tr w:rsidR="00A331E5" w:rsidRPr="00A331E5" w14:paraId="00DC526E" w14:textId="77777777" w:rsidTr="00A1668F">
        <w:trPr>
          <w:trHeight w:val="828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0AB0CFDC" w:rsidR="001F0D36" w:rsidRPr="00A331E5" w:rsidRDefault="00F44672" w:rsidP="00F44672">
            <w:pPr>
              <w:jc w:val="center"/>
            </w:pPr>
            <w:r w:rsidRPr="00A331E5">
              <w:t>3D modelovac</w:t>
            </w:r>
            <w:r w:rsidR="00C43A8A" w:rsidRPr="00A331E5">
              <w:t>í</w:t>
            </w:r>
            <w:r w:rsidRPr="00A331E5">
              <w:t xml:space="preserve"> programy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4B81986E" w:rsidR="006D6A7E" w:rsidRPr="00A331E5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416DED91" w:rsidR="006D6A7E" w:rsidRPr="00A331E5" w:rsidRDefault="00F44672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A331E5">
              <w:t>Time</w:t>
            </w:r>
            <w:proofErr w:type="spellEnd"/>
            <w:r w:rsidRPr="00A331E5">
              <w:t xml:space="preserve"> </w:t>
            </w:r>
            <w:proofErr w:type="spellStart"/>
            <w:r w:rsidRPr="00A331E5">
              <w:t>of</w:t>
            </w:r>
            <w:proofErr w:type="spellEnd"/>
            <w:r w:rsidRPr="00A331E5">
              <w:t xml:space="preserve"> </w:t>
            </w:r>
            <w:proofErr w:type="spellStart"/>
            <w:r w:rsidRPr="00A331E5">
              <w:t>Flight</w:t>
            </w:r>
            <w:proofErr w:type="spellEnd"/>
          </w:p>
        </w:tc>
      </w:tr>
      <w:tr w:rsidR="00A331E5" w:rsidRPr="00A331E5" w14:paraId="2E66F76B" w14:textId="77777777" w:rsidTr="00A1668F">
        <w:trPr>
          <w:trHeight w:val="283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A331E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A331E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A331E5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331E5" w:rsidRPr="00A331E5" w14:paraId="0525D131" w14:textId="77777777" w:rsidTr="00A1668F">
        <w:trPr>
          <w:trHeight w:val="828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4517473F" w:rsidR="006D6A7E" w:rsidRPr="00A331E5" w:rsidRDefault="00F44672" w:rsidP="001F0D36">
            <w:pPr>
              <w:jc w:val="center"/>
            </w:pPr>
            <w:r w:rsidRPr="00A331E5">
              <w:t xml:space="preserve">3D </w:t>
            </w:r>
            <w:r w:rsidR="00C43A8A" w:rsidRPr="00A331E5">
              <w:t>technologie</w:t>
            </w:r>
            <w:r w:rsidRPr="00A331E5">
              <w:t xml:space="preserve"> </w:t>
            </w:r>
            <w:r w:rsidR="00C43A8A" w:rsidRPr="00A331E5">
              <w:t>snímání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2B54B099" w:rsidR="006D6A7E" w:rsidRPr="00A331E5" w:rsidRDefault="006D6A7E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70CEF951" w:rsidR="006D6A7E" w:rsidRPr="00A331E5" w:rsidRDefault="001F0D36" w:rsidP="002B17E7">
            <w:pPr>
              <w:pStyle w:val="eCheckBoxText"/>
              <w:ind w:left="0" w:firstLine="0"/>
              <w:contextualSpacing/>
              <w:jc w:val="center"/>
            </w:pPr>
            <w:r w:rsidRPr="00A331E5">
              <w:t>Cinema4D</w:t>
            </w:r>
          </w:p>
        </w:tc>
      </w:tr>
      <w:tr w:rsidR="00A331E5" w:rsidRPr="00A331E5" w14:paraId="6CDA688B" w14:textId="77777777" w:rsidTr="00AE5248">
        <w:trPr>
          <w:trHeight w:val="283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D6FC8D" w14:textId="77777777" w:rsidR="00A1668F" w:rsidRPr="00A331E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A36618" w14:textId="45C19AB0" w:rsidR="00A1668F" w:rsidRPr="00A331E5" w:rsidRDefault="00A1668F" w:rsidP="00F1459B">
            <w:pPr>
              <w:pStyle w:val="eCheckBoxText"/>
              <w:ind w:left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7B64" w14:textId="77777777" w:rsidR="00A1668F" w:rsidRPr="00A331E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331E5" w:rsidRPr="00A331E5" w14:paraId="492DF4D9" w14:textId="77777777" w:rsidTr="006731D4">
        <w:trPr>
          <w:trHeight w:val="828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1E985B3" w14:textId="6C7DE4E7" w:rsidR="00A1668F" w:rsidRPr="00A331E5" w:rsidRDefault="00A1668F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36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BAD867" w14:textId="5597572C" w:rsidR="00A1668F" w:rsidRPr="00A331E5" w:rsidRDefault="00A1668F" w:rsidP="00F1459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CBFFD" w14:textId="124BFD09" w:rsidR="00A1668F" w:rsidRPr="00A331E5" w:rsidRDefault="00A1668F" w:rsidP="00F1459B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A331E5">
              <w:t>Blender</w:t>
            </w:r>
            <w:proofErr w:type="spellEnd"/>
          </w:p>
        </w:tc>
      </w:tr>
      <w:tr w:rsidR="00A331E5" w:rsidRPr="00A331E5" w14:paraId="6A28FCB3" w14:textId="77777777" w:rsidTr="006731D4">
        <w:trPr>
          <w:trHeight w:val="283"/>
        </w:trPr>
        <w:tc>
          <w:tcPr>
            <w:tcW w:w="206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6FB8F" w14:textId="77777777" w:rsidR="00A1668F" w:rsidRPr="00A331E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BD3E72" w14:textId="77777777" w:rsidR="00A1668F" w:rsidRPr="00A331E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15650" w14:textId="77777777" w:rsidR="00A1668F" w:rsidRPr="00A331E5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A1668F" w:rsidRPr="00A331E5" w14:paraId="2EB7942E" w14:textId="77777777" w:rsidTr="00A1668F">
        <w:trPr>
          <w:gridBefore w:val="2"/>
          <w:wBefore w:w="5711" w:type="dxa"/>
          <w:trHeight w:val="82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6AEA9E" w14:textId="21F79299" w:rsidR="00A1668F" w:rsidRPr="00A331E5" w:rsidRDefault="00C43A8A" w:rsidP="00C43A8A">
            <w:pPr>
              <w:jc w:val="center"/>
              <w:rPr>
                <w:lang w:val="en-US"/>
              </w:rPr>
            </w:pPr>
            <w:r w:rsidRPr="00A331E5">
              <w:rPr>
                <w:lang w:val="en-US"/>
              </w:rPr>
              <w:t>Deep vision SL</w:t>
            </w:r>
          </w:p>
        </w:tc>
      </w:tr>
    </w:tbl>
    <w:p w14:paraId="53BC67F3" w14:textId="77777777" w:rsidR="00A21409" w:rsidRPr="00A331E5" w:rsidRDefault="00A21409" w:rsidP="004A7E5F">
      <w:pPr>
        <w:pStyle w:val="eLineBottom"/>
        <w:ind w:left="154"/>
      </w:pPr>
    </w:p>
    <w:p w14:paraId="7DECBACD" w14:textId="77777777" w:rsidR="00F1459B" w:rsidRPr="00A331E5" w:rsidRDefault="00F1459B" w:rsidP="004A7E5F"/>
    <w:p w14:paraId="5C8B7AB7" w14:textId="4D9BC92B" w:rsidR="001F0D36" w:rsidRPr="00A331E5" w:rsidRDefault="0043251F" w:rsidP="001F0D36">
      <w:pPr>
        <w:pStyle w:val="eTask"/>
        <w:rPr>
          <w:lang w:val="cs-CZ"/>
        </w:rPr>
      </w:pPr>
      <w:r w:rsidRPr="00A331E5">
        <w:rPr>
          <w:bCs/>
          <w:shd w:val="clear" w:color="auto" w:fill="FFFFFF"/>
          <w:lang w:val="cs-CZ" w:eastAsia="sk-SK"/>
        </w:rPr>
        <w:t>Vyjmenujte tři hlavní kategorie principů VR.</w:t>
      </w:r>
    </w:p>
    <w:p w14:paraId="1FC3E4A6" w14:textId="431E402B" w:rsidR="001F0D36" w:rsidRPr="00A331E5" w:rsidRDefault="001F0D36" w:rsidP="00C57C6D">
      <w:pPr>
        <w:spacing w:before="240" w:after="240"/>
        <w:ind w:left="709" w:hanging="284"/>
      </w:pPr>
      <w:r w:rsidRPr="00A331E5">
        <w:t>1.</w:t>
      </w:r>
      <w:r w:rsidRPr="00A331E5">
        <w:tab/>
      </w:r>
      <w:r w:rsidR="00616B7F">
        <w:t>__________________________________________________________</w:t>
      </w:r>
    </w:p>
    <w:p w14:paraId="385AAE9B" w14:textId="7A9097D2" w:rsidR="001F0D36" w:rsidRPr="00A331E5" w:rsidRDefault="001F0D36" w:rsidP="00C57C6D">
      <w:pPr>
        <w:spacing w:after="240"/>
        <w:ind w:left="710" w:hanging="284"/>
      </w:pPr>
      <w:r w:rsidRPr="00A331E5">
        <w:t>2.</w:t>
      </w:r>
      <w:r w:rsidRPr="00A331E5">
        <w:tab/>
      </w:r>
      <w:r w:rsidR="00616B7F">
        <w:t>__________________________________________________________</w:t>
      </w:r>
    </w:p>
    <w:p w14:paraId="1266DD03" w14:textId="181D4A34" w:rsidR="009C3A3C" w:rsidRPr="00A331E5" w:rsidRDefault="001F0D36" w:rsidP="00B0312A">
      <w:pPr>
        <w:ind w:left="709" w:hanging="284"/>
      </w:pPr>
      <w:r w:rsidRPr="00A331E5">
        <w:t>3.</w:t>
      </w:r>
      <w:r w:rsidRPr="00A331E5">
        <w:tab/>
      </w:r>
      <w:bookmarkEnd w:id="0"/>
      <w:r w:rsidR="00616B7F">
        <w:t>__________________________________________________________</w:t>
      </w:r>
    </w:p>
    <w:sectPr w:rsidR="009C3A3C" w:rsidRPr="00A331E5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C57B66" w14:textId="77777777" w:rsidR="00F152AF" w:rsidRDefault="00F152AF" w:rsidP="00861A1A">
      <w:r>
        <w:separator/>
      </w:r>
    </w:p>
  </w:endnote>
  <w:endnote w:type="continuationSeparator" w:id="0">
    <w:p w14:paraId="1B309CCC" w14:textId="77777777" w:rsidR="00F152AF" w:rsidRDefault="00F152A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10DE5675" w14:textId="77777777" w:rsidR="00616B7F" w:rsidRPr="00616B7F" w:rsidRDefault="00616B7F" w:rsidP="00616B7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16B7F">
            <w:rPr>
              <w:sz w:val="16"/>
              <w:szCs w:val="16"/>
              <w:lang w:val="en-US"/>
            </w:rPr>
            <w:t>Tento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projekt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byl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realizován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za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finanční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podpory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Evropské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unie</w:t>
          </w:r>
          <w:proofErr w:type="spellEnd"/>
          <w:r w:rsidRPr="00616B7F">
            <w:rPr>
              <w:sz w:val="16"/>
              <w:szCs w:val="16"/>
              <w:lang w:val="en-US"/>
            </w:rPr>
            <w:t>.</w:t>
          </w:r>
        </w:p>
        <w:p w14:paraId="08695355" w14:textId="3CA78CDD" w:rsidR="00BF5E09" w:rsidRPr="004A7E5F" w:rsidRDefault="00616B7F" w:rsidP="00616B7F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616B7F">
            <w:rPr>
              <w:sz w:val="16"/>
              <w:szCs w:val="16"/>
              <w:lang w:val="en-US"/>
            </w:rPr>
            <w:t>Za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obsah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publikací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16B7F">
            <w:rPr>
              <w:sz w:val="16"/>
              <w:szCs w:val="16"/>
              <w:lang w:val="en-US"/>
            </w:rPr>
            <w:t>sdělení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16B7F">
            <w:rPr>
              <w:sz w:val="16"/>
              <w:szCs w:val="16"/>
              <w:lang w:val="en-US"/>
            </w:rPr>
            <w:t>odpovídá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výlučně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autor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. </w:t>
          </w:r>
          <w:proofErr w:type="spellStart"/>
          <w:r w:rsidRPr="00616B7F">
            <w:rPr>
              <w:sz w:val="16"/>
              <w:szCs w:val="16"/>
              <w:lang w:val="en-US"/>
            </w:rPr>
            <w:t>Publikace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616B7F">
            <w:rPr>
              <w:sz w:val="16"/>
              <w:szCs w:val="16"/>
              <w:lang w:val="en-US"/>
            </w:rPr>
            <w:t>sdělení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616B7F">
            <w:rPr>
              <w:sz w:val="16"/>
              <w:szCs w:val="16"/>
              <w:lang w:val="en-US"/>
            </w:rPr>
            <w:t>nereprezentují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názory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Evropské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komise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616B7F">
            <w:rPr>
              <w:sz w:val="16"/>
              <w:szCs w:val="16"/>
              <w:lang w:val="en-US"/>
            </w:rPr>
            <w:t>Evropská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komise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neodpovídá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za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použití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informací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, </w:t>
          </w:r>
          <w:proofErr w:type="spellStart"/>
          <w:r w:rsidRPr="00616B7F">
            <w:rPr>
              <w:sz w:val="16"/>
              <w:szCs w:val="16"/>
              <w:lang w:val="en-US"/>
            </w:rPr>
            <w:t>jež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jsou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jejich</w:t>
          </w:r>
          <w:proofErr w:type="spellEnd"/>
          <w:r w:rsidRPr="00616B7F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616B7F">
            <w:rPr>
              <w:sz w:val="16"/>
              <w:szCs w:val="16"/>
              <w:lang w:val="en-US"/>
            </w:rPr>
            <w:t>obsahem</w:t>
          </w:r>
          <w:proofErr w:type="spellEnd"/>
          <w:r w:rsidRPr="00616B7F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11BC95" w14:textId="77777777" w:rsidR="00F152AF" w:rsidRDefault="00F152AF" w:rsidP="00861A1A">
      <w:r>
        <w:separator/>
      </w:r>
    </w:p>
  </w:footnote>
  <w:footnote w:type="continuationSeparator" w:id="0">
    <w:p w14:paraId="0F601C47" w14:textId="77777777" w:rsidR="00F152AF" w:rsidRDefault="00F152A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3158C99E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616B7F" w:rsidRPr="00616B7F">
      <w:rPr>
        <w:rFonts w:ascii="Calibri" w:hAnsi="Calibri"/>
        <w:b/>
        <w:smallCaps/>
        <w:noProof/>
      </w:rPr>
      <w:t>PRACOVNÍ LIST</w:t>
    </w:r>
  </w:p>
  <w:p w14:paraId="52052A13" w14:textId="68E19866" w:rsidR="00C148FD" w:rsidRPr="00C148FD" w:rsidRDefault="00B8524E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B8524E">
      <w:rPr>
        <w:rFonts w:ascii="Calibri" w:hAnsi="Calibri"/>
        <w:smallCaps/>
        <w:noProof/>
        <w:sz w:val="20"/>
        <w:szCs w:val="20"/>
        <w:lang w:val="en-US"/>
      </w:rPr>
      <w:t>Moderní technologie a koncepce pro vzdělávání I – 3D video, virtuální a rozšířená realita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55C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113B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B057D"/>
    <w:rsid w:val="001D00A1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72012"/>
    <w:rsid w:val="002749E7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E301D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251F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77FC2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16B7F"/>
    <w:rsid w:val="00625B5A"/>
    <w:rsid w:val="0063604E"/>
    <w:rsid w:val="00636650"/>
    <w:rsid w:val="0063686B"/>
    <w:rsid w:val="006435FE"/>
    <w:rsid w:val="00643DB0"/>
    <w:rsid w:val="0064494B"/>
    <w:rsid w:val="00654C16"/>
    <w:rsid w:val="0066221D"/>
    <w:rsid w:val="0066326F"/>
    <w:rsid w:val="006731D4"/>
    <w:rsid w:val="0068067D"/>
    <w:rsid w:val="0068131D"/>
    <w:rsid w:val="00683A34"/>
    <w:rsid w:val="00685008"/>
    <w:rsid w:val="00690FB1"/>
    <w:rsid w:val="00695314"/>
    <w:rsid w:val="006A24C7"/>
    <w:rsid w:val="006B5D59"/>
    <w:rsid w:val="006C364D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B7B4C"/>
    <w:rsid w:val="007C0FDD"/>
    <w:rsid w:val="007C29C7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0CE8"/>
    <w:rsid w:val="008C64E0"/>
    <w:rsid w:val="008D117E"/>
    <w:rsid w:val="008D38F1"/>
    <w:rsid w:val="008D4D38"/>
    <w:rsid w:val="008F1B37"/>
    <w:rsid w:val="008F5585"/>
    <w:rsid w:val="00912A69"/>
    <w:rsid w:val="00916DC9"/>
    <w:rsid w:val="00922512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8278F"/>
    <w:rsid w:val="009A5F9E"/>
    <w:rsid w:val="009A6DD0"/>
    <w:rsid w:val="009B638C"/>
    <w:rsid w:val="009C3762"/>
    <w:rsid w:val="009C3A3C"/>
    <w:rsid w:val="009C562C"/>
    <w:rsid w:val="009C7B24"/>
    <w:rsid w:val="009E2A2A"/>
    <w:rsid w:val="009E58E0"/>
    <w:rsid w:val="009F592C"/>
    <w:rsid w:val="009F6E5E"/>
    <w:rsid w:val="00A01C29"/>
    <w:rsid w:val="00A1668F"/>
    <w:rsid w:val="00A17111"/>
    <w:rsid w:val="00A21409"/>
    <w:rsid w:val="00A22636"/>
    <w:rsid w:val="00A26A28"/>
    <w:rsid w:val="00A331E5"/>
    <w:rsid w:val="00A41E41"/>
    <w:rsid w:val="00A50FFF"/>
    <w:rsid w:val="00A527AF"/>
    <w:rsid w:val="00A54992"/>
    <w:rsid w:val="00A633E1"/>
    <w:rsid w:val="00A65E53"/>
    <w:rsid w:val="00A77DE4"/>
    <w:rsid w:val="00A8234A"/>
    <w:rsid w:val="00A964BB"/>
    <w:rsid w:val="00A96BF4"/>
    <w:rsid w:val="00A97C95"/>
    <w:rsid w:val="00AA0506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0312A"/>
    <w:rsid w:val="00B150AD"/>
    <w:rsid w:val="00B15DB4"/>
    <w:rsid w:val="00B177D0"/>
    <w:rsid w:val="00B3151A"/>
    <w:rsid w:val="00B37307"/>
    <w:rsid w:val="00B4116A"/>
    <w:rsid w:val="00B5145B"/>
    <w:rsid w:val="00B707D0"/>
    <w:rsid w:val="00B70ED4"/>
    <w:rsid w:val="00B75FF7"/>
    <w:rsid w:val="00B816F4"/>
    <w:rsid w:val="00B822EA"/>
    <w:rsid w:val="00B84417"/>
    <w:rsid w:val="00B8524E"/>
    <w:rsid w:val="00B94FBB"/>
    <w:rsid w:val="00BA3595"/>
    <w:rsid w:val="00BA50C0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3A8A"/>
    <w:rsid w:val="00C447C0"/>
    <w:rsid w:val="00C455F4"/>
    <w:rsid w:val="00C52C30"/>
    <w:rsid w:val="00C55039"/>
    <w:rsid w:val="00C5580D"/>
    <w:rsid w:val="00C57915"/>
    <w:rsid w:val="00C57C6D"/>
    <w:rsid w:val="00C641B5"/>
    <w:rsid w:val="00C7264E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6628F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52AF"/>
    <w:rsid w:val="00F168D6"/>
    <w:rsid w:val="00F24638"/>
    <w:rsid w:val="00F248A4"/>
    <w:rsid w:val="00F40215"/>
    <w:rsid w:val="00F44672"/>
    <w:rsid w:val="00F46B18"/>
    <w:rsid w:val="00F53097"/>
    <w:rsid w:val="00F748A6"/>
    <w:rsid w:val="00F82C59"/>
    <w:rsid w:val="00F871C6"/>
    <w:rsid w:val="00F8749B"/>
    <w:rsid w:val="00FA44DF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20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14</cp:revision>
  <cp:lastPrinted>2013-05-24T14:00:00Z</cp:lastPrinted>
  <dcterms:created xsi:type="dcterms:W3CDTF">2023-01-04T10:29:00Z</dcterms:created>
  <dcterms:modified xsi:type="dcterms:W3CDTF">2023-02-28T14:24:00Z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