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5F901" w14:textId="46D25C98" w:rsidR="001922A0" w:rsidRPr="005F0351" w:rsidRDefault="00EC1891" w:rsidP="00BF590A">
      <w:pPr>
        <w:pStyle w:val="eTask"/>
        <w:rPr>
          <w:lang w:val="cs-CZ"/>
        </w:rPr>
      </w:pPr>
      <w:bookmarkStart w:id="0" w:name="_Hlk97716694"/>
      <w:r w:rsidRPr="005F0351">
        <w:rPr>
          <w:lang w:val="cs-CZ"/>
        </w:rPr>
        <w:t>Vyjmenujte čtyři základní prvky energetického řetězce</w:t>
      </w:r>
    </w:p>
    <w:p w14:paraId="37CE7654" w14:textId="77777777" w:rsidR="001922A0" w:rsidRPr="005F0351" w:rsidRDefault="001922A0" w:rsidP="00683A34"/>
    <w:p w14:paraId="069E3BA0" w14:textId="54510E41" w:rsidR="00EB6B74" w:rsidRPr="005F0351" w:rsidRDefault="00EB6B74" w:rsidP="004A7E5F">
      <w:pPr>
        <w:ind w:left="992" w:hanging="425"/>
        <w:rPr>
          <w:u w:val="single"/>
        </w:rPr>
      </w:pPr>
      <w:r w:rsidRPr="005F0351">
        <w:t>1.</w:t>
      </w:r>
      <w:r w:rsidRPr="005F0351">
        <w:tab/>
      </w:r>
    </w:p>
    <w:p w14:paraId="7F622B0F" w14:textId="77777777" w:rsidR="00EB6B74" w:rsidRPr="005F0351" w:rsidRDefault="00EB6B74" w:rsidP="004A7E5F">
      <w:pPr>
        <w:ind w:left="992" w:hanging="425"/>
      </w:pPr>
    </w:p>
    <w:p w14:paraId="741AD8A8" w14:textId="4D870A04" w:rsidR="00EB6B74" w:rsidRPr="005F0351" w:rsidRDefault="00EB6B74" w:rsidP="004A7E5F">
      <w:pPr>
        <w:ind w:left="992" w:hanging="425"/>
        <w:rPr>
          <w:noProof/>
          <w:lang w:eastAsia="sk-SK"/>
        </w:rPr>
      </w:pPr>
      <w:r w:rsidRPr="005F0351">
        <w:rPr>
          <w:noProof/>
          <w:lang w:eastAsia="sk-SK"/>
        </w:rPr>
        <w:t>2.</w:t>
      </w:r>
      <w:r w:rsidRPr="005F0351">
        <w:tab/>
      </w:r>
    </w:p>
    <w:p w14:paraId="44F688C3" w14:textId="77777777" w:rsidR="00EB6B74" w:rsidRPr="005F0351" w:rsidRDefault="00EB6B74" w:rsidP="004A7E5F">
      <w:pPr>
        <w:ind w:left="992" w:hanging="425"/>
        <w:rPr>
          <w:noProof/>
          <w:lang w:eastAsia="sk-SK"/>
        </w:rPr>
      </w:pPr>
    </w:p>
    <w:p w14:paraId="40E971B0" w14:textId="11014FED" w:rsidR="00EB6B74" w:rsidRPr="005F0351" w:rsidRDefault="00EB6B74" w:rsidP="004A7E5F">
      <w:pPr>
        <w:ind w:left="992" w:hanging="425"/>
      </w:pPr>
      <w:r w:rsidRPr="005F0351">
        <w:rPr>
          <w:noProof/>
          <w:lang w:eastAsia="sk-SK"/>
        </w:rPr>
        <w:t>3.</w:t>
      </w:r>
      <w:r w:rsidRPr="005F0351">
        <w:tab/>
      </w:r>
    </w:p>
    <w:p w14:paraId="56BB4667" w14:textId="77777777" w:rsidR="00F01181" w:rsidRPr="005F0351" w:rsidRDefault="00F01181" w:rsidP="004A7E5F">
      <w:pPr>
        <w:ind w:left="992" w:hanging="425"/>
        <w:rPr>
          <w:noProof/>
          <w:lang w:eastAsia="sk-SK"/>
        </w:rPr>
      </w:pPr>
    </w:p>
    <w:p w14:paraId="6988B29C" w14:textId="1BCBB5C6" w:rsidR="004A7E5F" w:rsidRPr="005F0351" w:rsidRDefault="004A7E5F" w:rsidP="004A7E5F">
      <w:pPr>
        <w:ind w:left="992" w:hanging="425"/>
        <w:rPr>
          <w:noProof/>
          <w:lang w:eastAsia="sk-SK"/>
        </w:rPr>
      </w:pPr>
      <w:r w:rsidRPr="005F0351">
        <w:rPr>
          <w:noProof/>
          <w:lang w:eastAsia="sk-SK"/>
        </w:rPr>
        <w:t>4.</w:t>
      </w:r>
      <w:r w:rsidRPr="005F0351">
        <w:rPr>
          <w:noProof/>
          <w:lang w:eastAsia="sk-SK"/>
        </w:rPr>
        <w:tab/>
      </w:r>
    </w:p>
    <w:p w14:paraId="3C38F8AB" w14:textId="77777777" w:rsidR="00C148FD" w:rsidRPr="005F0351" w:rsidRDefault="00C148FD" w:rsidP="00BF590A">
      <w:pPr>
        <w:pStyle w:val="eLineBottom"/>
        <w:ind w:left="154"/>
      </w:pPr>
    </w:p>
    <w:p w14:paraId="6DFE8C20" w14:textId="77777777" w:rsidR="00F77F21" w:rsidRPr="005F0351" w:rsidRDefault="00F77F21" w:rsidP="00F77F21">
      <w:pPr>
        <w:ind w:left="154"/>
      </w:pPr>
    </w:p>
    <w:p w14:paraId="59528C7A" w14:textId="07B68AB4" w:rsidR="00F77F21" w:rsidRPr="005F0351" w:rsidRDefault="005F0351" w:rsidP="00F77F21">
      <w:pPr>
        <w:pStyle w:val="eTask"/>
        <w:rPr>
          <w:lang w:val="cs-CZ"/>
        </w:rPr>
      </w:pPr>
      <w:r w:rsidRPr="005F0351">
        <w:rPr>
          <w:lang w:val="cs-CZ"/>
        </w:rPr>
        <w:t>Vyjmenujte názvy tří základních napětí používaných v elektrické síti</w:t>
      </w:r>
    </w:p>
    <w:p w14:paraId="4EE4110A" w14:textId="77777777" w:rsidR="00F77F21" w:rsidRPr="005F0351" w:rsidRDefault="00F77F21" w:rsidP="00F77F21"/>
    <w:p w14:paraId="1E6E9BFB" w14:textId="3A39744D" w:rsidR="00F77F21" w:rsidRPr="005F0351" w:rsidRDefault="00F77F21" w:rsidP="00F77F21">
      <w:pPr>
        <w:ind w:left="992" w:hanging="425"/>
        <w:rPr>
          <w:u w:val="single"/>
        </w:rPr>
      </w:pPr>
      <w:r w:rsidRPr="005F0351">
        <w:t>1.</w:t>
      </w:r>
      <w:r w:rsidRPr="005F0351">
        <w:tab/>
      </w:r>
    </w:p>
    <w:p w14:paraId="14629C84" w14:textId="77777777" w:rsidR="00F77F21" w:rsidRPr="005F0351" w:rsidRDefault="00F77F21" w:rsidP="00F77F21">
      <w:pPr>
        <w:ind w:left="992" w:hanging="425"/>
      </w:pPr>
    </w:p>
    <w:p w14:paraId="261B2D80" w14:textId="2BD589C0" w:rsidR="00F77F21" w:rsidRPr="005F0351" w:rsidRDefault="00F77F21" w:rsidP="00F77F21">
      <w:pPr>
        <w:ind w:left="992" w:hanging="425"/>
        <w:rPr>
          <w:noProof/>
          <w:lang w:eastAsia="sk-SK"/>
        </w:rPr>
      </w:pPr>
      <w:r w:rsidRPr="005F0351">
        <w:rPr>
          <w:noProof/>
          <w:lang w:eastAsia="sk-SK"/>
        </w:rPr>
        <w:t>2.</w:t>
      </w:r>
      <w:r w:rsidRPr="005F0351">
        <w:tab/>
      </w:r>
    </w:p>
    <w:p w14:paraId="7BAD4E27" w14:textId="77777777" w:rsidR="00F77F21" w:rsidRPr="005F0351" w:rsidRDefault="00F77F21" w:rsidP="00F77F21">
      <w:pPr>
        <w:ind w:left="992" w:hanging="425"/>
        <w:rPr>
          <w:noProof/>
          <w:lang w:eastAsia="sk-SK"/>
        </w:rPr>
      </w:pPr>
    </w:p>
    <w:p w14:paraId="429C3963" w14:textId="5E4D0402" w:rsidR="00F77F21" w:rsidRPr="005F0351" w:rsidRDefault="00F77F21" w:rsidP="00F77F21">
      <w:pPr>
        <w:ind w:left="992" w:hanging="425"/>
        <w:rPr>
          <w:noProof/>
          <w:lang w:eastAsia="sk-SK"/>
        </w:rPr>
      </w:pPr>
      <w:r w:rsidRPr="005F0351">
        <w:rPr>
          <w:noProof/>
          <w:lang w:eastAsia="sk-SK"/>
        </w:rPr>
        <w:t>3.</w:t>
      </w:r>
      <w:r w:rsidR="007606BA" w:rsidRPr="005F0351">
        <w:rPr>
          <w:noProof/>
          <w:lang w:eastAsia="sk-SK"/>
        </w:rPr>
        <w:tab/>
      </w:r>
    </w:p>
    <w:p w14:paraId="7E525152" w14:textId="77777777" w:rsidR="00F77F21" w:rsidRPr="005F0351" w:rsidRDefault="00F77F21" w:rsidP="00F77F21">
      <w:pPr>
        <w:pStyle w:val="eLineBottom"/>
      </w:pPr>
    </w:p>
    <w:p w14:paraId="0F0C601B" w14:textId="77777777" w:rsidR="00AC76DE" w:rsidRPr="005F0351" w:rsidRDefault="00AC76DE" w:rsidP="00AC76DE"/>
    <w:p w14:paraId="68CFAC65" w14:textId="27DBF814" w:rsidR="00AC76DE" w:rsidRPr="005F0351" w:rsidRDefault="005F0351" w:rsidP="00AC76DE">
      <w:pPr>
        <w:pStyle w:val="eTask"/>
        <w:rPr>
          <w:lang w:val="cs-CZ"/>
        </w:rPr>
      </w:pPr>
      <w:bookmarkStart w:id="1" w:name="_Hlk109736781"/>
      <w:r>
        <w:rPr>
          <w:lang w:val="cs-CZ"/>
        </w:rPr>
        <w:t>V</w:t>
      </w:r>
      <w:r w:rsidRPr="005F0351">
        <w:rPr>
          <w:lang w:val="cs-CZ"/>
        </w:rPr>
        <w:t xml:space="preserve">yjmenujte dvě úrovně </w:t>
      </w:r>
      <w:r w:rsidR="00122EDE">
        <w:rPr>
          <w:lang w:val="cs-CZ"/>
        </w:rPr>
        <w:t>dodávky</w:t>
      </w:r>
      <w:r>
        <w:rPr>
          <w:lang w:val="cs-CZ"/>
        </w:rPr>
        <w:t xml:space="preserve"> </w:t>
      </w:r>
      <w:r w:rsidR="00122EDE">
        <w:rPr>
          <w:lang w:val="cs-CZ"/>
        </w:rPr>
        <w:t>elektřiny</w:t>
      </w:r>
      <w:bookmarkEnd w:id="1"/>
    </w:p>
    <w:p w14:paraId="02158E90" w14:textId="77777777" w:rsidR="00AC76DE" w:rsidRPr="005F0351" w:rsidRDefault="00AC76DE" w:rsidP="00AC76DE"/>
    <w:p w14:paraId="100AE50F" w14:textId="7D206EE2" w:rsidR="00AC76DE" w:rsidRPr="005F0351" w:rsidRDefault="00AC76DE" w:rsidP="00AC76DE">
      <w:pPr>
        <w:ind w:left="992" w:hanging="425"/>
        <w:rPr>
          <w:u w:val="single"/>
        </w:rPr>
      </w:pPr>
      <w:r w:rsidRPr="005F0351">
        <w:t>1.</w:t>
      </w:r>
      <w:r w:rsidRPr="005F0351">
        <w:tab/>
      </w:r>
    </w:p>
    <w:p w14:paraId="0D023384" w14:textId="77777777" w:rsidR="00AC76DE" w:rsidRPr="005F0351" w:rsidRDefault="00AC76DE" w:rsidP="00AC76DE">
      <w:pPr>
        <w:ind w:left="992" w:hanging="425"/>
      </w:pPr>
    </w:p>
    <w:p w14:paraId="287F08E0" w14:textId="08859BA2" w:rsidR="00AC76DE" w:rsidRPr="005F0351" w:rsidRDefault="00AC76DE" w:rsidP="00AC76DE">
      <w:pPr>
        <w:ind w:left="992" w:hanging="425"/>
        <w:rPr>
          <w:noProof/>
          <w:lang w:eastAsia="sk-SK"/>
        </w:rPr>
      </w:pPr>
      <w:r w:rsidRPr="005F0351">
        <w:rPr>
          <w:noProof/>
          <w:lang w:eastAsia="sk-SK"/>
        </w:rPr>
        <w:t>2.</w:t>
      </w:r>
      <w:r w:rsidRPr="005F0351">
        <w:tab/>
      </w:r>
    </w:p>
    <w:p w14:paraId="70A88478" w14:textId="50A8C7A3" w:rsidR="00C148FD" w:rsidRPr="005F0351" w:rsidRDefault="00C148FD" w:rsidP="00AC76DE">
      <w:pPr>
        <w:rPr>
          <w:noProof/>
          <w:lang w:eastAsia="sk-SK"/>
        </w:rPr>
      </w:pPr>
    </w:p>
    <w:p w14:paraId="54A48545" w14:textId="77777777" w:rsidR="00AC76DE" w:rsidRPr="005F0351" w:rsidRDefault="00AC76DE" w:rsidP="00AC76DE">
      <w:pPr>
        <w:pStyle w:val="eLineBottom"/>
      </w:pPr>
    </w:p>
    <w:p w14:paraId="696B4E37" w14:textId="77777777" w:rsidR="00AC76DE" w:rsidRPr="005F0351" w:rsidRDefault="00AC76DE" w:rsidP="00CD7ECC"/>
    <w:p w14:paraId="0BEEF352" w14:textId="4F9D0C64" w:rsidR="00C148FD" w:rsidRPr="005F0351" w:rsidRDefault="00122EDE" w:rsidP="00BF590A">
      <w:pPr>
        <w:pStyle w:val="eTask"/>
        <w:rPr>
          <w:lang w:val="cs-CZ"/>
        </w:rPr>
      </w:pPr>
      <w:r w:rsidRPr="00122EDE">
        <w:rPr>
          <w:lang w:val="cs-CZ"/>
        </w:rPr>
        <w:t>Opravte text tak, aby následující tvrzení byla pravdivá</w:t>
      </w:r>
    </w:p>
    <w:p w14:paraId="68F950DA" w14:textId="77777777" w:rsidR="00BC1E8F" w:rsidRPr="005F0351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487EA5EE" w14:textId="7D4161D1" w:rsidR="0064408D" w:rsidRPr="005F0351" w:rsidRDefault="00122EDE" w:rsidP="004B7D47">
      <w:pPr>
        <w:pStyle w:val="eCheckBoxText"/>
        <w:spacing w:line="360" w:lineRule="auto"/>
        <w:ind w:left="567" w:firstLine="0"/>
      </w:pPr>
      <w:r w:rsidRPr="00122EDE">
        <w:t xml:space="preserve">Záporná </w:t>
      </w:r>
      <w:bookmarkStart w:id="2" w:name="_Hlk109736961"/>
      <w:r w:rsidRPr="00122EDE">
        <w:t>regulační energie znamená, že energie je</w:t>
      </w:r>
      <w:bookmarkEnd w:id="2"/>
      <w:r w:rsidRPr="00122EDE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spotřebovaná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vyrobená</m:t>
                </m:r>
              </m:e>
            </m:eqArr>
          </m:e>
        </m:d>
      </m:oMath>
      <w:r w:rsidR="00CD7ECC" w:rsidRPr="005F0351">
        <w:t xml:space="preserve"> </w:t>
      </w:r>
      <w:bookmarkStart w:id="3" w:name="_Hlk109736937"/>
      <w:r w:rsidRPr="00122EDE">
        <w:t>poskytovatel</w:t>
      </w:r>
      <w:r>
        <w:t>em</w:t>
      </w:r>
      <w:r w:rsidRPr="00122EDE">
        <w:t xml:space="preserve"> regulační energie.</w:t>
      </w:r>
      <w:bookmarkEnd w:id="3"/>
    </w:p>
    <w:p w14:paraId="3814BFAD" w14:textId="6927FFE2" w:rsidR="0064408D" w:rsidRPr="005F0351" w:rsidRDefault="00C02599" w:rsidP="004B7D47">
      <w:pPr>
        <w:pStyle w:val="eCheckBoxText"/>
        <w:spacing w:line="360" w:lineRule="auto"/>
        <w:ind w:left="567" w:firstLine="0"/>
      </w:pPr>
      <w:r w:rsidRPr="005F0351">
        <w:t xml:space="preserve">Kladná </w:t>
      </w:r>
      <w:r w:rsidR="00122EDE" w:rsidRPr="00122EDE">
        <w:t>regulační energie znamená, že energie je</w:t>
      </w:r>
      <w:r w:rsidR="00122EDE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spotřebovaná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vyrobená</m:t>
                </m:r>
              </m:e>
            </m:eqArr>
          </m:e>
        </m:d>
      </m:oMath>
      <w:r w:rsidR="0064408D" w:rsidRPr="005F0351">
        <w:t xml:space="preserve"> </w:t>
      </w:r>
      <w:r w:rsidR="00122EDE" w:rsidRPr="00122EDE">
        <w:t>poskytovatelem regulační energie.</w:t>
      </w:r>
    </w:p>
    <w:p w14:paraId="3D3E9F59" w14:textId="4CA8417D" w:rsidR="004E6D2D" w:rsidRPr="005F0351" w:rsidRDefault="00122EDE" w:rsidP="004E6D2D">
      <w:pPr>
        <w:pStyle w:val="eCheckBoxText"/>
        <w:spacing w:line="360" w:lineRule="auto"/>
        <w:ind w:left="567" w:firstLine="0"/>
      </w:pPr>
      <w:bookmarkStart w:id="4" w:name="_Hlk109737110"/>
      <w:r w:rsidRPr="00122EDE">
        <w:t>Aby byla síť stabilní, musí být systém</w:t>
      </w:r>
      <w:r>
        <w:t>ová</w:t>
      </w:r>
      <w:r w:rsidRPr="00122EDE">
        <w:t xml:space="preserve"> odchylka</w:t>
      </w:r>
      <w:bookmarkEnd w:id="4"/>
      <w:r w:rsidRPr="00122EDE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uložená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neutralizovaná</m:t>
                </m:r>
                <m:ctrlPr>
                  <w:rPr>
                    <w:rFonts w:ascii="Cambria Math" w:eastAsia="Cambria Math" w:hAnsi="Cambria Math" w:cs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předpovězen</m:t>
                </m:r>
                <m:r>
                  <w:rPr>
                    <w:rFonts w:ascii="Cambria Math" w:eastAsia="Cambria Math" w:hAnsi="Cambria Math" w:cs="Cambria Math"/>
                  </w:rPr>
                  <m:t>á</m:t>
                </m:r>
              </m:e>
            </m:eqArr>
          </m:e>
        </m:d>
      </m:oMath>
      <w:r w:rsidR="004E6D2D" w:rsidRPr="005F0351">
        <w:t>.</w:t>
      </w:r>
    </w:p>
    <w:p w14:paraId="4796003D" w14:textId="55B6E118" w:rsidR="006E598F" w:rsidRPr="005F0351" w:rsidRDefault="00E308FF" w:rsidP="003A166D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Výrobce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Bilanční skupina</m:t>
                </m:r>
                <m:ctrlPr>
                  <w:rPr>
                    <w:rFonts w:ascii="Cambria Math" w:eastAsia="Cambria Math" w:hAnsi="Cambria Math" w:cs="Cambria Math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Zákazník</m:t>
                </m:r>
              </m:e>
            </m:eqArr>
          </m:e>
        </m:d>
      </m:oMath>
      <w:r w:rsidR="00187874" w:rsidRPr="005F0351">
        <w:t xml:space="preserve"> </w:t>
      </w:r>
      <w:r w:rsidR="00122EDE" w:rsidRPr="00122EDE">
        <w:t>předpovídá a zasílá plány spotřeby provozovateli sítě a přebírá odpovědnost za odchylku zákazníka a její zúčtování.</w:t>
      </w:r>
    </w:p>
    <w:p w14:paraId="60940CD6" w14:textId="77777777" w:rsidR="00F1459B" w:rsidRPr="005F0351" w:rsidRDefault="00F1459B" w:rsidP="00F1459B"/>
    <w:p w14:paraId="2ABD5512" w14:textId="66A1C8E7" w:rsidR="009C3A3C" w:rsidRPr="005F0351" w:rsidRDefault="00891B9E" w:rsidP="009C3A3C">
      <w:pPr>
        <w:pStyle w:val="eTask"/>
        <w:rPr>
          <w:lang w:val="cs-CZ"/>
        </w:rPr>
      </w:pPr>
      <w:r>
        <w:rPr>
          <w:lang w:val="cs-CZ"/>
        </w:rPr>
        <w:lastRenderedPageBreak/>
        <w:t>V</w:t>
      </w:r>
      <w:r w:rsidR="00122EDE" w:rsidRPr="00122EDE">
        <w:rPr>
          <w:lang w:val="cs-CZ"/>
        </w:rPr>
        <w:t>yberte ze seznamu správná označení a napište je do obrázku, abyste popsali rozhraní inteligentního měřiče</w:t>
      </w:r>
    </w:p>
    <w:p w14:paraId="464D00B1" w14:textId="2AE2ECDB" w:rsidR="0040109C" w:rsidRPr="005F0351" w:rsidRDefault="0040109C" w:rsidP="0040109C">
      <w:pPr>
        <w:pStyle w:val="eTask"/>
        <w:numPr>
          <w:ilvl w:val="0"/>
          <w:numId w:val="0"/>
        </w:numPr>
        <w:ind w:left="720" w:hanging="360"/>
        <w:rPr>
          <w:lang w:val="cs-CZ"/>
        </w:rPr>
      </w:pPr>
    </w:p>
    <w:p w14:paraId="29C9A74B" w14:textId="017BAC00" w:rsidR="0040109C" w:rsidRPr="005F0351" w:rsidRDefault="000D589E" w:rsidP="00562031">
      <w:pPr>
        <w:pStyle w:val="eTask"/>
        <w:numPr>
          <w:ilvl w:val="0"/>
          <w:numId w:val="0"/>
        </w:numPr>
        <w:ind w:left="426" w:hanging="360"/>
        <w:rPr>
          <w:lang w:val="cs-CZ"/>
        </w:rPr>
      </w:pPr>
      <w:r w:rsidRPr="005F035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9ED2C" wp14:editId="4957FF39">
                <wp:simplePos x="0" y="0"/>
                <wp:positionH relativeFrom="column">
                  <wp:posOffset>4204942</wp:posOffset>
                </wp:positionH>
                <wp:positionV relativeFrom="paragraph">
                  <wp:posOffset>902142</wp:posOffset>
                </wp:positionV>
                <wp:extent cx="1963420" cy="291879"/>
                <wp:effectExtent l="0" t="0" r="5080" b="63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2918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7B18B5" w14:textId="4199D65F" w:rsidR="00533775" w:rsidRPr="00891B9E" w:rsidRDefault="00891B9E" w:rsidP="0053377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91B9E">
                              <w:rPr>
                                <w:sz w:val="22"/>
                                <w:szCs w:val="22"/>
                              </w:rPr>
                              <w:t>V prostorách spotřebitele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F79ED2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31.1pt;margin-top:71.05pt;width:154.6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" fillcolor="white [3212]" stroked="f" strokeweight=".5pt">
                <v:textbox>
                  <w:txbxContent>
                    <w:p w14:paraId="057B18B5" w14:textId="4199D65F" w:rsidR="00533775" w:rsidRPr="00891B9E" w:rsidRDefault="00891B9E" w:rsidP="00533775">
                      <w:pPr>
                        <w:rPr>
                          <w:sz w:val="22"/>
                          <w:szCs w:val="22"/>
                        </w:rPr>
                      </w:pPr>
                      <w:r w:rsidRPr="00891B9E">
                        <w:rPr>
                          <w:sz w:val="22"/>
                          <w:szCs w:val="22"/>
                        </w:rPr>
                        <w:t>V prostorách spotřebitele</w:t>
                      </w:r>
                    </w:p>
                  </w:txbxContent>
                </v:textbox>
              </v:shape>
            </w:pict>
          </mc:Fallback>
        </mc:AlternateContent>
      </w:r>
      <w:r w:rsidRPr="005F035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B8AE2" wp14:editId="00823673">
                <wp:simplePos x="0" y="0"/>
                <wp:positionH relativeFrom="column">
                  <wp:posOffset>4204583</wp:posOffset>
                </wp:positionH>
                <wp:positionV relativeFrom="paragraph">
                  <wp:posOffset>1307189</wp:posOffset>
                </wp:positionV>
                <wp:extent cx="2258171" cy="276225"/>
                <wp:effectExtent l="0" t="0" r="2540" b="317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171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4D5C17" w14:textId="124286CF" w:rsidR="000D589E" w:rsidRPr="00891B9E" w:rsidRDefault="00891B9E" w:rsidP="000D589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91B9E">
                              <w:rPr>
                                <w:sz w:val="22"/>
                                <w:szCs w:val="22"/>
                              </w:rPr>
                              <w:t>Mimo prostory spotřebitele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7CB8AE2" id="Textové pole 15" o:spid="_x0000_s1027" type="#_x0000_t202" style="position:absolute;left:0;text-align:left;margin-left:331.05pt;margin-top:102.95pt;width:177.8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" fillcolor="white [3212]" stroked="f" strokeweight=".5pt">
                <v:textbox>
                  <w:txbxContent>
                    <w:p w14:paraId="794D5C17" w14:textId="124286CF" w:rsidR="000D589E" w:rsidRPr="00891B9E" w:rsidRDefault="00891B9E" w:rsidP="000D589E">
                      <w:pPr>
                        <w:rPr>
                          <w:sz w:val="22"/>
                          <w:szCs w:val="22"/>
                        </w:rPr>
                      </w:pPr>
                      <w:r w:rsidRPr="00891B9E">
                        <w:rPr>
                          <w:sz w:val="22"/>
                          <w:szCs w:val="22"/>
                        </w:rPr>
                        <w:t>Mimo prostory spotřebitele</w:t>
                      </w:r>
                    </w:p>
                  </w:txbxContent>
                </v:textbox>
              </v:shape>
            </w:pict>
          </mc:Fallback>
        </mc:AlternateContent>
      </w:r>
      <w:r w:rsidR="0040109C" w:rsidRPr="005F0351">
        <w:rPr>
          <w:noProof/>
          <w:lang w:eastAsia="en-US"/>
        </w:rPr>
        <w:drawing>
          <wp:inline distT="0" distB="0" distL="0" distR="0" wp14:anchorId="00AAA8D6" wp14:editId="2A68309B">
            <wp:extent cx="5874490" cy="234979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610" cy="237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5986" w14:textId="64A53649" w:rsidR="00683A34" w:rsidRPr="005F0351" w:rsidRDefault="00683A34" w:rsidP="00683A34">
      <w:pPr>
        <w:jc w:val="center"/>
      </w:pPr>
    </w:p>
    <w:p w14:paraId="7CF8362E" w14:textId="4B3FFFE1" w:rsidR="009C3A3C" w:rsidRPr="005F0351" w:rsidRDefault="00BC3AB1" w:rsidP="00683A34">
      <w:bookmarkStart w:id="5" w:name="_Hlk109737850"/>
      <w:r w:rsidRPr="005F0351">
        <w:t xml:space="preserve">Možnosti: </w:t>
      </w:r>
      <w:r w:rsidR="00891B9E" w:rsidRPr="00891B9E">
        <w:t xml:space="preserve">Inteligentní elektroměr, domácí automatizace, koncový systém </w:t>
      </w:r>
      <w:proofErr w:type="spellStart"/>
      <w:r w:rsidR="00891B9E" w:rsidRPr="00891B9E">
        <w:t>AMI</w:t>
      </w:r>
      <w:proofErr w:type="spellEnd"/>
      <w:r w:rsidR="00891B9E">
        <w:t xml:space="preserve"> </w:t>
      </w:r>
      <w:proofErr w:type="spellStart"/>
      <w:r w:rsidR="00891B9E">
        <w:t>HeadEnd</w:t>
      </w:r>
      <w:proofErr w:type="spellEnd"/>
      <w:r w:rsidR="00891B9E" w:rsidRPr="00891B9E">
        <w:t xml:space="preserve">, </w:t>
      </w:r>
      <w:proofErr w:type="spellStart"/>
      <w:r w:rsidR="00891B9E" w:rsidRPr="00891B9E">
        <w:t>NNAP</w:t>
      </w:r>
      <w:proofErr w:type="spellEnd"/>
      <w:r w:rsidR="00891B9E" w:rsidRPr="00891B9E">
        <w:t xml:space="preserve">, </w:t>
      </w:r>
      <w:proofErr w:type="spellStart"/>
      <w:r w:rsidR="00891B9E" w:rsidRPr="00891B9E">
        <w:t>LNAP</w:t>
      </w:r>
      <w:proofErr w:type="spellEnd"/>
      <w:r w:rsidR="00891B9E" w:rsidRPr="00891B9E">
        <w:t>, externí displej</w:t>
      </w:r>
      <w:r w:rsidR="00891B9E">
        <w:t>.</w:t>
      </w:r>
    </w:p>
    <w:bookmarkEnd w:id="5"/>
    <w:p w14:paraId="270B2D0E" w14:textId="77777777" w:rsidR="00D22159" w:rsidRPr="005F0351" w:rsidRDefault="00D22159" w:rsidP="00683A34"/>
    <w:p w14:paraId="6632F5AE" w14:textId="77777777" w:rsidR="00D22420" w:rsidRPr="005F0351" w:rsidRDefault="00D22420" w:rsidP="00D2242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59436E02" w14:textId="0FA16EF3" w:rsidR="00063674" w:rsidRPr="005F0351" w:rsidRDefault="00891B9E" w:rsidP="009C3A3C">
      <w:pPr>
        <w:pStyle w:val="eTask"/>
        <w:rPr>
          <w:lang w:val="cs-CZ"/>
        </w:rPr>
      </w:pPr>
      <w:bookmarkStart w:id="6" w:name="_Hlk109737905"/>
      <w:r w:rsidRPr="00891B9E">
        <w:rPr>
          <w:lang w:val="cs-CZ"/>
        </w:rPr>
        <w:t>Přiřaďte skupinu požadavků z levého sloupce k odpovídajícím popisům vpravo</w:t>
      </w:r>
      <w:bookmarkEnd w:id="6"/>
    </w:p>
    <w:p w14:paraId="0AE020C4" w14:textId="77777777" w:rsidR="00063674" w:rsidRPr="005F0351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0"/>
        <w:gridCol w:w="3630"/>
        <w:gridCol w:w="2946"/>
      </w:tblGrid>
      <w:tr w:rsidR="00891B9E" w:rsidRPr="005F0351" w14:paraId="129914BE" w14:textId="77777777" w:rsidTr="005F625E">
        <w:trPr>
          <w:trHeight w:val="828"/>
        </w:trPr>
        <w:tc>
          <w:tcPr>
            <w:tcW w:w="2060" w:type="dxa"/>
            <w:tcBorders>
              <w:bottom w:val="single" w:sz="4" w:space="0" w:color="auto"/>
              <w:right w:val="single" w:sz="4" w:space="0" w:color="auto"/>
            </w:tcBorders>
          </w:tcPr>
          <w:p w14:paraId="5355B11B" w14:textId="3EAB8B15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  <w:r w:rsidRPr="00350326">
              <w:t>Požadavky na inteligentní měření pro provozovatele měřidel</w:t>
            </w:r>
          </w:p>
        </w:tc>
        <w:tc>
          <w:tcPr>
            <w:tcW w:w="3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8319A" w14:textId="7A1D7ED3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46" w:type="dxa"/>
            <w:tcBorders>
              <w:left w:val="single" w:sz="4" w:space="0" w:color="auto"/>
              <w:bottom w:val="single" w:sz="4" w:space="0" w:color="auto"/>
            </w:tcBorders>
          </w:tcPr>
          <w:p w14:paraId="33139DCA" w14:textId="69BADAC3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  <w:r w:rsidRPr="004C5F92">
              <w:t>Poskytování údajů přímo spotřebiteli a/nebo jakékoli třetí straně.</w:t>
            </w:r>
          </w:p>
        </w:tc>
      </w:tr>
      <w:tr w:rsidR="00891B9E" w:rsidRPr="005F0351" w14:paraId="2ED2584C" w14:textId="77777777" w:rsidTr="005F625E">
        <w:trPr>
          <w:trHeight w:val="283"/>
        </w:trPr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D8602" w14:textId="77777777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AB0F" w14:textId="77777777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117FE" w14:textId="77777777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891B9E" w:rsidRPr="005F0351" w14:paraId="5DC024E6" w14:textId="77777777" w:rsidTr="005F625E">
        <w:trPr>
          <w:trHeight w:val="828"/>
        </w:trPr>
        <w:tc>
          <w:tcPr>
            <w:tcW w:w="2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1A19" w14:textId="60B580A4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  <w:r w:rsidRPr="00350326">
              <w:t>Požadavky na inteligentní měření pro zákazníka</w:t>
            </w:r>
          </w:p>
        </w:tc>
        <w:tc>
          <w:tcPr>
            <w:tcW w:w="3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01DA7" w14:textId="589760A8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4C4D5" w14:textId="58016A82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  <w:r w:rsidRPr="004C5F92">
              <w:t>Prevence a odhalování podvodů</w:t>
            </w:r>
          </w:p>
        </w:tc>
      </w:tr>
      <w:tr w:rsidR="00891B9E" w:rsidRPr="005F0351" w14:paraId="093765F3" w14:textId="77777777" w:rsidTr="005F625E">
        <w:trPr>
          <w:trHeight w:val="283"/>
        </w:trPr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547FC5" w14:textId="77777777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77D7" w14:textId="77777777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2053B1" w14:textId="77777777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891B9E" w:rsidRPr="005F0351" w14:paraId="5C346E9F" w14:textId="77777777" w:rsidTr="005F625E">
        <w:trPr>
          <w:trHeight w:val="828"/>
        </w:trPr>
        <w:tc>
          <w:tcPr>
            <w:tcW w:w="2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DB0B" w14:textId="76E19124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  <w:r w:rsidRPr="00350326">
              <w:t>Požadavky na inteligentní měření z hlediska bezpečnosti a ochrany dat</w:t>
            </w:r>
          </w:p>
        </w:tc>
        <w:tc>
          <w:tcPr>
            <w:tcW w:w="3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35FE93" w14:textId="4263FE8C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4357A" w14:textId="00DB0A09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  <w:r w:rsidRPr="004C5F92">
              <w:t>Zajištění obousměrné komunikace pro údržbu a kontrolu</w:t>
            </w:r>
          </w:p>
        </w:tc>
      </w:tr>
      <w:tr w:rsidR="00891B9E" w:rsidRPr="005F0351" w14:paraId="42BF79A1" w14:textId="77777777" w:rsidTr="005F625E">
        <w:trPr>
          <w:trHeight w:val="283"/>
        </w:trPr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84B9C7" w14:textId="77777777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7F657" w14:textId="77777777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2226D" w14:textId="77777777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891B9E" w:rsidRPr="005F0351" w14:paraId="7F762C4D" w14:textId="77777777" w:rsidTr="005F625E">
        <w:trPr>
          <w:trHeight w:val="828"/>
        </w:trPr>
        <w:tc>
          <w:tcPr>
            <w:tcW w:w="2060" w:type="dxa"/>
            <w:tcBorders>
              <w:top w:val="single" w:sz="4" w:space="0" w:color="auto"/>
              <w:right w:val="single" w:sz="4" w:space="0" w:color="auto"/>
            </w:tcBorders>
          </w:tcPr>
          <w:p w14:paraId="46A9DAA6" w14:textId="368DCCB4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  <w:r w:rsidRPr="00350326">
              <w:t>Požadavky na inteligentní měření pro komerční aspekty dodávek energie</w:t>
            </w:r>
          </w:p>
        </w:tc>
        <w:tc>
          <w:tcPr>
            <w:tcW w:w="3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5DEE1" w14:textId="112921D2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</w:tcBorders>
          </w:tcPr>
          <w:p w14:paraId="1E6E105B" w14:textId="5DFE2055" w:rsidR="00891B9E" w:rsidRPr="005F0351" w:rsidRDefault="00891B9E" w:rsidP="00891B9E">
            <w:pPr>
              <w:pStyle w:val="eCheckBoxText"/>
              <w:ind w:left="0" w:firstLine="0"/>
              <w:contextualSpacing/>
              <w:jc w:val="center"/>
            </w:pPr>
            <w:r w:rsidRPr="004C5F92">
              <w:t>Dálkové ovládání zapnutí/vypnutí a/nebo omezení výkonu</w:t>
            </w:r>
          </w:p>
        </w:tc>
      </w:tr>
    </w:tbl>
    <w:p w14:paraId="738E7D7B" w14:textId="77777777" w:rsidR="00A21409" w:rsidRPr="005F0351" w:rsidRDefault="00A21409" w:rsidP="004A7E5F">
      <w:pPr>
        <w:pStyle w:val="eLineBottom"/>
        <w:ind w:left="154"/>
      </w:pPr>
    </w:p>
    <w:bookmarkEnd w:id="0"/>
    <w:p w14:paraId="0D815693" w14:textId="77777777" w:rsidR="00475697" w:rsidRPr="005F0351" w:rsidRDefault="00475697" w:rsidP="004A7E5F">
      <w:pPr>
        <w:pStyle w:val="eLineBottom"/>
        <w:ind w:left="154"/>
      </w:pPr>
    </w:p>
    <w:sectPr w:rsidR="00475697" w:rsidRPr="005F0351" w:rsidSect="002B41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35B0B" w14:textId="77777777" w:rsidR="00E308FF" w:rsidRDefault="00E308FF" w:rsidP="00861A1A">
      <w:r>
        <w:separator/>
      </w:r>
    </w:p>
  </w:endnote>
  <w:endnote w:type="continuationSeparator" w:id="0">
    <w:p w14:paraId="7BAF3A13" w14:textId="77777777" w:rsidR="00E308FF" w:rsidRDefault="00E308FF" w:rsidP="00861A1A">
      <w:r>
        <w:continuationSeparator/>
      </w:r>
    </w:p>
  </w:endnote>
  <w:endnote w:type="continuationNotice" w:id="1">
    <w:p w14:paraId="08B4907A" w14:textId="77777777" w:rsidR="00E308FF" w:rsidRDefault="00E30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8E374" w14:textId="77777777" w:rsidR="00943207" w:rsidRDefault="009432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C7537C7" w14:textId="77777777" w:rsidTr="00CA51B5">
      <w:tc>
        <w:tcPr>
          <w:tcW w:w="2518" w:type="dxa"/>
        </w:tcPr>
        <w:p w14:paraId="304A98D8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64485B1" wp14:editId="5DC9A4A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hq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8F5835B" w14:textId="77777777" w:rsidR="004465B3" w:rsidRPr="004465B3" w:rsidRDefault="004465B3" w:rsidP="004465B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465B3">
            <w:rPr>
              <w:sz w:val="16"/>
              <w:szCs w:val="16"/>
            </w:rPr>
            <w:t>Tento projekt byl realizován za finanční podpory Evropské unie.</w:t>
          </w:r>
        </w:p>
        <w:p w14:paraId="16405122" w14:textId="6DBCF433" w:rsidR="00BF5E09" w:rsidRPr="004465B3" w:rsidRDefault="004465B3" w:rsidP="004465B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465B3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RPr="004A7E5F" w14:paraId="316C94FA" w14:textId="77777777" w:rsidTr="00CA51B5">
      <w:tc>
        <w:tcPr>
          <w:tcW w:w="8472" w:type="dxa"/>
          <w:gridSpan w:val="2"/>
        </w:tcPr>
        <w:p w14:paraId="77E9B07F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B24E4DB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2D9C187B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EBE49" w14:textId="77777777" w:rsidR="00943207" w:rsidRDefault="009432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7AEAF" w14:textId="77777777" w:rsidR="00E308FF" w:rsidRDefault="00E308FF" w:rsidP="00861A1A">
      <w:r>
        <w:separator/>
      </w:r>
    </w:p>
  </w:footnote>
  <w:footnote w:type="continuationSeparator" w:id="0">
    <w:p w14:paraId="0E00A714" w14:textId="77777777" w:rsidR="00E308FF" w:rsidRDefault="00E308FF" w:rsidP="00861A1A">
      <w:r>
        <w:continuationSeparator/>
      </w:r>
    </w:p>
  </w:footnote>
  <w:footnote w:type="continuationNotice" w:id="1">
    <w:p w14:paraId="56CC570F" w14:textId="77777777" w:rsidR="00E308FF" w:rsidRDefault="00E308F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2B6D1" w14:textId="77777777" w:rsidR="00943207" w:rsidRDefault="009432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C7A70" w14:textId="004E1ABD" w:rsidR="00861A1A" w:rsidRPr="00943207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 w:cs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45DCA53E" wp14:editId="3CBC137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bookmarkStart w:id="7" w:name="_Hlk109738058"/>
    <w:bookmarkStart w:id="8" w:name="_GoBack"/>
    <w:bookmarkEnd w:id="8"/>
    <w:r w:rsidR="008166D5" w:rsidRPr="00943207">
      <w:rPr>
        <w:rFonts w:ascii="Calibri" w:hAnsi="Calibri" w:cs="Calibri"/>
        <w:b/>
        <w:smallCaps/>
        <w:noProof/>
        <w:lang w:val="sk"/>
      </w:rPr>
      <w:t>PRACOVN</w:t>
    </w:r>
    <w:r w:rsidR="00891B9E" w:rsidRPr="00943207">
      <w:rPr>
        <w:rFonts w:ascii="Calibri" w:hAnsi="Calibri" w:cs="Calibri"/>
        <w:b/>
        <w:smallCaps/>
        <w:noProof/>
        <w:lang w:val="sk-SK"/>
      </w:rPr>
      <w:t>Í</w:t>
    </w:r>
    <w:r w:rsidR="008166D5" w:rsidRPr="00943207">
      <w:rPr>
        <w:rFonts w:ascii="Calibri" w:hAnsi="Calibri" w:cs="Calibri"/>
        <w:b/>
        <w:smallCaps/>
        <w:noProof/>
        <w:lang w:val="sk"/>
      </w:rPr>
      <w:t xml:space="preserve"> </w:t>
    </w:r>
    <w:r w:rsidR="00891B9E" w:rsidRPr="00943207">
      <w:rPr>
        <w:rFonts w:ascii="Calibri" w:hAnsi="Calibri" w:cs="Calibri"/>
        <w:b/>
        <w:smallCaps/>
        <w:noProof/>
        <w:lang w:val="sk"/>
      </w:rPr>
      <w:t>LIST</w:t>
    </w:r>
    <w:bookmarkEnd w:id="7"/>
  </w:p>
  <w:p w14:paraId="2E11E0AC" w14:textId="7259D65B" w:rsidR="00C148FD" w:rsidRPr="00C148FD" w:rsidRDefault="004A694C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bookmarkStart w:id="9" w:name="_Hlk109738091"/>
    <w:r w:rsidRPr="00DB1F53">
      <w:rPr>
        <w:rFonts w:ascii="Calibri" w:hAnsi="Calibri"/>
        <w:smallCaps/>
        <w:noProof/>
        <w:sz w:val="20"/>
        <w:szCs w:val="20"/>
        <w:lang w:val="en-US"/>
      </w:rPr>
      <w:t>Inteligentn</w:t>
    </w:r>
    <w:r w:rsidR="00891B9E">
      <w:rPr>
        <w:rFonts w:ascii="Calibri" w:hAnsi="Calibri"/>
        <w:smallCaps/>
        <w:noProof/>
        <w:sz w:val="20"/>
        <w:szCs w:val="20"/>
        <w:lang w:val="en-US"/>
      </w:rPr>
      <w:t>í</w:t>
    </w:r>
    <w:r w:rsidRPr="00DB1F53">
      <w:rPr>
        <w:rFonts w:ascii="Calibri" w:hAnsi="Calibri"/>
        <w:smallCaps/>
        <w:noProof/>
        <w:sz w:val="20"/>
        <w:szCs w:val="20"/>
        <w:lang w:val="en-US"/>
      </w:rPr>
      <w:t xml:space="preserve"> energi</w:t>
    </w:r>
    <w:r w:rsidR="00891B9E">
      <w:rPr>
        <w:rFonts w:ascii="Calibri" w:hAnsi="Calibri"/>
        <w:smallCaps/>
        <w:noProof/>
        <w:sz w:val="20"/>
        <w:szCs w:val="20"/>
        <w:lang w:val="en-US"/>
      </w:rPr>
      <w:t>e</w:t>
    </w:r>
    <w:r w:rsidRPr="00DB1F53">
      <w:rPr>
        <w:rFonts w:ascii="Calibri" w:hAnsi="Calibri"/>
        <w:smallCaps/>
        <w:noProof/>
        <w:sz w:val="20"/>
        <w:szCs w:val="20"/>
        <w:lang w:val="en-US"/>
      </w:rPr>
      <w:t xml:space="preserve"> 1</w:t>
    </w:r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AE724" w14:textId="77777777" w:rsidR="00943207" w:rsidRDefault="009432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78B07428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36C1"/>
    <w:rsid w:val="00036C37"/>
    <w:rsid w:val="00045BEB"/>
    <w:rsid w:val="00053EA3"/>
    <w:rsid w:val="000557D2"/>
    <w:rsid w:val="00063674"/>
    <w:rsid w:val="00073ADF"/>
    <w:rsid w:val="0007473C"/>
    <w:rsid w:val="000750C9"/>
    <w:rsid w:val="000826B0"/>
    <w:rsid w:val="00083B93"/>
    <w:rsid w:val="00087EAC"/>
    <w:rsid w:val="00094A16"/>
    <w:rsid w:val="000A233F"/>
    <w:rsid w:val="000A55B3"/>
    <w:rsid w:val="000C1409"/>
    <w:rsid w:val="000C3BC8"/>
    <w:rsid w:val="000C4CF6"/>
    <w:rsid w:val="000C6B3A"/>
    <w:rsid w:val="000D589E"/>
    <w:rsid w:val="00122EDE"/>
    <w:rsid w:val="001301D8"/>
    <w:rsid w:val="00130BFC"/>
    <w:rsid w:val="00131BB0"/>
    <w:rsid w:val="0013693D"/>
    <w:rsid w:val="00136968"/>
    <w:rsid w:val="0014373A"/>
    <w:rsid w:val="001446E3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87874"/>
    <w:rsid w:val="00191C38"/>
    <w:rsid w:val="001922A0"/>
    <w:rsid w:val="00195A08"/>
    <w:rsid w:val="00196704"/>
    <w:rsid w:val="001B057D"/>
    <w:rsid w:val="001D00A1"/>
    <w:rsid w:val="001D5DA7"/>
    <w:rsid w:val="001F6290"/>
    <w:rsid w:val="00206CC3"/>
    <w:rsid w:val="00212072"/>
    <w:rsid w:val="00213F2C"/>
    <w:rsid w:val="00222EE8"/>
    <w:rsid w:val="00223478"/>
    <w:rsid w:val="00225015"/>
    <w:rsid w:val="002252B6"/>
    <w:rsid w:val="002373F1"/>
    <w:rsid w:val="002462A0"/>
    <w:rsid w:val="00246AFA"/>
    <w:rsid w:val="0024782E"/>
    <w:rsid w:val="00252427"/>
    <w:rsid w:val="00272012"/>
    <w:rsid w:val="002744DF"/>
    <w:rsid w:val="002825A8"/>
    <w:rsid w:val="00283A7C"/>
    <w:rsid w:val="002850DE"/>
    <w:rsid w:val="00292860"/>
    <w:rsid w:val="002976A9"/>
    <w:rsid w:val="002A4347"/>
    <w:rsid w:val="002A78EE"/>
    <w:rsid w:val="002B0278"/>
    <w:rsid w:val="002B0866"/>
    <w:rsid w:val="002B41A8"/>
    <w:rsid w:val="002D2374"/>
    <w:rsid w:val="002D7235"/>
    <w:rsid w:val="002E301D"/>
    <w:rsid w:val="00304ADA"/>
    <w:rsid w:val="00306B9F"/>
    <w:rsid w:val="00307892"/>
    <w:rsid w:val="00315203"/>
    <w:rsid w:val="00337851"/>
    <w:rsid w:val="00342883"/>
    <w:rsid w:val="00343DA2"/>
    <w:rsid w:val="00347E4D"/>
    <w:rsid w:val="00351AF3"/>
    <w:rsid w:val="00357696"/>
    <w:rsid w:val="00362F76"/>
    <w:rsid w:val="00384188"/>
    <w:rsid w:val="0039238A"/>
    <w:rsid w:val="003A166D"/>
    <w:rsid w:val="003B0717"/>
    <w:rsid w:val="003B1326"/>
    <w:rsid w:val="003C2268"/>
    <w:rsid w:val="003C5B45"/>
    <w:rsid w:val="003D41BB"/>
    <w:rsid w:val="003E01BE"/>
    <w:rsid w:val="003F03EB"/>
    <w:rsid w:val="003F623C"/>
    <w:rsid w:val="003F7F87"/>
    <w:rsid w:val="0040109C"/>
    <w:rsid w:val="00402B09"/>
    <w:rsid w:val="00410C75"/>
    <w:rsid w:val="00413503"/>
    <w:rsid w:val="00417ED2"/>
    <w:rsid w:val="00435704"/>
    <w:rsid w:val="0044547E"/>
    <w:rsid w:val="004465B3"/>
    <w:rsid w:val="00450F6B"/>
    <w:rsid w:val="00452F6F"/>
    <w:rsid w:val="00454529"/>
    <w:rsid w:val="00461987"/>
    <w:rsid w:val="00463AB8"/>
    <w:rsid w:val="0046567F"/>
    <w:rsid w:val="00465AC1"/>
    <w:rsid w:val="00472203"/>
    <w:rsid w:val="00475697"/>
    <w:rsid w:val="00475954"/>
    <w:rsid w:val="004767EE"/>
    <w:rsid w:val="00492966"/>
    <w:rsid w:val="004A01E5"/>
    <w:rsid w:val="004A0446"/>
    <w:rsid w:val="004A694C"/>
    <w:rsid w:val="004A7B44"/>
    <w:rsid w:val="004A7E5F"/>
    <w:rsid w:val="004B7D47"/>
    <w:rsid w:val="004C0E36"/>
    <w:rsid w:val="004C4FCA"/>
    <w:rsid w:val="004D1639"/>
    <w:rsid w:val="004D6BA8"/>
    <w:rsid w:val="004D77CE"/>
    <w:rsid w:val="004E5E95"/>
    <w:rsid w:val="004E6D2D"/>
    <w:rsid w:val="004E70EA"/>
    <w:rsid w:val="004F5AFF"/>
    <w:rsid w:val="005026B1"/>
    <w:rsid w:val="005132B0"/>
    <w:rsid w:val="00517E3A"/>
    <w:rsid w:val="0052284C"/>
    <w:rsid w:val="0052302D"/>
    <w:rsid w:val="0052400D"/>
    <w:rsid w:val="00533775"/>
    <w:rsid w:val="0054774C"/>
    <w:rsid w:val="00561B7B"/>
    <w:rsid w:val="00561C5A"/>
    <w:rsid w:val="00562031"/>
    <w:rsid w:val="00563AEB"/>
    <w:rsid w:val="005728B3"/>
    <w:rsid w:val="005738D5"/>
    <w:rsid w:val="0057504E"/>
    <w:rsid w:val="005832C4"/>
    <w:rsid w:val="00584885"/>
    <w:rsid w:val="00585753"/>
    <w:rsid w:val="00587966"/>
    <w:rsid w:val="0059074F"/>
    <w:rsid w:val="005A495C"/>
    <w:rsid w:val="005B2E55"/>
    <w:rsid w:val="005B37E2"/>
    <w:rsid w:val="005B460C"/>
    <w:rsid w:val="005B4FCA"/>
    <w:rsid w:val="005C5984"/>
    <w:rsid w:val="005C5E6B"/>
    <w:rsid w:val="005D0626"/>
    <w:rsid w:val="005D7525"/>
    <w:rsid w:val="005E11D5"/>
    <w:rsid w:val="005E1AB1"/>
    <w:rsid w:val="005E20B2"/>
    <w:rsid w:val="005E5A22"/>
    <w:rsid w:val="005F0351"/>
    <w:rsid w:val="005F17A1"/>
    <w:rsid w:val="005F5FA1"/>
    <w:rsid w:val="005F7AEE"/>
    <w:rsid w:val="00625B5A"/>
    <w:rsid w:val="0063686B"/>
    <w:rsid w:val="006435FE"/>
    <w:rsid w:val="0064408D"/>
    <w:rsid w:val="0064494B"/>
    <w:rsid w:val="006527B8"/>
    <w:rsid w:val="00654C16"/>
    <w:rsid w:val="00662EC1"/>
    <w:rsid w:val="0066326F"/>
    <w:rsid w:val="0068067D"/>
    <w:rsid w:val="0068131D"/>
    <w:rsid w:val="00683A34"/>
    <w:rsid w:val="00685008"/>
    <w:rsid w:val="00685157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270F"/>
    <w:rsid w:val="006F787A"/>
    <w:rsid w:val="00705903"/>
    <w:rsid w:val="00710301"/>
    <w:rsid w:val="00725370"/>
    <w:rsid w:val="0073574D"/>
    <w:rsid w:val="00742A76"/>
    <w:rsid w:val="007460F9"/>
    <w:rsid w:val="007606BA"/>
    <w:rsid w:val="0076728A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7ED"/>
    <w:rsid w:val="007C5B85"/>
    <w:rsid w:val="007E14A4"/>
    <w:rsid w:val="007E16D1"/>
    <w:rsid w:val="007E6CED"/>
    <w:rsid w:val="007E6D1F"/>
    <w:rsid w:val="0080104C"/>
    <w:rsid w:val="00802398"/>
    <w:rsid w:val="00802588"/>
    <w:rsid w:val="008064C1"/>
    <w:rsid w:val="00813612"/>
    <w:rsid w:val="0081479C"/>
    <w:rsid w:val="008166D5"/>
    <w:rsid w:val="00825830"/>
    <w:rsid w:val="00826CB2"/>
    <w:rsid w:val="00830375"/>
    <w:rsid w:val="00831014"/>
    <w:rsid w:val="00831721"/>
    <w:rsid w:val="00832323"/>
    <w:rsid w:val="00861A1A"/>
    <w:rsid w:val="00861F13"/>
    <w:rsid w:val="00864D93"/>
    <w:rsid w:val="00864FE1"/>
    <w:rsid w:val="008765B0"/>
    <w:rsid w:val="00882BE0"/>
    <w:rsid w:val="00882D19"/>
    <w:rsid w:val="008836CE"/>
    <w:rsid w:val="00887D8F"/>
    <w:rsid w:val="00891B9E"/>
    <w:rsid w:val="00891FF5"/>
    <w:rsid w:val="00893E89"/>
    <w:rsid w:val="00894F29"/>
    <w:rsid w:val="008A1628"/>
    <w:rsid w:val="008A3619"/>
    <w:rsid w:val="008A7210"/>
    <w:rsid w:val="008B05F5"/>
    <w:rsid w:val="008B1B5B"/>
    <w:rsid w:val="008B6CCD"/>
    <w:rsid w:val="008C64E0"/>
    <w:rsid w:val="008D117E"/>
    <w:rsid w:val="008D38F1"/>
    <w:rsid w:val="008E0D13"/>
    <w:rsid w:val="008F1B37"/>
    <w:rsid w:val="008F5585"/>
    <w:rsid w:val="00912A69"/>
    <w:rsid w:val="00916DC9"/>
    <w:rsid w:val="009337C5"/>
    <w:rsid w:val="009367EF"/>
    <w:rsid w:val="0094072E"/>
    <w:rsid w:val="00943207"/>
    <w:rsid w:val="00950649"/>
    <w:rsid w:val="0095346A"/>
    <w:rsid w:val="00955A25"/>
    <w:rsid w:val="00963F86"/>
    <w:rsid w:val="0096761A"/>
    <w:rsid w:val="0097175A"/>
    <w:rsid w:val="00974B16"/>
    <w:rsid w:val="009802AD"/>
    <w:rsid w:val="009A300F"/>
    <w:rsid w:val="009A5F9E"/>
    <w:rsid w:val="009A6DD0"/>
    <w:rsid w:val="009B4FAD"/>
    <w:rsid w:val="009B638C"/>
    <w:rsid w:val="009C3A3C"/>
    <w:rsid w:val="009C7B24"/>
    <w:rsid w:val="009D431F"/>
    <w:rsid w:val="009E2A2A"/>
    <w:rsid w:val="009F6E5E"/>
    <w:rsid w:val="00A17111"/>
    <w:rsid w:val="00A21409"/>
    <w:rsid w:val="00A23398"/>
    <w:rsid w:val="00A26A28"/>
    <w:rsid w:val="00A41E41"/>
    <w:rsid w:val="00A474C6"/>
    <w:rsid w:val="00A50FFF"/>
    <w:rsid w:val="00A527AF"/>
    <w:rsid w:val="00A54992"/>
    <w:rsid w:val="00A61F9B"/>
    <w:rsid w:val="00A633E1"/>
    <w:rsid w:val="00A65E53"/>
    <w:rsid w:val="00A8234A"/>
    <w:rsid w:val="00A964BB"/>
    <w:rsid w:val="00A97C95"/>
    <w:rsid w:val="00AA0506"/>
    <w:rsid w:val="00AA4009"/>
    <w:rsid w:val="00AA5B23"/>
    <w:rsid w:val="00AB3916"/>
    <w:rsid w:val="00AC4ED9"/>
    <w:rsid w:val="00AC6380"/>
    <w:rsid w:val="00AC76DE"/>
    <w:rsid w:val="00AD21CD"/>
    <w:rsid w:val="00AD2F36"/>
    <w:rsid w:val="00AD6E4D"/>
    <w:rsid w:val="00AF5281"/>
    <w:rsid w:val="00B01599"/>
    <w:rsid w:val="00B15DB4"/>
    <w:rsid w:val="00B177D0"/>
    <w:rsid w:val="00B3151A"/>
    <w:rsid w:val="00B36E64"/>
    <w:rsid w:val="00B37307"/>
    <w:rsid w:val="00B5145B"/>
    <w:rsid w:val="00B6140E"/>
    <w:rsid w:val="00B619D5"/>
    <w:rsid w:val="00B707D0"/>
    <w:rsid w:val="00B70ED4"/>
    <w:rsid w:val="00B75070"/>
    <w:rsid w:val="00B75FF7"/>
    <w:rsid w:val="00B816F4"/>
    <w:rsid w:val="00B822EA"/>
    <w:rsid w:val="00B84417"/>
    <w:rsid w:val="00B94FBB"/>
    <w:rsid w:val="00B97696"/>
    <w:rsid w:val="00BA23DF"/>
    <w:rsid w:val="00BA3595"/>
    <w:rsid w:val="00BB3CAA"/>
    <w:rsid w:val="00BB48C7"/>
    <w:rsid w:val="00BC022B"/>
    <w:rsid w:val="00BC1E8F"/>
    <w:rsid w:val="00BC1F6B"/>
    <w:rsid w:val="00BC3AB1"/>
    <w:rsid w:val="00BC732E"/>
    <w:rsid w:val="00BC7F42"/>
    <w:rsid w:val="00BD3D30"/>
    <w:rsid w:val="00BD50AA"/>
    <w:rsid w:val="00BD7612"/>
    <w:rsid w:val="00BE5DFE"/>
    <w:rsid w:val="00BE5E4F"/>
    <w:rsid w:val="00BE6648"/>
    <w:rsid w:val="00BF590A"/>
    <w:rsid w:val="00BF5E09"/>
    <w:rsid w:val="00BF6970"/>
    <w:rsid w:val="00C02599"/>
    <w:rsid w:val="00C05EDB"/>
    <w:rsid w:val="00C148FD"/>
    <w:rsid w:val="00C2393A"/>
    <w:rsid w:val="00C24A52"/>
    <w:rsid w:val="00C428AD"/>
    <w:rsid w:val="00C44701"/>
    <w:rsid w:val="00C455F4"/>
    <w:rsid w:val="00C55039"/>
    <w:rsid w:val="00C5580D"/>
    <w:rsid w:val="00C57915"/>
    <w:rsid w:val="00C7264E"/>
    <w:rsid w:val="00C767C9"/>
    <w:rsid w:val="00C878F0"/>
    <w:rsid w:val="00C9286D"/>
    <w:rsid w:val="00C9542F"/>
    <w:rsid w:val="00CA51B5"/>
    <w:rsid w:val="00CB2945"/>
    <w:rsid w:val="00CB3199"/>
    <w:rsid w:val="00CC2293"/>
    <w:rsid w:val="00CC266E"/>
    <w:rsid w:val="00CC3585"/>
    <w:rsid w:val="00CD22D3"/>
    <w:rsid w:val="00CD4398"/>
    <w:rsid w:val="00CD6FC8"/>
    <w:rsid w:val="00CD79FC"/>
    <w:rsid w:val="00CD7ECC"/>
    <w:rsid w:val="00CE09BA"/>
    <w:rsid w:val="00CF4D3E"/>
    <w:rsid w:val="00CF4DFA"/>
    <w:rsid w:val="00D060B3"/>
    <w:rsid w:val="00D06992"/>
    <w:rsid w:val="00D20A5C"/>
    <w:rsid w:val="00D22159"/>
    <w:rsid w:val="00D22420"/>
    <w:rsid w:val="00D2650E"/>
    <w:rsid w:val="00D33524"/>
    <w:rsid w:val="00D35581"/>
    <w:rsid w:val="00D53B78"/>
    <w:rsid w:val="00D55CE0"/>
    <w:rsid w:val="00D573B0"/>
    <w:rsid w:val="00D57DEB"/>
    <w:rsid w:val="00D6535B"/>
    <w:rsid w:val="00D674FB"/>
    <w:rsid w:val="00D71B81"/>
    <w:rsid w:val="00D773FA"/>
    <w:rsid w:val="00D97F73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AD5"/>
    <w:rsid w:val="00E14EEB"/>
    <w:rsid w:val="00E2272B"/>
    <w:rsid w:val="00E302E5"/>
    <w:rsid w:val="00E308FF"/>
    <w:rsid w:val="00E352FF"/>
    <w:rsid w:val="00E41087"/>
    <w:rsid w:val="00E516D7"/>
    <w:rsid w:val="00E5359D"/>
    <w:rsid w:val="00E54A46"/>
    <w:rsid w:val="00E54F22"/>
    <w:rsid w:val="00E6126B"/>
    <w:rsid w:val="00E65738"/>
    <w:rsid w:val="00E70B68"/>
    <w:rsid w:val="00E8518C"/>
    <w:rsid w:val="00E879F9"/>
    <w:rsid w:val="00E90BD9"/>
    <w:rsid w:val="00E933A8"/>
    <w:rsid w:val="00EA1BDF"/>
    <w:rsid w:val="00EA39BF"/>
    <w:rsid w:val="00EA62A3"/>
    <w:rsid w:val="00EB6B74"/>
    <w:rsid w:val="00EB6E4B"/>
    <w:rsid w:val="00EC1891"/>
    <w:rsid w:val="00EC77B0"/>
    <w:rsid w:val="00ED2956"/>
    <w:rsid w:val="00EE3197"/>
    <w:rsid w:val="00EF2951"/>
    <w:rsid w:val="00F01181"/>
    <w:rsid w:val="00F034B9"/>
    <w:rsid w:val="00F03DBA"/>
    <w:rsid w:val="00F04ACB"/>
    <w:rsid w:val="00F0699B"/>
    <w:rsid w:val="00F07FD5"/>
    <w:rsid w:val="00F12E44"/>
    <w:rsid w:val="00F1459B"/>
    <w:rsid w:val="00F168D6"/>
    <w:rsid w:val="00F24638"/>
    <w:rsid w:val="00F248A4"/>
    <w:rsid w:val="00F40215"/>
    <w:rsid w:val="00F4532B"/>
    <w:rsid w:val="00F46B18"/>
    <w:rsid w:val="00F5217A"/>
    <w:rsid w:val="00F748A6"/>
    <w:rsid w:val="00F77F21"/>
    <w:rsid w:val="00F82C59"/>
    <w:rsid w:val="00F871C6"/>
    <w:rsid w:val="00F8749B"/>
    <w:rsid w:val="00F937F2"/>
    <w:rsid w:val="00FA2883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52266"/>
  <w15:docId w15:val="{85837BA6-4D33-4DA3-8F2B-930FD760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5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4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4F7F556C4DF4FA3B30C6313B7DDDC" ma:contentTypeVersion="13" ma:contentTypeDescription="Create a new document." ma:contentTypeScope="" ma:versionID="01ed4bf269cc755f9f9424ff9fee71b6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83d34bd1cace9f6e04ee14025a1cd3d3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C4EC63-D81F-43B0-8815-6B6B4D7B9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6BF66B-F9CA-45FC-8910-3B632BBEA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48C9C-F287-4E58-8D86-A4E4995C23CF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21</TotalTime>
  <Pages>2</Pages>
  <Words>195</Words>
  <Characters>1319</Characters>
  <Application>Microsoft Office Word</Application>
  <DocSecurity>0</DocSecurity>
  <Lines>101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cp:lastModifiedBy>Nevosad, Marek</cp:lastModifiedBy>
  <cp:revision>7</cp:revision>
  <cp:lastPrinted>2023-01-26T13:03:00Z</cp:lastPrinted>
  <dcterms:created xsi:type="dcterms:W3CDTF">2022-07-26T11:59:00Z</dcterms:created>
  <dcterms:modified xsi:type="dcterms:W3CDTF">2023-01-26T13:03:00Z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  <property fmtid="{D5CDD505-2E9C-101B-9397-08002B2CF9AE}" pid="4" name="MediaServiceImageTags">
    <vt:lpwstr/>
  </property>
</Properties>
</file>