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363817" w:rsidRDefault="00363817" w:rsidP="00BF590A">
      <w:pPr>
        <w:pStyle w:val="eTask"/>
        <w:rPr>
          <w:lang w:val="cs-CZ"/>
        </w:rPr>
      </w:pPr>
      <w:bookmarkStart w:id="0" w:name="_Hlk97716694"/>
      <w:r w:rsidRPr="00363817">
        <w:rPr>
          <w:lang w:val="cs-CZ"/>
        </w:rPr>
        <w:t xml:space="preserve">Vyjmenujte čtyři druhy/stupně </w:t>
      </w:r>
      <w:proofErr w:type="spellStart"/>
      <w:r w:rsidRPr="00363817">
        <w:rPr>
          <w:lang w:val="cs-CZ"/>
        </w:rPr>
        <w:t>virtualizace</w:t>
      </w:r>
      <w:proofErr w:type="spellEnd"/>
      <w:r w:rsidR="002252B6" w:rsidRPr="00363817">
        <w:rPr>
          <w:lang w:val="cs-CZ"/>
        </w:rPr>
        <w:t xml:space="preserve"> </w:t>
      </w:r>
    </w:p>
    <w:p w:rsidR="001922A0" w:rsidRPr="00363817" w:rsidRDefault="001922A0" w:rsidP="00683A34"/>
    <w:p w:rsidR="00EB6B74" w:rsidRPr="00363817" w:rsidRDefault="00EB6B74" w:rsidP="004A7E5F">
      <w:pPr>
        <w:ind w:left="992" w:hanging="425"/>
        <w:rPr>
          <w:u w:val="single"/>
        </w:rPr>
      </w:pPr>
      <w:r w:rsidRPr="00363817">
        <w:t>1.</w:t>
      </w:r>
      <w:r w:rsidRPr="00363817">
        <w:tab/>
      </w:r>
      <w:r w:rsidR="00363817" w:rsidRPr="00363817">
        <w:rPr>
          <w:color w:val="FF0000"/>
          <w:u w:val="single"/>
        </w:rPr>
        <w:t>Kontejnerizace</w:t>
      </w:r>
    </w:p>
    <w:p w:rsidR="00EB6B74" w:rsidRPr="00363817" w:rsidRDefault="00EB6B74" w:rsidP="004A7E5F">
      <w:pPr>
        <w:ind w:left="992" w:hanging="425"/>
      </w:pPr>
    </w:p>
    <w:p w:rsidR="00EB6B74" w:rsidRPr="00363817" w:rsidRDefault="00EB6B74" w:rsidP="004A7E5F">
      <w:pPr>
        <w:ind w:left="992" w:hanging="425"/>
        <w:rPr>
          <w:noProof/>
          <w:lang w:eastAsia="sk-SK"/>
        </w:rPr>
      </w:pPr>
      <w:r w:rsidRPr="00363817">
        <w:rPr>
          <w:noProof/>
          <w:lang w:eastAsia="sk-SK"/>
        </w:rPr>
        <w:t>2.</w:t>
      </w:r>
      <w:r w:rsidRPr="00363817">
        <w:tab/>
      </w:r>
      <w:r w:rsidR="008D117E" w:rsidRPr="00363817">
        <w:rPr>
          <w:color w:val="FF0000"/>
          <w:u w:val="single"/>
        </w:rPr>
        <w:t>Emula</w:t>
      </w:r>
      <w:r w:rsidR="00363817" w:rsidRPr="00363817">
        <w:rPr>
          <w:color w:val="FF0000"/>
          <w:u w:val="single"/>
        </w:rPr>
        <w:t>ce</w:t>
      </w:r>
    </w:p>
    <w:p w:rsidR="00EB6B74" w:rsidRPr="00363817" w:rsidRDefault="00EB6B74" w:rsidP="004A7E5F">
      <w:pPr>
        <w:ind w:left="992" w:hanging="425"/>
        <w:rPr>
          <w:noProof/>
          <w:lang w:eastAsia="sk-SK"/>
        </w:rPr>
      </w:pPr>
    </w:p>
    <w:p w:rsidR="00EB6B74" w:rsidRPr="00363817" w:rsidRDefault="00EB6B74" w:rsidP="004A7E5F">
      <w:pPr>
        <w:ind w:left="992" w:hanging="425"/>
      </w:pPr>
      <w:r w:rsidRPr="00363817">
        <w:rPr>
          <w:noProof/>
          <w:lang w:eastAsia="sk-SK"/>
        </w:rPr>
        <w:t>3.</w:t>
      </w:r>
      <w:r w:rsidRPr="00363817">
        <w:tab/>
      </w:r>
      <w:proofErr w:type="spellStart"/>
      <w:r w:rsidR="008D117E" w:rsidRPr="00363817">
        <w:rPr>
          <w:color w:val="FF0000"/>
          <w:u w:val="single"/>
        </w:rPr>
        <w:t>Paravirtualiza</w:t>
      </w:r>
      <w:r w:rsidR="00363817" w:rsidRPr="00363817">
        <w:rPr>
          <w:color w:val="FF0000"/>
          <w:u w:val="single"/>
        </w:rPr>
        <w:t>ce</w:t>
      </w:r>
      <w:proofErr w:type="spellEnd"/>
    </w:p>
    <w:p w:rsidR="00F01181" w:rsidRPr="00363817" w:rsidRDefault="00F01181" w:rsidP="004A7E5F">
      <w:pPr>
        <w:ind w:left="992" w:hanging="425"/>
        <w:rPr>
          <w:noProof/>
          <w:lang w:eastAsia="sk-SK"/>
        </w:rPr>
      </w:pPr>
    </w:p>
    <w:p w:rsidR="004A7E5F" w:rsidRPr="00363817" w:rsidRDefault="004A7E5F" w:rsidP="004A7E5F">
      <w:pPr>
        <w:ind w:left="992" w:hanging="425"/>
        <w:rPr>
          <w:noProof/>
          <w:lang w:eastAsia="sk-SK"/>
        </w:rPr>
      </w:pPr>
      <w:r w:rsidRPr="00363817">
        <w:rPr>
          <w:noProof/>
          <w:lang w:eastAsia="sk-SK"/>
        </w:rPr>
        <w:t>4.</w:t>
      </w:r>
      <w:r w:rsidRPr="00363817">
        <w:rPr>
          <w:noProof/>
          <w:lang w:eastAsia="sk-SK"/>
        </w:rPr>
        <w:tab/>
      </w:r>
      <w:r w:rsidR="00363817" w:rsidRPr="00363817">
        <w:rPr>
          <w:noProof/>
          <w:color w:val="FF0000"/>
          <w:u w:val="single"/>
          <w:lang w:eastAsia="sk-SK"/>
        </w:rPr>
        <w:t>Plná</w:t>
      </w:r>
      <w:r w:rsidR="008D117E" w:rsidRPr="00363817">
        <w:rPr>
          <w:noProof/>
          <w:color w:val="FF0000"/>
          <w:u w:val="single"/>
          <w:lang w:eastAsia="sk-SK"/>
        </w:rPr>
        <w:t xml:space="preserve"> virtualiza</w:t>
      </w:r>
      <w:r w:rsidR="00363817" w:rsidRPr="00363817">
        <w:rPr>
          <w:noProof/>
          <w:color w:val="FF0000"/>
          <w:u w:val="single"/>
          <w:lang w:eastAsia="sk-SK"/>
        </w:rPr>
        <w:t>ce</w:t>
      </w:r>
    </w:p>
    <w:p w:rsidR="00C148FD" w:rsidRPr="00363817" w:rsidRDefault="00C148FD" w:rsidP="00BF590A">
      <w:pPr>
        <w:pStyle w:val="eLineBottom"/>
        <w:ind w:left="154"/>
      </w:pPr>
    </w:p>
    <w:p w:rsidR="00C148FD" w:rsidRPr="00363817" w:rsidRDefault="00C148FD" w:rsidP="00BF590A">
      <w:pPr>
        <w:ind w:left="154"/>
      </w:pPr>
    </w:p>
    <w:p w:rsidR="00C148FD" w:rsidRPr="00363817" w:rsidRDefault="00363817" w:rsidP="00363817">
      <w:pPr>
        <w:pStyle w:val="eTask"/>
        <w:ind w:left="567" w:hanging="425"/>
        <w:rPr>
          <w:lang w:val="cs-CZ"/>
        </w:rPr>
      </w:pPr>
      <w:r w:rsidRPr="00715563">
        <w:rPr>
          <w:lang w:val="cs-CZ"/>
        </w:rPr>
        <w:t>Vyberte správnou možnost z výběru</w:t>
      </w:r>
    </w:p>
    <w:p w:rsidR="00BC1E8F" w:rsidRPr="00363817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:rsidR="00363817" w:rsidRDefault="00363817" w:rsidP="005B002D">
      <w:pPr>
        <w:pStyle w:val="eCheckBoxText"/>
        <w:ind w:left="567" w:firstLine="0"/>
      </w:pPr>
      <w:r>
        <w:t xml:space="preserve">Při využívání virtualizace pracovní plochy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w:proofErr w:type="gramStart"/>
                <m:r>
                  <m:rPr>
                    <m:nor/>
                  </m:rPr>
                  <w:rPr>
                    <w:color w:val="FF0000"/>
                  </w:rPr>
                  <m:t>musí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nemusí</m:t>
                </m:r>
                <w:proofErr w:type="gramEnd"/>
              </m:e>
            </m:eqArr>
          </m:e>
        </m:d>
      </m:oMath>
      <w:r>
        <w:t xml:space="preserve"> být architektura procesoru serveru a klienta stejná.</w:t>
      </w:r>
    </w:p>
    <w:p w:rsidR="00802398" w:rsidRPr="00363817" w:rsidRDefault="00363817" w:rsidP="005B002D">
      <w:pPr>
        <w:pStyle w:val="eCheckBoxText"/>
        <w:ind w:left="567" w:firstLine="0"/>
      </w:pPr>
      <w:r>
        <w:t>Virtuální mobilní operátor</w:t>
      </w:r>
      <w:r w:rsidR="00802398" w:rsidRPr="00363817">
        <w:t xml:space="preserve"> (MV</w:t>
      </w:r>
      <w:bookmarkStart w:id="1" w:name="_GoBack"/>
      <w:bookmarkEnd w:id="1"/>
      <w:r w:rsidR="00802398" w:rsidRPr="00363817">
        <w:t xml:space="preserve">NO)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nikdy nevlastní žádnou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obvykle nevlastní žádnou</m:t>
                </m:r>
                <m:ctrlPr>
                  <w:rPr>
                    <w:rFonts w:ascii="Cambria Math" w:eastAsia="Cambria Math" w:hAnsi="Cambria Math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</w:rPr>
                  <m:t>vždy vlastní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</w:rPr>
          <m:t xml:space="preserve"> </m:t>
        </m:r>
      </m:oMath>
      <w:r>
        <w:t>síťovou infrastrukturu.</w:t>
      </w:r>
    </w:p>
    <w:p w:rsidR="009C3A3C" w:rsidRPr="00363817" w:rsidRDefault="00363817" w:rsidP="005B002D">
      <w:pPr>
        <w:pStyle w:val="eCheckBoxText"/>
        <w:ind w:left="567" w:firstLine="0"/>
      </w:pPr>
      <w:r>
        <w:t>Termíny síťová virtualizace a softwarově definované sítě</w:t>
      </w:r>
      <w:r w:rsidR="009C3A3C" w:rsidRPr="00363817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w:proofErr w:type="gramStart"/>
                <m:r>
                  <m:rPr>
                    <m:nor/>
                  </m:rPr>
                  <w:rPr>
                    <w:strike/>
                  </w:rPr>
                  <m:t>jsou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nejsou</m:t>
                </m:r>
                <w:proofErr w:type="gramEnd"/>
              </m:e>
            </m:eqArr>
          </m:e>
        </m:d>
      </m:oMath>
      <w:r w:rsidR="009C3A3C" w:rsidRPr="00363817">
        <w:t xml:space="preserve"> </w:t>
      </w:r>
      <w:r>
        <w:t>synonyma</w:t>
      </w:r>
      <w:r w:rsidR="009C3A3C" w:rsidRPr="00363817">
        <w:t>.</w:t>
      </w:r>
    </w:p>
    <w:p w:rsidR="009C3A3C" w:rsidRPr="00363817" w:rsidRDefault="00363817" w:rsidP="005B002D">
      <w:pPr>
        <w:pStyle w:val="eCheckBoxText"/>
        <w:ind w:left="567" w:firstLine="0"/>
      </w:pPr>
      <w:r>
        <w:t>Emulace</w:t>
      </w:r>
      <w:r w:rsidR="009C3A3C" w:rsidRPr="00363817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w:proofErr w:type="gramStart"/>
                <m:r>
                  <m:rPr>
                    <m:nor/>
                  </m:rPr>
                  <w:rPr>
                    <w:strike/>
                  </w:rPr>
                  <m:t>je</m:t>
                </m:r>
                <w:proofErr w:type="gramEnd"/>
              </m:e>
              <m:e>
                <m:r>
                  <m:rPr>
                    <m:nor/>
                  </m:rPr>
                  <w:rPr>
                    <w:color w:val="FF0000"/>
                  </w:rPr>
                  <m:t>není</m:t>
                </m:r>
              </m:e>
            </m:eqArr>
          </m:e>
        </m:d>
      </m:oMath>
      <w:r w:rsidR="009C3A3C" w:rsidRPr="00363817">
        <w:t xml:space="preserve"> a synonym</w:t>
      </w:r>
      <w:r>
        <w:t>em</w:t>
      </w:r>
      <w:r w:rsidR="009C3A3C" w:rsidRPr="00363817">
        <w:t xml:space="preserve"> </w:t>
      </w:r>
      <w:r>
        <w:t>pro</w:t>
      </w:r>
      <w:r w:rsidR="009C3A3C" w:rsidRPr="00363817">
        <w:t xml:space="preserve"> </w:t>
      </w:r>
      <w:r>
        <w:t>simulaci.</w:t>
      </w:r>
    </w:p>
    <w:p w:rsidR="006E598F" w:rsidRPr="00363817" w:rsidRDefault="006E598F" w:rsidP="006E598F">
      <w:pPr>
        <w:pStyle w:val="eLineBottom"/>
        <w:ind w:left="154"/>
      </w:pPr>
    </w:p>
    <w:p w:rsidR="00F1459B" w:rsidRPr="00363817" w:rsidRDefault="00F1459B" w:rsidP="00F1459B"/>
    <w:p w:rsidR="009C3A3C" w:rsidRDefault="00363817" w:rsidP="009C3A3C">
      <w:pPr>
        <w:pStyle w:val="eTask"/>
        <w:rPr>
          <w:lang w:val="cs-CZ"/>
        </w:rPr>
      </w:pPr>
      <w:r>
        <w:rPr>
          <w:lang w:val="cs-CZ"/>
        </w:rPr>
        <w:t>Vyberte z nabízených možností popisky a napište je</w:t>
      </w:r>
      <w:r w:rsidR="005B002D">
        <w:rPr>
          <w:lang w:val="cs-CZ"/>
        </w:rPr>
        <w:t xml:space="preserve"> na správná místa tak, aby obrázek popisoval architekturu </w:t>
      </w:r>
      <w:proofErr w:type="spellStart"/>
      <w:r w:rsidR="005B002D">
        <w:rPr>
          <w:lang w:val="cs-CZ"/>
        </w:rPr>
        <w:t>paravirtualizace</w:t>
      </w:r>
      <w:proofErr w:type="spellEnd"/>
      <w:r w:rsidR="005B002D">
        <w:rPr>
          <w:lang w:val="cs-CZ"/>
        </w:rPr>
        <w:t>.</w:t>
      </w:r>
    </w:p>
    <w:p w:rsidR="002B2694" w:rsidRPr="002B2694" w:rsidRDefault="002B2694" w:rsidP="002B2694"/>
    <w:p w:rsidR="00683A34" w:rsidRPr="00363817" w:rsidRDefault="000F4D08" w:rsidP="00683A34">
      <w:pPr>
        <w:jc w:val="center"/>
      </w:pPr>
      <w:r w:rsidRPr="000F4D08">
        <w:rPr>
          <w:noProof/>
          <w:lang w:val="en-US" w:eastAsia="en-US"/>
        </w:rPr>
        <w:drawing>
          <wp:inline distT="0" distB="0" distL="0" distR="0" wp14:anchorId="471A2175" wp14:editId="50825FF1">
            <wp:extent cx="3736975" cy="2703195"/>
            <wp:effectExtent l="0" t="0" r="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75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DC7" w:rsidRDefault="00AD3DC7"/>
    <w:p w:rsidR="005B002D" w:rsidRDefault="005B002D">
      <w:r>
        <w:t>Možnosti</w:t>
      </w:r>
      <w:r w:rsidR="00683A34" w:rsidRPr="00363817">
        <w:t xml:space="preserve">: </w:t>
      </w:r>
      <w:r>
        <w:t>Nativní aplikace</w:t>
      </w:r>
      <w:r w:rsidR="00683A34" w:rsidRPr="00363817">
        <w:t xml:space="preserve">, </w:t>
      </w:r>
      <w:r w:rsidRPr="00363817">
        <w:t xml:space="preserve">Hardware, </w:t>
      </w:r>
      <w:r>
        <w:t>Hostovaný operační systém</w:t>
      </w:r>
      <w:r w:rsidR="00683A34" w:rsidRPr="00363817">
        <w:t>, Host</w:t>
      </w:r>
      <w:r>
        <w:t>ující</w:t>
      </w:r>
      <w:r w:rsidR="00683A34" w:rsidRPr="00363817">
        <w:t xml:space="preserve"> opera</w:t>
      </w:r>
      <w:r>
        <w:t>ční systém</w:t>
      </w:r>
      <w:r w:rsidR="007C3682">
        <w:t xml:space="preserve"> </w:t>
      </w:r>
      <w:r>
        <w:t xml:space="preserve">s podporou </w:t>
      </w:r>
      <w:proofErr w:type="spellStart"/>
      <w:r>
        <w:t>virtualizace</w:t>
      </w:r>
      <w:proofErr w:type="spellEnd"/>
      <w:r w:rsidR="00683A34" w:rsidRPr="00363817">
        <w:t xml:space="preserve">, </w:t>
      </w:r>
      <w:proofErr w:type="spellStart"/>
      <w:r w:rsidR="00683A34" w:rsidRPr="00363817">
        <w:t>Virtualiza</w:t>
      </w:r>
      <w:r>
        <w:t>ční</w:t>
      </w:r>
      <w:proofErr w:type="spellEnd"/>
      <w:r>
        <w:t xml:space="preserve"> vrstva.</w:t>
      </w:r>
    </w:p>
    <w:p w:rsidR="005B002D" w:rsidRPr="00363817" w:rsidRDefault="005B002D" w:rsidP="00683A34"/>
    <w:p w:rsidR="005B002D" w:rsidRPr="0022056F" w:rsidRDefault="005B002D" w:rsidP="002B2694">
      <w:pPr>
        <w:pStyle w:val="eTask"/>
        <w:rPr>
          <w:lang w:val="cs-CZ"/>
        </w:rPr>
      </w:pPr>
      <w:r w:rsidRPr="0022056F">
        <w:rPr>
          <w:lang w:val="cs-CZ"/>
        </w:rPr>
        <w:lastRenderedPageBreak/>
        <w:t>Přiřaďte pojmy z levého sloupce popisům vpravo.</w:t>
      </w:r>
    </w:p>
    <w:p w:rsidR="00063674" w:rsidRPr="00363817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8"/>
        <w:gridCol w:w="3619"/>
        <w:gridCol w:w="2939"/>
      </w:tblGrid>
      <w:tr w:rsidR="00AD21CD" w:rsidRPr="0036381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363817" w:rsidRDefault="005B002D" w:rsidP="00F1459B">
            <w:pPr>
              <w:pStyle w:val="eCheckBoxText"/>
              <w:ind w:left="0" w:firstLine="0"/>
              <w:contextualSpacing/>
              <w:jc w:val="center"/>
            </w:pPr>
            <w:r>
              <w:t>Kontejnerizace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363817" w:rsidRDefault="005C5E6B" w:rsidP="00F1459B">
            <w:pPr>
              <w:pStyle w:val="eCheckBoxText"/>
              <w:ind w:left="0" w:firstLine="0"/>
              <w:contextualSpacing/>
              <w:jc w:val="center"/>
            </w:pPr>
            <w:r w:rsidRPr="0036381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4A7839B" wp14:editId="1970B01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259715</wp:posOffset>
                      </wp:positionV>
                      <wp:extent cx="2286000" cy="2533650"/>
                      <wp:effectExtent l="0" t="0" r="19050" b="1905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0" cy="2533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630BA6F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20.45pt" to="174.5pt,2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363817" w:rsidRDefault="005B002D" w:rsidP="00F1459B">
            <w:pPr>
              <w:pStyle w:val="eCheckBoxText"/>
              <w:ind w:left="0" w:firstLine="0"/>
              <w:contextualSpacing/>
              <w:jc w:val="center"/>
            </w:pPr>
            <w:r w:rsidRPr="005B002D">
              <w:t>Umožňuje spouštět systémy/aplikace pocházející z platformy, která používá jinou architekturu.</w:t>
            </w:r>
          </w:p>
        </w:tc>
      </w:tr>
      <w:tr w:rsidR="00AD21CD" w:rsidRPr="0036381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36381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36381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36381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36381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363817" w:rsidRDefault="005B002D" w:rsidP="00F1459B">
            <w:pPr>
              <w:pStyle w:val="eCheckBoxText"/>
              <w:ind w:left="0" w:firstLine="0"/>
              <w:contextualSpacing/>
              <w:jc w:val="center"/>
            </w:pPr>
            <w:r>
              <w:t>Emulace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363817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36381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2059F2" wp14:editId="5B27487E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-620395</wp:posOffset>
                      </wp:positionV>
                      <wp:extent cx="2286000" cy="1238250"/>
                      <wp:effectExtent l="0" t="0" r="19050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2382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9E56DC2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48.85pt" to="175.25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002D" w:rsidRDefault="005B002D" w:rsidP="008D117E">
            <w:pPr>
              <w:pStyle w:val="eCheckBoxText"/>
              <w:ind w:left="0" w:firstLine="0"/>
              <w:contextualSpacing/>
              <w:jc w:val="center"/>
            </w:pPr>
            <w:r w:rsidRPr="005B002D">
              <w:t>Vysoký výkon dosažený tím, že většinu instrukcí realizuje skutečný procesor.</w:t>
            </w:r>
          </w:p>
          <w:p w:rsidR="006D6A7E" w:rsidRPr="00363817" w:rsidRDefault="005B002D" w:rsidP="008D117E">
            <w:pPr>
              <w:pStyle w:val="eCheckBoxText"/>
              <w:ind w:left="0" w:firstLine="0"/>
              <w:contextualSpacing/>
              <w:jc w:val="center"/>
            </w:pPr>
            <w:r w:rsidRPr="005B002D">
              <w:t>Vyžaduje instalaci ovladačů na hostující i hostovaný operační systém.</w:t>
            </w:r>
          </w:p>
        </w:tc>
      </w:tr>
      <w:tr w:rsidR="00AD21CD" w:rsidRPr="0036381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36381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36381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36381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36381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363817" w:rsidRDefault="005B002D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>
              <w:t>Paravirtualizace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363817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36381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14F0BA" wp14:editId="7763D912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-1294765</wp:posOffset>
                      </wp:positionV>
                      <wp:extent cx="2295525" cy="1390650"/>
                      <wp:effectExtent l="0" t="0" r="2857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1390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00006F99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5pt,-101.95pt" to="174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363817" w:rsidRDefault="005B002D" w:rsidP="0022056F">
            <w:pPr>
              <w:pStyle w:val="eCheckBoxText"/>
              <w:ind w:left="0" w:firstLine="0"/>
              <w:contextualSpacing/>
              <w:jc w:val="center"/>
            </w:pPr>
            <w:r w:rsidRPr="005B002D">
              <w:t xml:space="preserve">Nejedná se o </w:t>
            </w:r>
            <w:proofErr w:type="spellStart"/>
            <w:r w:rsidRPr="005B002D">
              <w:t>virtualizaci</w:t>
            </w:r>
            <w:proofErr w:type="spellEnd"/>
            <w:r w:rsidRPr="005B002D">
              <w:t xml:space="preserve"> v</w:t>
            </w:r>
            <w:r w:rsidR="0022056F">
              <w:t> </w:t>
            </w:r>
            <w:r w:rsidRPr="005B002D">
              <w:t>pravém smyslu slova, všechna oddělená prostředí totiž využívají stejné jádro operačního systému.</w:t>
            </w:r>
          </w:p>
        </w:tc>
      </w:tr>
      <w:tr w:rsidR="006D6A7E" w:rsidRPr="0036381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36381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36381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36381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36381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363817" w:rsidRDefault="005B002D" w:rsidP="00F1459B">
            <w:pPr>
              <w:pStyle w:val="eCheckBoxText"/>
              <w:ind w:left="0" w:firstLine="0"/>
              <w:contextualSpacing/>
              <w:jc w:val="center"/>
            </w:pPr>
            <w:r>
              <w:t>Plná virtualizace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363817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36381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C8B8F02" wp14:editId="20FA292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6CC8FDF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002D" w:rsidRDefault="005B002D" w:rsidP="005B002D">
            <w:pPr>
              <w:pStyle w:val="eCheckBoxText"/>
              <w:contextualSpacing/>
              <w:jc w:val="center"/>
            </w:pPr>
            <w:r>
              <w:t>Úplné oddělení hostovaných virtuálních počítačů.</w:t>
            </w:r>
          </w:p>
          <w:p w:rsidR="006D6A7E" w:rsidRPr="00363817" w:rsidRDefault="005B002D" w:rsidP="005B002D">
            <w:pPr>
              <w:pStyle w:val="eCheckBoxText"/>
              <w:ind w:left="0" w:firstLine="0"/>
              <w:contextualSpacing/>
              <w:jc w:val="center"/>
            </w:pPr>
            <w:r>
              <w:t>Nevyžaduje speciální ovladače, ani úpravy operačního systému.</w:t>
            </w:r>
          </w:p>
        </w:tc>
      </w:tr>
    </w:tbl>
    <w:p w:rsidR="00A21409" w:rsidRPr="00363817" w:rsidRDefault="00A21409" w:rsidP="004A7E5F">
      <w:pPr>
        <w:pStyle w:val="eLineBottom"/>
        <w:ind w:left="154"/>
      </w:pPr>
    </w:p>
    <w:p w:rsidR="00F1459B" w:rsidRPr="00363817" w:rsidRDefault="00F1459B" w:rsidP="004A7E5F"/>
    <w:p w:rsidR="009C3A3C" w:rsidRPr="00363817" w:rsidRDefault="005B002D" w:rsidP="009C3A3C">
      <w:pPr>
        <w:pStyle w:val="eTask"/>
        <w:rPr>
          <w:lang w:val="cs-CZ"/>
        </w:rPr>
      </w:pPr>
      <w:r>
        <w:rPr>
          <w:lang w:val="cs-CZ"/>
        </w:rPr>
        <w:t>Napište alespoň 4 obory, ve kterých se používá virtuální realita.</w:t>
      </w:r>
    </w:p>
    <w:p w:rsidR="009C3A3C" w:rsidRPr="00363817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:rsidR="009C3A3C" w:rsidRPr="0022056F" w:rsidRDefault="009C3A3C" w:rsidP="0022056F">
      <w:pPr>
        <w:pStyle w:val="Odstavecseseznamem"/>
        <w:numPr>
          <w:ilvl w:val="0"/>
          <w:numId w:val="15"/>
        </w:numPr>
        <w:rPr>
          <w:u w:val="single"/>
        </w:rPr>
      </w:pPr>
      <w:r w:rsidRPr="0022056F">
        <w:rPr>
          <w:color w:val="FF0000"/>
          <w:u w:val="single"/>
        </w:rPr>
        <w:t>Medic</w:t>
      </w:r>
      <w:r w:rsidR="005B002D" w:rsidRPr="0022056F">
        <w:rPr>
          <w:color w:val="FF0000"/>
          <w:u w:val="single"/>
        </w:rPr>
        <w:t>í</w:t>
      </w:r>
      <w:r w:rsidRPr="0022056F">
        <w:rPr>
          <w:color w:val="FF0000"/>
          <w:u w:val="single"/>
        </w:rPr>
        <w:t>n</w:t>
      </w:r>
      <w:r w:rsidR="005B002D" w:rsidRPr="0022056F">
        <w:rPr>
          <w:color w:val="FF0000"/>
          <w:u w:val="single"/>
        </w:rPr>
        <w:t>a</w:t>
      </w:r>
    </w:p>
    <w:p w:rsidR="009C3A3C" w:rsidRPr="0022056F" w:rsidRDefault="009C3A3C" w:rsidP="009C3A3C">
      <w:pPr>
        <w:ind w:left="710" w:hanging="284"/>
        <w:rPr>
          <w:u w:val="single"/>
        </w:rPr>
      </w:pPr>
    </w:p>
    <w:p w:rsidR="009C3A3C" w:rsidRPr="0022056F" w:rsidRDefault="005B002D" w:rsidP="0022056F">
      <w:pPr>
        <w:pStyle w:val="Odstavecseseznamem"/>
        <w:numPr>
          <w:ilvl w:val="0"/>
          <w:numId w:val="15"/>
        </w:numPr>
        <w:rPr>
          <w:u w:val="single"/>
        </w:rPr>
      </w:pPr>
      <w:r w:rsidRPr="0022056F">
        <w:rPr>
          <w:color w:val="FF0000"/>
          <w:u w:val="single"/>
        </w:rPr>
        <w:t>Vzdělávání</w:t>
      </w:r>
    </w:p>
    <w:p w:rsidR="0022056F" w:rsidRPr="0022056F" w:rsidRDefault="0022056F" w:rsidP="009C3A3C">
      <w:pPr>
        <w:ind w:left="710" w:hanging="284"/>
        <w:rPr>
          <w:u w:val="single"/>
        </w:rPr>
      </w:pPr>
    </w:p>
    <w:p w:rsidR="009C3A3C" w:rsidRPr="0022056F" w:rsidRDefault="009C3A3C" w:rsidP="0022056F">
      <w:pPr>
        <w:pStyle w:val="Odstavecseseznamem"/>
        <w:numPr>
          <w:ilvl w:val="0"/>
          <w:numId w:val="15"/>
        </w:numPr>
        <w:rPr>
          <w:u w:val="single"/>
        </w:rPr>
      </w:pPr>
      <w:r w:rsidRPr="0022056F">
        <w:rPr>
          <w:color w:val="FF0000"/>
          <w:u w:val="single"/>
        </w:rPr>
        <w:t>Tr</w:t>
      </w:r>
      <w:r w:rsidR="005B002D" w:rsidRPr="0022056F">
        <w:rPr>
          <w:color w:val="FF0000"/>
          <w:u w:val="single"/>
        </w:rPr>
        <w:t>énink</w:t>
      </w:r>
    </w:p>
    <w:p w:rsidR="009C3A3C" w:rsidRPr="0022056F" w:rsidRDefault="009C3A3C" w:rsidP="009C3A3C">
      <w:pPr>
        <w:ind w:left="710" w:hanging="284"/>
        <w:rPr>
          <w:u w:val="single"/>
        </w:rPr>
      </w:pPr>
    </w:p>
    <w:p w:rsidR="009C3A3C" w:rsidRPr="0022056F" w:rsidRDefault="005B002D" w:rsidP="0022056F">
      <w:pPr>
        <w:pStyle w:val="Odstavecseseznamem"/>
        <w:numPr>
          <w:ilvl w:val="0"/>
          <w:numId w:val="15"/>
        </w:numPr>
        <w:rPr>
          <w:u w:val="single"/>
        </w:rPr>
      </w:pPr>
      <w:r w:rsidRPr="0022056F">
        <w:rPr>
          <w:color w:val="FF0000"/>
          <w:u w:val="single"/>
        </w:rPr>
        <w:t>Zábava</w:t>
      </w:r>
      <w:bookmarkEnd w:id="0"/>
    </w:p>
    <w:sectPr w:rsidR="009C3A3C" w:rsidRPr="0022056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74D" w:rsidRDefault="0038474D" w:rsidP="00861A1A">
      <w:r>
        <w:separator/>
      </w:r>
    </w:p>
  </w:endnote>
  <w:endnote w:type="continuationSeparator" w:id="0">
    <w:p w:rsidR="0038474D" w:rsidRDefault="0038474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2056F" w:rsidRPr="0022056F" w:rsidRDefault="0022056F" w:rsidP="002205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2056F">
            <w:rPr>
              <w:sz w:val="16"/>
              <w:szCs w:val="16"/>
              <w:lang w:val="en-US"/>
            </w:rPr>
            <w:t>Tento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projekt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byl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realizován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za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finanční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podpory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Evropské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unie</w:t>
          </w:r>
          <w:proofErr w:type="spellEnd"/>
          <w:r w:rsidRPr="0022056F">
            <w:rPr>
              <w:sz w:val="16"/>
              <w:szCs w:val="16"/>
              <w:lang w:val="en-US"/>
            </w:rPr>
            <w:t>.</w:t>
          </w:r>
        </w:p>
        <w:p w:rsidR="00BF5E09" w:rsidRPr="004A7E5F" w:rsidRDefault="0022056F" w:rsidP="002205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2056F">
            <w:rPr>
              <w:sz w:val="16"/>
              <w:szCs w:val="16"/>
              <w:lang w:val="en-US"/>
            </w:rPr>
            <w:t>Za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obsah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publikací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2056F">
            <w:rPr>
              <w:sz w:val="16"/>
              <w:szCs w:val="16"/>
              <w:lang w:val="en-US"/>
            </w:rPr>
            <w:t>sdělení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22056F">
            <w:rPr>
              <w:sz w:val="16"/>
              <w:szCs w:val="16"/>
              <w:lang w:val="en-US"/>
            </w:rPr>
            <w:t>odpovídá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výlučně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autor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22056F">
            <w:rPr>
              <w:sz w:val="16"/>
              <w:szCs w:val="16"/>
              <w:lang w:val="en-US"/>
            </w:rPr>
            <w:t>Publikace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2056F">
            <w:rPr>
              <w:sz w:val="16"/>
              <w:szCs w:val="16"/>
              <w:lang w:val="en-US"/>
            </w:rPr>
            <w:t>sdělení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22056F">
            <w:rPr>
              <w:sz w:val="16"/>
              <w:szCs w:val="16"/>
              <w:lang w:val="en-US"/>
            </w:rPr>
            <w:t>nereprezentují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názory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Evropské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komise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22056F">
            <w:rPr>
              <w:sz w:val="16"/>
              <w:szCs w:val="16"/>
              <w:lang w:val="en-US"/>
            </w:rPr>
            <w:t>Evropská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komise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neodpovídá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za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použití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informací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22056F">
            <w:rPr>
              <w:sz w:val="16"/>
              <w:szCs w:val="16"/>
              <w:lang w:val="en-US"/>
            </w:rPr>
            <w:t>jež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jsou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jejich</w:t>
          </w:r>
          <w:proofErr w:type="spellEnd"/>
          <w:r w:rsidRPr="0022056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2056F">
            <w:rPr>
              <w:sz w:val="16"/>
              <w:szCs w:val="16"/>
              <w:lang w:val="en-US"/>
            </w:rPr>
            <w:t>obsahem</w:t>
          </w:r>
          <w:proofErr w:type="spellEnd"/>
          <w:r w:rsidRPr="0022056F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74D" w:rsidRDefault="0038474D" w:rsidP="00861A1A">
      <w:r>
        <w:separator/>
      </w:r>
    </w:p>
  </w:footnote>
  <w:footnote w:type="continuationSeparator" w:id="0">
    <w:p w:rsidR="0038474D" w:rsidRDefault="0038474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22056F" w:rsidRPr="0022056F">
      <w:rPr>
        <w:rFonts w:ascii="Calibri" w:hAnsi="Calibri"/>
        <w:b/>
        <w:smallCaps/>
        <w:noProof/>
      </w:rPr>
      <w:t>PRACOVNÍ LIST</w:t>
    </w:r>
  </w:p>
  <w:p w:rsidR="00C148FD" w:rsidRPr="00C148FD" w:rsidRDefault="0022056F" w:rsidP="0022056F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</w:t>
    </w:r>
    <w:r w:rsidRPr="0022056F">
      <w:rPr>
        <w:rFonts w:ascii="Calibri" w:hAnsi="Calibri"/>
        <w:smallCaps/>
        <w:noProof/>
        <w:sz w:val="20"/>
        <w:szCs w:val="20"/>
        <w:lang w:val="en-US"/>
      </w:rPr>
      <w:t>irtualizace v praxi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10400F"/>
    <w:multiLevelType w:val="hybridMultilevel"/>
    <w:tmpl w:val="63229AAE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EF3B0D"/>
    <w:multiLevelType w:val="hybridMultilevel"/>
    <w:tmpl w:val="5614B9D2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0F4D0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056F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2694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63817"/>
    <w:rsid w:val="0038474D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4547E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002D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540A6"/>
    <w:rsid w:val="0076745A"/>
    <w:rsid w:val="007738BD"/>
    <w:rsid w:val="007837ED"/>
    <w:rsid w:val="00790D07"/>
    <w:rsid w:val="007959F2"/>
    <w:rsid w:val="007B7B4C"/>
    <w:rsid w:val="007C0FDD"/>
    <w:rsid w:val="007C308E"/>
    <w:rsid w:val="007C3682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3DC7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3B64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E2EEFC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20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95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13</cp:revision>
  <cp:lastPrinted>2023-01-26T13:45:00Z</cp:lastPrinted>
  <dcterms:created xsi:type="dcterms:W3CDTF">2022-03-08T13:21:00Z</dcterms:created>
  <dcterms:modified xsi:type="dcterms:W3CDTF">2023-01-26T13:45:00Z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