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32E60" w14:textId="5388EBA4" w:rsidR="006B483A" w:rsidRPr="00F3789D" w:rsidRDefault="00F3789D" w:rsidP="006B483A">
      <w:pPr>
        <w:pStyle w:val="eTask"/>
        <w:rPr>
          <w:lang w:val="sk-SK"/>
        </w:rPr>
      </w:pPr>
      <w:r w:rsidRPr="00F3789D">
        <w:rPr>
          <w:lang w:val="sk-SK"/>
        </w:rPr>
        <w:t>Napíšte</w:t>
      </w:r>
      <w:r w:rsidR="006B483A" w:rsidRPr="00F3789D">
        <w:rPr>
          <w:lang w:val="sk-SK"/>
        </w:rPr>
        <w:t xml:space="preserve"> </w:t>
      </w:r>
      <w:r w:rsidRPr="00F3789D">
        <w:rPr>
          <w:lang w:val="sk-SK"/>
        </w:rPr>
        <w:t>štyri</w:t>
      </w:r>
      <w:r w:rsidR="006B483A" w:rsidRPr="00F3789D">
        <w:rPr>
          <w:lang w:val="sk-SK"/>
        </w:rPr>
        <w:t xml:space="preserve"> druhy </w:t>
      </w:r>
      <w:r w:rsidRPr="00F3789D">
        <w:rPr>
          <w:lang w:val="sk-SK"/>
        </w:rPr>
        <w:t>virtuálnych</w:t>
      </w:r>
      <w:r w:rsidR="006B483A" w:rsidRPr="00F3789D">
        <w:rPr>
          <w:lang w:val="sk-SK"/>
        </w:rPr>
        <w:t xml:space="preserve"> </w:t>
      </w:r>
      <w:r w:rsidRPr="00F3789D">
        <w:rPr>
          <w:lang w:val="sk-SK"/>
        </w:rPr>
        <w:t>mobilných</w:t>
      </w:r>
      <w:r w:rsidR="006B483A" w:rsidRPr="00F3789D">
        <w:rPr>
          <w:lang w:val="sk-SK"/>
        </w:rPr>
        <w:t xml:space="preserve"> </w:t>
      </w:r>
      <w:r w:rsidRPr="00F3789D">
        <w:rPr>
          <w:lang w:val="sk-SK"/>
        </w:rPr>
        <w:t>operátor</w:t>
      </w:r>
      <w:r>
        <w:rPr>
          <w:lang w:val="sk-SK"/>
        </w:rPr>
        <w:t>ov</w:t>
      </w:r>
      <w:r w:rsidR="006B483A" w:rsidRPr="00F3789D">
        <w:rPr>
          <w:lang w:val="sk-SK"/>
        </w:rPr>
        <w:t xml:space="preserve"> (</w:t>
      </w:r>
      <w:proofErr w:type="spellStart"/>
      <w:r w:rsidR="006B483A" w:rsidRPr="00F3789D">
        <w:rPr>
          <w:lang w:val="sk-SK"/>
        </w:rPr>
        <w:t>MVNO</w:t>
      </w:r>
      <w:proofErr w:type="spellEnd"/>
      <w:r w:rsidR="006B483A" w:rsidRPr="00F3789D">
        <w:rPr>
          <w:lang w:val="sk-SK"/>
        </w:rPr>
        <w:t xml:space="preserve">) </w:t>
      </w:r>
    </w:p>
    <w:p w14:paraId="2DA6FCFB" w14:textId="77777777" w:rsidR="001922A0" w:rsidRPr="00F3789D" w:rsidRDefault="001922A0" w:rsidP="00BF590A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</w:p>
    <w:p w14:paraId="7A43F66E" w14:textId="560F8584" w:rsidR="00EB6B74" w:rsidRPr="00F3789D" w:rsidRDefault="00EB6B74" w:rsidP="004A7E5F">
      <w:pPr>
        <w:ind w:left="992" w:hanging="425"/>
        <w:rPr>
          <w:u w:val="single"/>
        </w:rPr>
      </w:pPr>
      <w:r w:rsidRPr="00F3789D">
        <w:t>1.</w:t>
      </w:r>
      <w:r w:rsidRPr="00F3789D">
        <w:tab/>
      </w:r>
      <w:proofErr w:type="spellStart"/>
      <w:r w:rsidR="009A7CC4" w:rsidRPr="00E73E8F">
        <w:rPr>
          <w:color w:val="FF0000"/>
        </w:rPr>
        <w:t>Branded</w:t>
      </w:r>
      <w:proofErr w:type="spellEnd"/>
      <w:r w:rsidR="009A7CC4" w:rsidRPr="00E73E8F">
        <w:rPr>
          <w:color w:val="FF0000"/>
        </w:rPr>
        <w:t xml:space="preserve"> </w:t>
      </w:r>
      <w:proofErr w:type="spellStart"/>
      <w:r w:rsidR="009A7CC4" w:rsidRPr="00E73E8F">
        <w:rPr>
          <w:color w:val="FF0000"/>
        </w:rPr>
        <w:t>reseller</w:t>
      </w:r>
      <w:proofErr w:type="spellEnd"/>
      <w:r w:rsidR="009A7CC4" w:rsidRPr="00E73E8F">
        <w:rPr>
          <w:color w:val="FF0000"/>
        </w:rPr>
        <w:t xml:space="preserve"> / Predajca</w:t>
      </w:r>
    </w:p>
    <w:p w14:paraId="1C51E495" w14:textId="77777777" w:rsidR="00EB6B74" w:rsidRPr="00F3789D" w:rsidRDefault="00EB6B74" w:rsidP="004A7E5F">
      <w:pPr>
        <w:ind w:left="992" w:hanging="425"/>
      </w:pPr>
    </w:p>
    <w:p w14:paraId="0CBADD1B" w14:textId="0FCFD31B" w:rsidR="00EB6B74" w:rsidRPr="00F3789D" w:rsidRDefault="00EB6B74" w:rsidP="004A7E5F">
      <w:pPr>
        <w:ind w:left="992" w:hanging="425"/>
        <w:rPr>
          <w:lang w:eastAsia="sk-SK"/>
        </w:rPr>
      </w:pPr>
      <w:r w:rsidRPr="00F3789D">
        <w:rPr>
          <w:lang w:eastAsia="sk-SK"/>
        </w:rPr>
        <w:t>2.</w:t>
      </w:r>
      <w:r w:rsidRPr="00F3789D">
        <w:tab/>
      </w:r>
      <w:r w:rsidR="009A7CC4" w:rsidRPr="00E73E8F">
        <w:rPr>
          <w:color w:val="FF0000"/>
        </w:rPr>
        <w:t>Stredný virtuálny operátor</w:t>
      </w:r>
    </w:p>
    <w:p w14:paraId="77C11864" w14:textId="77777777" w:rsidR="00EB6B74" w:rsidRPr="00F3789D" w:rsidRDefault="00EB6B74" w:rsidP="004A7E5F">
      <w:pPr>
        <w:ind w:left="992" w:hanging="425"/>
        <w:rPr>
          <w:lang w:eastAsia="sk-SK"/>
        </w:rPr>
      </w:pPr>
    </w:p>
    <w:p w14:paraId="45D1AE63" w14:textId="1CFD495C" w:rsidR="00EB6B74" w:rsidRPr="00F3789D" w:rsidRDefault="00EB6B74" w:rsidP="004A7E5F">
      <w:pPr>
        <w:ind w:left="992" w:hanging="425"/>
      </w:pPr>
      <w:r w:rsidRPr="00F3789D">
        <w:rPr>
          <w:lang w:eastAsia="sk-SK"/>
        </w:rPr>
        <w:t>3.</w:t>
      </w:r>
      <w:r w:rsidRPr="00F3789D">
        <w:tab/>
      </w:r>
      <w:r w:rsidR="009A7CC4" w:rsidRPr="00E73E8F">
        <w:rPr>
          <w:color w:val="FF0000"/>
        </w:rPr>
        <w:t>Komplexný virtuálny operátor</w:t>
      </w:r>
    </w:p>
    <w:p w14:paraId="181BE1C3" w14:textId="77777777" w:rsidR="00F01181" w:rsidRPr="00F3789D" w:rsidRDefault="00F01181" w:rsidP="004A7E5F">
      <w:pPr>
        <w:ind w:left="992" w:hanging="425"/>
        <w:rPr>
          <w:lang w:eastAsia="sk-SK"/>
        </w:rPr>
      </w:pPr>
    </w:p>
    <w:p w14:paraId="00B0A87F" w14:textId="7D89F449" w:rsidR="004A7E5F" w:rsidRPr="00F3789D" w:rsidRDefault="004A7E5F" w:rsidP="004A7E5F">
      <w:pPr>
        <w:ind w:left="992" w:hanging="425"/>
        <w:rPr>
          <w:lang w:eastAsia="sk-SK"/>
        </w:rPr>
      </w:pPr>
      <w:r w:rsidRPr="00F3789D">
        <w:rPr>
          <w:lang w:eastAsia="sk-SK"/>
        </w:rPr>
        <w:t>4.</w:t>
      </w:r>
      <w:r w:rsidRPr="00F3789D">
        <w:rPr>
          <w:lang w:eastAsia="sk-SK"/>
        </w:rPr>
        <w:tab/>
      </w:r>
      <w:proofErr w:type="spellStart"/>
      <w:r w:rsidR="009A7CC4" w:rsidRPr="00E73E8F">
        <w:rPr>
          <w:color w:val="FF0000"/>
          <w:lang w:eastAsia="sk-SK"/>
        </w:rPr>
        <w:t>Sprostredkujúci</w:t>
      </w:r>
      <w:proofErr w:type="spellEnd"/>
      <w:r w:rsidR="009A7CC4" w:rsidRPr="00E73E8F">
        <w:rPr>
          <w:color w:val="FF0000"/>
          <w:lang w:eastAsia="sk-SK"/>
        </w:rPr>
        <w:t xml:space="preserve"> virtuálny operátor</w:t>
      </w:r>
    </w:p>
    <w:p w14:paraId="143CBB86" w14:textId="77777777" w:rsidR="00C148FD" w:rsidRPr="00F3789D" w:rsidRDefault="00C148FD" w:rsidP="00BF590A">
      <w:pPr>
        <w:pStyle w:val="eLineBottom"/>
        <w:ind w:left="154"/>
      </w:pPr>
    </w:p>
    <w:p w14:paraId="78F2BDAC" w14:textId="77777777" w:rsidR="00C148FD" w:rsidRPr="00F3789D" w:rsidRDefault="00C148FD" w:rsidP="00BF590A">
      <w:pPr>
        <w:ind w:left="154"/>
      </w:pPr>
    </w:p>
    <w:p w14:paraId="13636B75" w14:textId="0AD4E610" w:rsidR="00C148FD" w:rsidRPr="00F3789D" w:rsidRDefault="00D61B90" w:rsidP="00BF590A">
      <w:pPr>
        <w:pStyle w:val="eTask"/>
        <w:rPr>
          <w:lang w:val="sk-SK"/>
        </w:rPr>
      </w:pPr>
      <w:r w:rsidRPr="00F3789D">
        <w:rPr>
          <w:lang w:val="sk-SK"/>
        </w:rPr>
        <w:t>Vyberte správnu možnos</w:t>
      </w:r>
      <w:r w:rsidR="00F3789D">
        <w:rPr>
          <w:lang w:val="sk-SK"/>
        </w:rPr>
        <w:t>ť</w:t>
      </w:r>
      <w:r w:rsidRPr="00F3789D">
        <w:rPr>
          <w:lang w:val="sk-SK"/>
        </w:rPr>
        <w:t xml:space="preserve"> z výb</w:t>
      </w:r>
      <w:r w:rsidR="00F3789D">
        <w:rPr>
          <w:lang w:val="sk-SK"/>
        </w:rPr>
        <w:t>e</w:t>
      </w:r>
      <w:r w:rsidRPr="00F3789D">
        <w:rPr>
          <w:lang w:val="sk-SK"/>
        </w:rPr>
        <w:t>ru</w:t>
      </w:r>
    </w:p>
    <w:p w14:paraId="681E1C07" w14:textId="77777777" w:rsidR="00BC1E8F" w:rsidRPr="00F3789D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66261F0B" w14:textId="2C57B2E0" w:rsidR="006E598F" w:rsidRPr="00F3789D" w:rsidRDefault="001A1D12" w:rsidP="00D61B90">
      <w:pPr>
        <w:pStyle w:val="eCheckBoxText"/>
        <w:spacing w:line="360" w:lineRule="auto"/>
        <w:ind w:left="567" w:firstLine="0"/>
      </w:pPr>
      <w:r w:rsidRPr="00F3789D">
        <w:t>Virtualiz</w:t>
      </w:r>
      <w:r w:rsidR="00F3789D">
        <w:t>á</w:t>
      </w:r>
      <w:r w:rsidRPr="00F3789D">
        <w:t>c</w:t>
      </w:r>
      <w:r w:rsidR="00F3789D">
        <w:t>ia</w:t>
      </w:r>
      <w:r w:rsidRPr="00F3789D">
        <w:t xml:space="preserve"> vytvá</w:t>
      </w:r>
      <w:r w:rsidR="00F3789D">
        <w:t>ra</w:t>
      </w:r>
      <w:r w:rsidRPr="00F3789D">
        <w:t xml:space="preserve">ním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menej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viac</m:t>
                  </m:r>
                </m:e>
              </m:mr>
            </m:m>
          </m:e>
        </m:d>
      </m:oMath>
      <w:r w:rsidRPr="00F3789D">
        <w:t>prost</w:t>
      </w:r>
      <w:r w:rsidR="00F3789D">
        <w:t>ri</w:t>
      </w:r>
      <w:r w:rsidRPr="00F3789D">
        <w:t>edk</w:t>
      </w:r>
      <w:r w:rsidR="00F3789D">
        <w:t>ov</w:t>
      </w:r>
      <w:r w:rsidRPr="00F3789D">
        <w:t xml:space="preserve"> z jedn</w:t>
      </w:r>
      <w:r w:rsidR="00F3789D">
        <w:t>ého</w:t>
      </w:r>
      <w:r w:rsidRPr="00F3789D">
        <w:t xml:space="preserve"> počítač</w:t>
      </w:r>
      <w:r w:rsidR="00F3789D">
        <w:t>a</w:t>
      </w:r>
      <w:r w:rsidRPr="00F3789D">
        <w:t xml:space="preserve"> </w:t>
      </w:r>
      <w:r w:rsidR="00F3789D">
        <w:t>ale</w:t>
      </w:r>
      <w:r w:rsidRPr="00F3789D">
        <w:t xml:space="preserve">bo serveru zlepšuje </w:t>
      </w:r>
      <w:proofErr w:type="spellStart"/>
      <w:r w:rsidRPr="00F3789D">
        <w:t>škálovate</w:t>
      </w:r>
      <w:r w:rsidR="00F3789D">
        <w:t>ľ</w:t>
      </w:r>
      <w:r w:rsidRPr="00F3789D">
        <w:t>nos</w:t>
      </w:r>
      <w:r w:rsidR="00F3789D">
        <w:t>ť</w:t>
      </w:r>
      <w:proofErr w:type="spellEnd"/>
      <w:r w:rsidRPr="00F3789D">
        <w:t xml:space="preserve"> a </w:t>
      </w:r>
      <w:r w:rsidR="00F3789D">
        <w:t>s</w:t>
      </w:r>
      <w:r w:rsidRPr="00F3789D">
        <w:t>pracov</w:t>
      </w:r>
      <w:r w:rsidR="00F3789D">
        <w:t>anie</w:t>
      </w:r>
      <w:r w:rsidRPr="00F3789D">
        <w:t xml:space="preserve"> úloh. </w:t>
      </w:r>
      <w:r w:rsidR="00F3789D">
        <w:t>Vďaka</w:t>
      </w:r>
      <w:r w:rsidRPr="00F3789D">
        <w:t xml:space="preserve"> tomu v</w:t>
      </w:r>
      <w:r w:rsidR="00F3789D">
        <w:t>o</w:t>
      </w:r>
      <w:r w:rsidRPr="00F3789D">
        <w:t xml:space="preserve"> výsledku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znižuje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zvyšuje</m:t>
                  </m:r>
                </m:e>
              </m:mr>
            </m:m>
          </m:e>
        </m:d>
      </m:oMath>
      <w:r w:rsidRPr="00F3789D">
        <w:t xml:space="preserve"> celkový počet využívaných server</w:t>
      </w:r>
      <w:r w:rsidR="00F3789D">
        <w:t>ov</w:t>
      </w:r>
      <w:r w:rsidRPr="00F3789D">
        <w:t>, spot</w:t>
      </w:r>
      <w:r w:rsidR="00F3789D">
        <w:t>r</w:t>
      </w:r>
      <w:r w:rsidRPr="00F3789D">
        <w:t>ebu energie, náklady na infra</w:t>
      </w:r>
      <w:r w:rsidR="00F3789D">
        <w:t>š</w:t>
      </w:r>
      <w:r w:rsidRPr="00F3789D">
        <w:t>trukt</w:t>
      </w:r>
      <w:r w:rsidR="00F3789D">
        <w:t>ú</w:t>
      </w:r>
      <w:r w:rsidRPr="00F3789D">
        <w:t>ru a požadovan</w:t>
      </w:r>
      <w:r w:rsidR="00F3789D">
        <w:t>ú</w:t>
      </w:r>
      <w:r w:rsidRPr="00F3789D">
        <w:t xml:space="preserve"> údržbu. Virtualiz</w:t>
      </w:r>
      <w:r w:rsidR="00F3789D">
        <w:t>ácia</w:t>
      </w:r>
      <w:r w:rsidRPr="00F3789D">
        <w:t xml:space="preserve"> </w:t>
      </w:r>
      <w:r w:rsidR="00F3789D">
        <w:t xml:space="preserve">sa delí </w:t>
      </w:r>
      <w:r w:rsidRPr="00F3789D">
        <w:t xml:space="preserve">do </w:t>
      </w:r>
      <w:r w:rsidR="00F3789D">
        <w:t>štyroch</w:t>
      </w:r>
      <w:r w:rsidRPr="00F3789D">
        <w:t xml:space="preserve"> hlavn</w:t>
      </w:r>
      <w:r w:rsidR="00F3789D">
        <w:t>ý</w:t>
      </w:r>
      <w:r w:rsidRPr="00F3789D">
        <w:t>ch kateg</w:t>
      </w:r>
      <w:r w:rsidR="00F3789D">
        <w:t>ó</w:t>
      </w:r>
      <w:r w:rsidRPr="00F3789D">
        <w:t>rií. Prv</w:t>
      </w:r>
      <w:r w:rsidR="00F3789D">
        <w:t>á</w:t>
      </w:r>
      <w:r w:rsidRPr="00F3789D">
        <w:t xml:space="preserve"> je virtualiz</w:t>
      </w:r>
      <w:r w:rsidR="00F3789D">
        <w:t>á</w:t>
      </w:r>
      <w:r w:rsidRPr="00F3789D">
        <w:t>c</w:t>
      </w:r>
      <w:r w:rsidR="00F3789D">
        <w:t>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  <w:strike/>
                    </w:rPr>
                    <m:t>úložiska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kt</w:t>
      </w:r>
      <w:proofErr w:type="spellStart"/>
      <w:r w:rsidR="001D2CCE">
        <w:t>o</w:t>
      </w:r>
      <w:r w:rsidRPr="00F3789D">
        <w:t>rá</w:t>
      </w:r>
      <w:proofErr w:type="spellEnd"/>
      <w:r w:rsidRPr="00F3789D">
        <w:t xml:space="preserve"> umožňuje jedn</w:t>
      </w:r>
      <w:r w:rsidR="00610D86">
        <w:t>é</w:t>
      </w:r>
      <w:r w:rsidRPr="00F3789D">
        <w:t>mu centralizovanému serveru poskytova</w:t>
      </w:r>
      <w:r w:rsidR="00610D86">
        <w:t>ť</w:t>
      </w:r>
      <w:r w:rsidRPr="00F3789D">
        <w:t xml:space="preserve"> a spravova</w:t>
      </w:r>
      <w:r w:rsidR="00CE6126">
        <w:t>ť</w:t>
      </w:r>
      <w:r w:rsidRPr="00F3789D">
        <w:t xml:space="preserve"> p</w:t>
      </w:r>
      <w:r w:rsidR="00610D86">
        <w:t>r</w:t>
      </w:r>
      <w:r w:rsidRPr="00F3789D">
        <w:t>i</w:t>
      </w:r>
      <w:r w:rsidR="00610D86">
        <w:t>s</w:t>
      </w:r>
      <w:r w:rsidRPr="00F3789D">
        <w:t>p</w:t>
      </w:r>
      <w:r w:rsidR="00610D86">
        <w:t>ô</w:t>
      </w:r>
      <w:r w:rsidRPr="00F3789D">
        <w:t>sobené plochy. Druhá je virtualiz</w:t>
      </w:r>
      <w:r w:rsidR="00610D86">
        <w:t>ácia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siete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softvéru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navr</w:t>
      </w:r>
      <w:r w:rsidR="00CE6126">
        <w:t>hnut</w:t>
      </w:r>
      <w:r w:rsidRPr="00F3789D">
        <w:t>á pr</w:t>
      </w:r>
      <w:r w:rsidR="00CE6126">
        <w:t>e</w:t>
      </w:r>
      <w:r w:rsidRPr="00F3789D">
        <w:t xml:space="preserve"> rozd</w:t>
      </w:r>
      <w:r w:rsidR="00CE6126">
        <w:t>e</w:t>
      </w:r>
      <w:r w:rsidRPr="00F3789D">
        <w:t>len</w:t>
      </w:r>
      <w:r w:rsidR="00CE6126">
        <w:t>ie</w:t>
      </w:r>
      <w:r w:rsidRPr="00F3789D">
        <w:t xml:space="preserve"> ší</w:t>
      </w:r>
      <w:r w:rsidR="00CE6126">
        <w:t>r</w:t>
      </w:r>
      <w:r w:rsidRPr="00F3789D">
        <w:t>ky pásma s</w:t>
      </w:r>
      <w:r w:rsidR="00CE6126">
        <w:t>iete</w:t>
      </w:r>
      <w:r w:rsidRPr="00F3789D">
        <w:t xml:space="preserve"> me</w:t>
      </w:r>
      <w:r w:rsidR="00CE6126">
        <w:t>d</w:t>
      </w:r>
      <w:r w:rsidRPr="00F3789D">
        <w:t>zi nezávislé kanály, kt</w:t>
      </w:r>
      <w:r w:rsidR="00CE6126">
        <w:t>o</w:t>
      </w:r>
      <w:r w:rsidRPr="00F3789D">
        <w:t>ré s</w:t>
      </w:r>
      <w:r w:rsidR="00CE6126">
        <w:t>a</w:t>
      </w:r>
      <w:r w:rsidRPr="00F3789D">
        <w:t xml:space="preserve"> </w:t>
      </w:r>
      <w:r w:rsidR="00CE6126">
        <w:t xml:space="preserve">neskôr </w:t>
      </w:r>
      <w:r w:rsidRPr="00F3789D">
        <w:t>p</w:t>
      </w:r>
      <w:r w:rsidR="00CE6126">
        <w:t>r</w:t>
      </w:r>
      <w:r w:rsidRPr="00F3789D">
        <w:t>i</w:t>
      </w:r>
      <w:r w:rsidR="00CE6126">
        <w:t>r</w:t>
      </w:r>
      <w:r w:rsidRPr="00F3789D">
        <w:t>ad</w:t>
      </w:r>
      <w:r w:rsidR="00CE6126">
        <w:t>ia</w:t>
      </w:r>
      <w:r w:rsidRPr="00F3789D">
        <w:t xml:space="preserve"> konkrétn</w:t>
      </w:r>
      <w:r w:rsidR="00CE6126">
        <w:t>ym</w:t>
      </w:r>
      <w:r w:rsidRPr="00F3789D">
        <w:t xml:space="preserve"> server</w:t>
      </w:r>
      <w:r w:rsidR="00CE6126">
        <w:t>o</w:t>
      </w:r>
      <w:r w:rsidRPr="00F3789D">
        <w:t xml:space="preserve">m </w:t>
      </w:r>
      <w:r w:rsidR="00CE6126">
        <w:t>ale</w:t>
      </w:r>
      <w:r w:rsidRPr="00F3789D">
        <w:t>bo za</w:t>
      </w:r>
      <w:r w:rsidR="00CE6126">
        <w:t>riadeniam</w:t>
      </w:r>
      <w:r w:rsidRPr="00F3789D">
        <w:t>. T</w:t>
      </w:r>
      <w:r w:rsidR="002A7FB4">
        <w:t>r</w:t>
      </w:r>
      <w:r w:rsidRPr="00F3789D">
        <w:t>et</w:t>
      </w:r>
      <w:r w:rsidR="002A7FB4">
        <w:t>ia</w:t>
      </w:r>
      <w:r w:rsidRPr="00F3789D">
        <w:t xml:space="preserve"> kateg</w:t>
      </w:r>
      <w:r w:rsidR="002A7FB4">
        <w:t>ó</w:t>
      </w:r>
      <w:r w:rsidRPr="00F3789D">
        <w:t>ri</w:t>
      </w:r>
      <w:r w:rsidR="002A7FB4">
        <w:t>a</w:t>
      </w:r>
      <w:r w:rsidRPr="00F3789D">
        <w:t xml:space="preserve"> je virtualiz</w:t>
      </w:r>
      <w:r w:rsidR="002A7FB4">
        <w:t>á</w:t>
      </w:r>
      <w:r w:rsidRPr="00F3789D">
        <w:t>c</w:t>
      </w:r>
      <w:r w:rsidR="002A7FB4">
        <w:t>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siete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softvéru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kt</w:t>
      </w:r>
      <w:proofErr w:type="spellStart"/>
      <w:r w:rsidR="00671C2B">
        <w:t>o</w:t>
      </w:r>
      <w:r w:rsidRPr="00F3789D">
        <w:t>rá</w:t>
      </w:r>
      <w:proofErr w:type="spellEnd"/>
      <w:r w:rsidRPr="00F3789D">
        <w:t xml:space="preserve"> odd</w:t>
      </w:r>
      <w:r w:rsidR="00671C2B">
        <w:t>eľ</w:t>
      </w:r>
      <w:r w:rsidRPr="00F3789D">
        <w:t>uje aplik</w:t>
      </w:r>
      <w:r w:rsidR="00671C2B">
        <w:t>á</w:t>
      </w:r>
      <w:r w:rsidRPr="00F3789D">
        <w:t>c</w:t>
      </w:r>
      <w:r w:rsidR="00671C2B">
        <w:t>i</w:t>
      </w:r>
      <w:r w:rsidRPr="00F3789D">
        <w:t>e od hard</w:t>
      </w:r>
      <w:r w:rsidR="00671C2B">
        <w:t>vé</w:t>
      </w:r>
      <w:r w:rsidRPr="00F3789D">
        <w:t>ru a operačn</w:t>
      </w:r>
      <w:r w:rsidR="00671C2B">
        <w:t>é</w:t>
      </w:r>
      <w:r w:rsidRPr="00F3789D">
        <w:t xml:space="preserve">ho systému. </w:t>
      </w:r>
      <w:r w:rsidR="00671C2B">
        <w:t>Š</w:t>
      </w:r>
      <w:r w:rsidRPr="00F3789D">
        <w:t>tvrtá kateg</w:t>
      </w:r>
      <w:r w:rsidR="00671C2B">
        <w:t>ó</w:t>
      </w:r>
      <w:r w:rsidRPr="00F3789D">
        <w:t>ri</w:t>
      </w:r>
      <w:r w:rsidR="00671C2B">
        <w:t>a</w:t>
      </w:r>
      <w:r w:rsidRPr="00F3789D">
        <w:t xml:space="preserve"> je virtualiz</w:t>
      </w:r>
      <w:r w:rsidR="00671C2B">
        <w:t>á</w:t>
      </w:r>
      <w:r w:rsidRPr="00F3789D">
        <w:t>c</w:t>
      </w:r>
      <w:r w:rsidR="00671C2B">
        <w:t>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  <w:color w:val="FF0000"/>
                    </w:rPr>
                    <m:t>úložiska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kt</w:t>
      </w:r>
      <w:proofErr w:type="spellStart"/>
      <w:r w:rsidR="00671C2B">
        <w:t>o</w:t>
      </w:r>
      <w:r w:rsidRPr="00F3789D">
        <w:t>rá</w:t>
      </w:r>
      <w:proofErr w:type="spellEnd"/>
      <w:r w:rsidRPr="00F3789D">
        <w:t xml:space="preserve"> kombinuje n</w:t>
      </w:r>
      <w:r w:rsidR="00671C2B">
        <w:t>ie</w:t>
      </w:r>
      <w:r w:rsidRPr="00F3789D">
        <w:t>k</w:t>
      </w:r>
      <w:r w:rsidR="00671C2B">
        <w:t>oľko</w:t>
      </w:r>
      <w:r w:rsidRPr="00F3789D">
        <w:t xml:space="preserve"> prost</w:t>
      </w:r>
      <w:r w:rsidR="00671C2B">
        <w:t>ri</w:t>
      </w:r>
      <w:r w:rsidRPr="00F3789D">
        <w:t>edk</w:t>
      </w:r>
      <w:r w:rsidR="00671C2B">
        <w:t>ov</w:t>
      </w:r>
      <w:r w:rsidRPr="00F3789D">
        <w:t xml:space="preserve"> s</w:t>
      </w:r>
      <w:r w:rsidR="00671C2B">
        <w:t>ie</w:t>
      </w:r>
      <w:r w:rsidRPr="00F3789D">
        <w:t>ťového úloži</w:t>
      </w:r>
      <w:r w:rsidR="00671C2B">
        <w:t>ska</w:t>
      </w:r>
      <w:r w:rsidRPr="00F3789D">
        <w:t xml:space="preserve"> v jedin</w:t>
      </w:r>
      <w:r w:rsidR="00671C2B">
        <w:t>o</w:t>
      </w:r>
      <w:r w:rsidRPr="00F3789D">
        <w:t>m úložn</w:t>
      </w:r>
      <w:r w:rsidR="00671C2B">
        <w:t>o</w:t>
      </w:r>
      <w:r w:rsidRPr="00F3789D">
        <w:t>m za</w:t>
      </w:r>
      <w:r w:rsidR="00671C2B">
        <w:t>riad</w:t>
      </w:r>
      <w:r w:rsidRPr="00F3789D">
        <w:t>ení, k</w:t>
      </w:r>
      <w:r w:rsidR="00671C2B">
        <w:t>u</w:t>
      </w:r>
      <w:r w:rsidRPr="00F3789D">
        <w:t xml:space="preserve"> kt</w:t>
      </w:r>
      <w:r w:rsidR="00671C2B">
        <w:t>o</w:t>
      </w:r>
      <w:r w:rsidRPr="00F3789D">
        <w:t>rému má p</w:t>
      </w:r>
      <w:r w:rsidR="00671C2B">
        <w:t>rí</w:t>
      </w:r>
      <w:r w:rsidRPr="00F3789D">
        <w:t>stup v</w:t>
      </w:r>
      <w:r w:rsidR="00671C2B">
        <w:t>iac</w:t>
      </w:r>
      <w:r w:rsidRPr="00F3789D">
        <w:t xml:space="preserve"> už</w:t>
      </w:r>
      <w:r w:rsidR="00671C2B">
        <w:t>í</w:t>
      </w:r>
      <w:r w:rsidRPr="00F3789D">
        <w:t>vate</w:t>
      </w:r>
      <w:r w:rsidR="00671C2B">
        <w:t>ľov</w:t>
      </w:r>
      <w:r w:rsidRPr="00F3789D">
        <w:t>.</w:t>
      </w:r>
    </w:p>
    <w:p w14:paraId="74D30410" w14:textId="7A5DD055" w:rsidR="00BB44D8" w:rsidRPr="00F3789D" w:rsidRDefault="00BB44D8" w:rsidP="00BB44D8">
      <w:pPr>
        <w:pStyle w:val="eLineBottom"/>
        <w:ind w:left="154"/>
      </w:pPr>
    </w:p>
    <w:p w14:paraId="5F81D56A" w14:textId="77777777" w:rsidR="00F1459B" w:rsidRPr="00F3789D" w:rsidRDefault="00F1459B" w:rsidP="00F1459B"/>
    <w:p w14:paraId="12E53D58" w14:textId="64314DC5" w:rsidR="00F1459B" w:rsidRPr="00F3789D" w:rsidRDefault="006B483A" w:rsidP="00F1459B">
      <w:pPr>
        <w:pStyle w:val="eTask"/>
        <w:rPr>
          <w:lang w:val="sk-SK"/>
        </w:rPr>
      </w:pPr>
      <w:r w:rsidRPr="00F3789D">
        <w:rPr>
          <w:lang w:val="sk-SK"/>
        </w:rPr>
        <w:t>Nap</w:t>
      </w:r>
      <w:r w:rsidR="00671C2B">
        <w:rPr>
          <w:lang w:val="sk-SK"/>
        </w:rPr>
        <w:t>í</w:t>
      </w:r>
      <w:r w:rsidRPr="00F3789D">
        <w:rPr>
          <w:lang w:val="sk-SK"/>
        </w:rPr>
        <w:t>šte aspoň</w:t>
      </w:r>
      <w:r w:rsidR="00F1459B" w:rsidRPr="00F3789D">
        <w:rPr>
          <w:lang w:val="sk-SK"/>
        </w:rPr>
        <w:t xml:space="preserve"> 4 </w:t>
      </w:r>
      <w:r w:rsidR="00671C2B">
        <w:rPr>
          <w:lang w:val="sk-SK"/>
        </w:rPr>
        <w:t>spô</w:t>
      </w:r>
      <w:r w:rsidRPr="00F3789D">
        <w:rPr>
          <w:lang w:val="sk-SK"/>
        </w:rPr>
        <w:t>soby, kt</w:t>
      </w:r>
      <w:r w:rsidR="00671C2B">
        <w:rPr>
          <w:lang w:val="sk-SK"/>
        </w:rPr>
        <w:t>o</w:t>
      </w:r>
      <w:r w:rsidRPr="00F3789D">
        <w:rPr>
          <w:lang w:val="sk-SK"/>
        </w:rPr>
        <w:t>rými je možné dos</w:t>
      </w:r>
      <w:r w:rsidR="00671C2B">
        <w:rPr>
          <w:lang w:val="sk-SK"/>
        </w:rPr>
        <w:t>ia</w:t>
      </w:r>
      <w:r w:rsidRPr="00F3789D">
        <w:rPr>
          <w:lang w:val="sk-SK"/>
        </w:rPr>
        <w:t>hnu</w:t>
      </w:r>
      <w:r w:rsidR="00671C2B">
        <w:rPr>
          <w:lang w:val="sk-SK"/>
        </w:rPr>
        <w:t>ť</w:t>
      </w:r>
      <w:r w:rsidRPr="00F3789D">
        <w:rPr>
          <w:lang w:val="sk-SK"/>
        </w:rPr>
        <w:t xml:space="preserve"> stereoskopické zobrazov</w:t>
      </w:r>
      <w:r w:rsidR="00671C2B">
        <w:rPr>
          <w:lang w:val="sk-SK"/>
        </w:rPr>
        <w:t>anie</w:t>
      </w:r>
      <w:r w:rsidRPr="00F3789D">
        <w:rPr>
          <w:lang w:val="sk-SK"/>
        </w:rPr>
        <w:t>.</w:t>
      </w:r>
    </w:p>
    <w:p w14:paraId="7F6F19C7" w14:textId="022D9A36" w:rsidR="00F1459B" w:rsidRPr="00F3789D" w:rsidRDefault="00F1459B" w:rsidP="00F1459B">
      <w:pPr>
        <w:pStyle w:val="eCheckBoxText"/>
        <w:spacing w:line="360" w:lineRule="auto"/>
        <w:ind w:left="154"/>
        <w:jc w:val="both"/>
      </w:pPr>
    </w:p>
    <w:p w14:paraId="643CEC10" w14:textId="015C3524" w:rsidR="00F1459B" w:rsidRPr="00F3789D" w:rsidRDefault="00F1459B" w:rsidP="004A7E5F">
      <w:pPr>
        <w:ind w:left="710" w:hanging="284"/>
        <w:rPr>
          <w:u w:val="single"/>
        </w:rPr>
      </w:pPr>
      <w:r w:rsidRPr="00F3789D">
        <w:t>1.</w:t>
      </w:r>
      <w:r w:rsidRPr="00F3789D">
        <w:tab/>
      </w:r>
      <w:proofErr w:type="spellStart"/>
      <w:r w:rsidR="009A7CC4" w:rsidRPr="002D70CE">
        <w:rPr>
          <w:color w:val="FF0000"/>
        </w:rPr>
        <w:t>Shutter</w:t>
      </w:r>
      <w:proofErr w:type="spellEnd"/>
      <w:r w:rsidR="009A7CC4" w:rsidRPr="002D70CE">
        <w:rPr>
          <w:color w:val="FF0000"/>
        </w:rPr>
        <w:t xml:space="preserve"> </w:t>
      </w:r>
      <w:proofErr w:type="spellStart"/>
      <w:r w:rsidR="009A7CC4" w:rsidRPr="002D70CE">
        <w:rPr>
          <w:color w:val="FF0000"/>
        </w:rPr>
        <w:t>glasses</w:t>
      </w:r>
      <w:proofErr w:type="spellEnd"/>
    </w:p>
    <w:p w14:paraId="10391CEC" w14:textId="34CB9835" w:rsidR="00F1459B" w:rsidRPr="00F3789D" w:rsidRDefault="00F1459B" w:rsidP="004A7E5F">
      <w:pPr>
        <w:ind w:left="710" w:hanging="284"/>
      </w:pPr>
    </w:p>
    <w:p w14:paraId="7A174DEA" w14:textId="56378BA4" w:rsidR="00F1459B" w:rsidRPr="00F3789D" w:rsidRDefault="00F1459B" w:rsidP="004A7E5F">
      <w:pPr>
        <w:ind w:left="710" w:hanging="284"/>
        <w:rPr>
          <w:u w:val="single"/>
        </w:rPr>
      </w:pPr>
      <w:r w:rsidRPr="00F3789D">
        <w:rPr>
          <w:lang w:eastAsia="sk-SK"/>
        </w:rPr>
        <w:t>2.</w:t>
      </w:r>
      <w:r w:rsidRPr="00F3789D">
        <w:tab/>
      </w:r>
      <w:r w:rsidR="009A7CC4" w:rsidRPr="002D70CE">
        <w:rPr>
          <w:color w:val="FF0000"/>
        </w:rPr>
        <w:t>Filtrácia farieb</w:t>
      </w:r>
    </w:p>
    <w:p w14:paraId="6B151572" w14:textId="381C71C4" w:rsidR="00F1459B" w:rsidRPr="00F3789D" w:rsidRDefault="00F1459B" w:rsidP="004A7E5F">
      <w:pPr>
        <w:ind w:left="710" w:hanging="284"/>
        <w:rPr>
          <w:lang w:eastAsia="sk-SK"/>
        </w:rPr>
      </w:pPr>
    </w:p>
    <w:p w14:paraId="22E4B7F8" w14:textId="7D045DC8" w:rsidR="00F1459B" w:rsidRPr="00F3789D" w:rsidRDefault="00F1459B" w:rsidP="004A7E5F">
      <w:pPr>
        <w:ind w:left="710" w:hanging="284"/>
        <w:rPr>
          <w:u w:val="single"/>
        </w:rPr>
      </w:pPr>
      <w:r w:rsidRPr="00F3789D">
        <w:rPr>
          <w:lang w:eastAsia="sk-SK"/>
        </w:rPr>
        <w:t>3.</w:t>
      </w:r>
      <w:r w:rsidRPr="00F3789D">
        <w:tab/>
      </w:r>
      <w:r w:rsidR="009A7CC4" w:rsidRPr="002D70CE">
        <w:rPr>
          <w:color w:val="FF0000"/>
        </w:rPr>
        <w:t>Rozdielnou polarizáciou svetla</w:t>
      </w:r>
    </w:p>
    <w:p w14:paraId="3B725AD1" w14:textId="6BFFC4C2" w:rsidR="00F1459B" w:rsidRPr="00F3789D" w:rsidRDefault="00F1459B" w:rsidP="004A7E5F">
      <w:pPr>
        <w:ind w:left="710" w:hanging="284"/>
      </w:pPr>
    </w:p>
    <w:p w14:paraId="2D12E6D5" w14:textId="4F1C1258" w:rsidR="00F1459B" w:rsidRPr="00F3789D" w:rsidRDefault="00F1459B" w:rsidP="004A7E5F">
      <w:pPr>
        <w:ind w:left="710" w:hanging="284"/>
        <w:rPr>
          <w:u w:val="single"/>
        </w:rPr>
      </w:pPr>
      <w:r w:rsidRPr="00F3789D">
        <w:t>4.</w:t>
      </w:r>
      <w:r w:rsidRPr="00F3789D">
        <w:tab/>
      </w:r>
      <w:r w:rsidR="009A7CC4" w:rsidRPr="002D70CE">
        <w:rPr>
          <w:color w:val="FF0000"/>
        </w:rPr>
        <w:t>Zobrazovaním rôznych pohľadov na dva displeje</w:t>
      </w:r>
    </w:p>
    <w:p w14:paraId="492E4A3A" w14:textId="77777777" w:rsidR="009A6DD0" w:rsidRPr="00F3789D" w:rsidRDefault="009A6DD0" w:rsidP="004A7E5F">
      <w:pPr>
        <w:pStyle w:val="eLineBottom"/>
        <w:ind w:left="154"/>
      </w:pPr>
    </w:p>
    <w:p w14:paraId="0FE26C8A" w14:textId="0499D4C5" w:rsidR="00FA22AA" w:rsidRPr="00F3789D" w:rsidRDefault="00671C2B" w:rsidP="00FA22AA">
      <w:pPr>
        <w:pStyle w:val="eTask"/>
        <w:rPr>
          <w:lang w:val="sk-SK"/>
        </w:rPr>
      </w:pPr>
      <w:r w:rsidRPr="00F3789D">
        <w:rPr>
          <w:lang w:val="sk-SK"/>
        </w:rPr>
        <w:lastRenderedPageBreak/>
        <w:t>Priraďte</w:t>
      </w:r>
      <w:r w:rsidR="00D61B90" w:rsidRPr="00F3789D">
        <w:rPr>
          <w:lang w:val="sk-SK"/>
        </w:rPr>
        <w:t xml:space="preserve"> pojmy z </w:t>
      </w:r>
      <w:r w:rsidRPr="00F3789D">
        <w:rPr>
          <w:lang w:val="sk-SK"/>
        </w:rPr>
        <w:t>ľavého</w:t>
      </w:r>
      <w:r w:rsidR="00D61B90" w:rsidRPr="00F3789D">
        <w:rPr>
          <w:lang w:val="sk-SK"/>
        </w:rPr>
        <w:t xml:space="preserve"> s</w:t>
      </w:r>
      <w:r w:rsidR="00E66938">
        <w:rPr>
          <w:lang w:val="sk-SK"/>
        </w:rPr>
        <w:t>tĺp</w:t>
      </w:r>
      <w:r w:rsidR="00D61B90" w:rsidRPr="00F3789D">
        <w:rPr>
          <w:lang w:val="sk-SK"/>
        </w:rPr>
        <w:t>c</w:t>
      </w:r>
      <w:r w:rsidR="00E66938">
        <w:rPr>
          <w:lang w:val="sk-SK"/>
        </w:rPr>
        <w:t>a</w:t>
      </w:r>
      <w:r w:rsidR="00D61B90" w:rsidRPr="00F3789D">
        <w:rPr>
          <w:lang w:val="sk-SK"/>
        </w:rPr>
        <w:t xml:space="preserve"> odpov</w:t>
      </w:r>
      <w:r w:rsidR="00E66938">
        <w:rPr>
          <w:lang w:val="sk-SK"/>
        </w:rPr>
        <w:t>e</w:t>
      </w:r>
      <w:r w:rsidR="00D61B90" w:rsidRPr="00F3789D">
        <w:rPr>
          <w:lang w:val="sk-SK"/>
        </w:rPr>
        <w:t>daj</w:t>
      </w:r>
      <w:r w:rsidR="00E66938">
        <w:rPr>
          <w:lang w:val="sk-SK"/>
        </w:rPr>
        <w:t>ú</w:t>
      </w:r>
      <w:r w:rsidR="00D61B90" w:rsidRPr="00F3789D">
        <w:rPr>
          <w:lang w:val="sk-SK"/>
        </w:rPr>
        <w:t>c</w:t>
      </w:r>
      <w:r w:rsidR="00E66938">
        <w:rPr>
          <w:lang w:val="sk-SK"/>
        </w:rPr>
        <w:t>i</w:t>
      </w:r>
      <w:r w:rsidR="00D61B90" w:rsidRPr="00F3789D">
        <w:rPr>
          <w:lang w:val="sk-SK"/>
        </w:rPr>
        <w:t xml:space="preserve">m </w:t>
      </w:r>
      <w:proofErr w:type="spellStart"/>
      <w:r w:rsidR="00D61B90" w:rsidRPr="00F3789D">
        <w:rPr>
          <w:lang w:val="sk-SK"/>
        </w:rPr>
        <w:t>virtualizačn</w:t>
      </w:r>
      <w:r w:rsidR="00E66938">
        <w:rPr>
          <w:lang w:val="sk-SK"/>
        </w:rPr>
        <w:t>ý</w:t>
      </w:r>
      <w:r w:rsidR="00D61B90" w:rsidRPr="00F3789D">
        <w:rPr>
          <w:lang w:val="sk-SK"/>
        </w:rPr>
        <w:t>m</w:t>
      </w:r>
      <w:proofErr w:type="spellEnd"/>
      <w:r w:rsidR="00D61B90" w:rsidRPr="00F3789D">
        <w:rPr>
          <w:lang w:val="sk-SK"/>
        </w:rPr>
        <w:t xml:space="preserve"> platformám vpravo.</w:t>
      </w:r>
    </w:p>
    <w:p w14:paraId="7C6A98F6" w14:textId="37686C9B" w:rsidR="00063674" w:rsidRPr="00F3789D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1"/>
        <w:gridCol w:w="3634"/>
        <w:gridCol w:w="2921"/>
      </w:tblGrid>
      <w:tr w:rsidR="00AE566D" w:rsidRPr="00F3789D" w14:paraId="1F54962F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7B035D" w14:textId="3EF0BB86" w:rsidR="006D6A7E" w:rsidRPr="00F3789D" w:rsidRDefault="00D61B90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F3789D">
              <w:t>Kont</w:t>
            </w:r>
            <w:r w:rsidR="00E66938">
              <w:t>a</w:t>
            </w:r>
            <w:r w:rsidRPr="00F3789D">
              <w:t>jneriz</w:t>
            </w:r>
            <w:r w:rsidR="00E66938">
              <w:t>á</w:t>
            </w:r>
            <w:r w:rsidRPr="00F3789D">
              <w:t>c</w:t>
            </w:r>
            <w:r w:rsidR="00E66938">
              <w:t>ia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3CD324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7CC312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 xml:space="preserve">Oracle </w:t>
            </w:r>
            <w:proofErr w:type="spellStart"/>
            <w:r w:rsidRPr="00F3789D">
              <w:t>VirtualBox</w:t>
            </w:r>
            <w:proofErr w:type="spellEnd"/>
          </w:p>
        </w:tc>
      </w:tr>
      <w:tr w:rsidR="00AE566D" w:rsidRPr="00F3789D" w14:paraId="6E1C2C4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123A4E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382C6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CC7DB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F3789D" w14:paraId="67A76EB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3BE4" w14:textId="64EEDFA8" w:rsidR="006D6A7E" w:rsidRPr="00F3789D" w:rsidRDefault="00E66938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Emulácia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57829" w14:textId="31A249EA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FB108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 xml:space="preserve">Microsoft </w:t>
            </w:r>
            <w:proofErr w:type="spellStart"/>
            <w:r w:rsidRPr="00F3789D">
              <w:t>Hyper</w:t>
            </w:r>
            <w:proofErr w:type="spellEnd"/>
            <w:r w:rsidRPr="00F3789D">
              <w:t>-V</w:t>
            </w:r>
          </w:p>
        </w:tc>
      </w:tr>
      <w:tr w:rsidR="00AE566D" w:rsidRPr="00F3789D" w14:paraId="545BFB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FA1DA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0D83A" w14:textId="5D26FC90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3ED1B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F3789D" w14:paraId="4C05B4F0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7CA1" w14:textId="3113FE0C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F3789D">
              <w:t>Paravirtualiz</w:t>
            </w:r>
            <w:r w:rsidR="00E66938">
              <w:t>á</w:t>
            </w:r>
            <w:r w:rsidR="00D61B90" w:rsidRPr="00F3789D">
              <w:t>c</w:t>
            </w:r>
            <w:r w:rsidR="00E66938">
              <w:t>ia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032726" w14:textId="73997112" w:rsidR="006D6A7E" w:rsidRPr="00F3789D" w:rsidRDefault="009A7CC4" w:rsidP="00F1459B">
            <w:pPr>
              <w:pStyle w:val="eCheckBoxText"/>
              <w:ind w:left="0" w:firstLine="0"/>
              <w:contextualSpacing/>
              <w:jc w:val="center"/>
            </w:pPr>
            <w:r w:rsidRPr="009A7CC4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C0C6E64" wp14:editId="75C319F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-1219835</wp:posOffset>
                      </wp:positionV>
                      <wp:extent cx="2392045" cy="1496060"/>
                      <wp:effectExtent l="0" t="0" r="27305" b="2794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2045" cy="1496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C9BA60" id="3 Conector recto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96.05pt" to="182.9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9A7CC4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9622D5D" wp14:editId="1C50463F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-461010</wp:posOffset>
                      </wp:positionV>
                      <wp:extent cx="2392045" cy="1466850"/>
                      <wp:effectExtent l="0" t="0" r="27305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2045" cy="1466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5B5B6E" id="3 Conector recto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36.3pt" to="182.25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9A7CC4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84E9D6D" wp14:editId="45AFD6F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-487045</wp:posOffset>
                      </wp:positionV>
                      <wp:extent cx="2374900" cy="763270"/>
                      <wp:effectExtent l="0" t="0" r="25400" b="368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4900" cy="7632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FD1C1C" id="3 Conector recto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38.35pt" to="181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9A7CC4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83FC245" wp14:editId="01BDEAE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-1219835</wp:posOffset>
                      </wp:positionV>
                      <wp:extent cx="2366645" cy="2236470"/>
                      <wp:effectExtent l="0" t="0" r="33655" b="3048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6645" cy="22364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1AA32" id="3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96.05pt" to="180.9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19D8C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F3789D">
              <w:t>QEMU</w:t>
            </w:r>
            <w:proofErr w:type="spellEnd"/>
          </w:p>
        </w:tc>
      </w:tr>
      <w:tr w:rsidR="00AE566D" w:rsidRPr="00F3789D" w14:paraId="4F67AA1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FB340E" w14:textId="55AB7D35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8C0E5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CF9CC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F3789D" w14:paraId="2B9CE7FB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F57A9D" w14:textId="6DAD8564" w:rsidR="006D6A7E" w:rsidRPr="00F3789D" w:rsidRDefault="00E66938" w:rsidP="00F1459B">
            <w:pPr>
              <w:pStyle w:val="eCheckBoxText"/>
              <w:ind w:left="0" w:firstLine="0"/>
              <w:contextualSpacing/>
              <w:jc w:val="center"/>
            </w:pPr>
            <w:r>
              <w:t>Ú</w:t>
            </w:r>
            <w:r w:rsidRPr="00F3789D">
              <w:t>plná</w:t>
            </w:r>
            <w:r w:rsidR="00F1459B" w:rsidRPr="00F3789D">
              <w:t xml:space="preserve"> </w:t>
            </w:r>
            <w:r w:rsidR="004A7E5F" w:rsidRPr="00F3789D">
              <w:t>virtualiz</w:t>
            </w:r>
            <w:r>
              <w:t>á</w:t>
            </w:r>
            <w:r w:rsidR="00D61B90" w:rsidRPr="00F3789D">
              <w:t>c</w:t>
            </w:r>
            <w:r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DCAB4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0623EB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F3789D">
              <w:t>Docker</w:t>
            </w:r>
            <w:proofErr w:type="spellEnd"/>
          </w:p>
        </w:tc>
      </w:tr>
    </w:tbl>
    <w:p w14:paraId="3D7C5A75" w14:textId="77777777" w:rsidR="00A21409" w:rsidRPr="00F3789D" w:rsidRDefault="00A21409" w:rsidP="004A7E5F">
      <w:pPr>
        <w:pStyle w:val="eLineBottom"/>
        <w:ind w:left="154"/>
      </w:pPr>
    </w:p>
    <w:p w14:paraId="66A6FEE9" w14:textId="5C17F2A0" w:rsidR="00F1459B" w:rsidRPr="00F3789D" w:rsidRDefault="00F1459B" w:rsidP="004A7E5F"/>
    <w:p w14:paraId="2F8E2AA1" w14:textId="6A76D6D7" w:rsidR="00715563" w:rsidRPr="00F3789D" w:rsidRDefault="00715563" w:rsidP="009A7CC4">
      <w:pPr>
        <w:pStyle w:val="eTask"/>
        <w:rPr>
          <w:lang w:val="sk-SK"/>
        </w:rPr>
      </w:pPr>
      <w:bookmarkStart w:id="0" w:name="_GoBack"/>
      <w:bookmarkEnd w:id="0"/>
      <w:r w:rsidRPr="00F3789D">
        <w:rPr>
          <w:lang w:val="sk-SK"/>
        </w:rPr>
        <w:t>Vyberte správnu možnos</w:t>
      </w:r>
      <w:r w:rsidR="00E66938">
        <w:rPr>
          <w:lang w:val="sk-SK"/>
        </w:rPr>
        <w:t>ť</w:t>
      </w:r>
      <w:r w:rsidRPr="00F3789D">
        <w:rPr>
          <w:lang w:val="sk-SK"/>
        </w:rPr>
        <w:t xml:space="preserve"> z výb</w:t>
      </w:r>
      <w:r w:rsidR="00E66938">
        <w:rPr>
          <w:lang w:val="sk-SK"/>
        </w:rPr>
        <w:t>e</w:t>
      </w:r>
      <w:r w:rsidRPr="00F3789D">
        <w:rPr>
          <w:lang w:val="sk-SK"/>
        </w:rPr>
        <w:t>ru</w:t>
      </w:r>
    </w:p>
    <w:p w14:paraId="7C06313C" w14:textId="2952FB62" w:rsidR="00D61B90" w:rsidRPr="00F3789D" w:rsidRDefault="00D61B90" w:rsidP="00D61B90">
      <w:pPr>
        <w:pStyle w:val="eCheckBoxText"/>
        <w:spacing w:line="360" w:lineRule="auto"/>
        <w:ind w:left="567" w:firstLine="0"/>
      </w:pPr>
    </w:p>
    <w:p w14:paraId="149BC755" w14:textId="3F29190B" w:rsidR="00D61B90" w:rsidRPr="00F3789D" w:rsidRDefault="00EA2759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Kontajnerová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Krabicová</m:t>
                </m:r>
              </m:e>
            </m:eqArr>
          </m:e>
        </m:d>
      </m:oMath>
      <w:r w:rsidR="00D61B90" w:rsidRPr="00F3789D">
        <w:t xml:space="preserve"> virtualiz</w:t>
      </w:r>
      <w:r w:rsidR="00E66938">
        <w:t>á</w:t>
      </w:r>
      <w:r w:rsidR="00D61B90" w:rsidRPr="00F3789D">
        <w:t>c</w:t>
      </w:r>
      <w:r w:rsidR="00E66938">
        <w:t>ia</w:t>
      </w:r>
      <w:r w:rsidR="00D61B90" w:rsidRPr="00F3789D">
        <w:t xml:space="preserve"> je virtualiz</w:t>
      </w:r>
      <w:r w:rsidR="00E66938">
        <w:t>á</w:t>
      </w:r>
      <w:r w:rsidR="00D61B90" w:rsidRPr="00F3789D">
        <w:t>c</w:t>
      </w:r>
      <w:r w:rsidR="00E66938">
        <w:t>ia</w:t>
      </w:r>
      <w:r w:rsidR="00D61B90" w:rsidRPr="00F3789D">
        <w:t xml:space="preserve"> na úrovni operačn</w:t>
      </w:r>
      <w:r w:rsidR="00E66938">
        <w:t>é</w:t>
      </w:r>
      <w:r w:rsidR="00D61B90" w:rsidRPr="00F3789D">
        <w:t>ho systému, k</w:t>
      </w:r>
      <w:r w:rsidR="00E66938">
        <w:t>e</w:t>
      </w:r>
      <w:r w:rsidR="00D61B90" w:rsidRPr="00F3789D">
        <w:t xml:space="preserve">dy </w:t>
      </w:r>
      <w:r w:rsidR="00E66938">
        <w:t>sú</w:t>
      </w:r>
      <w:r w:rsidR="00D61B90" w:rsidRPr="00F3789D">
        <w:t xml:space="preserve"> v rámci jedn</w:t>
      </w:r>
      <w:r w:rsidR="00E66938">
        <w:t>ého</w:t>
      </w:r>
      <w:r w:rsidR="00D61B90" w:rsidRPr="00F3789D">
        <w:t xml:space="preserve"> operačn</w:t>
      </w:r>
      <w:r w:rsidR="00E66938">
        <w:t>é</w:t>
      </w:r>
      <w:r w:rsidR="00D61B90" w:rsidRPr="00F3789D">
        <w:t>ho systému vytv</w:t>
      </w:r>
      <w:r w:rsidR="00E66938">
        <w:t>or</w:t>
      </w:r>
      <w:r w:rsidR="00D61B90" w:rsidRPr="00F3789D">
        <w:t>en</w:t>
      </w:r>
      <w:r w:rsidR="00E66938">
        <w:t>é</w:t>
      </w:r>
      <w:r w:rsidR="00D61B90" w:rsidRPr="00F3789D">
        <w:t xml:space="preserve"> navzáj</w:t>
      </w:r>
      <w:r w:rsidR="00E66938">
        <w:t>o</w:t>
      </w:r>
      <w:r w:rsidR="00D61B90" w:rsidRPr="00F3789D">
        <w:t>m odd</w:t>
      </w:r>
      <w:r w:rsidR="00E66938">
        <w:t>e</w:t>
      </w:r>
      <w:r w:rsidR="00D61B90" w:rsidRPr="00F3789D">
        <w:t>len</w:t>
      </w:r>
      <w:r w:rsidR="00E66938">
        <w:t>é</w:t>
      </w:r>
      <w:r w:rsidR="00D61B90" w:rsidRPr="00F3789D">
        <w:t xml:space="preserve"> prost</w:t>
      </w:r>
      <w:r w:rsidR="00E66938">
        <w:t>r</w:t>
      </w:r>
      <w:r w:rsidR="00D61B90" w:rsidRPr="00F3789D">
        <w:t>ed</w:t>
      </w:r>
      <w:r w:rsidR="00E66938">
        <w:t>ia</w:t>
      </w:r>
      <w:r w:rsidR="00D61B90" w:rsidRPr="00F3789D">
        <w:t>, nazývané kont</w:t>
      </w:r>
      <w:r w:rsidR="00E66938">
        <w:t>a</w:t>
      </w:r>
      <w:r w:rsidR="00D61B90" w:rsidRPr="00F3789D">
        <w:t>jnery.</w:t>
      </w:r>
    </w:p>
    <w:p w14:paraId="373AB729" w14:textId="32A481F5" w:rsidR="00D61B90" w:rsidRPr="00F3789D" w:rsidRDefault="00EA2759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Simulácia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Emulácia</m:t>
                </m:r>
              </m:e>
            </m:eqArr>
          </m:e>
        </m:d>
      </m:oMath>
      <w:r w:rsidR="00D61B90" w:rsidRPr="00F3789D">
        <w:t xml:space="preserve"> je virtualiz</w:t>
      </w:r>
      <w:r w:rsidR="009A691E">
        <w:t>ácia</w:t>
      </w:r>
      <w:r w:rsidR="00D61B90" w:rsidRPr="00F3789D">
        <w:t xml:space="preserve"> založená na interpret</w:t>
      </w:r>
      <w:r w:rsidR="009A691E">
        <w:t>á</w:t>
      </w:r>
      <w:r w:rsidR="00D61B90" w:rsidRPr="00F3789D">
        <w:t>ci</w:t>
      </w:r>
      <w:r w:rsidR="009A691E">
        <w:t>i</w:t>
      </w:r>
      <w:r w:rsidR="00D61B90" w:rsidRPr="00F3789D">
        <w:t xml:space="preserve"> strojového kódu </w:t>
      </w:r>
      <w:r w:rsidR="00715563" w:rsidRPr="00F3789D">
        <w:t>j</w:t>
      </w:r>
      <w:r w:rsidR="00D61B90" w:rsidRPr="00F3789D">
        <w:t>edn</w:t>
      </w:r>
      <w:r w:rsidR="009A691E">
        <w:t>ej</w:t>
      </w:r>
      <w:r w:rsidR="00D61B90" w:rsidRPr="00F3789D">
        <w:t xml:space="preserve"> konkr</w:t>
      </w:r>
      <w:r w:rsidR="009A691E">
        <w:t>é</w:t>
      </w:r>
      <w:r w:rsidR="00D61B90" w:rsidRPr="00F3789D">
        <w:t>tn</w:t>
      </w:r>
      <w:r w:rsidR="009A691E">
        <w:t>ej</w:t>
      </w:r>
      <w:r w:rsidR="00D61B90" w:rsidRPr="00F3789D">
        <w:t xml:space="preserve"> platformy na iné (odlišné/nekompatibiln</w:t>
      </w:r>
      <w:r w:rsidR="009A691E">
        <w:t>é</w:t>
      </w:r>
      <w:r w:rsidR="00D61B90" w:rsidRPr="00F3789D">
        <w:t>).</w:t>
      </w:r>
    </w:p>
    <w:p w14:paraId="62916AF9" w14:textId="58C1A474" w:rsidR="00715563" w:rsidRPr="00F3789D" w:rsidRDefault="00715563" w:rsidP="00715563">
      <w:pPr>
        <w:pStyle w:val="eCheckBoxText"/>
        <w:spacing w:line="360" w:lineRule="auto"/>
        <w:ind w:left="567" w:firstLine="0"/>
      </w:pPr>
      <w:proofErr w:type="spellStart"/>
      <w:r w:rsidRPr="00F3789D">
        <w:t>Paravirtualiz</w:t>
      </w:r>
      <w:r w:rsidR="009A691E">
        <w:t>á</w:t>
      </w:r>
      <w:r w:rsidRPr="00F3789D">
        <w:t>c</w:t>
      </w:r>
      <w:r w:rsidR="009A691E">
        <w:t>ia</w:t>
      </w:r>
      <w:proofErr w:type="spellEnd"/>
      <w:r w:rsidRPr="00F3789D">
        <w:t xml:space="preserve"> </w:t>
      </w:r>
      <w:r w:rsidR="009A691E">
        <w:t>vykonáva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len čiastočnú</m:t>
                </m:r>
              </m:e>
              <m:e>
                <w:proofErr w:type="spellStart"/>
                <m:r>
                  <m:rPr>
                    <m:nor/>
                  </m:rPr>
                  <w:rPr>
                    <w:strike/>
                  </w:rPr>
                  <m:t>úplnu</m:t>
                </m:r>
                <w:proofErr w:type="spellEnd"/>
              </m:e>
            </m:eqArr>
          </m:e>
        </m:d>
      </m:oMath>
      <w:r w:rsidRPr="00F3789D">
        <w:t xml:space="preserve"> abstrakci</w:t>
      </w:r>
      <w:r w:rsidR="009A691E">
        <w:t>u</w:t>
      </w:r>
      <w:r w:rsidRPr="00F3789D">
        <w:t xml:space="preserve"> na úrovni virtuáln</w:t>
      </w:r>
      <w:r w:rsidR="009A691E">
        <w:t>e</w:t>
      </w:r>
      <w:r w:rsidRPr="00F3789D">
        <w:t>ho počítač</w:t>
      </w:r>
      <w:r w:rsidR="009A691E">
        <w:t>a</w:t>
      </w:r>
      <w:r w:rsidRPr="00F3789D">
        <w:t xml:space="preserve"> a poskytuje virtuáln</w:t>
      </w:r>
      <w:r w:rsidR="009A691E">
        <w:t>e</w:t>
      </w:r>
      <w:r w:rsidRPr="00F3789D">
        <w:t xml:space="preserve"> prost</w:t>
      </w:r>
      <w:r w:rsidR="009A691E">
        <w:t>r</w:t>
      </w:r>
      <w:r w:rsidRPr="00F3789D">
        <w:t>ed</w:t>
      </w:r>
      <w:r w:rsidR="009A691E">
        <w:t>ie</w:t>
      </w:r>
      <w:r w:rsidRPr="00F3789D">
        <w:t xml:space="preserve"> podobné fyzickému, na kt</w:t>
      </w:r>
      <w:r w:rsidR="009A691E">
        <w:t>o</w:t>
      </w:r>
      <w:r w:rsidRPr="00F3789D">
        <w:t>r</w:t>
      </w:r>
      <w:r w:rsidR="009A691E">
        <w:t>o</w:t>
      </w:r>
      <w:r w:rsidRPr="00F3789D">
        <w:t>m je daný virtuáln</w:t>
      </w:r>
      <w:r w:rsidR="009A691E">
        <w:t>y</w:t>
      </w:r>
      <w:r w:rsidRPr="00F3789D">
        <w:t xml:space="preserve"> počítač </w:t>
      </w:r>
      <w:r w:rsidR="009A691E">
        <w:t>prevádzkovaný</w:t>
      </w:r>
      <w:r w:rsidRPr="00F3789D">
        <w:t>.</w:t>
      </w:r>
    </w:p>
    <w:p w14:paraId="7FC1AC71" w14:textId="5AF1E196" w:rsidR="00715563" w:rsidRPr="00F3789D" w:rsidRDefault="009A691E" w:rsidP="00715563">
      <w:pPr>
        <w:pStyle w:val="eCheckBoxText"/>
        <w:spacing w:line="360" w:lineRule="auto"/>
        <w:ind w:left="567" w:firstLine="0"/>
      </w:pPr>
      <w:r>
        <w:t>Úp</w:t>
      </w:r>
      <w:r w:rsidR="00715563" w:rsidRPr="00F3789D">
        <w:t>lná virtualiz</w:t>
      </w:r>
      <w:r>
        <w:t>ácia</w:t>
      </w:r>
      <w:r w:rsidR="00715563" w:rsidRPr="00F3789D">
        <w:t xml:space="preserve"> nastáv</w:t>
      </w:r>
      <w:r>
        <w:t>a</w:t>
      </w:r>
      <w:r w:rsidR="00715563" w:rsidRPr="00F3789D">
        <w:t xml:space="preserve">, </w:t>
      </w:r>
      <w:r>
        <w:t>ak sú</w:t>
      </w:r>
      <w:r w:rsidR="00715563" w:rsidRPr="00F3789D">
        <w:t xml:space="preserve"> virtualizov</w:t>
      </w:r>
      <w:r>
        <w:t>a</w:t>
      </w:r>
      <w:r w:rsidR="00715563" w:rsidRPr="00F3789D">
        <w:t>n</w:t>
      </w:r>
      <w:r>
        <w:t>é</w:t>
      </w:r>
      <w:r w:rsidR="00715563" w:rsidRPr="00F3789D">
        <w:t xml:space="preserve"> </w:t>
      </w:r>
      <w:r>
        <w:t xml:space="preserve">všetky </w:t>
      </w:r>
      <w:r w:rsidR="00715563" w:rsidRPr="00F3789D">
        <w:t>s</w:t>
      </w:r>
      <w:r>
        <w:t>ú</w:t>
      </w:r>
      <w:r w:rsidR="00715563" w:rsidRPr="00F3789D">
        <w:t>č</w:t>
      </w:r>
      <w:r>
        <w:t>a</w:t>
      </w:r>
      <w:r w:rsidR="00715563" w:rsidRPr="00F3789D">
        <w:t>sti počítač</w:t>
      </w:r>
      <w:r>
        <w:t>a</w:t>
      </w:r>
      <w:r w:rsidR="00715563" w:rsidRPr="00F3789D">
        <w:t>. Pr</w:t>
      </w:r>
      <w:r>
        <w:t>e</w:t>
      </w:r>
      <w:r w:rsidR="00715563" w:rsidRPr="00F3789D">
        <w:t xml:space="preserve">to vyžaduje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rovnakú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rozdielnu</m:t>
                </m:r>
              </m:e>
            </m:eqArr>
          </m:e>
        </m:d>
      </m:oMath>
      <w:r w:rsidR="00715563" w:rsidRPr="00F3789D">
        <w:t xml:space="preserve"> architekt</w:t>
      </w:r>
      <w:r>
        <w:t>ú</w:t>
      </w:r>
      <w:r w:rsidR="00715563" w:rsidRPr="00F3789D">
        <w:t>ru hos</w:t>
      </w:r>
      <w:r>
        <w:t>ť</w:t>
      </w:r>
      <w:r w:rsidR="00715563" w:rsidRPr="00F3789D">
        <w:t>uj</w:t>
      </w:r>
      <w:r>
        <w:t>ú</w:t>
      </w:r>
      <w:r w:rsidR="00715563" w:rsidRPr="00F3789D">
        <w:t>c</w:t>
      </w:r>
      <w:r>
        <w:t>e</w:t>
      </w:r>
      <w:r w:rsidR="00715563" w:rsidRPr="00F3789D">
        <w:t xml:space="preserve">ho </w:t>
      </w:r>
      <w:r>
        <w:t>a</w:t>
      </w:r>
      <w:r w:rsidR="00715563" w:rsidRPr="00F3789D">
        <w:t xml:space="preserve"> hos</w:t>
      </w:r>
      <w:r>
        <w:t>ť</w:t>
      </w:r>
      <w:r w:rsidR="00715563" w:rsidRPr="00F3789D">
        <w:t>ovaného systému.</w:t>
      </w:r>
    </w:p>
    <w:sectPr w:rsidR="00715563" w:rsidRPr="00F3789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3B796" w14:textId="77777777" w:rsidR="00EA2759" w:rsidRDefault="00EA2759" w:rsidP="00861A1A">
      <w:r>
        <w:separator/>
      </w:r>
    </w:p>
  </w:endnote>
  <w:endnote w:type="continuationSeparator" w:id="0">
    <w:p w14:paraId="3C78AEC2" w14:textId="77777777" w:rsidR="00EA2759" w:rsidRDefault="00EA275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0727D3D" w14:textId="77777777" w:rsidTr="00CA51B5">
      <w:tc>
        <w:tcPr>
          <w:tcW w:w="2518" w:type="dxa"/>
        </w:tcPr>
        <w:p w14:paraId="16237F57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9482AFF" wp14:editId="30A62BE4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586A8BB" w14:textId="77777777" w:rsidR="00BB44D8" w:rsidRPr="00BB44D8" w:rsidRDefault="00BB44D8" w:rsidP="00BB44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B44D8">
            <w:rPr>
              <w:sz w:val="16"/>
              <w:szCs w:val="16"/>
              <w:lang w:val="en-US"/>
            </w:rPr>
            <w:t>Tento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projekt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bol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financovaný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BB44D8">
            <w:rPr>
              <w:sz w:val="16"/>
              <w:szCs w:val="16"/>
              <w:lang w:val="en-US"/>
            </w:rPr>
            <w:t>podporou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Európskej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Komisie</w:t>
          </w:r>
          <w:proofErr w:type="spellEnd"/>
          <w:r w:rsidRPr="00BB44D8">
            <w:rPr>
              <w:sz w:val="16"/>
              <w:szCs w:val="16"/>
              <w:lang w:val="en-US"/>
            </w:rPr>
            <w:t>.</w:t>
          </w:r>
        </w:p>
        <w:p w14:paraId="1EA8E554" w14:textId="2A03E048" w:rsidR="00BF5E09" w:rsidRPr="004A7E5F" w:rsidRDefault="00BB44D8" w:rsidP="00BB44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B44D8">
            <w:rPr>
              <w:sz w:val="16"/>
              <w:szCs w:val="16"/>
              <w:lang w:val="en-US"/>
            </w:rPr>
            <w:t>Táto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publikácia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B44D8">
            <w:rPr>
              <w:sz w:val="16"/>
              <w:szCs w:val="16"/>
              <w:lang w:val="en-US"/>
            </w:rPr>
            <w:t>dokument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B44D8">
            <w:rPr>
              <w:sz w:val="16"/>
              <w:szCs w:val="16"/>
              <w:lang w:val="en-US"/>
            </w:rPr>
            <w:t>reprezentuje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výlučne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názor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autora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BB44D8">
            <w:rPr>
              <w:sz w:val="16"/>
              <w:szCs w:val="16"/>
              <w:lang w:val="en-US"/>
            </w:rPr>
            <w:t>Komisia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nezodpovedá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za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akékoľvek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použitie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informácií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obsiahnutých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BB44D8">
            <w:rPr>
              <w:sz w:val="16"/>
              <w:szCs w:val="16"/>
              <w:lang w:val="en-US"/>
            </w:rPr>
            <w:t>tejto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publikácii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B44D8">
            <w:rPr>
              <w:sz w:val="16"/>
              <w:szCs w:val="16"/>
              <w:lang w:val="en-US"/>
            </w:rPr>
            <w:t>dokumente</w:t>
          </w:r>
          <w:proofErr w:type="spellEnd"/>
          <w:r w:rsidRPr="00BB44D8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02CB78A6" w14:textId="77777777" w:rsidTr="00CA51B5">
      <w:tc>
        <w:tcPr>
          <w:tcW w:w="8472" w:type="dxa"/>
          <w:gridSpan w:val="2"/>
        </w:tcPr>
        <w:p w14:paraId="533B7011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2A470D06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2E02722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B3B1E" w14:textId="77777777" w:rsidR="00EA2759" w:rsidRDefault="00EA2759" w:rsidP="00861A1A">
      <w:r>
        <w:separator/>
      </w:r>
    </w:p>
  </w:footnote>
  <w:footnote w:type="continuationSeparator" w:id="0">
    <w:p w14:paraId="5804B9E1" w14:textId="77777777" w:rsidR="00EA2759" w:rsidRDefault="00EA275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82EBC" w14:textId="146EC3C2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3916262" wp14:editId="3B781847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B44D8" w:rsidRPr="00011C05">
      <w:rPr>
        <w:rFonts w:ascii="Calibri" w:hAnsi="Calibri" w:cs="Calibri"/>
        <w:b/>
        <w:smallCaps/>
        <w:noProof/>
        <w:lang w:val="sk"/>
      </w:rPr>
      <w:t>PRACOVN</w:t>
    </w:r>
    <w:r w:rsidR="00BB44D8" w:rsidRPr="00011C05">
      <w:rPr>
        <w:rFonts w:ascii="Calibri" w:hAnsi="Calibri" w:cs="Calibri"/>
        <w:b/>
        <w:smallCaps/>
        <w:noProof/>
      </w:rPr>
      <w:t>Ý</w:t>
    </w:r>
    <w:r w:rsidR="00BB44D8" w:rsidRPr="00011C05">
      <w:rPr>
        <w:rFonts w:ascii="Calibri" w:hAnsi="Calibri" w:cs="Calibri"/>
        <w:b/>
        <w:smallCaps/>
        <w:noProof/>
        <w:lang w:val="sk"/>
      </w:rPr>
      <w:t xml:space="preserve"> HÁROK</w:t>
    </w:r>
  </w:p>
  <w:p w14:paraId="0925D790" w14:textId="25D13BD9" w:rsidR="00C148FD" w:rsidRPr="00C148FD" w:rsidRDefault="006D0890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0890">
      <w:rPr>
        <w:rFonts w:ascii="Calibri" w:hAnsi="Calibri"/>
        <w:smallCaps/>
        <w:noProof/>
        <w:sz w:val="20"/>
        <w:szCs w:val="20"/>
        <w:lang w:val="en-US"/>
      </w:rPr>
      <w:t>Virtualizácia v praxi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1C6C"/>
    <w:multiLevelType w:val="hybridMultilevel"/>
    <w:tmpl w:val="B70023D4"/>
    <w:lvl w:ilvl="0" w:tplc="0E3C84A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8"/>
  </w:num>
  <w:num w:numId="14">
    <w:abstractNumId w:val="5"/>
    <w:lvlOverride w:ilvl="0">
      <w:startOverride w:val="1"/>
    </w:lvlOverride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1D12"/>
    <w:rsid w:val="001B057D"/>
    <w:rsid w:val="001D00A1"/>
    <w:rsid w:val="001D2CCE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7FB4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548B6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10D86"/>
    <w:rsid w:val="00625B5A"/>
    <w:rsid w:val="0063686B"/>
    <w:rsid w:val="006435FE"/>
    <w:rsid w:val="0064494B"/>
    <w:rsid w:val="00654C16"/>
    <w:rsid w:val="0066326F"/>
    <w:rsid w:val="00671C2B"/>
    <w:rsid w:val="0068067D"/>
    <w:rsid w:val="0068131D"/>
    <w:rsid w:val="00685008"/>
    <w:rsid w:val="00690FB1"/>
    <w:rsid w:val="00695314"/>
    <w:rsid w:val="006A24C7"/>
    <w:rsid w:val="006B483A"/>
    <w:rsid w:val="006B5D59"/>
    <w:rsid w:val="006D0890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5563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7F71F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91E"/>
    <w:rsid w:val="009A6DD0"/>
    <w:rsid w:val="009A7CC4"/>
    <w:rsid w:val="009B20BD"/>
    <w:rsid w:val="009B638C"/>
    <w:rsid w:val="009C53CF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566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4D8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E6126"/>
    <w:rsid w:val="00CF4DFA"/>
    <w:rsid w:val="00D060B3"/>
    <w:rsid w:val="00D06992"/>
    <w:rsid w:val="00D20A5C"/>
    <w:rsid w:val="00D2650E"/>
    <w:rsid w:val="00D33524"/>
    <w:rsid w:val="00D573B0"/>
    <w:rsid w:val="00D61B9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D7AE7"/>
    <w:rsid w:val="00DE3438"/>
    <w:rsid w:val="00DE3767"/>
    <w:rsid w:val="00DE482A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66938"/>
    <w:rsid w:val="00E8518C"/>
    <w:rsid w:val="00E879F9"/>
    <w:rsid w:val="00E90BD9"/>
    <w:rsid w:val="00EA1BDF"/>
    <w:rsid w:val="00EA2759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789D"/>
    <w:rsid w:val="00F40215"/>
    <w:rsid w:val="00F46B18"/>
    <w:rsid w:val="00F748A6"/>
    <w:rsid w:val="00F82C59"/>
    <w:rsid w:val="00F871C6"/>
    <w:rsid w:val="00F8749B"/>
    <w:rsid w:val="00FA22AA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AE5AF8"/>
  <w15:docId w15:val="{8B084BA8-FD59-4CD1-890C-8901D76F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7F7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F71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F71F8"/>
    <w:rPr>
      <w:lang w:val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F7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F71F8"/>
    <w:rPr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2023-01-26T13:50:00Z</cp:lastPrinted>
  <dcterms:created xsi:type="dcterms:W3CDTF">2023-01-26T13:54:00Z</dcterms:created>
  <dcterms:modified xsi:type="dcterms:W3CDTF">2023-01-26T13:54:00Z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