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80DC6" w:rsidRDefault="00237830" w:rsidP="00237830">
      <w:pPr>
        <w:pStyle w:val="eTask"/>
      </w:pPr>
      <w:r w:rsidRPr="00237830">
        <w:t>Modifica las siguientes afirmaciones para hacerlas verdad</w:t>
      </w:r>
      <w:r>
        <w:t>eras</w:t>
      </w:r>
      <w:r w:rsidR="005F4BA8" w:rsidRPr="00A80DC6">
        <w:t>.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237830" w:rsidP="00362F52">
      <w:pPr>
        <w:spacing w:line="360" w:lineRule="auto"/>
      </w:pPr>
      <w:r>
        <w:t>El sonido es un movimiento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acústico</m:t>
                  </m:r>
                </m:e>
              </m:mr>
              <m:mr>
                <m:e>
                  <m:r>
                    <m:rPr>
                      <m:nor/>
                    </m:rPr>
                    <m:t>mecánico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BF6E0C" w:rsidRPr="00BF6E0C">
        <w:t xml:space="preserve"> </w:t>
      </w:r>
      <w:r>
        <w:t>de partículas que es capaz de producir una sensación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auditiva</m:t>
                  </m:r>
                </m:e>
              </m:mr>
              <m:mr>
                <m:e>
                  <m:r>
                    <m:rPr>
                      <m:nor/>
                    </m:rPr>
                    <m:t>audiovisual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>.</w:t>
      </w:r>
    </w:p>
    <w:p w:rsidR="006A61A6" w:rsidRPr="006A61A6" w:rsidRDefault="00126417" w:rsidP="00362F52">
      <w:pPr>
        <w:spacing w:line="360" w:lineRule="auto"/>
      </w:pPr>
      <w:r>
        <w:t>La velocidad del sonido en el aire a temperatura y presión normales es aproximadamente</w:t>
      </w:r>
      <w:r w:rsidR="008C6111" w:rsidRPr="008C6111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m:t>1225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m/s.</w:t>
      </w:r>
    </w:p>
    <w:p w:rsidR="006A61A6" w:rsidRPr="006A61A6" w:rsidRDefault="00126417" w:rsidP="00362F52">
      <w:pPr>
        <w:spacing w:line="360" w:lineRule="auto"/>
      </w:pPr>
      <w:r>
        <w:t xml:space="preserve">El rango de frecuencias del sonido que percibe la mayoría de la gente está entre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m:t>500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Hz </w:t>
      </w:r>
      <w:r>
        <w:t>y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m:t>20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kHz.</w:t>
      </w:r>
    </w:p>
    <w:p w:rsidR="006A61A6" w:rsidRPr="006A61A6" w:rsidRDefault="00E86574" w:rsidP="00362F52">
      <w:pPr>
        <w:spacing w:line="360" w:lineRule="auto"/>
      </w:pPr>
      <w:r>
        <w:t>El decibelio es una unidad</w:t>
      </w:r>
      <w:r w:rsidR="006A61A6"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matemática</m:t>
                  </m:r>
                </m:e>
              </m:mr>
              <m:mr>
                <m:e>
                  <m:r>
                    <m:rPr>
                      <m:nor/>
                    </m:rPr>
                    <m:t>física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utilizada para medir la</w:t>
      </w:r>
      <w:r w:rsidR="0001124F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intensidad</m:t>
                  </m:r>
                </m:e>
              </m:mr>
              <m:mr>
                <m:e>
                  <m:r>
                    <m:rPr>
                      <m:nor/>
                    </m:rPr>
                    <m:t>polarización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del sonido</w:t>
      </w:r>
      <w:r w:rsidR="006A61A6" w:rsidRPr="006A61A6">
        <w:t xml:space="preserve">. </w:t>
      </w:r>
    </w:p>
    <w:p w:rsidR="00C148FD" w:rsidRPr="00A80DC6" w:rsidRDefault="00C148FD" w:rsidP="00C148FD">
      <w:pPr>
        <w:pStyle w:val="eLineBottom"/>
      </w:pPr>
    </w:p>
    <w:p w:rsidR="001922A0" w:rsidRPr="00A80DC6" w:rsidRDefault="001922A0" w:rsidP="001922A0"/>
    <w:p w:rsidR="001922A0" w:rsidRDefault="00935A93" w:rsidP="00935A93">
      <w:pPr>
        <w:pStyle w:val="eTask"/>
      </w:pPr>
      <w:r w:rsidRPr="00935A93">
        <w:t>¿Qué tres factores afectan el contraste de la imagen resultante?</w:t>
      </w:r>
    </w:p>
    <w:p w:rsidR="00935A93" w:rsidRPr="00A80DC6" w:rsidRDefault="00935A93" w:rsidP="00935A93">
      <w:pPr>
        <w:pStyle w:val="eTask"/>
        <w:numPr>
          <w:ilvl w:val="0"/>
          <w:numId w:val="0"/>
        </w:numPr>
      </w:pPr>
    </w:p>
    <w:p w:rsidR="00EB6B74" w:rsidRPr="00A80DC6" w:rsidRDefault="00EB6B74" w:rsidP="00C148FD">
      <w:r w:rsidRPr="00A80DC6">
        <w:t>1.</w:t>
      </w:r>
      <w:r w:rsidRPr="00A80DC6">
        <w:tab/>
      </w:r>
      <w:r w:rsidR="00213274">
        <w:t>_</w:t>
      </w:r>
      <w:bookmarkStart w:id="0" w:name="_GoBack"/>
      <w:bookmarkEnd w:id="0"/>
      <w:r w:rsidR="00213274">
        <w:t>___________________________________</w:t>
      </w:r>
    </w:p>
    <w:p w:rsidR="00EB6B74" w:rsidRPr="00A80DC6" w:rsidRDefault="00EB6B74" w:rsidP="00FB201E"/>
    <w:p w:rsidR="00EB6B74" w:rsidRPr="00A80DC6" w:rsidRDefault="00EB6B74" w:rsidP="00EB6B74">
      <w:pPr>
        <w:rPr>
          <w:noProof/>
          <w:lang w:eastAsia="sk-SK"/>
        </w:rPr>
      </w:pPr>
      <w:r w:rsidRPr="00A80DC6">
        <w:rPr>
          <w:noProof/>
          <w:lang w:eastAsia="sk-SK"/>
        </w:rPr>
        <w:t>2.</w:t>
      </w:r>
      <w:r w:rsidRPr="00A80DC6">
        <w:tab/>
      </w:r>
      <w:r w:rsidR="00213274">
        <w:t>____________________________________</w:t>
      </w:r>
    </w:p>
    <w:p w:rsidR="00EB6B74" w:rsidRPr="00A80DC6" w:rsidRDefault="00EB6B74" w:rsidP="00EB6B74">
      <w:pPr>
        <w:rPr>
          <w:noProof/>
          <w:lang w:eastAsia="sk-SK"/>
        </w:rPr>
      </w:pPr>
    </w:p>
    <w:p w:rsidR="00802B78" w:rsidRPr="00A80DC6" w:rsidRDefault="00EB6B74" w:rsidP="00802B78">
      <w:r w:rsidRPr="00A80DC6">
        <w:rPr>
          <w:noProof/>
          <w:lang w:eastAsia="sk-SK"/>
        </w:rPr>
        <w:t>3.</w:t>
      </w:r>
      <w:r w:rsidRPr="00A80DC6">
        <w:tab/>
      </w:r>
      <w:r w:rsidR="00213274">
        <w:t>____________________________________</w:t>
      </w:r>
    </w:p>
    <w:p w:rsidR="00802B78" w:rsidRPr="00A80DC6" w:rsidRDefault="00802B78" w:rsidP="00EB6B74">
      <w:pPr>
        <w:rPr>
          <w:noProof/>
          <w:lang w:eastAsia="sk-SK"/>
        </w:rPr>
      </w:pPr>
    </w:p>
    <w:p w:rsidR="001922A0" w:rsidRPr="00A80DC6" w:rsidRDefault="001922A0" w:rsidP="00C148FD">
      <w:pPr>
        <w:pStyle w:val="eLineBottom"/>
      </w:pPr>
    </w:p>
    <w:p w:rsidR="001922A0" w:rsidRPr="00A80DC6" w:rsidRDefault="001922A0" w:rsidP="001922A0"/>
    <w:p w:rsidR="00B62512" w:rsidRDefault="00B62512">
      <w:pPr>
        <w:rPr>
          <w:b/>
        </w:rPr>
      </w:pPr>
      <w:r>
        <w:br w:type="page"/>
      </w:r>
    </w:p>
    <w:p w:rsidR="00A14353" w:rsidRDefault="00935A93" w:rsidP="00935A93">
      <w:pPr>
        <w:pStyle w:val="eTask"/>
      </w:pPr>
      <w:r w:rsidRPr="00935A93">
        <w:lastRenderedPageBreak/>
        <w:t>Agregue las etiquetas correctas a la imagen, de acuerdo con la regla del cuadrado inverso:</w:t>
      </w:r>
    </w:p>
    <w:p w:rsidR="00935A93" w:rsidRPr="00A80DC6" w:rsidRDefault="00935A93" w:rsidP="00935A93">
      <w:pPr>
        <w:pStyle w:val="eTask"/>
        <w:numPr>
          <w:ilvl w:val="0"/>
          <w:numId w:val="0"/>
        </w:numPr>
      </w:pPr>
    </w:p>
    <w:p w:rsidR="00C11DFD" w:rsidRDefault="00C11DFD" w:rsidP="00C11DFD">
      <w:pPr>
        <w:pStyle w:val="eTask"/>
        <w:numPr>
          <w:ilvl w:val="0"/>
          <w:numId w:val="0"/>
        </w:numPr>
        <w:ind w:left="284" w:hanging="284"/>
        <w:jc w:val="center"/>
      </w:pPr>
      <w:r>
        <w:rPr>
          <w:noProof/>
        </w:rPr>
        <w:drawing>
          <wp:inline distT="0" distB="0" distL="0" distR="0">
            <wp:extent cx="5760702" cy="32131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inverse_square_r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02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D5D" w:rsidRPr="00213274" w:rsidRDefault="00EC0D5D" w:rsidP="00EC0D5D">
      <w:pPr>
        <w:pStyle w:val="eLineBottom"/>
      </w:pPr>
    </w:p>
    <w:p w:rsidR="00EC0D5D" w:rsidRDefault="00EC0D5D" w:rsidP="00EC0D5D">
      <w:pPr>
        <w:pStyle w:val="eTask"/>
        <w:numPr>
          <w:ilvl w:val="0"/>
          <w:numId w:val="0"/>
        </w:numPr>
        <w:ind w:left="284"/>
      </w:pPr>
    </w:p>
    <w:p w:rsidR="00023EDE" w:rsidRPr="00A80DC6" w:rsidRDefault="00023EDE" w:rsidP="00023EDE">
      <w:pPr>
        <w:pStyle w:val="eTask"/>
      </w:pPr>
      <w:r w:rsidRPr="00023EDE">
        <w:t>Elija las declaraciones correctas de las siguientes opciones.</w:t>
      </w:r>
    </w:p>
    <w:p w:rsidR="00D60333" w:rsidRPr="00213274" w:rsidRDefault="00D60333" w:rsidP="00D60333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szCs w:val="40"/>
        </w:rPr>
        <w:tab/>
      </w:r>
      <w:r w:rsidR="00023EDE" w:rsidRPr="00023EDE">
        <w:rPr>
          <w:szCs w:val="40"/>
        </w:rPr>
        <w:t>El contraste es el parámetro más importante de una imagen proyectada.</w:t>
      </w:r>
    </w:p>
    <w:p w:rsidR="0001006B" w:rsidRPr="00213274" w:rsidRDefault="0001006B" w:rsidP="00D60333">
      <w:pPr>
        <w:pStyle w:val="eCheckBoxText"/>
        <w:rPr>
          <w:szCs w:val="40"/>
        </w:rPr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023EDE" w:rsidRPr="00023EDE">
        <w:rPr>
          <w:szCs w:val="40"/>
        </w:rPr>
        <w:t>La imagen en pantalla grande se realiza utilizando el llamado proyector de reflexión de fondo</w:t>
      </w:r>
      <w:r w:rsidR="003A6905" w:rsidRPr="00213274">
        <w:rPr>
          <w:szCs w:val="40"/>
        </w:rPr>
        <w:t>.</w:t>
      </w:r>
    </w:p>
    <w:p w:rsidR="00A14353" w:rsidRPr="00213274" w:rsidRDefault="00D60333" w:rsidP="00A1435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6C4458" w:rsidRPr="006C4458">
        <w:t>Un controlador central no es una parte esencial de un sistema de control</w:t>
      </w:r>
      <w:r w:rsidR="0034056E" w:rsidRPr="00213274">
        <w:t>.</w:t>
      </w:r>
    </w:p>
    <w:p w:rsidR="003A2FA5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Los sistemas de audioconferencia son conjuntos de unidades de delegado diseñadas para una discusión de calidad dentro de una sala de reuniones o auditorio</w:t>
      </w:r>
      <w:r w:rsidR="00F619D5" w:rsidRPr="00213274"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Los sistemas de interpretación no son sistemas de transmisión de sonido multicanal.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La infraestructura de red proporciona comunicación e intercambio de datos entre dos sistemas de comunicación.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La infraestructura de red se puede dividir en elementos activos y pasivos.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Streaming es una tecnología de transferencia de material audiovisual entre la fuente y el usuar</w:t>
      </w:r>
      <w:r w:rsidR="006C4458">
        <w:t>io final a petición del cliente</w:t>
      </w:r>
      <w:r w:rsidR="007902EA" w:rsidRPr="00213274">
        <w:t>.</w:t>
      </w:r>
    </w:p>
    <w:p w:rsidR="00223478" w:rsidRPr="00213274" w:rsidRDefault="00675DF8" w:rsidP="00D6033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6C4458" w:rsidRPr="006C4458">
        <w:t>La seguridad de la distribución de contenido es una parte muy importante de un sistema de administración de almacenamiento.</w:t>
      </w:r>
    </w:p>
    <w:p w:rsidR="005D4CD4" w:rsidRPr="00213274" w:rsidRDefault="005D4CD4" w:rsidP="005D4CD4">
      <w:pPr>
        <w:pStyle w:val="eLineBottom"/>
      </w:pPr>
    </w:p>
    <w:p w:rsidR="005D4CD4" w:rsidRPr="00213274" w:rsidRDefault="005D4CD4" w:rsidP="005D4CD4"/>
    <w:p w:rsidR="00B62512" w:rsidRDefault="00B62512">
      <w:pPr>
        <w:rPr>
          <w:b/>
        </w:rPr>
      </w:pPr>
      <w:r>
        <w:br w:type="page"/>
      </w:r>
    </w:p>
    <w:p w:rsidR="007E25C5" w:rsidRPr="00213274" w:rsidRDefault="00926A0C" w:rsidP="00926A0C">
      <w:pPr>
        <w:pStyle w:val="eTask"/>
      </w:pPr>
      <w:r w:rsidRPr="00926A0C">
        <w:lastRenderedPageBreak/>
        <w:t>Modifica las siguientes afirmaciones para hacerlas verdad</w:t>
      </w:r>
      <w:r>
        <w:t>eras</w:t>
      </w:r>
      <w:r w:rsidR="007E25C5" w:rsidRPr="00213274">
        <w:t>.</w:t>
      </w:r>
    </w:p>
    <w:p w:rsidR="007E25C5" w:rsidRPr="00213274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6A61A6" w:rsidRPr="006A61A6" w:rsidRDefault="00926A0C" w:rsidP="00362F52">
      <w:pPr>
        <w:spacing w:line="360" w:lineRule="auto"/>
        <w:rPr>
          <w:b/>
        </w:rPr>
      </w:pPr>
      <w:r w:rsidRPr="00926A0C">
        <w:t>Los altavoces deben colo</w:t>
      </w:r>
      <w:r>
        <w:t xml:space="preserve">carse siempre en el mismo plano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perpendicular</m:t>
                  </m:r>
                </m:e>
              </m:mr>
              <m:mr>
                <m:e>
                  <m:r>
                    <m:rPr>
                      <m:nor/>
                    </m:rPr>
                    <m:t>paralelo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6A61A6">
        <w:t xml:space="preserve"> </w:t>
      </w:r>
      <w:r>
        <w:t>a</w:t>
      </w:r>
      <w:r w:rsidRPr="00926A0C">
        <w:t>l eje que va desde el centro del sonido.</w:t>
      </w:r>
      <w:r>
        <w:t xml:space="preserve"> Los altavoces (de frecuencias) altas y medias deberían se posicionados</w:t>
      </w:r>
      <w:r w:rsidR="00405891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 la altura de las piernas</m:t>
                  </m:r>
                </m:e>
              </m:mr>
              <m:mr>
                <m:e>
                  <m:r>
                    <m:rPr>
                      <m:nor/>
                    </m:rPr>
                    <m:t>a la altura de las orejas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6A61A6" w:rsidRPr="00F84733">
        <w:t>.</w:t>
      </w:r>
    </w:p>
    <w:p w:rsidR="006A61A6" w:rsidRPr="006A61A6" w:rsidRDefault="007B7BA6" w:rsidP="00362F52">
      <w:pPr>
        <w:spacing w:line="360" w:lineRule="auto"/>
      </w:pPr>
      <w:r>
        <w:t xml:space="preserve">Los </w:t>
      </w:r>
      <w:r w:rsidR="00714658" w:rsidRPr="00714658">
        <w:t>micrófonos</w:t>
      </w:r>
      <w:r>
        <w:t xml:space="preserve"> deberían estar situados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al alcance directo</m:t>
                  </m:r>
                </m:e>
              </m:mr>
              <m:mr>
                <m:e>
                  <m:r>
                    <m:rPr>
                      <m:nor/>
                    </m:rPr>
                    <m:t>fuera del alcance directo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>
        <w:rPr>
          <w:b/>
        </w:rPr>
        <w:t xml:space="preserve"> </w:t>
      </w:r>
      <w:r w:rsidRPr="007B7BA6">
        <w:t>de los altavoces</w:t>
      </w:r>
      <w:r w:rsidR="000864E5">
        <w:t>.</w:t>
      </w:r>
    </w:p>
    <w:p w:rsidR="005976E4" w:rsidRPr="00213274" w:rsidRDefault="005976E4" w:rsidP="005976E4">
      <w:pPr>
        <w:pStyle w:val="eLineBottom"/>
      </w:pPr>
    </w:p>
    <w:p w:rsidR="007E25C5" w:rsidRPr="00A80DC6" w:rsidRDefault="007E25C5" w:rsidP="007E25C5">
      <w:pPr>
        <w:pStyle w:val="eTask"/>
        <w:numPr>
          <w:ilvl w:val="0"/>
          <w:numId w:val="0"/>
        </w:numPr>
      </w:pPr>
    </w:p>
    <w:p w:rsidR="005D4CD4" w:rsidRPr="00A80DC6" w:rsidRDefault="00513878" w:rsidP="00513878">
      <w:pPr>
        <w:pStyle w:val="eTask"/>
      </w:pPr>
      <w:r w:rsidRPr="00513878">
        <w:t>Un sistema de control consta de los siguientes componentes</w:t>
      </w:r>
      <w:r w:rsidR="00482DC4" w:rsidRPr="00A80DC6">
        <w:t>:</w:t>
      </w:r>
    </w:p>
    <w:p w:rsidR="005D4CD4" w:rsidRPr="00A80DC6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1.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2.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3.</w:t>
      </w:r>
      <w:r w:rsidRPr="00A80DC6">
        <w:rPr>
          <w:szCs w:val="24"/>
        </w:rPr>
        <w:tab/>
      </w:r>
      <w:r w:rsidR="00213274">
        <w:t>____________________________________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5D4CD4" w:rsidRDefault="002746E2" w:rsidP="002746E2">
      <w:pPr>
        <w:pStyle w:val="eCheckBoxText"/>
        <w:rPr>
          <w:color w:val="FF0000"/>
          <w:szCs w:val="24"/>
        </w:rPr>
      </w:pPr>
      <w:r w:rsidRPr="00A80DC6">
        <w:rPr>
          <w:szCs w:val="24"/>
        </w:rPr>
        <w:t>4.</w:t>
      </w:r>
      <w:r w:rsidRPr="00A80DC6">
        <w:rPr>
          <w:szCs w:val="24"/>
        </w:rPr>
        <w:tab/>
      </w:r>
      <w:r w:rsidR="00213274">
        <w:t>____________________________________</w:t>
      </w:r>
    </w:p>
    <w:p w:rsidR="001B3829" w:rsidRDefault="001B3829" w:rsidP="002746E2">
      <w:pPr>
        <w:pStyle w:val="eCheckBoxText"/>
        <w:rPr>
          <w:color w:val="FF0000"/>
          <w:szCs w:val="24"/>
        </w:rPr>
      </w:pPr>
    </w:p>
    <w:p w:rsidR="001B3829" w:rsidRPr="00A80DC6" w:rsidRDefault="001B3829" w:rsidP="001B3829">
      <w:pPr>
        <w:pStyle w:val="eCheckBoxText"/>
        <w:rPr>
          <w:color w:val="FF0000"/>
          <w:szCs w:val="24"/>
        </w:rPr>
      </w:pPr>
      <w:r>
        <w:rPr>
          <w:szCs w:val="24"/>
        </w:rPr>
        <w:t>5</w:t>
      </w:r>
      <w:r w:rsidRPr="00A80DC6">
        <w:rPr>
          <w:szCs w:val="24"/>
        </w:rPr>
        <w:t>.</w:t>
      </w:r>
      <w:r w:rsidRPr="00A80DC6">
        <w:rPr>
          <w:szCs w:val="24"/>
        </w:rPr>
        <w:tab/>
      </w:r>
      <w:r w:rsidR="00213274">
        <w:t>____________________________________</w:t>
      </w:r>
    </w:p>
    <w:p w:rsidR="007E25C5" w:rsidRPr="00A80DC6" w:rsidRDefault="007E25C5" w:rsidP="002746E2">
      <w:pPr>
        <w:pStyle w:val="eCheckBoxText"/>
      </w:pPr>
    </w:p>
    <w:sectPr w:rsidR="007E25C5" w:rsidRPr="00A80DC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F4D" w:rsidRDefault="00D90F4D" w:rsidP="00861A1A">
      <w:r>
        <w:separator/>
      </w:r>
    </w:p>
  </w:endnote>
  <w:endnote w:type="continuationSeparator" w:id="0">
    <w:p w:rsidR="00D90F4D" w:rsidRDefault="00D90F4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62512" w:rsidRDefault="00B62512" w:rsidP="00B625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El presente proyecto ha sido financiado con el apoyo de la Comisión Europea. Esta</w:t>
          </w:r>
        </w:p>
        <w:p w:rsidR="00BF5E09" w:rsidRPr="00CA51B5" w:rsidRDefault="00B62512" w:rsidP="00B625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F4D" w:rsidRDefault="00D90F4D" w:rsidP="00861A1A">
      <w:r>
        <w:separator/>
      </w:r>
    </w:p>
  </w:footnote>
  <w:footnote w:type="continuationSeparator" w:id="0">
    <w:p w:rsidR="00D90F4D" w:rsidRDefault="00D90F4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62512">
      <w:rPr>
        <w:rFonts w:ascii="Calibri" w:hAnsi="Calibri"/>
        <w:b/>
        <w:smallCaps/>
      </w:rPr>
      <w:t>EJERCICIO</w:t>
    </w:r>
  </w:p>
  <w:p w:rsidR="00C148FD" w:rsidRPr="00C148FD" w:rsidRDefault="0023783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C</w:t>
    </w:r>
    <w:r w:rsidR="00B62512">
      <w:rPr>
        <w:rFonts w:ascii="Calibri" w:hAnsi="Calibri"/>
        <w:smallCaps/>
        <w:noProof/>
        <w:sz w:val="20"/>
        <w:szCs w:val="20"/>
        <w:lang w:val="en-US"/>
      </w:rPr>
      <w:t>ontenido</w:t>
    </w:r>
    <w:r>
      <w:rPr>
        <w:rFonts w:ascii="Calibri" w:hAnsi="Calibri"/>
        <w:smallCaps/>
        <w:noProof/>
        <w:sz w:val="20"/>
        <w:szCs w:val="20"/>
        <w:lang w:val="en-US"/>
      </w:rPr>
      <w:t xml:space="preserve"> Audiovisual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13"/>
    <w:rsid w:val="0000673F"/>
    <w:rsid w:val="0001006B"/>
    <w:rsid w:val="0001124F"/>
    <w:rsid w:val="00016AD8"/>
    <w:rsid w:val="00017595"/>
    <w:rsid w:val="00021197"/>
    <w:rsid w:val="000229DB"/>
    <w:rsid w:val="00023EDE"/>
    <w:rsid w:val="00030EDA"/>
    <w:rsid w:val="00045BEB"/>
    <w:rsid w:val="00073ADF"/>
    <w:rsid w:val="0007473C"/>
    <w:rsid w:val="000750C9"/>
    <w:rsid w:val="000864E5"/>
    <w:rsid w:val="00087EAC"/>
    <w:rsid w:val="00094A16"/>
    <w:rsid w:val="000A233F"/>
    <w:rsid w:val="000A55B3"/>
    <w:rsid w:val="000C146A"/>
    <w:rsid w:val="000C6B3A"/>
    <w:rsid w:val="00126417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115"/>
    <w:rsid w:val="001922A0"/>
    <w:rsid w:val="00195A08"/>
    <w:rsid w:val="001B057D"/>
    <w:rsid w:val="001B3829"/>
    <w:rsid w:val="001C5FEC"/>
    <w:rsid w:val="001C7DCA"/>
    <w:rsid w:val="001D00A1"/>
    <w:rsid w:val="001D2C09"/>
    <w:rsid w:val="001D698A"/>
    <w:rsid w:val="001F6290"/>
    <w:rsid w:val="00213274"/>
    <w:rsid w:val="00213F2C"/>
    <w:rsid w:val="00223478"/>
    <w:rsid w:val="00225015"/>
    <w:rsid w:val="00237830"/>
    <w:rsid w:val="00244EB1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B74CC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51B71"/>
    <w:rsid w:val="00362F52"/>
    <w:rsid w:val="00367936"/>
    <w:rsid w:val="0039238A"/>
    <w:rsid w:val="003A2FA5"/>
    <w:rsid w:val="003A6905"/>
    <w:rsid w:val="003B1326"/>
    <w:rsid w:val="003C2268"/>
    <w:rsid w:val="003C5B45"/>
    <w:rsid w:val="003D41BB"/>
    <w:rsid w:val="003E01BE"/>
    <w:rsid w:val="003E6061"/>
    <w:rsid w:val="003F03EB"/>
    <w:rsid w:val="003F623C"/>
    <w:rsid w:val="003F7F87"/>
    <w:rsid w:val="00402B09"/>
    <w:rsid w:val="00405891"/>
    <w:rsid w:val="00413A31"/>
    <w:rsid w:val="00417ED2"/>
    <w:rsid w:val="00435704"/>
    <w:rsid w:val="0044368E"/>
    <w:rsid w:val="0046567F"/>
    <w:rsid w:val="00472203"/>
    <w:rsid w:val="00475954"/>
    <w:rsid w:val="00482DC4"/>
    <w:rsid w:val="00492966"/>
    <w:rsid w:val="004A01E5"/>
    <w:rsid w:val="004A7B44"/>
    <w:rsid w:val="004C0E36"/>
    <w:rsid w:val="004E5E95"/>
    <w:rsid w:val="004E70EA"/>
    <w:rsid w:val="004F5AFF"/>
    <w:rsid w:val="005132B0"/>
    <w:rsid w:val="00513878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7966"/>
    <w:rsid w:val="005976E4"/>
    <w:rsid w:val="005B12F4"/>
    <w:rsid w:val="005B2E55"/>
    <w:rsid w:val="005B37E2"/>
    <w:rsid w:val="005B460C"/>
    <w:rsid w:val="005D14DA"/>
    <w:rsid w:val="005D4CD4"/>
    <w:rsid w:val="005D7525"/>
    <w:rsid w:val="005E1AB1"/>
    <w:rsid w:val="005E20B2"/>
    <w:rsid w:val="005E5A22"/>
    <w:rsid w:val="005F4BA8"/>
    <w:rsid w:val="005F5FA1"/>
    <w:rsid w:val="00600535"/>
    <w:rsid w:val="00625B5A"/>
    <w:rsid w:val="00631F13"/>
    <w:rsid w:val="0063686B"/>
    <w:rsid w:val="006435FE"/>
    <w:rsid w:val="006447BD"/>
    <w:rsid w:val="0064494B"/>
    <w:rsid w:val="00647CDF"/>
    <w:rsid w:val="00650881"/>
    <w:rsid w:val="0066326F"/>
    <w:rsid w:val="00675DF8"/>
    <w:rsid w:val="0067669A"/>
    <w:rsid w:val="0068067D"/>
    <w:rsid w:val="0068131D"/>
    <w:rsid w:val="00690FB1"/>
    <w:rsid w:val="006A24C7"/>
    <w:rsid w:val="006A61A6"/>
    <w:rsid w:val="006B5D59"/>
    <w:rsid w:val="006C4458"/>
    <w:rsid w:val="006D39B2"/>
    <w:rsid w:val="006D3F30"/>
    <w:rsid w:val="006D50FA"/>
    <w:rsid w:val="006D584B"/>
    <w:rsid w:val="006E451A"/>
    <w:rsid w:val="006F0D5B"/>
    <w:rsid w:val="006F54B3"/>
    <w:rsid w:val="006F787A"/>
    <w:rsid w:val="00703C5E"/>
    <w:rsid w:val="00710301"/>
    <w:rsid w:val="00714658"/>
    <w:rsid w:val="0073574D"/>
    <w:rsid w:val="00737556"/>
    <w:rsid w:val="007460F9"/>
    <w:rsid w:val="0076745A"/>
    <w:rsid w:val="007738BD"/>
    <w:rsid w:val="00777746"/>
    <w:rsid w:val="007837ED"/>
    <w:rsid w:val="007902EA"/>
    <w:rsid w:val="00790D07"/>
    <w:rsid w:val="0079230D"/>
    <w:rsid w:val="007B7913"/>
    <w:rsid w:val="007B7BA6"/>
    <w:rsid w:val="007C0FDD"/>
    <w:rsid w:val="007C100F"/>
    <w:rsid w:val="007C308E"/>
    <w:rsid w:val="007C3F21"/>
    <w:rsid w:val="007C5B85"/>
    <w:rsid w:val="007C6D9E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3440"/>
    <w:rsid w:val="00882721"/>
    <w:rsid w:val="00882BE0"/>
    <w:rsid w:val="008836CE"/>
    <w:rsid w:val="00891FF5"/>
    <w:rsid w:val="00893E89"/>
    <w:rsid w:val="008A3619"/>
    <w:rsid w:val="008B05F5"/>
    <w:rsid w:val="008B6CCD"/>
    <w:rsid w:val="008C53AF"/>
    <w:rsid w:val="008C6111"/>
    <w:rsid w:val="008C64E0"/>
    <w:rsid w:val="008D38F1"/>
    <w:rsid w:val="008E4F10"/>
    <w:rsid w:val="008F1B37"/>
    <w:rsid w:val="008F4416"/>
    <w:rsid w:val="008F5585"/>
    <w:rsid w:val="00905B3E"/>
    <w:rsid w:val="00912A69"/>
    <w:rsid w:val="00916DC9"/>
    <w:rsid w:val="00917421"/>
    <w:rsid w:val="00926A0C"/>
    <w:rsid w:val="00935A93"/>
    <w:rsid w:val="0094072E"/>
    <w:rsid w:val="00950649"/>
    <w:rsid w:val="0095346A"/>
    <w:rsid w:val="00955A25"/>
    <w:rsid w:val="00960862"/>
    <w:rsid w:val="00963F86"/>
    <w:rsid w:val="0097175A"/>
    <w:rsid w:val="00974B16"/>
    <w:rsid w:val="009802AD"/>
    <w:rsid w:val="009A5F9E"/>
    <w:rsid w:val="009B638C"/>
    <w:rsid w:val="009C2CEA"/>
    <w:rsid w:val="009C7B24"/>
    <w:rsid w:val="009D5B8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633E1"/>
    <w:rsid w:val="00A65E53"/>
    <w:rsid w:val="00A73814"/>
    <w:rsid w:val="00A80DC6"/>
    <w:rsid w:val="00A8234A"/>
    <w:rsid w:val="00A91747"/>
    <w:rsid w:val="00A97C95"/>
    <w:rsid w:val="00AA0506"/>
    <w:rsid w:val="00AA5B23"/>
    <w:rsid w:val="00AC4ED9"/>
    <w:rsid w:val="00AC6380"/>
    <w:rsid w:val="00AD1836"/>
    <w:rsid w:val="00AD2F36"/>
    <w:rsid w:val="00AD6E4D"/>
    <w:rsid w:val="00AD7652"/>
    <w:rsid w:val="00AE22C7"/>
    <w:rsid w:val="00AE626D"/>
    <w:rsid w:val="00AF12BD"/>
    <w:rsid w:val="00AF5281"/>
    <w:rsid w:val="00B01599"/>
    <w:rsid w:val="00B15DB4"/>
    <w:rsid w:val="00B177D0"/>
    <w:rsid w:val="00B3151A"/>
    <w:rsid w:val="00B37307"/>
    <w:rsid w:val="00B5145B"/>
    <w:rsid w:val="00B61E89"/>
    <w:rsid w:val="00B62512"/>
    <w:rsid w:val="00B707D0"/>
    <w:rsid w:val="00B75FF7"/>
    <w:rsid w:val="00B816F4"/>
    <w:rsid w:val="00B822EA"/>
    <w:rsid w:val="00B84417"/>
    <w:rsid w:val="00B91D47"/>
    <w:rsid w:val="00B94FBB"/>
    <w:rsid w:val="00BA1119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BF6E0C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73B0"/>
    <w:rsid w:val="00D60333"/>
    <w:rsid w:val="00D6535B"/>
    <w:rsid w:val="00D71B81"/>
    <w:rsid w:val="00D773FA"/>
    <w:rsid w:val="00D90F4D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539B"/>
    <w:rsid w:val="00DD6149"/>
    <w:rsid w:val="00DE3438"/>
    <w:rsid w:val="00DE3767"/>
    <w:rsid w:val="00E0343F"/>
    <w:rsid w:val="00E10571"/>
    <w:rsid w:val="00E10DD0"/>
    <w:rsid w:val="00E11170"/>
    <w:rsid w:val="00E12B51"/>
    <w:rsid w:val="00E145D5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6574"/>
    <w:rsid w:val="00E879F9"/>
    <w:rsid w:val="00E90BD9"/>
    <w:rsid w:val="00E96643"/>
    <w:rsid w:val="00EA1BDF"/>
    <w:rsid w:val="00EB6B74"/>
    <w:rsid w:val="00EB6E4B"/>
    <w:rsid w:val="00EC0D5D"/>
    <w:rsid w:val="00EC77B0"/>
    <w:rsid w:val="00ED2956"/>
    <w:rsid w:val="00EE3197"/>
    <w:rsid w:val="00EF2951"/>
    <w:rsid w:val="00F15EB9"/>
    <w:rsid w:val="00F165FA"/>
    <w:rsid w:val="00F168D6"/>
    <w:rsid w:val="00F24638"/>
    <w:rsid w:val="00F248A4"/>
    <w:rsid w:val="00F46B18"/>
    <w:rsid w:val="00F565F4"/>
    <w:rsid w:val="00F619D5"/>
    <w:rsid w:val="00F7310D"/>
    <w:rsid w:val="00F748A6"/>
    <w:rsid w:val="00F82C59"/>
    <w:rsid w:val="00F847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8AE75D"/>
  <w15:docId w15:val="{0EBB8B39-DE5C-4D00-AE80-2C31FB63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437</TotalTime>
  <Pages>3</Pages>
  <Words>365</Words>
  <Characters>2160</Characters>
  <Application>Microsoft Office Word</Application>
  <DocSecurity>0</DocSecurity>
  <Lines>18</Lines>
  <Paragraphs>5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95</cp:revision>
  <cp:lastPrinted>2013-05-24T14:00:00Z</cp:lastPrinted>
  <dcterms:created xsi:type="dcterms:W3CDTF">2018-07-28T17:24:00Z</dcterms:created>
  <dcterms:modified xsi:type="dcterms:W3CDTF">2019-04-16T11:32:00Z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