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220DAC" w:rsidRDefault="00220DAC" w:rsidP="00220DAC">
      <w:pPr>
        <w:pStyle w:val="eTask"/>
        <w:rPr>
          <w:lang w:val="es-ES"/>
        </w:rPr>
      </w:pPr>
      <w:r w:rsidRPr="00220DAC">
        <w:rPr>
          <w:lang w:val="es-ES"/>
        </w:rPr>
        <w:t>Asigne los términos de la columna izquierda a las definiciones correspondientes de la columna de la derecha</w:t>
      </w:r>
      <w:r w:rsidR="00563AEB" w:rsidRPr="00220DAC">
        <w:rPr>
          <w:lang w:val="es-ES"/>
        </w:rPr>
        <w:t xml:space="preserve">. </w:t>
      </w:r>
    </w:p>
    <w:p w:rsidR="00A51025" w:rsidRPr="00220DAC" w:rsidRDefault="00A51025" w:rsidP="00A51025">
      <w:pPr>
        <w:pStyle w:val="eTask"/>
        <w:numPr>
          <w:ilvl w:val="0"/>
          <w:numId w:val="0"/>
        </w:numPr>
        <w:ind w:left="720"/>
        <w:rPr>
          <w:lang w:val="es-ES"/>
        </w:rPr>
      </w:pPr>
    </w:p>
    <w:tbl>
      <w:tblPr>
        <w:tblStyle w:val="Mkatabulky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4672"/>
      </w:tblGrid>
      <w:tr w:rsidR="00FC196D" w:rsidTr="00D4391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6D" w:rsidRDefault="00FC196D" w:rsidP="00FC196D">
            <w:pPr>
              <w:spacing w:before="120" w:after="120"/>
              <w:jc w:val="center"/>
              <w:rPr>
                <w:lang w:val="en-US"/>
              </w:rPr>
            </w:pPr>
            <w:r w:rsidRPr="00F40215">
              <w:rPr>
                <w:lang w:val="en-US"/>
              </w:rPr>
              <w:t>Cat-M1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96D" w:rsidRDefault="00FC196D" w:rsidP="00FC196D">
            <w:pPr>
              <w:spacing w:before="120" w:after="120"/>
              <w:rPr>
                <w:lang w:val="en-U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6D" w:rsidRPr="00174720" w:rsidRDefault="00FC196D" w:rsidP="00FC196D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Máquina a Máquina, se refiere a dispositivos que están conectados entre sí.</w:t>
            </w:r>
          </w:p>
        </w:tc>
      </w:tr>
      <w:tr w:rsidR="00A51025" w:rsidTr="00D4391C"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FC196D" w:rsidRDefault="00A51025" w:rsidP="00A51025">
            <w:pPr>
              <w:spacing w:before="120" w:after="120"/>
              <w:jc w:val="center"/>
              <w:rPr>
                <w:lang w:val="es-ES"/>
              </w:rPr>
            </w:pPr>
          </w:p>
        </w:tc>
        <w:tc>
          <w:tcPr>
            <w:tcW w:w="1418" w:type="dxa"/>
          </w:tcPr>
          <w:p w:rsidR="00A51025" w:rsidRPr="00FC196D" w:rsidRDefault="00FC196D" w:rsidP="00A51025">
            <w:pPr>
              <w:spacing w:before="120" w:after="120"/>
              <w:rPr>
                <w:lang w:val="es-E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9B2F6C" wp14:editId="1177254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-264795</wp:posOffset>
                      </wp:positionV>
                      <wp:extent cx="905510" cy="764274"/>
                      <wp:effectExtent l="0" t="0" r="27940" b="36195"/>
                      <wp:wrapNone/>
                      <wp:docPr id="5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5510" cy="76427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483AD4" id="5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-20.85pt" to="65.8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FC196D" w:rsidRDefault="00A51025" w:rsidP="00A51025">
            <w:pPr>
              <w:spacing w:before="120" w:after="120"/>
              <w:rPr>
                <w:lang w:val="es-ES"/>
              </w:rPr>
            </w:pPr>
            <w:bookmarkStart w:id="0" w:name="_GoBack"/>
            <w:bookmarkEnd w:id="0"/>
          </w:p>
        </w:tc>
      </w:tr>
      <w:tr w:rsidR="00A51025" w:rsidTr="00D4391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GB"/>
              </w:rPr>
              <w:t>5G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FC196D" w:rsidRDefault="00FC196D" w:rsidP="00A51025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Versión de LTE compatible con IoT.</w:t>
            </w:r>
          </w:p>
        </w:tc>
      </w:tr>
      <w:tr w:rsidR="00A51025" w:rsidTr="00D4391C"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FC196D" w:rsidRDefault="00A51025" w:rsidP="00A51025">
            <w:pPr>
              <w:spacing w:before="120" w:after="120"/>
              <w:jc w:val="center"/>
              <w:rPr>
                <w:lang w:val="es-ES"/>
              </w:rPr>
            </w:pPr>
          </w:p>
        </w:tc>
        <w:tc>
          <w:tcPr>
            <w:tcW w:w="1418" w:type="dxa"/>
          </w:tcPr>
          <w:p w:rsidR="00A51025" w:rsidRPr="00FC196D" w:rsidRDefault="00FC196D" w:rsidP="00A51025">
            <w:pPr>
              <w:spacing w:before="120" w:after="120"/>
              <w:rPr>
                <w:lang w:val="es-E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DE7DAC" wp14:editId="4C87F7A4">
                      <wp:simplePos x="0" y="0"/>
                      <wp:positionH relativeFrom="column">
                        <wp:posOffset>-83672</wp:posOffset>
                      </wp:positionH>
                      <wp:positionV relativeFrom="paragraph">
                        <wp:posOffset>-157420</wp:posOffset>
                      </wp:positionV>
                      <wp:extent cx="894552" cy="1754372"/>
                      <wp:effectExtent l="0" t="0" r="20320" b="3683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4552" cy="17543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A7C1BA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pt,-12.4pt" to="63.85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FC196D" w:rsidRDefault="00A51025" w:rsidP="00A51025">
            <w:pPr>
              <w:spacing w:before="120" w:after="120"/>
              <w:rPr>
                <w:lang w:val="es-ES"/>
              </w:rPr>
            </w:pPr>
          </w:p>
        </w:tc>
      </w:tr>
      <w:tr w:rsidR="00A51025" w:rsidTr="00D4391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757E22">
              <w:rPr>
                <w:lang w:val="en-GB"/>
              </w:rPr>
              <w:t>Adafruit IO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FC196D" w:rsidP="00A51025">
            <w:pPr>
              <w:spacing w:before="120" w:after="120"/>
              <w:rPr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2D525F" wp14:editId="56BDC560">
                      <wp:simplePos x="0" y="0"/>
                      <wp:positionH relativeFrom="column">
                        <wp:posOffset>-68436</wp:posOffset>
                      </wp:positionH>
                      <wp:positionV relativeFrom="paragraph">
                        <wp:posOffset>-1263991</wp:posOffset>
                      </wp:positionV>
                      <wp:extent cx="875226" cy="2567759"/>
                      <wp:effectExtent l="0" t="0" r="20320" b="23495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5226" cy="25677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632642" id="3 Conector recto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99.55pt" to="63.5pt,1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  <w:r w:rsidR="001D5901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531631" wp14:editId="1F8722FB">
                      <wp:simplePos x="0" y="0"/>
                      <wp:positionH relativeFrom="column">
                        <wp:posOffset>-74630</wp:posOffset>
                      </wp:positionH>
                      <wp:positionV relativeFrom="paragraph">
                        <wp:posOffset>394036</wp:posOffset>
                      </wp:positionV>
                      <wp:extent cx="905510" cy="0"/>
                      <wp:effectExtent l="0" t="0" r="27940" b="19050"/>
                      <wp:wrapNone/>
                      <wp:docPr id="4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55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643D90" id="5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31.05pt" to="65.4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FC196D" w:rsidRDefault="00FC196D" w:rsidP="00A51025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Sistema que hace que los datos sean útiles. Es fácil de usar y permite conexiones de datos simples con poca programación requerida</w:t>
            </w:r>
            <w:r w:rsidR="00A51025" w:rsidRPr="00FC196D">
              <w:rPr>
                <w:lang w:val="es-ES"/>
              </w:rPr>
              <w:t>.</w:t>
            </w:r>
          </w:p>
        </w:tc>
      </w:tr>
      <w:tr w:rsidR="00A51025" w:rsidTr="00D4391C"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FC196D" w:rsidRDefault="00A51025" w:rsidP="00A51025">
            <w:pPr>
              <w:spacing w:before="120" w:after="120"/>
              <w:jc w:val="center"/>
              <w:rPr>
                <w:lang w:val="es-ES"/>
              </w:rPr>
            </w:pPr>
          </w:p>
        </w:tc>
        <w:tc>
          <w:tcPr>
            <w:tcW w:w="1418" w:type="dxa"/>
          </w:tcPr>
          <w:p w:rsidR="00A51025" w:rsidRPr="00FC196D" w:rsidRDefault="00A51025" w:rsidP="00A51025">
            <w:pPr>
              <w:spacing w:before="120" w:after="120"/>
              <w:rPr>
                <w:lang w:val="es-ES"/>
              </w:rPr>
            </w:pP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Pr="00FC196D" w:rsidRDefault="00A51025" w:rsidP="00A51025">
            <w:pPr>
              <w:spacing w:before="120" w:after="120"/>
              <w:rPr>
                <w:lang w:val="es-ES"/>
              </w:rPr>
            </w:pPr>
          </w:p>
        </w:tc>
      </w:tr>
      <w:tr w:rsidR="00A51025" w:rsidTr="00D4391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563AEB">
              <w:rPr>
                <w:lang w:val="en-US"/>
              </w:rPr>
              <w:t>M2M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Pr="00FC196D" w:rsidRDefault="00FC196D" w:rsidP="00A51025">
            <w:pPr>
              <w:spacing w:before="120" w:after="120"/>
              <w:rPr>
                <w:lang w:val="es-ES"/>
              </w:rPr>
            </w:pPr>
            <w:r w:rsidRPr="00174720">
              <w:rPr>
                <w:lang w:val="es-ES"/>
              </w:rPr>
              <w:t>Abreviatura utilizada para referirse a la quinta generación de tecnologías de telefonía móvil.</w:t>
            </w:r>
          </w:p>
        </w:tc>
      </w:tr>
    </w:tbl>
    <w:p w:rsidR="00A51025" w:rsidRPr="00FC196D" w:rsidRDefault="00A51025" w:rsidP="00A51025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:rsidR="00C148FD" w:rsidRPr="00FC196D" w:rsidRDefault="00C148FD" w:rsidP="00C148FD">
      <w:pPr>
        <w:pStyle w:val="eLineBottom"/>
        <w:rPr>
          <w:lang w:val="es-ES"/>
        </w:rPr>
      </w:pPr>
    </w:p>
    <w:p w:rsidR="001922A0" w:rsidRPr="00FC196D" w:rsidRDefault="001922A0" w:rsidP="001922A0">
      <w:pPr>
        <w:rPr>
          <w:lang w:val="es-ES"/>
        </w:rPr>
      </w:pPr>
    </w:p>
    <w:p w:rsidR="001922A0" w:rsidRPr="003A18B3" w:rsidRDefault="003A18B3" w:rsidP="003A18B3">
      <w:pPr>
        <w:pStyle w:val="eTask"/>
        <w:ind w:right="-142"/>
        <w:rPr>
          <w:lang w:val="es-ES"/>
        </w:rPr>
      </w:pPr>
      <w:r w:rsidRPr="003A18B3">
        <w:rPr>
          <w:lang w:val="es-ES"/>
        </w:rPr>
        <w:t xml:space="preserve">Enumere </w:t>
      </w:r>
      <w:r>
        <w:rPr>
          <w:lang w:val="es-ES"/>
        </w:rPr>
        <w:t>3</w:t>
      </w:r>
      <w:r w:rsidRPr="003A18B3">
        <w:rPr>
          <w:lang w:val="es-ES"/>
        </w:rPr>
        <w:t xml:space="preserve"> parámetros básicos que caracterizan a IPv6 (Internet Protocol version 6)</w:t>
      </w:r>
    </w:p>
    <w:p w:rsidR="001922A0" w:rsidRPr="003A18B3" w:rsidRDefault="001922A0" w:rsidP="00A51025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D4391C" w:rsidRDefault="00EB6B74" w:rsidP="00D4391C">
      <w:r w:rsidRPr="00C92DC7">
        <w:t>1</w:t>
      </w:r>
      <w:r>
        <w:t>.</w:t>
      </w:r>
      <w:r>
        <w:tab/>
      </w:r>
      <w:r w:rsidR="00D4391C">
        <w:rPr>
          <w:color w:val="FF0000"/>
        </w:rPr>
        <w:t xml:space="preserve">IPv6 utiliza un formato de direcció de </w:t>
      </w:r>
      <w:r w:rsidR="00D4391C" w:rsidRPr="001D5901">
        <w:rPr>
          <w:color w:val="FF0000"/>
        </w:rPr>
        <w:t>128-bit</w:t>
      </w:r>
    </w:p>
    <w:p w:rsidR="00D4391C" w:rsidRPr="00C92DC7" w:rsidRDefault="00D4391C" w:rsidP="00D4391C"/>
    <w:p w:rsidR="00D4391C" w:rsidRDefault="00D4391C" w:rsidP="00D4391C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>
        <w:rPr>
          <w:color w:val="FF0000"/>
        </w:rPr>
        <w:t>Enrutamiento más eficiente</w:t>
      </w:r>
    </w:p>
    <w:p w:rsidR="00D4391C" w:rsidRPr="001922A0" w:rsidRDefault="00D4391C" w:rsidP="00D4391C">
      <w:pPr>
        <w:rPr>
          <w:noProof/>
          <w:lang w:val="sk-SK" w:eastAsia="sk-SK"/>
        </w:rPr>
      </w:pPr>
    </w:p>
    <w:p w:rsidR="00D4391C" w:rsidRDefault="00D4391C" w:rsidP="00D4391C">
      <w:r w:rsidRPr="001922A0">
        <w:rPr>
          <w:noProof/>
          <w:lang w:val="sk-SK" w:eastAsia="sk-SK"/>
        </w:rPr>
        <w:t>3.</w:t>
      </w:r>
      <w:r>
        <w:tab/>
      </w:r>
      <w:r>
        <w:rPr>
          <w:color w:val="FF0000"/>
        </w:rPr>
        <w:t>Administración más sencilla</w:t>
      </w:r>
    </w:p>
    <w:p w:rsidR="00F01181" w:rsidRPr="00D4391C" w:rsidRDefault="00F01181" w:rsidP="00D4391C">
      <w:pPr>
        <w:rPr>
          <w:noProof/>
          <w:lang w:eastAsia="sk-SK"/>
        </w:rPr>
      </w:pPr>
    </w:p>
    <w:p w:rsidR="00C148FD" w:rsidRPr="00D4391C" w:rsidRDefault="00C148FD" w:rsidP="00C148FD">
      <w:pPr>
        <w:pStyle w:val="eLineBottom"/>
        <w:rPr>
          <w:lang w:val="es-ES"/>
        </w:rPr>
      </w:pPr>
    </w:p>
    <w:p w:rsidR="00C148FD" w:rsidRPr="00D4391C" w:rsidRDefault="00C148FD" w:rsidP="00C148FD">
      <w:pPr>
        <w:rPr>
          <w:lang w:val="es-ES"/>
        </w:rPr>
      </w:pPr>
    </w:p>
    <w:p w:rsidR="00C148FD" w:rsidRPr="00FC196D" w:rsidRDefault="00FC196D" w:rsidP="00FC196D">
      <w:pPr>
        <w:pStyle w:val="eTask"/>
        <w:rPr>
          <w:lang w:val="es-ES"/>
        </w:rPr>
      </w:pPr>
      <w:r w:rsidRPr="00FC196D">
        <w:rPr>
          <w:lang w:val="es-ES"/>
        </w:rPr>
        <w:t>Corrija el texto para que las siguientes frases sean verdaderas</w:t>
      </w:r>
      <w:r>
        <w:rPr>
          <w:lang w:val="es-ES"/>
        </w:rPr>
        <w:t>.</w:t>
      </w:r>
    </w:p>
    <w:p w:rsidR="00BC1E8F" w:rsidRPr="00FC196D" w:rsidRDefault="00BC1E8F" w:rsidP="00A51025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:rsidR="003A18B3" w:rsidRPr="00174720" w:rsidRDefault="003A18B3" w:rsidP="003A18B3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Las direcciones </w:t>
      </w:r>
      <w:r w:rsidRPr="00174720">
        <w:rPr>
          <w:lang w:val="es-ES"/>
        </w:rPr>
        <w:t xml:space="preserve">IPv6 </w:t>
      </w:r>
      <w:r>
        <w:rPr>
          <w:lang w:val="es-ES"/>
        </w:rPr>
        <w:t>se representan como</w:t>
      </w:r>
      <w:r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cuatro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ocho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174720">
        <w:rPr>
          <w:lang w:val="es-ES"/>
        </w:rPr>
        <w:t xml:space="preserve"> grup</w:t>
      </w:r>
      <w:r>
        <w:rPr>
          <w:lang w:val="es-ES"/>
        </w:rPr>
        <w:t>o</w:t>
      </w:r>
      <w:r w:rsidRPr="00174720">
        <w:rPr>
          <w:lang w:val="es-ES"/>
        </w:rPr>
        <w:t xml:space="preserve">s </w:t>
      </w:r>
      <w:r>
        <w:rPr>
          <w:lang w:val="es-ES"/>
        </w:rPr>
        <w:t>de</w:t>
      </w:r>
      <w:r w:rsidRPr="00174720">
        <w:rPr>
          <w:lang w:val="es-ES"/>
        </w:rPr>
        <w:t xml:space="preserve"> 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cuatro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dos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174720">
        <w:rPr>
          <w:lang w:val="es-ES"/>
        </w:rPr>
        <w:t xml:space="preserve"> </w:t>
      </w:r>
      <w:r>
        <w:rPr>
          <w:lang w:val="es-ES"/>
        </w:rPr>
        <w:t xml:space="preserve">dígitos </w:t>
      </w:r>
      <w:r w:rsidRPr="00174720">
        <w:rPr>
          <w:lang w:val="es-ES"/>
        </w:rPr>
        <w:t>hexadecimal</w:t>
      </w:r>
      <w:r>
        <w:rPr>
          <w:lang w:val="es-ES"/>
        </w:rPr>
        <w:t>es.</w:t>
      </w:r>
    </w:p>
    <w:p w:rsidR="003A18B3" w:rsidRPr="00174720" w:rsidRDefault="003A18B3" w:rsidP="003A18B3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Los dispositivos </w:t>
      </w:r>
      <w:r w:rsidRPr="00174720">
        <w:rPr>
          <w:lang w:val="es-ES"/>
        </w:rPr>
        <w:t xml:space="preserve">IoT </w:t>
      </w:r>
      <w:r>
        <w:rPr>
          <w:lang w:val="es-ES"/>
        </w:rPr>
        <w:t>e</w:t>
      </w:r>
      <w:r w:rsidRPr="00174720">
        <w:rPr>
          <w:lang w:val="es-ES"/>
        </w:rPr>
        <w:t>n</w:t>
      </w:r>
      <w:r>
        <w:rPr>
          <w:lang w:val="es-ES"/>
        </w:rPr>
        <w:t xml:space="preserve"> instalaciones de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interior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exterior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174720">
        <w:rPr>
          <w:lang w:val="es-ES"/>
        </w:rPr>
        <w:t xml:space="preserve"> </w:t>
      </w:r>
      <w:r>
        <w:rPr>
          <w:lang w:val="es-ES"/>
        </w:rPr>
        <w:t xml:space="preserve">utilizan </w:t>
      </w:r>
      <w:r w:rsidRPr="00174720">
        <w:rPr>
          <w:lang w:val="es-ES"/>
        </w:rPr>
        <w:t>com</w:t>
      </w:r>
      <w:r>
        <w:rPr>
          <w:lang w:val="es-ES"/>
        </w:rPr>
        <w:t>únmente</w:t>
      </w:r>
      <w:r w:rsidRPr="00174720">
        <w:rPr>
          <w:lang w:val="es-ES"/>
        </w:rPr>
        <w:t xml:space="preserve"> Wi-Fi </w:t>
      </w:r>
      <w:r>
        <w:rPr>
          <w:lang w:val="es-ES"/>
        </w:rPr>
        <w:t>y</w:t>
      </w:r>
      <w:r w:rsidRPr="00174720">
        <w:rPr>
          <w:lang w:val="es-ES"/>
        </w:rPr>
        <w:t xml:space="preserve"> Bluetooth.</w:t>
      </w:r>
    </w:p>
    <w:p w:rsidR="003A18B3" w:rsidRPr="00174720" w:rsidRDefault="003A18B3" w:rsidP="003A18B3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El consumo de energía de </w:t>
      </w:r>
      <w:r w:rsidRPr="00174720">
        <w:rPr>
          <w:lang w:val="es-ES"/>
        </w:rPr>
        <w:t xml:space="preserve">Wi-Fi </w:t>
      </w:r>
      <w:r>
        <w:rPr>
          <w:lang w:val="es-ES"/>
        </w:rPr>
        <w:t>e</w:t>
      </w:r>
      <w:r w:rsidRPr="00174720">
        <w:rPr>
          <w:lang w:val="es-ES"/>
        </w:rPr>
        <w:t>s much</w:t>
      </w:r>
      <w:r>
        <w:rPr>
          <w:lang w:val="es-ES"/>
        </w:rPr>
        <w:t>o más</w:t>
      </w:r>
      <w:r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alto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bajo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174720">
        <w:rPr>
          <w:lang w:val="es-ES"/>
        </w:rPr>
        <w:t xml:space="preserve"> </w:t>
      </w:r>
      <w:r>
        <w:rPr>
          <w:lang w:val="es-ES"/>
        </w:rPr>
        <w:t>que</w:t>
      </w:r>
      <w:r w:rsidRPr="00174720">
        <w:rPr>
          <w:lang w:val="es-ES"/>
        </w:rPr>
        <w:t xml:space="preserve"> Bluetooth.</w:t>
      </w:r>
    </w:p>
    <w:p w:rsidR="00F01181" w:rsidRPr="00341587" w:rsidRDefault="00341587" w:rsidP="00524735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En 2020, la tecnología </w:t>
      </w:r>
      <w:r w:rsidRPr="00174720">
        <w:rPr>
          <w:lang w:val="es-ES"/>
        </w:rPr>
        <w:t xml:space="preserve">5G </w:t>
      </w:r>
      <w:r>
        <w:rPr>
          <w:lang w:val="es-ES"/>
        </w:rPr>
        <w:t>trabajará en las bandas de</w:t>
      </w:r>
      <w:r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 xml:space="preserve">1,6 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es-ES"/>
                  </w:rPr>
                  <m:t>y</m:t>
                </m:r>
                <m:r>
                  <m:rPr>
                    <m:nor/>
                  </m:rPr>
                  <w:rPr>
                    <w:strike/>
                    <w:lang w:val="es-ES"/>
                  </w:rPr>
                  <m:t xml:space="preserve"> 35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3,6 y 26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</m:eqArr>
          </m:e>
        </m:d>
      </m:oMath>
      <w:r w:rsidR="00F01181" w:rsidRPr="00341587">
        <w:rPr>
          <w:lang w:val="es-ES"/>
        </w:rPr>
        <w:t xml:space="preserve"> </w:t>
      </w:r>
      <w:r>
        <w:rPr>
          <w:lang w:val="es-ES"/>
        </w:rPr>
        <w:t xml:space="preserve">en la Comunidad Europea. </w:t>
      </w:r>
    </w:p>
    <w:p w:rsidR="00BC1E8F" w:rsidRPr="00341587" w:rsidRDefault="00341587" w:rsidP="00A51025">
      <w:pPr>
        <w:spacing w:line="360" w:lineRule="auto"/>
        <w:rPr>
          <w:lang w:val="es-ES"/>
        </w:rPr>
      </w:pPr>
      <w:r>
        <w:rPr>
          <w:lang w:val="es-ES"/>
        </w:rPr>
        <w:lastRenderedPageBreak/>
        <w:t>Los dispositivos habilitados para IoT funcionarán a baja potencia con una vida útil de hasta</w:t>
      </w:r>
      <w:r w:rsidRPr="0017472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cuatro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diez</m:t>
                </m:r>
              </m:e>
            </m:eqArr>
          </m:e>
        </m:d>
      </m:oMath>
      <w:r w:rsidR="00654C16" w:rsidRPr="00341587">
        <w:rPr>
          <w:lang w:val="es-ES"/>
        </w:rPr>
        <w:t xml:space="preserve"> </w:t>
      </w:r>
      <w:r>
        <w:rPr>
          <w:lang w:val="es-ES"/>
        </w:rPr>
        <w:t>años</w:t>
      </w:r>
      <w:r w:rsidRPr="00174720">
        <w:rPr>
          <w:lang w:val="es-ES"/>
        </w:rPr>
        <w:t xml:space="preserve"> </w:t>
      </w:r>
      <w:r>
        <w:rPr>
          <w:lang w:val="es-ES"/>
        </w:rPr>
        <w:t>e</w:t>
      </w:r>
      <w:r w:rsidRPr="00174720">
        <w:rPr>
          <w:lang w:val="es-ES"/>
        </w:rPr>
        <w:t xml:space="preserve">n </w:t>
      </w:r>
      <w:r>
        <w:rPr>
          <w:lang w:val="es-ES"/>
        </w:rPr>
        <w:t>algunas</w:t>
      </w:r>
      <w:r w:rsidRPr="00174720">
        <w:rPr>
          <w:lang w:val="es-ES"/>
        </w:rPr>
        <w:t xml:space="preserve"> aplica</w:t>
      </w:r>
      <w:r>
        <w:rPr>
          <w:lang w:val="es-ES"/>
        </w:rPr>
        <w:t>c</w:t>
      </w:r>
      <w:r w:rsidRPr="00174720">
        <w:rPr>
          <w:lang w:val="es-ES"/>
        </w:rPr>
        <w:t>ion</w:t>
      </w:r>
      <w:r>
        <w:rPr>
          <w:lang w:val="es-ES"/>
        </w:rPr>
        <w:t>e</w:t>
      </w:r>
      <w:r w:rsidRPr="00174720">
        <w:rPr>
          <w:lang w:val="es-ES"/>
        </w:rPr>
        <w:t>s</w:t>
      </w:r>
      <w:r w:rsidR="00654C16" w:rsidRPr="00341587">
        <w:rPr>
          <w:lang w:val="es-ES"/>
        </w:rPr>
        <w:t>.</w:t>
      </w:r>
    </w:p>
    <w:p w:rsidR="00A51025" w:rsidRPr="00E568C7" w:rsidRDefault="00A51025" w:rsidP="00A51025">
      <w:pPr>
        <w:pStyle w:val="eLineBottom"/>
        <w:rPr>
          <w:sz w:val="22"/>
          <w:szCs w:val="22"/>
          <w:lang w:val="es-ES"/>
        </w:rPr>
      </w:pPr>
    </w:p>
    <w:p w:rsidR="00A51025" w:rsidRPr="00E568C7" w:rsidRDefault="00A51025" w:rsidP="00A51025">
      <w:pPr>
        <w:spacing w:line="360" w:lineRule="auto"/>
        <w:rPr>
          <w:sz w:val="22"/>
          <w:szCs w:val="22"/>
          <w:lang w:val="es-ES"/>
        </w:rPr>
      </w:pPr>
    </w:p>
    <w:p w:rsidR="00666397" w:rsidRPr="00341587" w:rsidRDefault="00341587" w:rsidP="00A51025">
      <w:pPr>
        <w:pStyle w:val="eTask"/>
        <w:rPr>
          <w:lang w:val="es-ES"/>
        </w:rPr>
      </w:pPr>
      <w:r w:rsidRPr="00BA262E">
        <w:rPr>
          <w:lang w:val="es-ES"/>
        </w:rPr>
        <w:t>Asigne los términos de la columna izquierda a las definiciones correspondientes de la columna de la derecha</w:t>
      </w:r>
      <w:r w:rsidR="00666397" w:rsidRPr="00341587">
        <w:rPr>
          <w:lang w:val="es-ES"/>
        </w:rPr>
        <w:t>.</w:t>
      </w:r>
    </w:p>
    <w:p w:rsidR="00666397" w:rsidRPr="00341587" w:rsidRDefault="00341587" w:rsidP="00666397">
      <w:pPr>
        <w:pStyle w:val="eCheckBoxText"/>
        <w:spacing w:line="360" w:lineRule="auto"/>
        <w:jc w:val="both"/>
        <w:rPr>
          <w:sz w:val="22"/>
          <w:lang w:val="es-E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1EE379" wp14:editId="1D096C34">
                <wp:simplePos x="0" y="0"/>
                <wp:positionH relativeFrom="column">
                  <wp:posOffset>1843405</wp:posOffset>
                </wp:positionH>
                <wp:positionV relativeFrom="paragraph">
                  <wp:posOffset>470624</wp:posOffset>
                </wp:positionV>
                <wp:extent cx="1211580" cy="2902688"/>
                <wp:effectExtent l="0" t="0" r="26670" b="31115"/>
                <wp:wrapNone/>
                <wp:docPr id="11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1580" cy="290268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96B936" id="3 Conector recto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37.05pt" to="240.55pt,2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" strokecolor="red" strokeweight=".5pt">
                <v:stroke joinstyle="miter"/>
              </v:line>
            </w:pict>
          </mc:Fallback>
        </mc:AlternateContent>
      </w:r>
      <w:r w:rsidR="001D5901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FFE2B6" wp14:editId="76A93828">
                <wp:simplePos x="0" y="0"/>
                <wp:positionH relativeFrom="column">
                  <wp:posOffset>1843406</wp:posOffset>
                </wp:positionH>
                <wp:positionV relativeFrom="paragraph">
                  <wp:posOffset>513153</wp:posOffset>
                </wp:positionV>
                <wp:extent cx="1212112" cy="836762"/>
                <wp:effectExtent l="0" t="0" r="26670" b="20955"/>
                <wp:wrapNone/>
                <wp:docPr id="14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2112" cy="83676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E24C40" id="3 Conector recto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40.4pt" to="240.6pt,1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" strokecolor="red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474"/>
        <w:gridCol w:w="1915"/>
        <w:gridCol w:w="4247"/>
      </w:tblGrid>
      <w:tr w:rsidR="00666397" w:rsidRPr="00666397" w:rsidTr="00341587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34158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s-ES"/>
              </w:rPr>
              <w:t>Eficiencia energética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341587" w:rsidRDefault="0034158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 w:rsidRPr="00EA60B7">
              <w:rPr>
                <w:lang w:val="es-ES"/>
              </w:rPr>
              <w:t>Un tipo de comunicación sobre líneas eléctricas</w:t>
            </w:r>
            <w:r>
              <w:rPr>
                <w:lang w:val="es-ES"/>
              </w:rPr>
              <w:t>.</w:t>
            </w:r>
          </w:p>
        </w:tc>
      </w:tr>
      <w:tr w:rsidR="00666397" w:rsidRPr="00666397" w:rsidTr="00341587"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E568C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Pr="00E568C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E568C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</w:p>
        </w:tc>
      </w:tr>
      <w:tr w:rsidR="00341587" w:rsidRPr="00666397" w:rsidTr="00341587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87" w:rsidRDefault="00341587" w:rsidP="00341587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 w:rsidRPr="00FF65A3">
              <w:rPr>
                <w:i/>
                <w:lang w:val="es-ES"/>
              </w:rPr>
              <w:t>Narrowband</w:t>
            </w:r>
            <w:r w:rsidRPr="00174720">
              <w:rPr>
                <w:lang w:val="es-ES"/>
              </w:rPr>
              <w:t xml:space="preserve"> PLC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1587" w:rsidRDefault="00341587" w:rsidP="00341587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87" w:rsidRPr="00A33A54" w:rsidRDefault="00341587" w:rsidP="00341587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 w:rsidRPr="00EA60B7">
              <w:rPr>
                <w:lang w:val="es-ES"/>
              </w:rPr>
              <w:t xml:space="preserve">Uso de </w:t>
            </w:r>
            <w:r>
              <w:rPr>
                <w:lang w:val="es-ES"/>
              </w:rPr>
              <w:t>dispositivos portátiles</w:t>
            </w:r>
            <w:r w:rsidRPr="00EA60B7">
              <w:rPr>
                <w:lang w:val="es-ES"/>
              </w:rPr>
              <w:t xml:space="preserve">, </w:t>
            </w:r>
            <w:r w:rsidRPr="00FF65A3">
              <w:rPr>
                <w:lang w:val="es-ES"/>
              </w:rPr>
              <w:t xml:space="preserve">dispositivos de detección de caídas o calidad de vida para personas. </w:t>
            </w:r>
          </w:p>
        </w:tc>
      </w:tr>
      <w:tr w:rsidR="00666397" w:rsidRPr="00666397" w:rsidTr="00341587"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E568C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  <w:r w:rsidRPr="00E568C7">
              <w:rPr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870473" wp14:editId="6EC2AD81">
                      <wp:simplePos x="0" y="0"/>
                      <wp:positionH relativeFrom="column">
                        <wp:posOffset>1501140</wp:posOffset>
                      </wp:positionH>
                      <wp:positionV relativeFrom="paragraph">
                        <wp:posOffset>708040</wp:posOffset>
                      </wp:positionV>
                      <wp:extent cx="1211580" cy="10633"/>
                      <wp:effectExtent l="0" t="0" r="26670" b="2794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1580" cy="1063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83A835" id="3 Conector recto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2pt,55.75pt" to="213.6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E568C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  <w:r w:rsidRPr="00E568C7">
              <w:rPr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9112076" wp14:editId="01173EB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-323318</wp:posOffset>
                      </wp:positionV>
                      <wp:extent cx="1211580" cy="1914510"/>
                      <wp:effectExtent l="0" t="0" r="26670" b="2921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1580" cy="19145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E1D470" id="3 Conector recto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25.45pt" to="89.9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E568C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</w:p>
        </w:tc>
      </w:tr>
      <w:tr w:rsidR="00341587" w:rsidRPr="00666397" w:rsidTr="00341587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87" w:rsidRDefault="00341587" w:rsidP="00341587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s-ES"/>
              </w:rPr>
              <w:t>Casa inteligente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587" w:rsidRDefault="00341587" w:rsidP="00341587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87" w:rsidRPr="00174720" w:rsidRDefault="00341587" w:rsidP="00341587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 w:rsidRPr="00EA60B7">
              <w:rPr>
                <w:lang w:val="es-ES"/>
              </w:rPr>
              <w:t>puede aprender sobre los hábitos de los propietarios y sugerir una película de televisión, una comida o una bebida ...</w:t>
            </w:r>
          </w:p>
        </w:tc>
      </w:tr>
      <w:tr w:rsidR="00666397" w:rsidRPr="00666397" w:rsidTr="00341587"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E568C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666397" w:rsidRPr="00E568C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E568C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Cs w:val="24"/>
                <w:lang w:val="es-ES"/>
              </w:rPr>
            </w:pPr>
          </w:p>
        </w:tc>
      </w:tr>
      <w:tr w:rsidR="00341587" w:rsidTr="00341587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87" w:rsidRDefault="00341587" w:rsidP="00341587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s-ES"/>
              </w:rPr>
              <w:t>Salud inteligente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587" w:rsidRDefault="00341587" w:rsidP="00341587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87" w:rsidRPr="00174720" w:rsidRDefault="00341587" w:rsidP="00341587">
            <w:pPr>
              <w:pStyle w:val="eCheckBoxText"/>
              <w:spacing w:before="120" w:after="120"/>
              <w:ind w:left="0" w:firstLine="0"/>
              <w:jc w:val="both"/>
              <w:rPr>
                <w:lang w:val="es-ES"/>
              </w:rPr>
            </w:pPr>
            <w:r>
              <w:rPr>
                <w:lang w:val="es-ES"/>
              </w:rPr>
              <w:t>Característica de dispositivo remoto</w:t>
            </w:r>
          </w:p>
        </w:tc>
      </w:tr>
    </w:tbl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Pr="00E568C7" w:rsidRDefault="00666397" w:rsidP="00666397">
      <w:pPr>
        <w:pStyle w:val="eLineBottom"/>
        <w:rPr>
          <w:sz w:val="20"/>
          <w:lang w:val="en-US"/>
        </w:rPr>
      </w:pPr>
    </w:p>
    <w:p w:rsidR="00666397" w:rsidRPr="00E568C7" w:rsidRDefault="00666397" w:rsidP="00666397">
      <w:pPr>
        <w:pStyle w:val="eCheckBoxText"/>
        <w:spacing w:line="360" w:lineRule="auto"/>
        <w:jc w:val="both"/>
        <w:rPr>
          <w:sz w:val="20"/>
          <w:lang w:val="en-US"/>
        </w:rPr>
      </w:pPr>
    </w:p>
    <w:p w:rsidR="00666397" w:rsidRPr="00341587" w:rsidRDefault="00341587" w:rsidP="00A51025">
      <w:pPr>
        <w:pStyle w:val="eTask"/>
        <w:rPr>
          <w:lang w:val="es-ES"/>
        </w:rPr>
      </w:pPr>
      <w:r w:rsidRPr="00FF65A3">
        <w:rPr>
          <w:lang w:val="es-ES"/>
        </w:rPr>
        <w:t>Enumere un mínimo de 4 aplicaciones básicas y su descripción en el cam</w:t>
      </w:r>
      <w:r>
        <w:rPr>
          <w:lang w:val="es-ES"/>
        </w:rPr>
        <w:t>po de las ciudades inteligentes</w:t>
      </w:r>
      <w:r w:rsidR="00666397" w:rsidRPr="00341587">
        <w:rPr>
          <w:lang w:val="es-ES"/>
        </w:rPr>
        <w:t>.</w:t>
      </w:r>
    </w:p>
    <w:p w:rsidR="00666397" w:rsidRPr="00E568C7" w:rsidRDefault="00666397" w:rsidP="00666397">
      <w:pPr>
        <w:pStyle w:val="eCheckBoxText"/>
        <w:spacing w:line="360" w:lineRule="auto"/>
        <w:jc w:val="both"/>
        <w:rPr>
          <w:sz w:val="20"/>
          <w:lang w:val="es-ES"/>
        </w:rPr>
      </w:pPr>
    </w:p>
    <w:p w:rsidR="00666397" w:rsidRPr="009B4AEB" w:rsidRDefault="00666397" w:rsidP="001D5901">
      <w:pPr>
        <w:ind w:left="709" w:hanging="709"/>
        <w:rPr>
          <w:color w:val="FF0000"/>
        </w:rPr>
      </w:pPr>
      <w:r w:rsidRPr="00A51025">
        <w:t>1.</w:t>
      </w:r>
      <w:r w:rsidRPr="00A51025">
        <w:tab/>
      </w:r>
      <w:r w:rsidR="001D5901" w:rsidRPr="001D5901">
        <w:rPr>
          <w:b/>
          <w:color w:val="FF0000"/>
        </w:rPr>
        <w:t>S</w:t>
      </w:r>
      <w:r w:rsidR="009B4AEB">
        <w:rPr>
          <w:b/>
          <w:color w:val="FF0000"/>
        </w:rPr>
        <w:t>alud estructural</w:t>
      </w:r>
      <w:r w:rsidR="001D5901" w:rsidRPr="009B4AEB">
        <w:rPr>
          <w:color w:val="FF0000"/>
        </w:rPr>
        <w:t xml:space="preserve">: </w:t>
      </w:r>
      <w:r w:rsidR="009B4AEB" w:rsidRPr="009B4AEB">
        <w:rPr>
          <w:color w:val="FF0000"/>
          <w:lang w:val="es-ES"/>
        </w:rPr>
        <w:t>Registro de vibraciones y del estado de la condición estructural en edificios, puentes y monumentos históricos.</w:t>
      </w:r>
    </w:p>
    <w:p w:rsidR="00666397" w:rsidRPr="00A51025" w:rsidRDefault="00666397" w:rsidP="00A51025"/>
    <w:p w:rsidR="00666397" w:rsidRPr="00A51025" w:rsidRDefault="00666397" w:rsidP="001D5901">
      <w:pPr>
        <w:ind w:left="709" w:hanging="709"/>
      </w:pPr>
      <w:r w:rsidRPr="00A51025">
        <w:t>2.</w:t>
      </w:r>
      <w:r w:rsidRPr="00A51025">
        <w:tab/>
      </w:r>
      <w:r w:rsidR="009B4AEB">
        <w:rPr>
          <w:b/>
          <w:color w:val="FF0000"/>
        </w:rPr>
        <w:t>Congestión de tráfico</w:t>
      </w:r>
      <w:r w:rsidR="001D5901" w:rsidRPr="009B4AEB">
        <w:rPr>
          <w:color w:val="FF0000"/>
        </w:rPr>
        <w:t xml:space="preserve">: </w:t>
      </w:r>
      <w:r w:rsidR="009B4AEB" w:rsidRPr="009B4AEB">
        <w:rPr>
          <w:color w:val="FF0000"/>
          <w:lang w:val="es-ES"/>
        </w:rPr>
        <w:t>Seguimiento del nivel de vehículos y peatones para optimizar rutas de conducción y paseo.</w:t>
      </w:r>
    </w:p>
    <w:p w:rsidR="00666397" w:rsidRPr="00A51025" w:rsidRDefault="00666397" w:rsidP="00A51025"/>
    <w:p w:rsidR="00666397" w:rsidRPr="009B4AEB" w:rsidRDefault="00666397" w:rsidP="00303502">
      <w:pPr>
        <w:ind w:left="709" w:hanging="709"/>
        <w:rPr>
          <w:color w:val="FF0000"/>
        </w:rPr>
      </w:pPr>
      <w:r w:rsidRPr="00A51025">
        <w:t>3.</w:t>
      </w:r>
      <w:r w:rsidRPr="00A51025">
        <w:tab/>
      </w:r>
      <w:r w:rsidR="009B4AEB">
        <w:rPr>
          <w:b/>
          <w:color w:val="FF0000"/>
        </w:rPr>
        <w:t>Iluminación inteligente</w:t>
      </w:r>
      <w:r w:rsidR="001D5901" w:rsidRPr="009B4AEB">
        <w:rPr>
          <w:color w:val="FF0000"/>
        </w:rPr>
        <w:t xml:space="preserve">: </w:t>
      </w:r>
      <w:r w:rsidR="009B4AEB" w:rsidRPr="009B4AEB">
        <w:rPr>
          <w:color w:val="FF0000"/>
          <w:lang w:val="es-ES"/>
        </w:rPr>
        <w:t>Iluminación inteligente y adaptativa al clima en alumbrado público</w:t>
      </w:r>
      <w:r w:rsidR="009B4AEB" w:rsidRPr="009B4AEB">
        <w:rPr>
          <w:color w:val="FF0000"/>
        </w:rPr>
        <w:t>.</w:t>
      </w:r>
    </w:p>
    <w:p w:rsidR="00666397" w:rsidRPr="00A51025" w:rsidRDefault="00666397" w:rsidP="00A51025"/>
    <w:p w:rsidR="00666397" w:rsidRPr="009B4AEB" w:rsidRDefault="00666397" w:rsidP="00303502">
      <w:pPr>
        <w:ind w:left="709" w:hanging="709"/>
        <w:rPr>
          <w:color w:val="FF0000"/>
        </w:rPr>
      </w:pPr>
      <w:r w:rsidRPr="00A51025">
        <w:t>4.</w:t>
      </w:r>
      <w:r w:rsidRPr="00A51025">
        <w:tab/>
      </w:r>
      <w:r w:rsidR="009B4AEB" w:rsidRPr="009B4AEB">
        <w:rPr>
          <w:b/>
          <w:color w:val="FF0000"/>
          <w:lang w:val="es-ES"/>
        </w:rPr>
        <w:t>Seguimiento de la calidad del agua potable</w:t>
      </w:r>
      <w:r w:rsidR="001D5901" w:rsidRPr="009B4AEB">
        <w:rPr>
          <w:color w:val="FF0000"/>
        </w:rPr>
        <w:t xml:space="preserve">: </w:t>
      </w:r>
      <w:r w:rsidR="009B4AEB" w:rsidRPr="009B4AEB">
        <w:rPr>
          <w:color w:val="FF0000"/>
          <w:lang w:val="es-ES"/>
        </w:rPr>
        <w:t>Seguimiento de la calidad del agua del grifo en las ciudades.</w:t>
      </w:r>
    </w:p>
    <w:p w:rsidR="00666397" w:rsidRPr="00E568C7" w:rsidRDefault="00666397" w:rsidP="00A51025">
      <w:pPr>
        <w:rPr>
          <w:sz w:val="16"/>
          <w:szCs w:val="16"/>
        </w:rPr>
      </w:pPr>
    </w:p>
    <w:p w:rsidR="00666397" w:rsidRPr="00E568C7" w:rsidRDefault="00666397" w:rsidP="00666397">
      <w:pPr>
        <w:pStyle w:val="eLineBottom"/>
        <w:rPr>
          <w:sz w:val="12"/>
          <w:szCs w:val="12"/>
          <w:lang w:val="es-ES"/>
        </w:rPr>
      </w:pPr>
    </w:p>
    <w:p w:rsidR="00666397" w:rsidRPr="00E568C7" w:rsidRDefault="00666397" w:rsidP="00666397">
      <w:pPr>
        <w:pStyle w:val="eCheckBoxText"/>
        <w:spacing w:line="360" w:lineRule="auto"/>
        <w:jc w:val="both"/>
        <w:rPr>
          <w:sz w:val="12"/>
          <w:szCs w:val="12"/>
          <w:lang w:val="es-ES"/>
        </w:rPr>
      </w:pPr>
    </w:p>
    <w:p w:rsidR="00A51025" w:rsidRPr="00E568C7" w:rsidRDefault="00A51025">
      <w:pPr>
        <w:rPr>
          <w:b/>
          <w:sz w:val="12"/>
          <w:szCs w:val="12"/>
          <w:lang w:val="es-ES"/>
        </w:rPr>
      </w:pPr>
      <w:r w:rsidRPr="00E568C7">
        <w:rPr>
          <w:sz w:val="16"/>
          <w:szCs w:val="16"/>
        </w:rPr>
        <w:br w:type="page"/>
      </w:r>
    </w:p>
    <w:p w:rsidR="00666397" w:rsidRPr="00F37BDD" w:rsidRDefault="00F37BDD" w:rsidP="00A51025">
      <w:pPr>
        <w:pStyle w:val="eTask"/>
        <w:rPr>
          <w:lang w:val="es-ES"/>
        </w:rPr>
      </w:pPr>
      <w:r w:rsidRPr="00FF65A3">
        <w:rPr>
          <w:lang w:val="es-ES"/>
        </w:rPr>
        <w:lastRenderedPageBreak/>
        <w:t>Corrija el texto para que las siguientes frases sean verdaderas</w:t>
      </w:r>
      <w:r w:rsidR="00666397" w:rsidRPr="00F37BDD">
        <w:rPr>
          <w:lang w:val="es-ES"/>
        </w:rPr>
        <w:t>.</w:t>
      </w:r>
    </w:p>
    <w:p w:rsidR="00666397" w:rsidRDefault="00666397" w:rsidP="00666397">
      <w:pPr>
        <w:pStyle w:val="eCheckBoxText"/>
        <w:spacing w:line="360" w:lineRule="auto"/>
        <w:jc w:val="both"/>
      </w:pPr>
    </w:p>
    <w:p w:rsidR="00F37BDD" w:rsidRPr="00314CED" w:rsidRDefault="00F37BDD" w:rsidP="00303502">
      <w:pPr>
        <w:spacing w:line="360" w:lineRule="auto"/>
        <w:jc w:val="both"/>
        <w:rPr>
          <w:lang w:val="es-ES"/>
        </w:rPr>
      </w:pPr>
      <w:r w:rsidRPr="00314CED">
        <w:rPr>
          <w:lang w:val="es-ES"/>
        </w:rPr>
        <w:t xml:space="preserve">Los dispositivos IoT comerciales utilizan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ZigBee o Bluetooth</m:t>
                </m:r>
                <m:r>
                  <w:rPr>
                    <w:rFonts w:ascii="Cambria Math" w:hAnsi="Cambria Math"/>
                    <w:color w:val="FF0000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una red IP</m:t>
                </m:r>
              </m:e>
            </m:eqArr>
          </m:e>
        </m:d>
      </m:oMath>
      <w:r w:rsidRPr="00314CED">
        <w:rPr>
          <w:lang w:val="es-ES"/>
        </w:rPr>
        <w:t xml:space="preserve"> para comunicarse con otros.</w:t>
      </w:r>
    </w:p>
    <w:p w:rsidR="00F37BDD" w:rsidRPr="00314CED" w:rsidRDefault="00F37BDD" w:rsidP="00303502">
      <w:pPr>
        <w:spacing w:line="360" w:lineRule="auto"/>
        <w:rPr>
          <w:lang w:val="es-ES"/>
        </w:rPr>
      </w:pPr>
      <w:r w:rsidRPr="00314CED">
        <w:rPr>
          <w:lang w:val="es-ES"/>
        </w:rPr>
        <w:t xml:space="preserve">Una red eléctrica inteligente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combina fuentes de energía fósil con portátiles y teléfonos inteligentes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integra las tecnologías de la información y comunicaciones</m:t>
                </m:r>
              </m:e>
            </m:eqArr>
          </m:e>
        </m:d>
      </m:oMath>
      <w:r w:rsidRPr="00314CED">
        <w:rPr>
          <w:lang w:val="es-ES"/>
        </w:rPr>
        <w:t xml:space="preserve"> </w:t>
      </w:r>
      <w:r>
        <w:rPr>
          <w:lang w:val="es-ES"/>
        </w:rPr>
        <w:t>a la red de electricidad</w:t>
      </w:r>
      <w:r w:rsidRPr="00314CED">
        <w:rPr>
          <w:lang w:val="es-ES"/>
        </w:rPr>
        <w:t xml:space="preserve"> </w:t>
      </w:r>
      <w:r>
        <w:rPr>
          <w:lang w:val="es-ES"/>
        </w:rPr>
        <w:t>para tener una gestión inteligente de la energía</w:t>
      </w:r>
      <w:r w:rsidRPr="00314CED">
        <w:rPr>
          <w:lang w:val="es-ES"/>
        </w:rPr>
        <w:t>.</w:t>
      </w:r>
    </w:p>
    <w:p w:rsidR="00F37BDD" w:rsidRPr="00A33A54" w:rsidRDefault="00F37BDD" w:rsidP="00303502">
      <w:pPr>
        <w:spacing w:line="360" w:lineRule="auto"/>
        <w:jc w:val="both"/>
        <w:rPr>
          <w:lang w:val="es-ES"/>
        </w:rPr>
      </w:pPr>
      <w:r w:rsidRPr="00A33A54">
        <w:rPr>
          <w:lang w:val="es-ES"/>
        </w:rPr>
        <w:t xml:space="preserve">La agricultura inteligente proporciona al agricultor oportunidades para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cambiar las condiciones climáticas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una mejor toma de decisiones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A33A54">
        <w:rPr>
          <w:lang w:val="es-ES"/>
        </w:rPr>
        <w:t xml:space="preserve"> </w:t>
      </w:r>
      <w:r>
        <w:rPr>
          <w:lang w:val="es-ES"/>
        </w:rPr>
        <w:t>y</w:t>
      </w:r>
      <w:r w:rsidRPr="00A33A5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una gestión más eficiente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una mayor disponibilidad de combustibles fósiles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A33A54">
        <w:rPr>
          <w:lang w:val="es-ES"/>
        </w:rPr>
        <w:t>.</w:t>
      </w:r>
    </w:p>
    <w:sectPr w:rsidR="00F37BDD" w:rsidRPr="00A33A5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6FF" w:rsidRDefault="00E336FF" w:rsidP="00861A1A">
      <w:r>
        <w:separator/>
      </w:r>
    </w:p>
  </w:endnote>
  <w:endnote w:type="continuationSeparator" w:id="0">
    <w:p w:rsidR="00E336FF" w:rsidRDefault="00E336F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03502" w:rsidTr="00CA51B5">
      <w:tc>
        <w:tcPr>
          <w:tcW w:w="2518" w:type="dxa"/>
        </w:tcPr>
        <w:p w:rsidR="00303502" w:rsidRDefault="00303502" w:rsidP="00303502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17C40C67" wp14:editId="571C7BE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03502" w:rsidRPr="00AE2889" w:rsidRDefault="00303502" w:rsidP="0030350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El presente proyecto ha sido financiado con el apoyo de la Comisión Europea. Esta</w:t>
          </w:r>
        </w:p>
        <w:p w:rsidR="00303502" w:rsidRPr="00CA51B5" w:rsidRDefault="00303502" w:rsidP="0030350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6FF" w:rsidRDefault="00E336FF" w:rsidP="00861A1A">
      <w:r>
        <w:separator/>
      </w:r>
    </w:p>
  </w:footnote>
  <w:footnote w:type="continuationSeparator" w:id="0">
    <w:p w:rsidR="00E336FF" w:rsidRDefault="00E336F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03502" w:rsidRPr="00AE2889">
      <w:rPr>
        <w:rFonts w:ascii="Calibri" w:hAnsi="Calibri"/>
        <w:b/>
        <w:smallCaps/>
        <w:noProof/>
      </w:rPr>
      <w:t>EJERCICIO</w:t>
    </w:r>
  </w:p>
  <w:p w:rsidR="00C148FD" w:rsidRPr="00C148FD" w:rsidRDefault="007722D0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El mundo de</w:t>
    </w:r>
    <w:r w:rsidR="004A0446" w:rsidRPr="004A0446">
      <w:rPr>
        <w:rFonts w:ascii="Calibri" w:hAnsi="Calibri"/>
        <w:smallCaps/>
        <w:noProof/>
        <w:sz w:val="20"/>
        <w:szCs w:val="20"/>
        <w:lang w:val="en-US"/>
      </w:rPr>
      <w:t xml:space="preserve"> IoT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5901"/>
    <w:rsid w:val="001F6290"/>
    <w:rsid w:val="00213F2C"/>
    <w:rsid w:val="00220DA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0426"/>
    <w:rsid w:val="002E301D"/>
    <w:rsid w:val="00303502"/>
    <w:rsid w:val="00304ADA"/>
    <w:rsid w:val="00306B9F"/>
    <w:rsid w:val="00307892"/>
    <w:rsid w:val="00315203"/>
    <w:rsid w:val="00337851"/>
    <w:rsid w:val="00341587"/>
    <w:rsid w:val="00347E4D"/>
    <w:rsid w:val="00351AF3"/>
    <w:rsid w:val="0039238A"/>
    <w:rsid w:val="003A18B3"/>
    <w:rsid w:val="003B1326"/>
    <w:rsid w:val="003C2268"/>
    <w:rsid w:val="003C31BA"/>
    <w:rsid w:val="003C5B45"/>
    <w:rsid w:val="003D41BB"/>
    <w:rsid w:val="003E01BE"/>
    <w:rsid w:val="003F03EB"/>
    <w:rsid w:val="003F623C"/>
    <w:rsid w:val="003F7F87"/>
    <w:rsid w:val="00402B09"/>
    <w:rsid w:val="0041591B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E5E95"/>
    <w:rsid w:val="004E70EA"/>
    <w:rsid w:val="004F5AFF"/>
    <w:rsid w:val="005132B0"/>
    <w:rsid w:val="00517E3A"/>
    <w:rsid w:val="0052284C"/>
    <w:rsid w:val="00524735"/>
    <w:rsid w:val="00561B7B"/>
    <w:rsid w:val="00561C5A"/>
    <w:rsid w:val="00563AEB"/>
    <w:rsid w:val="005728B3"/>
    <w:rsid w:val="005738D5"/>
    <w:rsid w:val="0057504E"/>
    <w:rsid w:val="005832C4"/>
    <w:rsid w:val="00587265"/>
    <w:rsid w:val="00587966"/>
    <w:rsid w:val="0059172D"/>
    <w:rsid w:val="005B2E55"/>
    <w:rsid w:val="005B37E2"/>
    <w:rsid w:val="005B460C"/>
    <w:rsid w:val="005D7525"/>
    <w:rsid w:val="005E1AB1"/>
    <w:rsid w:val="005E20B2"/>
    <w:rsid w:val="005E5A22"/>
    <w:rsid w:val="005F5FA1"/>
    <w:rsid w:val="00606119"/>
    <w:rsid w:val="00625B5A"/>
    <w:rsid w:val="0063686B"/>
    <w:rsid w:val="006435FE"/>
    <w:rsid w:val="0064494B"/>
    <w:rsid w:val="00654C16"/>
    <w:rsid w:val="0066326F"/>
    <w:rsid w:val="00666397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22D0"/>
    <w:rsid w:val="007738BD"/>
    <w:rsid w:val="007837ED"/>
    <w:rsid w:val="00786040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15F1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4AEB"/>
    <w:rsid w:val="009B638C"/>
    <w:rsid w:val="009B67A8"/>
    <w:rsid w:val="009C7B24"/>
    <w:rsid w:val="009D4C96"/>
    <w:rsid w:val="009E2A2A"/>
    <w:rsid w:val="009F6E5E"/>
    <w:rsid w:val="00A17111"/>
    <w:rsid w:val="00A26A28"/>
    <w:rsid w:val="00A41E41"/>
    <w:rsid w:val="00A50FFF"/>
    <w:rsid w:val="00A51025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55039"/>
    <w:rsid w:val="00C5580D"/>
    <w:rsid w:val="00C57915"/>
    <w:rsid w:val="00C7264E"/>
    <w:rsid w:val="00C767C9"/>
    <w:rsid w:val="00C878F0"/>
    <w:rsid w:val="00C97EA5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4391C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36FF"/>
    <w:rsid w:val="00E352FF"/>
    <w:rsid w:val="00E41087"/>
    <w:rsid w:val="00E516D7"/>
    <w:rsid w:val="00E5359D"/>
    <w:rsid w:val="00E54A46"/>
    <w:rsid w:val="00E568C7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168D6"/>
    <w:rsid w:val="00F24638"/>
    <w:rsid w:val="00F248A4"/>
    <w:rsid w:val="00F37BDD"/>
    <w:rsid w:val="00F40215"/>
    <w:rsid w:val="00F46B18"/>
    <w:rsid w:val="00F7311A"/>
    <w:rsid w:val="00F748A6"/>
    <w:rsid w:val="00F82C59"/>
    <w:rsid w:val="00F871C6"/>
    <w:rsid w:val="00F8749B"/>
    <w:rsid w:val="00FA74D9"/>
    <w:rsid w:val="00FB201E"/>
    <w:rsid w:val="00FC1063"/>
    <w:rsid w:val="00FC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9560B3-B33E-4B64-88E5-33E1D049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34</TotalTime>
  <Pages>3</Pages>
  <Words>400</Words>
  <Characters>2635</Characters>
  <Application>Microsoft Office Word</Application>
  <DocSecurity>0</DocSecurity>
  <Lines>73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16</cp:revision>
  <cp:lastPrinted>2019-04-02T10:25:00Z</cp:lastPrinted>
  <dcterms:created xsi:type="dcterms:W3CDTF">2018-04-30T11:32:00Z</dcterms:created>
  <dcterms:modified xsi:type="dcterms:W3CDTF">2019-04-02T10:25:00Z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