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61D" w:rsidRPr="00CB761D" w:rsidRDefault="00CB761D" w:rsidP="007E42B5">
      <w:pPr>
        <w:pStyle w:val="eTask"/>
        <w:rPr>
          <w:lang w:val="cs-CZ"/>
        </w:rPr>
      </w:pPr>
      <w:r w:rsidRPr="00CB761D">
        <w:rPr>
          <w:lang w:val="cs-CZ"/>
        </w:rPr>
        <w:t>Priraďte pojmy z ľavého stĺpca príslušným definíciám v </w:t>
      </w:r>
      <w:r w:rsidR="00466AE7">
        <w:t>pravom</w:t>
      </w:r>
      <w:r w:rsidR="00466AE7" w:rsidRPr="00CB761D">
        <w:rPr>
          <w:lang w:val="cs-CZ"/>
        </w:rPr>
        <w:t xml:space="preserve"> </w:t>
      </w:r>
      <w:r w:rsidRPr="00CB761D">
        <w:rPr>
          <w:lang w:val="cs-CZ"/>
        </w:rPr>
        <w:t>stĺpci.</w:t>
      </w:r>
    </w:p>
    <w:p w:rsidR="00A51025" w:rsidRPr="00834C17" w:rsidRDefault="00A51025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429"/>
        <w:gridCol w:w="4126"/>
      </w:tblGrid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CB761D">
            <w:pPr>
              <w:spacing w:before="120" w:after="120"/>
            </w:pPr>
            <w:r w:rsidRPr="00834C17">
              <w:t xml:space="preserve">Machine to Machine, </w:t>
            </w:r>
            <w:r w:rsidR="00834C17" w:rsidRPr="00834C17">
              <w:t xml:space="preserve">označuje </w:t>
            </w:r>
            <w:r w:rsidR="00CB761D">
              <w:t>zariadenia</w:t>
            </w:r>
            <w:r w:rsidR="00834C17" w:rsidRPr="00834C17">
              <w:t>, kt</w:t>
            </w:r>
            <w:r w:rsidR="00466AE7">
              <w:t>oré</w:t>
            </w:r>
            <w:r w:rsidR="00CB761D">
              <w:t xml:space="preserve"> </w:t>
            </w:r>
            <w:r w:rsidR="00834C17" w:rsidRPr="00834C17">
              <w:t>s</w:t>
            </w:r>
            <w:r w:rsidR="00CB761D">
              <w:t>ú</w:t>
            </w:r>
            <w:r w:rsidR="00834C17" w:rsidRPr="00834C17">
              <w:t xml:space="preserve"> navzáj</w:t>
            </w:r>
            <w:r w:rsidR="00CB761D">
              <w:t>o</w:t>
            </w:r>
            <w:r w:rsidR="00834C17" w:rsidRPr="00834C17">
              <w:t>m pr</w:t>
            </w:r>
            <w:r w:rsidR="00CB761D">
              <w:t>e</w:t>
            </w:r>
            <w:r w:rsidR="00834C17" w:rsidRPr="00834C17">
              <w:t>pojen</w:t>
            </w:r>
            <w:r w:rsidR="00CB761D">
              <w:t>é</w:t>
            </w:r>
            <w:r w:rsidR="00834C17" w:rsidRPr="00834C17">
              <w:t xml:space="preserve"> 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CB761D">
            <w:pPr>
              <w:spacing w:before="120" w:after="120"/>
            </w:pPr>
            <w:r w:rsidRPr="00834C17">
              <w:t>IoT</w:t>
            </w:r>
            <w:r w:rsidR="00834C17" w:rsidRPr="00834C17">
              <w:t xml:space="preserve"> verz</w:t>
            </w:r>
            <w:r w:rsidR="00CB761D">
              <w:t>ia</w:t>
            </w:r>
            <w:r w:rsidRPr="00834C17">
              <w:t xml:space="preserve"> LTE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Adafruit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CB761D" w:rsidP="00834C17">
            <w:pPr>
              <w:spacing w:before="120" w:after="120"/>
            </w:pPr>
            <w:r w:rsidRPr="00CB761D">
              <w:t>Ľahko použiteľný systém, umožňuje jednoduché dátové pripojenie s malými požiadavkami na programovanie.</w:t>
            </w:r>
            <w:r w:rsidR="00834C17" w:rsidRPr="00834C17">
              <w:t xml:space="preserve"> 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1D" w:rsidRPr="00834C17" w:rsidRDefault="00CB761D" w:rsidP="00834C17">
            <w:pPr>
              <w:spacing w:before="120" w:after="120"/>
            </w:pPr>
            <w:r w:rsidRPr="00CB761D">
              <w:t>Skratka používaná pre piatu generáciu mobilných telekomunikačných technológií</w:t>
            </w:r>
            <w:r>
              <w:t>.</w:t>
            </w:r>
          </w:p>
        </w:tc>
      </w:tr>
    </w:tbl>
    <w:p w:rsidR="00A51025" w:rsidRPr="00834C17" w:rsidRDefault="00A51025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C148FD" w:rsidRPr="00834C17" w:rsidRDefault="00C148FD" w:rsidP="00C148FD">
      <w:pPr>
        <w:pStyle w:val="eLineBottom"/>
      </w:pPr>
    </w:p>
    <w:p w:rsidR="001922A0" w:rsidRPr="00834C17" w:rsidRDefault="001922A0" w:rsidP="001922A0"/>
    <w:p w:rsidR="001922A0" w:rsidRPr="00CB761D" w:rsidRDefault="007B7B4C" w:rsidP="008300EA">
      <w:pPr>
        <w:pStyle w:val="eTask"/>
        <w:rPr>
          <w:lang w:val="cs-CZ"/>
        </w:rPr>
      </w:pPr>
      <w:r w:rsidRPr="00CB761D">
        <w:rPr>
          <w:lang w:val="cs-CZ"/>
        </w:rPr>
        <w:t xml:space="preserve"> </w:t>
      </w:r>
      <w:r w:rsidR="00CB761D" w:rsidRPr="00CB761D">
        <w:rPr>
          <w:lang w:val="cs-CZ"/>
        </w:rPr>
        <w:t>Uveďte tri základné parametre, ktoré charakterizujú protokol IPv6 (Internetový protokol verzie 6)</w:t>
      </w:r>
      <w:r w:rsidR="002252B6" w:rsidRPr="00CB761D">
        <w:rPr>
          <w:lang w:val="cs-CZ"/>
        </w:rPr>
        <w:t xml:space="preserve"> </w:t>
      </w:r>
    </w:p>
    <w:p w:rsidR="001922A0" w:rsidRPr="00834C17" w:rsidRDefault="001922A0" w:rsidP="00A51025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EB6B74" w:rsidRPr="00834C17" w:rsidRDefault="00EB6B74" w:rsidP="00C148FD">
      <w:r w:rsidRPr="00834C17">
        <w:t>1.</w:t>
      </w:r>
      <w:r w:rsidRPr="00834C17">
        <w:tab/>
        <w:t>__________________</w:t>
      </w:r>
    </w:p>
    <w:p w:rsidR="00EB6B74" w:rsidRPr="00834C17" w:rsidRDefault="00EB6B74" w:rsidP="00FB201E"/>
    <w:p w:rsidR="00EB6B74" w:rsidRPr="00834C17" w:rsidRDefault="00EB6B74" w:rsidP="00EB6B74">
      <w:pPr>
        <w:rPr>
          <w:noProof/>
          <w:lang w:eastAsia="sk-SK"/>
        </w:rPr>
      </w:pPr>
      <w:r w:rsidRPr="00834C17">
        <w:rPr>
          <w:noProof/>
          <w:lang w:eastAsia="sk-SK"/>
        </w:rPr>
        <w:t>2.</w:t>
      </w:r>
      <w:r w:rsidRPr="00834C17">
        <w:tab/>
        <w:t>__________________</w:t>
      </w:r>
    </w:p>
    <w:p w:rsidR="00EB6B74" w:rsidRPr="00834C17" w:rsidRDefault="00EB6B74" w:rsidP="00EB6B74">
      <w:pPr>
        <w:rPr>
          <w:noProof/>
          <w:lang w:eastAsia="sk-SK"/>
        </w:rPr>
      </w:pPr>
    </w:p>
    <w:p w:rsidR="00EB6B74" w:rsidRPr="00834C17" w:rsidRDefault="00EB6B74" w:rsidP="00EB6B74">
      <w:r w:rsidRPr="00834C17">
        <w:rPr>
          <w:noProof/>
          <w:lang w:eastAsia="sk-SK"/>
        </w:rPr>
        <w:t>3.</w:t>
      </w:r>
      <w:r w:rsidRPr="00834C17">
        <w:tab/>
        <w:t>__________________</w:t>
      </w:r>
    </w:p>
    <w:p w:rsidR="00F01181" w:rsidRPr="00834C17" w:rsidRDefault="00F01181" w:rsidP="00EB6B74">
      <w:pPr>
        <w:rPr>
          <w:noProof/>
          <w:lang w:eastAsia="sk-SK"/>
        </w:rPr>
      </w:pPr>
    </w:p>
    <w:p w:rsidR="00C148FD" w:rsidRPr="00834C17" w:rsidRDefault="00C148FD" w:rsidP="00C148FD">
      <w:pPr>
        <w:pStyle w:val="eLineBottom"/>
      </w:pPr>
    </w:p>
    <w:p w:rsidR="00C148FD" w:rsidRPr="00834C17" w:rsidRDefault="00C148FD" w:rsidP="00C148FD"/>
    <w:p w:rsidR="00C148FD" w:rsidRPr="00610565" w:rsidRDefault="00CB761D" w:rsidP="00CB761D">
      <w:pPr>
        <w:pStyle w:val="eTask"/>
      </w:pPr>
      <w:r w:rsidRPr="00CB761D">
        <w:rPr>
          <w:lang w:val="cs-CZ"/>
        </w:rPr>
        <w:t>Upravte text ta</w:t>
      </w:r>
      <w:r>
        <w:rPr>
          <w:lang w:val="cs-CZ"/>
        </w:rPr>
        <w:t>k, aby nasledujúce tvrdenie bola</w:t>
      </w:r>
      <w:r w:rsidRPr="00CB761D">
        <w:rPr>
          <w:lang w:val="cs-CZ"/>
        </w:rPr>
        <w:t xml:space="preserve"> pravda</w:t>
      </w:r>
    </w:p>
    <w:p w:rsidR="00BC1E8F" w:rsidRPr="00834C17" w:rsidRDefault="00BC1E8F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223478" w:rsidRPr="0074642D" w:rsidRDefault="00FD02BF" w:rsidP="00524735">
      <w:pPr>
        <w:spacing w:line="360" w:lineRule="auto"/>
        <w:jc w:val="both"/>
      </w:pPr>
      <w:r w:rsidRPr="0074642D">
        <w:t xml:space="preserve">Adresy IPv6 sú reprezentované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štyrmi</m:t>
                </m:r>
              </m:e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ôsmimi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BC1E8F" w:rsidRPr="0074642D">
        <w:t xml:space="preserve"> </w:t>
      </w:r>
      <w:r w:rsidR="004D2195" w:rsidRPr="0074642D">
        <w:t xml:space="preserve">skupinami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štyroch</m:t>
                </m:r>
              </m:e>
              <m:e>
                <m:r>
                  <m:rPr>
                    <m:nor/>
                  </m:rPr>
                  <m:t>dvoch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A51025" w:rsidRPr="0074642D">
        <w:t xml:space="preserve"> </w:t>
      </w:r>
      <w:r w:rsidRPr="0074642D">
        <w:t>hexadecimálny</w:t>
      </w:r>
      <w:r w:rsidR="004D2195" w:rsidRPr="0074642D">
        <w:t>ch číslic</w:t>
      </w:r>
      <w:r w:rsidR="00BC1E8F" w:rsidRPr="0074642D">
        <w:t>.</w:t>
      </w:r>
    </w:p>
    <w:p w:rsidR="00C55039" w:rsidRPr="0074642D" w:rsidRDefault="00C55039" w:rsidP="00524735">
      <w:pPr>
        <w:spacing w:line="360" w:lineRule="auto"/>
        <w:jc w:val="both"/>
      </w:pPr>
      <w:r w:rsidRPr="0074642D">
        <w:t xml:space="preserve">IoT </w:t>
      </w:r>
      <w:r w:rsidR="00FD02BF" w:rsidRPr="0074642D">
        <w:t xml:space="preserve">zariadenia </w:t>
      </w:r>
      <w:r w:rsidR="004D2195" w:rsidRPr="0074642D">
        <w:t>v</w:t>
      </w:r>
      <w:r w:rsidR="00FD02BF" w:rsidRPr="0074642D">
        <w:t> inštaláciách</w:t>
      </w:r>
      <m:oMath>
        <m: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vo vnútri</m:t>
                </m:r>
              </m:e>
              <m:e>
                <m:r>
                  <m:rPr>
                    <m:nor/>
                  </m:rPr>
                  <m:t>vonku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74642D">
        <w:t xml:space="preserve"> </w:t>
      </w:r>
      <w:r w:rsidR="004D2195" w:rsidRPr="0074642D">
        <w:t xml:space="preserve">budov </w:t>
      </w:r>
      <w:r w:rsidR="00FD02BF" w:rsidRPr="0074642D">
        <w:t xml:space="preserve">zvyčajne používajú </w:t>
      </w:r>
      <w:r w:rsidRPr="0074642D">
        <w:t>Wi-Fi a Bluetooth.</w:t>
      </w:r>
    </w:p>
    <w:p w:rsidR="00F01181" w:rsidRPr="0074642D" w:rsidRDefault="00FD02BF" w:rsidP="00524735">
      <w:pPr>
        <w:spacing w:line="360" w:lineRule="auto"/>
        <w:jc w:val="both"/>
      </w:pPr>
      <w:r w:rsidRPr="0074642D">
        <w:t xml:space="preserve">Spotreba </w:t>
      </w:r>
      <w:r w:rsidR="004D2195" w:rsidRPr="0074642D">
        <w:t xml:space="preserve">energie </w:t>
      </w:r>
      <w:r w:rsidR="00466AE7">
        <w:t xml:space="preserve">při </w:t>
      </w:r>
      <w:r w:rsidR="00F01181" w:rsidRPr="0074642D">
        <w:t xml:space="preserve">Wi-Fi </w:t>
      </w:r>
      <w:r w:rsidR="004D2195" w:rsidRPr="0074642D">
        <w:t xml:space="preserve">je </w:t>
      </w:r>
      <w:r w:rsidRPr="0074642D">
        <w:t>oveľa</w:t>
      </w:r>
      <w:r w:rsidR="00F01181" w:rsidRPr="0074642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väčšia</m:t>
                </m:r>
              </m:e>
              <m:e>
                <m:r>
                  <m:rPr>
                    <m:nor/>
                  </m:rPr>
                  <m:t>menšia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F01181" w:rsidRPr="0074642D">
        <w:t xml:space="preserve"> </w:t>
      </w:r>
      <w:r w:rsidR="00CB2FF0" w:rsidRPr="0074642D">
        <w:t>ne</w:t>
      </w:r>
      <w:r w:rsidR="00CB2FF0" w:rsidRPr="0074642D">
        <w:rPr>
          <w:lang w:val="sk-SK"/>
        </w:rPr>
        <w:t xml:space="preserve">ž </w:t>
      </w:r>
      <w:r w:rsidR="00466AE7">
        <w:rPr>
          <w:lang w:val="sk-SK"/>
        </w:rPr>
        <w:t>pri</w:t>
      </w:r>
      <w:r w:rsidR="00CB2FF0" w:rsidRPr="0074642D">
        <w:rPr>
          <w:lang w:val="sk-SK"/>
        </w:rPr>
        <w:t xml:space="preserve"> </w:t>
      </w:r>
      <w:r w:rsidR="00F01181" w:rsidRPr="0074642D">
        <w:t>Bluetooth.</w:t>
      </w:r>
    </w:p>
    <w:p w:rsidR="00F01181" w:rsidRPr="0074642D" w:rsidRDefault="00CD2A9B" w:rsidP="00524735">
      <w:pPr>
        <w:spacing w:line="360" w:lineRule="auto"/>
        <w:jc w:val="both"/>
      </w:pPr>
      <w:r w:rsidRPr="0074642D">
        <w:t xml:space="preserve">Technplógia </w:t>
      </w:r>
      <w:r w:rsidR="00F01181" w:rsidRPr="0074642D">
        <w:t>5G tec</w:t>
      </w:r>
      <w:r w:rsidR="00786040" w:rsidRPr="0074642D">
        <w:t>h</w:t>
      </w:r>
      <w:r w:rsidR="00F01181" w:rsidRPr="0074642D">
        <w:t xml:space="preserve">nology </w:t>
      </w:r>
      <w:r w:rsidR="004D2195" w:rsidRPr="0074642D">
        <w:t xml:space="preserve">bude </w:t>
      </w:r>
      <w:r w:rsidRPr="0074642D">
        <w:t xml:space="preserve">prevádzkovaná </w:t>
      </w:r>
      <w:r w:rsidR="004D2195" w:rsidRPr="0074642D">
        <w:t xml:space="preserve">v  </w:t>
      </w:r>
      <w:r w:rsidRPr="0074642D">
        <w:t xml:space="preserve">pásmach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1,6 a 35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3,6 a 26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F01181" w:rsidRPr="0074642D">
        <w:t xml:space="preserve"> </w:t>
      </w:r>
      <w:r w:rsidR="004D2195" w:rsidRPr="0074642D">
        <w:t>v </w:t>
      </w:r>
      <w:r w:rsidRPr="0074642D">
        <w:t xml:space="preserve">roku </w:t>
      </w:r>
      <w:r w:rsidR="00F01181" w:rsidRPr="0074642D">
        <w:t xml:space="preserve">2020 </w:t>
      </w:r>
      <w:r w:rsidR="004D2195" w:rsidRPr="0074642D">
        <w:t xml:space="preserve">v EU. </w:t>
      </w:r>
    </w:p>
    <w:p w:rsidR="004D2195" w:rsidRPr="0074642D" w:rsidRDefault="004D2195" w:rsidP="00A51025">
      <w:pPr>
        <w:spacing w:line="360" w:lineRule="auto"/>
      </w:pPr>
    </w:p>
    <w:p w:rsidR="00BC1E8F" w:rsidRPr="0074642D" w:rsidRDefault="00CD2A9B" w:rsidP="00A51025">
      <w:pPr>
        <w:spacing w:line="360" w:lineRule="auto"/>
      </w:pPr>
      <w:r w:rsidRPr="0074642D">
        <w:lastRenderedPageBreak/>
        <w:t xml:space="preserve">Očakáva sa, že IoT zariadenia budú konštrukčne navrhnuté tak, aby v nich batérie vydržali aj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štyri</m:t>
                </m:r>
              </m:e>
              <m:e>
                <m:r>
                  <m:rPr>
                    <m:nor/>
                  </m:rPr>
                  <m:t>desať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4D2195" w:rsidRPr="0074642D">
        <w:t xml:space="preserve"> </w:t>
      </w:r>
      <w:r w:rsidRPr="0074642D">
        <w:t>roky</w:t>
      </w:r>
      <w:r w:rsidR="004D2195" w:rsidRPr="0074642D">
        <w:t>/</w:t>
      </w:r>
      <w:r w:rsidRPr="0074642D">
        <w:t>rokov</w:t>
      </w:r>
      <w:r w:rsidR="004D2195" w:rsidRPr="0074642D">
        <w:t>.</w:t>
      </w:r>
    </w:p>
    <w:p w:rsidR="00A51025" w:rsidRPr="00834C17" w:rsidRDefault="00A51025" w:rsidP="00A51025">
      <w:pPr>
        <w:pStyle w:val="eLineBottom"/>
      </w:pPr>
    </w:p>
    <w:p w:rsidR="00A51025" w:rsidRPr="00834C17" w:rsidRDefault="00A51025" w:rsidP="00A51025">
      <w:pPr>
        <w:spacing w:line="360" w:lineRule="auto"/>
      </w:pPr>
    </w:p>
    <w:p w:rsidR="00666397" w:rsidRPr="0074642D" w:rsidRDefault="0032687C" w:rsidP="0032687C">
      <w:pPr>
        <w:pStyle w:val="eTask"/>
        <w:rPr>
          <w:lang w:val="cs-CZ"/>
        </w:rPr>
      </w:pPr>
      <w:r w:rsidRPr="0032687C">
        <w:rPr>
          <w:lang w:val="cs-CZ"/>
        </w:rPr>
        <w:t>Priraďte pojmy z ľavého stĺpca príslušným definíciám v</w:t>
      </w:r>
      <w:r>
        <w:rPr>
          <w:lang w:val="cs-CZ"/>
        </w:rPr>
        <w:t> </w:t>
      </w:r>
      <w:r w:rsidRPr="0032687C">
        <w:rPr>
          <w:lang w:val="cs-CZ"/>
        </w:rPr>
        <w:t>pravo</w:t>
      </w:r>
      <w:r>
        <w:rPr>
          <w:lang w:val="cs-CZ"/>
        </w:rPr>
        <w:t>m stĺpci</w:t>
      </w:r>
      <w:r w:rsidRPr="0032687C">
        <w:rPr>
          <w:lang w:val="cs-CZ"/>
        </w:rPr>
        <w:t>.</w:t>
      </w:r>
    </w:p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464"/>
        <w:gridCol w:w="2685"/>
        <w:gridCol w:w="3487"/>
      </w:tblGrid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0D1D59">
            <w:pPr>
              <w:pStyle w:val="eCheckBoxText"/>
              <w:spacing w:before="120" w:after="120"/>
              <w:ind w:left="0" w:firstLine="0"/>
              <w:jc w:val="center"/>
            </w:pPr>
            <w:r w:rsidRPr="009E77A6">
              <w:t xml:space="preserve">Energetická </w:t>
            </w:r>
            <w:r w:rsidR="0032687C">
              <w:t>účinnosť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7C" w:rsidRPr="00834C17" w:rsidRDefault="0032687C" w:rsidP="009E77A6">
            <w:pPr>
              <w:pStyle w:val="eCheckBoxText"/>
              <w:spacing w:before="120" w:after="120"/>
              <w:ind w:left="0" w:firstLine="0"/>
              <w:jc w:val="both"/>
            </w:pPr>
            <w:r w:rsidRPr="0032687C">
              <w:t>Typ komunikácie po elektrickej sieti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A51025">
            <w:pPr>
              <w:pStyle w:val="eCheckBoxText"/>
              <w:spacing w:before="120" w:after="120"/>
              <w:ind w:left="0" w:firstLine="0"/>
              <w:jc w:val="center"/>
            </w:pPr>
            <w:r>
              <w:t>Ú</w:t>
            </w:r>
            <w:r w:rsidRPr="00AF390D">
              <w:t xml:space="preserve">zkopásmové </w:t>
            </w:r>
            <w:r w:rsidR="00666397" w:rsidRPr="00834C17">
              <w:t>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7C" w:rsidRPr="00834C17" w:rsidRDefault="0032687C" w:rsidP="009E77A6">
            <w:pPr>
              <w:pStyle w:val="eCheckBoxText"/>
              <w:spacing w:before="120" w:after="120"/>
              <w:ind w:left="0" w:firstLine="0"/>
              <w:jc w:val="both"/>
            </w:pPr>
            <w:r w:rsidRPr="0032687C">
              <w:t xml:space="preserve">Použitie </w:t>
            </w:r>
            <w:r w:rsidR="00244B12" w:rsidRPr="00000C4B">
              <w:t>nositeľnej/prenosnej</w:t>
            </w:r>
            <w:r w:rsidRPr="00000C4B">
              <w:t xml:space="preserve"> elektroniky, zariadenia na</w:t>
            </w:r>
            <w:r w:rsidRPr="0032687C">
              <w:t xml:space="preserve"> detekciu pádu alebo kvality života osôb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1279A6" w:rsidP="000D1D59">
            <w:pPr>
              <w:pStyle w:val="eCheckBoxText"/>
              <w:spacing w:before="120" w:after="120"/>
              <w:ind w:left="0" w:firstLine="0"/>
              <w:jc w:val="center"/>
            </w:pPr>
            <w:r>
              <w:t>Inteligentná domácnosť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2" w:rsidRPr="00834C17" w:rsidRDefault="001279A6" w:rsidP="00FE5916">
            <w:pPr>
              <w:pStyle w:val="eCheckBoxText"/>
              <w:spacing w:before="120" w:after="120"/>
              <w:ind w:left="0" w:firstLine="0"/>
              <w:jc w:val="both"/>
            </w:pPr>
            <w:r w:rsidRPr="001279A6">
              <w:t xml:space="preserve">Môže sa učiť zvykom vlastníka, navrhnúť televízny film, jedlo, či </w:t>
            </w:r>
            <w:r w:rsidR="00244B12">
              <w:t>nápoj …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1279A6" w:rsidP="009E77A6">
            <w:pPr>
              <w:pStyle w:val="eCheckBoxText"/>
              <w:spacing w:before="120" w:after="120"/>
              <w:ind w:left="0" w:firstLine="0"/>
              <w:jc w:val="center"/>
            </w:pPr>
            <w:r>
              <w:t>Inteligentné zdravotníctvo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A6" w:rsidRPr="00834C17" w:rsidRDefault="001279A6" w:rsidP="001279A6">
            <w:pPr>
              <w:pStyle w:val="eCheckBoxText"/>
              <w:spacing w:before="120" w:after="120"/>
              <w:ind w:left="0" w:firstLine="0"/>
              <w:jc w:val="both"/>
            </w:pPr>
            <w:r>
              <w:t>Prevádzková schopnosť IoT zariadení</w:t>
            </w:r>
            <w:r w:rsidRPr="001279A6">
              <w:t xml:space="preserve"> po dlhšiu d</w:t>
            </w:r>
            <w:r w:rsidR="00466AE7">
              <w:t>obu</w:t>
            </w:r>
            <w:r w:rsidRPr="001279A6">
              <w:t xml:space="preserve"> bezobslužne, či s periodickým </w:t>
            </w:r>
            <w:r w:rsidRPr="00000C4B">
              <w:t>prebúdzaním</w:t>
            </w:r>
            <w:r w:rsidR="00244B12" w:rsidRPr="00000C4B">
              <w:t>/</w:t>
            </w:r>
            <w:r w:rsidR="00244B12">
              <w:t>upozorňovaním</w:t>
            </w:r>
            <w:r>
              <w:t>.</w:t>
            </w:r>
            <w:r w:rsidR="00244B12">
              <w:t xml:space="preserve"> F</w:t>
            </w:r>
            <w:r w:rsidR="00466AE7">
              <w:t>unkcia</w:t>
            </w:r>
            <w:r w:rsidR="00244B12">
              <w:t xml:space="preserve"> na báze vzdialeného prístupu.</w:t>
            </w:r>
          </w:p>
        </w:tc>
      </w:tr>
    </w:tbl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p w:rsidR="00666397" w:rsidRPr="00834C17" w:rsidRDefault="00666397" w:rsidP="00666397">
      <w:pPr>
        <w:pStyle w:val="eLineBottom"/>
        <w:rPr>
          <w:sz w:val="22"/>
        </w:rPr>
      </w:pPr>
    </w:p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p w:rsidR="0074642D" w:rsidRDefault="0074642D">
      <w:pPr>
        <w:rPr>
          <w:b/>
        </w:rPr>
      </w:pPr>
      <w:r>
        <w:br w:type="page"/>
      </w:r>
    </w:p>
    <w:p w:rsidR="00666397" w:rsidRPr="0074642D" w:rsidRDefault="001279A6" w:rsidP="001279A6">
      <w:pPr>
        <w:pStyle w:val="eTask"/>
        <w:rPr>
          <w:lang w:val="cs-CZ"/>
        </w:rPr>
      </w:pPr>
      <w:r w:rsidRPr="001279A6">
        <w:rPr>
          <w:lang w:val="cs-CZ"/>
        </w:rPr>
        <w:lastRenderedPageBreak/>
        <w:t xml:space="preserve">Uveďte minimálne 4 základné aplikácie a ich opis v oblasti </w:t>
      </w:r>
      <w:r>
        <w:rPr>
          <w:lang w:val="cs-CZ"/>
        </w:rPr>
        <w:t>inteligentných</w:t>
      </w:r>
      <w:r w:rsidRPr="001279A6">
        <w:rPr>
          <w:lang w:val="cs-CZ"/>
        </w:rPr>
        <w:t xml:space="preserve"> miest</w:t>
      </w:r>
      <w:r>
        <w:rPr>
          <w:lang w:val="cs-CZ"/>
        </w:rPr>
        <w:t xml:space="preserve"> (smart cities)</w:t>
      </w:r>
      <w:r w:rsidRPr="001279A6">
        <w:rPr>
          <w:lang w:val="cs-CZ"/>
        </w:rPr>
        <w:t>.</w:t>
      </w:r>
    </w:p>
    <w:p w:rsidR="00666397" w:rsidRPr="00834C17" w:rsidRDefault="00666397" w:rsidP="00666397">
      <w:pPr>
        <w:pStyle w:val="eCheckBoxText"/>
        <w:spacing w:line="360" w:lineRule="auto"/>
        <w:jc w:val="both"/>
      </w:pPr>
    </w:p>
    <w:p w:rsidR="00666397" w:rsidRPr="00834C17" w:rsidRDefault="00666397" w:rsidP="00A51025">
      <w:r w:rsidRPr="00834C17">
        <w:t>1.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Pr="00834C17" w:rsidRDefault="00666397" w:rsidP="00A51025">
      <w:r w:rsidRPr="00834C17">
        <w:t>2.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Default="00666397" w:rsidP="00A51025">
      <w:r w:rsidRPr="00834C17">
        <w:t>3.</w:t>
      </w:r>
      <w:r w:rsidRPr="00834C17">
        <w:tab/>
        <w:t>__________________________</w:t>
      </w:r>
      <w:r w:rsidR="0074642D">
        <w:t>_</w:t>
      </w:r>
      <w:r w:rsidRPr="00834C17">
        <w:t>_______________________________________</w:t>
      </w:r>
    </w:p>
    <w:p w:rsidR="0074642D" w:rsidRDefault="0074642D" w:rsidP="00A51025"/>
    <w:p w:rsidR="0074642D" w:rsidRDefault="0074642D" w:rsidP="0074642D">
      <w:r>
        <w:t>4</w:t>
      </w:r>
      <w:r w:rsidRPr="00834C17">
        <w:t>.</w:t>
      </w:r>
      <w:r w:rsidRPr="00834C17">
        <w:tab/>
        <w:t>__________________________</w:t>
      </w:r>
      <w:r>
        <w:t>_</w:t>
      </w:r>
      <w:r w:rsidRPr="00834C17">
        <w:t>_______________________________________</w:t>
      </w:r>
    </w:p>
    <w:p w:rsidR="0074642D" w:rsidRDefault="0074642D" w:rsidP="00A51025"/>
    <w:p w:rsidR="0074642D" w:rsidRPr="00834C17" w:rsidRDefault="0074642D" w:rsidP="0074642D">
      <w:pPr>
        <w:pStyle w:val="eLineBottom"/>
        <w:rPr>
          <w:sz w:val="22"/>
        </w:rPr>
      </w:pPr>
    </w:p>
    <w:p w:rsidR="0074642D" w:rsidRPr="00834C17" w:rsidRDefault="0074642D" w:rsidP="00A51025"/>
    <w:p w:rsidR="00666397" w:rsidRPr="0074642D" w:rsidRDefault="001279A6" w:rsidP="001279A6">
      <w:pPr>
        <w:pStyle w:val="eTask"/>
        <w:rPr>
          <w:lang w:val="cs-CZ"/>
        </w:rPr>
      </w:pPr>
      <w:r w:rsidRPr="001279A6">
        <w:rPr>
          <w:lang w:val="cs-CZ"/>
        </w:rPr>
        <w:t>Upravte text tak, aby nasledujúce tvrdenie bolo pravda.</w:t>
      </w:r>
    </w:p>
    <w:p w:rsidR="00666397" w:rsidRPr="00834C17" w:rsidRDefault="00666397" w:rsidP="00666397">
      <w:pPr>
        <w:pStyle w:val="eCheckBoxText"/>
        <w:spacing w:line="360" w:lineRule="auto"/>
        <w:jc w:val="both"/>
      </w:pPr>
    </w:p>
    <w:p w:rsidR="00666397" w:rsidRPr="00834C17" w:rsidRDefault="001279A6" w:rsidP="00524735">
      <w:pPr>
        <w:spacing w:line="360" w:lineRule="auto"/>
        <w:jc w:val="both"/>
      </w:pPr>
      <w:r w:rsidRPr="001279A6">
        <w:t>Komerčné IoT zariadenia používajú na komunikáciu</w:t>
      </w:r>
      <w:r w:rsidR="003E00A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buď ZigBee alebo Bluetooth</m:t>
                </m:r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sieť IP</m:t>
                </m:r>
              </m:e>
            </m:eqArr>
          </m:e>
        </m:d>
      </m:oMath>
      <w:r w:rsidR="00666397" w:rsidRPr="00834C17">
        <w:t>.</w:t>
      </w:r>
    </w:p>
    <w:p w:rsidR="000E2902" w:rsidRPr="0074642D" w:rsidRDefault="000E2902" w:rsidP="000E2902">
      <w:pPr>
        <w:spacing w:line="360" w:lineRule="auto"/>
      </w:pPr>
      <w:r>
        <w:t xml:space="preserve">Inteligentná sieť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spája/kombinuje zdroje fosílnych energií s notebookmi a inteligentnými telefónmi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integruje informačné a komunikačné technológie do</m:t>
                </m:r>
              </m:e>
            </m:eqArr>
          </m:e>
        </m:d>
      </m:oMath>
      <w:r w:rsidRPr="0074642D">
        <w:t xml:space="preserve"> elektrickej siet</w:t>
      </w:r>
      <w:r w:rsidR="008437A4" w:rsidRPr="0074642D">
        <w:t>e</w:t>
      </w:r>
      <w:r w:rsidRPr="0074642D">
        <w:t>, aby mali inteligentný manažment energie.</w:t>
      </w:r>
    </w:p>
    <w:p w:rsidR="000E2902" w:rsidRPr="0074642D" w:rsidRDefault="000E2902" w:rsidP="000E2902">
      <w:pPr>
        <w:spacing w:line="360" w:lineRule="auto"/>
      </w:pPr>
    </w:p>
    <w:p w:rsidR="00666397" w:rsidRPr="0074642D" w:rsidRDefault="008437A4" w:rsidP="00524735">
      <w:pPr>
        <w:spacing w:line="360" w:lineRule="auto"/>
        <w:jc w:val="both"/>
      </w:pPr>
      <w:r w:rsidRPr="0074642D">
        <w:t>Inteligentné farmárčenie poskytuje farmárovi príležitosť na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efektivne kombinovanie zdrojov fosilných palív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lepšie rozhodovani</m:t>
                </m:r>
                <m:r>
                  <m:rPr>
                    <m:nor/>
                  </m:rPr>
                  <w:rPr>
                    <w:rFonts w:ascii="Cambria Math"/>
                  </w:rPr>
                  <m:t>e</m:t>
                </m:r>
              </m:e>
            </m:eqArr>
          </m:e>
        </m:d>
      </m:oMath>
      <w:r w:rsidR="003E00AB" w:rsidRPr="0074642D">
        <w:t xml:space="preserve"> a</w:t>
      </w:r>
      <w:r w:rsidR="00666397" w:rsidRPr="0074642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efektivnejšie riadeni</m:t>
                </m:r>
                <m:r>
                  <m:rPr>
                    <m:nor/>
                  </m:rPr>
                  <w:rPr>
                    <w:rFonts w:ascii="Cambria Math"/>
                  </w:rPr>
                  <m:t>e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offline správ</m:t>
                </m:r>
                <m:r>
                  <m:rPr>
                    <m:nor/>
                  </m:rPr>
                  <w:rPr>
                    <w:rFonts w:ascii="Cambria Math"/>
                  </w:rPr>
                  <m:t>u</m:t>
                </m:r>
                <m:r>
                  <m:rPr>
                    <m:nor/>
                  </m:rPr>
                  <m:t xml:space="preserve"> </m:t>
                </m:r>
              </m:e>
            </m:eqArr>
          </m:e>
        </m:d>
      </m:oMath>
      <w:r w:rsidR="003E00AB" w:rsidRPr="0074642D">
        <w:t xml:space="preserve"> jednotlivých proces</w:t>
      </w:r>
      <w:r w:rsidR="00803558" w:rsidRPr="0074642D">
        <w:t>ov hospodárenia</w:t>
      </w:r>
      <w:r w:rsidR="00666397" w:rsidRPr="0074642D">
        <w:t>.</w:t>
      </w:r>
      <w:bookmarkStart w:id="0" w:name="_GoBack"/>
      <w:bookmarkEnd w:id="0"/>
    </w:p>
    <w:sectPr w:rsidR="00666397" w:rsidRPr="0074642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3A7" w:rsidRDefault="003533A7" w:rsidP="00861A1A">
      <w:r>
        <w:separator/>
      </w:r>
    </w:p>
  </w:endnote>
  <w:endnote w:type="continuationSeparator" w:id="0">
    <w:p w:rsidR="003533A7" w:rsidRDefault="003533A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97DFE" w:rsidTr="00CA51B5">
      <w:tc>
        <w:tcPr>
          <w:tcW w:w="2518" w:type="dxa"/>
        </w:tcPr>
        <w:p w:rsidR="00F97DFE" w:rsidRDefault="00F97DFE" w:rsidP="00F97DFE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28EE5F7D" wp14:editId="5BD21853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8767F" w:rsidRPr="00A8767F" w:rsidRDefault="00A8767F" w:rsidP="00A8767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 xml:space="preserve">Tento projekt bol </w:t>
          </w:r>
          <w:r>
            <w:rPr>
              <w:sz w:val="16"/>
              <w:szCs w:val="16"/>
            </w:rPr>
            <w:t xml:space="preserve">realizovaný s finančnou podporou </w:t>
          </w:r>
          <w:r w:rsidRPr="00A8767F">
            <w:rPr>
              <w:sz w:val="16"/>
              <w:szCs w:val="16"/>
            </w:rPr>
            <w:t>Európskej únie.</w:t>
          </w:r>
        </w:p>
        <w:p w:rsidR="00F97DFE" w:rsidRPr="00CA51B5" w:rsidRDefault="00A8767F" w:rsidP="00A8767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>Za obsah publikácií (oznámen</w:t>
          </w:r>
          <w:r>
            <w:rPr>
              <w:sz w:val="16"/>
              <w:szCs w:val="16"/>
            </w:rPr>
            <w:t>í</w:t>
          </w:r>
          <w:r w:rsidRPr="00A8767F">
            <w:rPr>
              <w:sz w:val="16"/>
              <w:szCs w:val="16"/>
            </w:rPr>
            <w:t>) zodpovedá výlu</w:t>
          </w:r>
          <w:r>
            <w:rPr>
              <w:sz w:val="16"/>
              <w:szCs w:val="16"/>
            </w:rPr>
            <w:t>čne autor. Publikácie (oznámenia</w:t>
          </w:r>
          <w:r w:rsidRPr="00A8767F">
            <w:rPr>
              <w:sz w:val="16"/>
              <w:szCs w:val="16"/>
            </w:rPr>
            <w:t>) nereprezentujú názory Európskej komisie a Európska komisia nezodpovedá za akékoľvek použitie informácií, ktoré sú ich obsahom.</w:t>
          </w:r>
        </w:p>
      </w:tc>
    </w:tr>
    <w:tr w:rsidR="0058199E" w:rsidTr="00CA51B5">
      <w:tc>
        <w:tcPr>
          <w:tcW w:w="8472" w:type="dxa"/>
          <w:gridSpan w:val="2"/>
        </w:tcPr>
        <w:p w:rsidR="0058199E" w:rsidRPr="00CA51B5" w:rsidRDefault="0058199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58199E" w:rsidRPr="00CA51B5" w:rsidRDefault="0058199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8199E" w:rsidRPr="00BF5E09" w:rsidRDefault="0058199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3A7" w:rsidRDefault="003533A7" w:rsidP="00861A1A">
      <w:r>
        <w:separator/>
      </w:r>
    </w:p>
  </w:footnote>
  <w:footnote w:type="continuationSeparator" w:id="0">
    <w:p w:rsidR="003533A7" w:rsidRDefault="003533A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9E" w:rsidRPr="002B41A8" w:rsidRDefault="0058199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4D5C8C">
      <w:rPr>
        <w:rFonts w:ascii="Calibri" w:hAnsi="Calibri"/>
        <w:b/>
        <w:smallCaps/>
        <w:noProof/>
      </w:rPr>
      <w:t>PRACOVN</w:t>
    </w:r>
    <w:r w:rsidR="00CB761D">
      <w:rPr>
        <w:rFonts w:ascii="Calibri" w:hAnsi="Calibri"/>
        <w:b/>
        <w:smallCaps/>
        <w:noProof/>
      </w:rPr>
      <w:t>Ý</w:t>
    </w:r>
    <w:r w:rsidR="004D5C8C">
      <w:rPr>
        <w:rFonts w:ascii="Calibri" w:hAnsi="Calibri"/>
        <w:b/>
        <w:smallCaps/>
        <w:noProof/>
      </w:rPr>
      <w:t xml:space="preserve"> LIST</w:t>
    </w:r>
  </w:p>
  <w:p w:rsidR="003E2318" w:rsidRPr="00834C17" w:rsidRDefault="003E2318" w:rsidP="003E2318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74642D">
      <w:rPr>
        <w:rFonts w:ascii="Calibri" w:hAnsi="Calibri"/>
        <w:smallCaps/>
        <w:noProof/>
        <w:sz w:val="20"/>
        <w:szCs w:val="20"/>
        <w:lang w:val="de-DE"/>
      </w:rPr>
      <w:t>Sv</w:t>
    </w:r>
    <w:r w:rsidR="0074642D">
      <w:rPr>
        <w:rFonts w:ascii="Calibri" w:hAnsi="Calibri"/>
        <w:smallCaps/>
        <w:noProof/>
        <w:sz w:val="20"/>
        <w:szCs w:val="20"/>
      </w:rPr>
      <w:t>e</w:t>
    </w:r>
    <w:r>
      <w:rPr>
        <w:rFonts w:ascii="Calibri" w:hAnsi="Calibri"/>
        <w:smallCaps/>
        <w:noProof/>
        <w:sz w:val="20"/>
        <w:szCs w:val="20"/>
      </w:rPr>
      <w:t>t Internetu v</w:t>
    </w:r>
    <w:r w:rsidR="0074642D">
      <w:rPr>
        <w:rFonts w:ascii="Calibri" w:hAnsi="Calibri"/>
        <w:smallCaps/>
        <w:noProof/>
        <w:sz w:val="20"/>
        <w:szCs w:val="20"/>
      </w:rPr>
      <w:t>e</w:t>
    </w:r>
    <w:r>
      <w:rPr>
        <w:rFonts w:ascii="Calibri" w:hAnsi="Calibri"/>
        <w:smallCaps/>
        <w:noProof/>
        <w:sz w:val="20"/>
        <w:szCs w:val="20"/>
      </w:rPr>
      <w:t>cí</w:t>
    </w:r>
  </w:p>
  <w:p w:rsidR="0058199E" w:rsidRPr="00834C17" w:rsidRDefault="0058199E" w:rsidP="003E2318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0C4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4D8A"/>
    <w:rsid w:val="000A55B3"/>
    <w:rsid w:val="000C6B3A"/>
    <w:rsid w:val="000D1D59"/>
    <w:rsid w:val="000E2902"/>
    <w:rsid w:val="001279A6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3BD8"/>
    <w:rsid w:val="00195A08"/>
    <w:rsid w:val="001B057D"/>
    <w:rsid w:val="001D00A1"/>
    <w:rsid w:val="001E0706"/>
    <w:rsid w:val="001F6290"/>
    <w:rsid w:val="00213F2C"/>
    <w:rsid w:val="00222EE8"/>
    <w:rsid w:val="00223478"/>
    <w:rsid w:val="00225015"/>
    <w:rsid w:val="002252B6"/>
    <w:rsid w:val="00244B12"/>
    <w:rsid w:val="00272012"/>
    <w:rsid w:val="002825A8"/>
    <w:rsid w:val="00283A7C"/>
    <w:rsid w:val="002850DE"/>
    <w:rsid w:val="00292860"/>
    <w:rsid w:val="00295EE9"/>
    <w:rsid w:val="002976A9"/>
    <w:rsid w:val="002B0278"/>
    <w:rsid w:val="002B0866"/>
    <w:rsid w:val="002B1594"/>
    <w:rsid w:val="002B41A8"/>
    <w:rsid w:val="002E301D"/>
    <w:rsid w:val="00304ADA"/>
    <w:rsid w:val="00306B9F"/>
    <w:rsid w:val="00307892"/>
    <w:rsid w:val="00315203"/>
    <w:rsid w:val="0032687C"/>
    <w:rsid w:val="00337851"/>
    <w:rsid w:val="00347E4D"/>
    <w:rsid w:val="00351AF3"/>
    <w:rsid w:val="003533A7"/>
    <w:rsid w:val="0039238A"/>
    <w:rsid w:val="003B1326"/>
    <w:rsid w:val="003C2268"/>
    <w:rsid w:val="003C5B45"/>
    <w:rsid w:val="003D41BB"/>
    <w:rsid w:val="003E00AB"/>
    <w:rsid w:val="003E01BE"/>
    <w:rsid w:val="003E2318"/>
    <w:rsid w:val="003F03EB"/>
    <w:rsid w:val="003F623C"/>
    <w:rsid w:val="003F7F87"/>
    <w:rsid w:val="00402B09"/>
    <w:rsid w:val="00417ED2"/>
    <w:rsid w:val="00435704"/>
    <w:rsid w:val="00454D3C"/>
    <w:rsid w:val="0046567F"/>
    <w:rsid w:val="00466AE7"/>
    <w:rsid w:val="00472203"/>
    <w:rsid w:val="00472A37"/>
    <w:rsid w:val="00475954"/>
    <w:rsid w:val="00492966"/>
    <w:rsid w:val="004A01E5"/>
    <w:rsid w:val="004A0446"/>
    <w:rsid w:val="004A7B44"/>
    <w:rsid w:val="004C0E36"/>
    <w:rsid w:val="004D2195"/>
    <w:rsid w:val="004D5C8C"/>
    <w:rsid w:val="004E5E95"/>
    <w:rsid w:val="004E70EA"/>
    <w:rsid w:val="004F5AFF"/>
    <w:rsid w:val="00501D79"/>
    <w:rsid w:val="005132B0"/>
    <w:rsid w:val="00517E3A"/>
    <w:rsid w:val="00520446"/>
    <w:rsid w:val="0052284C"/>
    <w:rsid w:val="00524735"/>
    <w:rsid w:val="00561B7B"/>
    <w:rsid w:val="00561C5A"/>
    <w:rsid w:val="00563AEB"/>
    <w:rsid w:val="005728B3"/>
    <w:rsid w:val="005738D5"/>
    <w:rsid w:val="0057504E"/>
    <w:rsid w:val="0058199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0565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4642D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03558"/>
    <w:rsid w:val="00813612"/>
    <w:rsid w:val="0081479C"/>
    <w:rsid w:val="00816DBE"/>
    <w:rsid w:val="00825830"/>
    <w:rsid w:val="00826CB2"/>
    <w:rsid w:val="00830375"/>
    <w:rsid w:val="00831014"/>
    <w:rsid w:val="00832323"/>
    <w:rsid w:val="00834C17"/>
    <w:rsid w:val="008437A4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4003"/>
    <w:rsid w:val="0097175A"/>
    <w:rsid w:val="00974B16"/>
    <w:rsid w:val="009802AD"/>
    <w:rsid w:val="009A5F9E"/>
    <w:rsid w:val="009B638C"/>
    <w:rsid w:val="009C7B24"/>
    <w:rsid w:val="009E2A2A"/>
    <w:rsid w:val="009E77A6"/>
    <w:rsid w:val="009F6E5E"/>
    <w:rsid w:val="00A17111"/>
    <w:rsid w:val="00A200F7"/>
    <w:rsid w:val="00A26A28"/>
    <w:rsid w:val="00A41E41"/>
    <w:rsid w:val="00A50FFF"/>
    <w:rsid w:val="00A51025"/>
    <w:rsid w:val="00A527AF"/>
    <w:rsid w:val="00A54992"/>
    <w:rsid w:val="00A633E1"/>
    <w:rsid w:val="00A65E53"/>
    <w:rsid w:val="00A8234A"/>
    <w:rsid w:val="00A8767F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20F"/>
    <w:rsid w:val="00BC1E8F"/>
    <w:rsid w:val="00BC1F6B"/>
    <w:rsid w:val="00BC732E"/>
    <w:rsid w:val="00BD3D30"/>
    <w:rsid w:val="00BD7612"/>
    <w:rsid w:val="00BE6648"/>
    <w:rsid w:val="00BF0D94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A51B5"/>
    <w:rsid w:val="00CB2FF0"/>
    <w:rsid w:val="00CB3199"/>
    <w:rsid w:val="00CB761D"/>
    <w:rsid w:val="00CC2293"/>
    <w:rsid w:val="00CC266E"/>
    <w:rsid w:val="00CD2A9B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0AC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0B94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111"/>
    <w:rsid w:val="00EB6B74"/>
    <w:rsid w:val="00EB6E4B"/>
    <w:rsid w:val="00EC15AD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90379"/>
    <w:rsid w:val="00F97DFE"/>
    <w:rsid w:val="00FA74D9"/>
    <w:rsid w:val="00FB201E"/>
    <w:rsid w:val="00FD02BF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4F30B8"/>
  <w15:docId w15:val="{B0C4C5CC-1D04-42BF-82C2-3654FDBB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204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204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044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0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204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0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Pavol Podhradsky</cp:lastModifiedBy>
  <cp:revision>2</cp:revision>
  <cp:lastPrinted>2013-05-24T14:00:00Z</cp:lastPrinted>
  <dcterms:created xsi:type="dcterms:W3CDTF">2019-01-27T20:51:00Z</dcterms:created>
  <dcterms:modified xsi:type="dcterms:W3CDTF">2019-01-27T20:51:00Z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