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834C17" w:rsidRDefault="00834C17" w:rsidP="00834C17">
      <w:pPr>
        <w:pStyle w:val="eTask"/>
        <w:rPr>
          <w:lang w:val="cs-CZ"/>
        </w:rPr>
      </w:pPr>
      <w:r w:rsidRPr="00834C17">
        <w:rPr>
          <w:lang w:val="cs-CZ"/>
        </w:rPr>
        <w:t>Přiřaďte pojmy z levého sloupce příslušným definicím vpravo.</w:t>
      </w:r>
      <w:r w:rsidR="00563AEB" w:rsidRPr="00834C17">
        <w:rPr>
          <w:lang w:val="cs-CZ"/>
        </w:rPr>
        <w:t xml:space="preserve"> </w:t>
      </w:r>
      <w:bookmarkStart w:id="0" w:name="_GoBack"/>
      <w:bookmarkEnd w:id="0"/>
    </w:p>
    <w:p w:rsidR="00A51025" w:rsidRPr="00834C17" w:rsidRDefault="00A51025" w:rsidP="00A5102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1484"/>
        <w:gridCol w:w="4218"/>
      </w:tblGrid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Cat-M1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834C17">
            <w:pPr>
              <w:spacing w:before="120" w:after="120"/>
            </w:pPr>
            <w:r w:rsidRPr="00834C17">
              <w:t xml:space="preserve">Machine to Machine, </w:t>
            </w:r>
            <w:r w:rsidR="00834C17" w:rsidRPr="00834C17">
              <w:t xml:space="preserve">označuje zařízení, která jsou navzájem propojena </w:t>
            </w: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</w:p>
        </w:tc>
        <w:tc>
          <w:tcPr>
            <w:tcW w:w="1484" w:type="dxa"/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</w:pP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5G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834C17">
            <w:pPr>
              <w:spacing w:before="120" w:after="120"/>
            </w:pPr>
            <w:r w:rsidRPr="00834C17">
              <w:t>IoT</w:t>
            </w:r>
            <w:r w:rsidR="00834C17" w:rsidRPr="00834C17">
              <w:t xml:space="preserve"> verze</w:t>
            </w:r>
            <w:r w:rsidRPr="00834C17">
              <w:t xml:space="preserve"> LTE</w:t>
            </w: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</w:p>
        </w:tc>
        <w:tc>
          <w:tcPr>
            <w:tcW w:w="1484" w:type="dxa"/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</w:pP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Adafruit IO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834C17" w:rsidP="00834C17">
            <w:pPr>
              <w:spacing w:before="120" w:after="120"/>
            </w:pPr>
            <w:r w:rsidRPr="00834C17">
              <w:t xml:space="preserve">Snadno použitelný systém, umožňuje jednoduché datové připojení s malými požadavky na programování. </w:t>
            </w: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</w:p>
        </w:tc>
        <w:tc>
          <w:tcPr>
            <w:tcW w:w="1484" w:type="dxa"/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</w:pPr>
          </w:p>
        </w:tc>
      </w:tr>
      <w:tr w:rsidR="00A51025" w:rsidRPr="00834C17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A51025" w:rsidP="00A51025">
            <w:pPr>
              <w:spacing w:before="120" w:after="120"/>
              <w:jc w:val="center"/>
            </w:pPr>
            <w:r w:rsidRPr="00834C17">
              <w:t>M2M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834C17" w:rsidRDefault="00A51025" w:rsidP="00A51025">
            <w:pPr>
              <w:spacing w:before="120" w:after="120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834C17" w:rsidRDefault="00834C17" w:rsidP="00834C17">
            <w:pPr>
              <w:spacing w:before="120" w:after="120"/>
            </w:pPr>
            <w:r w:rsidRPr="00834C17">
              <w:t xml:space="preserve">Zkratka používaná pro pátou generaci mobilních telekomunikačních technologií </w:t>
            </w:r>
          </w:p>
        </w:tc>
      </w:tr>
    </w:tbl>
    <w:p w:rsidR="00A51025" w:rsidRPr="00834C17" w:rsidRDefault="00A51025" w:rsidP="00A5102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563AEB" w:rsidRPr="00834C17" w:rsidRDefault="00563AEB" w:rsidP="00A51025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C148FD" w:rsidRPr="00834C17" w:rsidRDefault="00C148FD" w:rsidP="00C148FD">
      <w:pPr>
        <w:pStyle w:val="eLineBottom"/>
      </w:pPr>
    </w:p>
    <w:p w:rsidR="001922A0" w:rsidRPr="00834C17" w:rsidRDefault="001922A0" w:rsidP="001922A0"/>
    <w:p w:rsidR="001922A0" w:rsidRPr="00834C17" w:rsidRDefault="007B7B4C" w:rsidP="00834C17">
      <w:pPr>
        <w:pStyle w:val="eTask"/>
        <w:rPr>
          <w:lang w:val="cs-CZ"/>
        </w:rPr>
      </w:pPr>
      <w:r w:rsidRPr="00834C17">
        <w:rPr>
          <w:lang w:val="cs-CZ"/>
        </w:rPr>
        <w:t xml:space="preserve"> </w:t>
      </w:r>
      <w:r w:rsidR="00834C17" w:rsidRPr="00834C17">
        <w:rPr>
          <w:lang w:val="cs-CZ"/>
        </w:rPr>
        <w:t xml:space="preserve">Uveďte tři základní parametry, které charakterizují protokol IPv6 </w:t>
      </w:r>
      <w:r w:rsidR="002252B6" w:rsidRPr="00834C17">
        <w:rPr>
          <w:lang w:val="cs-CZ"/>
        </w:rPr>
        <w:t>(Internet</w:t>
      </w:r>
      <w:r w:rsidR="00834C17">
        <w:rPr>
          <w:lang w:val="cs-CZ"/>
        </w:rPr>
        <w:t xml:space="preserve">ový </w:t>
      </w:r>
      <w:r w:rsidR="002252B6" w:rsidRPr="00834C17">
        <w:rPr>
          <w:lang w:val="cs-CZ"/>
        </w:rPr>
        <w:t>proto</w:t>
      </w:r>
      <w:r w:rsidR="00834C17">
        <w:rPr>
          <w:lang w:val="cs-CZ"/>
        </w:rPr>
        <w:t>k</w:t>
      </w:r>
      <w:r w:rsidR="002252B6" w:rsidRPr="00834C17">
        <w:rPr>
          <w:lang w:val="cs-CZ"/>
        </w:rPr>
        <w:t>ol ver</w:t>
      </w:r>
      <w:r w:rsidR="00834C17" w:rsidRPr="00834C17">
        <w:rPr>
          <w:lang w:val="cs-CZ"/>
        </w:rPr>
        <w:t>ze</w:t>
      </w:r>
      <w:r w:rsidR="002252B6" w:rsidRPr="00834C17">
        <w:rPr>
          <w:lang w:val="cs-CZ"/>
        </w:rPr>
        <w:t xml:space="preserve"> 6) </w:t>
      </w:r>
    </w:p>
    <w:p w:rsidR="001922A0" w:rsidRPr="00834C17" w:rsidRDefault="001922A0" w:rsidP="00A51025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EB6B74" w:rsidRPr="00834C17" w:rsidRDefault="00EB6B74" w:rsidP="00C148FD">
      <w:r w:rsidRPr="00834C17">
        <w:t>1.</w:t>
      </w:r>
      <w:r w:rsidRPr="00834C17">
        <w:tab/>
        <w:t>__________________</w:t>
      </w:r>
    </w:p>
    <w:p w:rsidR="00EB6B74" w:rsidRPr="00834C17" w:rsidRDefault="00EB6B74" w:rsidP="00FB201E"/>
    <w:p w:rsidR="00EB6B74" w:rsidRPr="00834C17" w:rsidRDefault="00EB6B74" w:rsidP="00EB6B74">
      <w:pPr>
        <w:rPr>
          <w:noProof/>
          <w:lang w:eastAsia="sk-SK"/>
        </w:rPr>
      </w:pPr>
      <w:r w:rsidRPr="00834C17">
        <w:rPr>
          <w:noProof/>
          <w:lang w:eastAsia="sk-SK"/>
        </w:rPr>
        <w:t>2.</w:t>
      </w:r>
      <w:r w:rsidRPr="00834C17">
        <w:tab/>
        <w:t>__________________</w:t>
      </w:r>
    </w:p>
    <w:p w:rsidR="00EB6B74" w:rsidRPr="00834C17" w:rsidRDefault="00EB6B74" w:rsidP="00EB6B74">
      <w:pPr>
        <w:rPr>
          <w:noProof/>
          <w:lang w:eastAsia="sk-SK"/>
        </w:rPr>
      </w:pPr>
    </w:p>
    <w:p w:rsidR="00EB6B74" w:rsidRPr="00834C17" w:rsidRDefault="00EB6B74" w:rsidP="00EB6B74">
      <w:r w:rsidRPr="00834C17">
        <w:rPr>
          <w:noProof/>
          <w:lang w:eastAsia="sk-SK"/>
        </w:rPr>
        <w:t>3.</w:t>
      </w:r>
      <w:r w:rsidRPr="00834C17">
        <w:tab/>
        <w:t>__________________</w:t>
      </w:r>
    </w:p>
    <w:p w:rsidR="00F01181" w:rsidRPr="00834C17" w:rsidRDefault="00F01181" w:rsidP="00EB6B74">
      <w:pPr>
        <w:rPr>
          <w:noProof/>
          <w:lang w:eastAsia="sk-SK"/>
        </w:rPr>
      </w:pPr>
    </w:p>
    <w:p w:rsidR="00C148FD" w:rsidRPr="00834C17" w:rsidRDefault="00C148FD" w:rsidP="00C148FD">
      <w:pPr>
        <w:pStyle w:val="eLineBottom"/>
      </w:pPr>
    </w:p>
    <w:p w:rsidR="00C148FD" w:rsidRPr="00834C17" w:rsidRDefault="00C148FD" w:rsidP="00C148FD"/>
    <w:p w:rsidR="00C148FD" w:rsidRPr="00610565" w:rsidRDefault="00834C17" w:rsidP="00834C17">
      <w:pPr>
        <w:pStyle w:val="eTask"/>
        <w:rPr>
          <w:lang w:val="cs-CZ"/>
        </w:rPr>
      </w:pPr>
      <w:r w:rsidRPr="00834C17">
        <w:rPr>
          <w:lang w:val="cs-CZ"/>
        </w:rPr>
        <w:t xml:space="preserve">Upravte text tak, aby následující </w:t>
      </w:r>
      <w:r>
        <w:rPr>
          <w:lang w:val="cs-CZ"/>
        </w:rPr>
        <w:t>tvrzení byl</w:t>
      </w:r>
      <w:r w:rsidR="004D2195">
        <w:rPr>
          <w:lang w:val="cs-CZ"/>
        </w:rPr>
        <w:t>o</w:t>
      </w:r>
      <w:r>
        <w:rPr>
          <w:lang w:val="cs-CZ"/>
        </w:rPr>
        <w:t xml:space="preserve"> pravda</w:t>
      </w:r>
    </w:p>
    <w:p w:rsidR="00BC1E8F" w:rsidRPr="00834C17" w:rsidRDefault="00BC1E8F" w:rsidP="00A5102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223478" w:rsidRPr="00834C17" w:rsidRDefault="004D2195" w:rsidP="00524735">
      <w:pPr>
        <w:spacing w:line="360" w:lineRule="auto"/>
        <w:jc w:val="both"/>
      </w:pPr>
      <w:r w:rsidRPr="00DA26AB">
        <w:t xml:space="preserve">Adresy IPv6 jsou reprezentovány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čtyřmi</m:t>
                </m:r>
              </m:e>
              <m:e>
                <m:r>
                  <m:rPr>
                    <m:nor/>
                  </m:rPr>
                  <m:t>osmi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BC1E8F" w:rsidRPr="00834C17">
        <w:t xml:space="preserve"> </w:t>
      </w:r>
      <w:r w:rsidRPr="00DA26AB">
        <w:t xml:space="preserve">skupinami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čtyř</m:t>
                </m:r>
              </m:e>
              <m:e>
                <m:r>
                  <m:rPr>
                    <m:nor/>
                  </m:rPr>
                  <m:t>dvou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A51025" w:rsidRPr="00834C17">
        <w:t xml:space="preserve"> </w:t>
      </w:r>
      <w:r w:rsidRPr="00DA26AB">
        <w:t>hexadecimálních číslic</w:t>
      </w:r>
      <w:r w:rsidR="00BC1E8F" w:rsidRPr="00834C17">
        <w:t>.</w:t>
      </w:r>
    </w:p>
    <w:p w:rsidR="00C55039" w:rsidRPr="00834C17" w:rsidRDefault="00C55039" w:rsidP="00524735">
      <w:pPr>
        <w:spacing w:line="360" w:lineRule="auto"/>
        <w:jc w:val="both"/>
      </w:pPr>
      <w:r w:rsidRPr="00834C17">
        <w:t xml:space="preserve">IoT </w:t>
      </w:r>
      <w:r w:rsidR="004D2195">
        <w:t>zařízení v instalacích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uvnitř</m:t>
                </m:r>
              </m:e>
              <m:e>
                <m:r>
                  <m:rPr>
                    <m:nor/>
                  </m:rPr>
                  <m:t>vně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 w:rsidR="004D2195">
        <w:t xml:space="preserve">budov obvykle používají </w:t>
      </w:r>
      <w:r w:rsidRPr="00834C17">
        <w:t>Wi-Fi a Bluetooth.</w:t>
      </w:r>
    </w:p>
    <w:p w:rsidR="00F01181" w:rsidRPr="00834C17" w:rsidRDefault="004D2195" w:rsidP="00524735">
      <w:pPr>
        <w:spacing w:line="360" w:lineRule="auto"/>
        <w:jc w:val="both"/>
      </w:pPr>
      <w:r>
        <w:t xml:space="preserve">Spotřeba energie </w:t>
      </w:r>
      <w:r w:rsidR="00F01181" w:rsidRPr="00834C17">
        <w:t xml:space="preserve">Wi-Fi </w:t>
      </w:r>
      <w:r>
        <w:t>je mnohem</w:t>
      </w:r>
      <w:r w:rsidR="00F01181" w:rsidRPr="00834C1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větší</m:t>
                </m:r>
              </m:e>
              <m:e>
                <m:r>
                  <m:rPr>
                    <m:nor/>
                  </m:rPr>
                  <m:t>menší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F01181" w:rsidRPr="00834C17">
        <w:t xml:space="preserve"> </w:t>
      </w:r>
      <w:r>
        <w:t>než</w:t>
      </w:r>
      <w:r w:rsidR="00F01181" w:rsidRPr="00834C17">
        <w:t xml:space="preserve"> Bluetooth.</w:t>
      </w:r>
    </w:p>
    <w:p w:rsidR="00F01181" w:rsidRPr="00834C17" w:rsidRDefault="004D2195" w:rsidP="00524735">
      <w:pPr>
        <w:spacing w:line="360" w:lineRule="auto"/>
        <w:jc w:val="both"/>
      </w:pPr>
      <w:r>
        <w:t xml:space="preserve">Technologie </w:t>
      </w:r>
      <w:r w:rsidR="00F01181" w:rsidRPr="00834C17">
        <w:t>5G tec</w:t>
      </w:r>
      <w:r w:rsidR="00786040" w:rsidRPr="00834C17">
        <w:t>h</w:t>
      </w:r>
      <w:r w:rsidR="00F01181" w:rsidRPr="00834C17">
        <w:t xml:space="preserve">nology </w:t>
      </w:r>
      <w:r>
        <w:t xml:space="preserve">bude provozována v pásmech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1,6 a 35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3,6 a 26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="00F01181" w:rsidRPr="00834C17">
        <w:t xml:space="preserve"> </w:t>
      </w:r>
      <w:r>
        <w:t xml:space="preserve">v roce </w:t>
      </w:r>
      <w:r w:rsidR="00F01181" w:rsidRPr="00834C17">
        <w:t xml:space="preserve">2020 </w:t>
      </w:r>
      <w:r>
        <w:t xml:space="preserve">v EU. </w:t>
      </w:r>
    </w:p>
    <w:p w:rsidR="004D2195" w:rsidRDefault="004D2195" w:rsidP="00A51025">
      <w:pPr>
        <w:spacing w:line="360" w:lineRule="auto"/>
      </w:pPr>
    </w:p>
    <w:p w:rsidR="00BC1E8F" w:rsidRPr="00834C17" w:rsidRDefault="004D2195" w:rsidP="00A51025">
      <w:pPr>
        <w:spacing w:line="360" w:lineRule="auto"/>
      </w:pPr>
      <w:r w:rsidRPr="00DA26AB">
        <w:lastRenderedPageBreak/>
        <w:t xml:space="preserve">Očekává se, že IoT zařízení budou konstrukčně navržena tak, aby v nich baterie vydržela i </w:t>
      </w:r>
      <w:r w:rsidRPr="00834C1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čtyři</m:t>
                </m:r>
              </m:e>
              <m:e>
                <m:r>
                  <m:rPr>
                    <m:nor/>
                  </m:rPr>
                  <m:t>deset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roky/</w:t>
      </w:r>
      <w:r w:rsidRPr="00DA26AB">
        <w:t>let.</w:t>
      </w:r>
    </w:p>
    <w:p w:rsidR="00A51025" w:rsidRPr="00834C17" w:rsidRDefault="00A51025" w:rsidP="00A51025">
      <w:pPr>
        <w:pStyle w:val="eLineBottom"/>
      </w:pPr>
    </w:p>
    <w:p w:rsidR="00A51025" w:rsidRPr="00834C17" w:rsidRDefault="00A51025" w:rsidP="00A51025">
      <w:pPr>
        <w:spacing w:line="360" w:lineRule="auto"/>
      </w:pPr>
    </w:p>
    <w:p w:rsidR="00666397" w:rsidRPr="009E77A6" w:rsidRDefault="009E77A6" w:rsidP="00A51025">
      <w:pPr>
        <w:pStyle w:val="eTask"/>
        <w:rPr>
          <w:lang w:val="cs-CZ"/>
        </w:rPr>
      </w:pPr>
      <w:r w:rsidRPr="009E77A6">
        <w:rPr>
          <w:lang w:val="cs-CZ"/>
        </w:rPr>
        <w:t>Přiřaďte pojmy z levého sloupce příslušným definicím vpravo.</w:t>
      </w:r>
    </w:p>
    <w:p w:rsidR="00666397" w:rsidRPr="00834C17" w:rsidRDefault="00666397" w:rsidP="00666397">
      <w:pPr>
        <w:pStyle w:val="eCheckBoxText"/>
        <w:spacing w:line="360" w:lineRule="auto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2835"/>
        <w:gridCol w:w="3510"/>
      </w:tblGrid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9E77A6" w:rsidP="009E77A6">
            <w:pPr>
              <w:pStyle w:val="eCheckBoxText"/>
              <w:spacing w:before="120" w:after="120"/>
              <w:ind w:left="0" w:firstLine="0"/>
              <w:jc w:val="center"/>
            </w:pPr>
            <w:r w:rsidRPr="009E77A6">
              <w:t>Energetická účinnost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834C17" w:rsidRDefault="009E77A6" w:rsidP="009E77A6">
            <w:pPr>
              <w:pStyle w:val="eCheckBoxText"/>
              <w:spacing w:before="120" w:after="120"/>
              <w:ind w:left="0" w:firstLine="0"/>
              <w:jc w:val="both"/>
            </w:pPr>
            <w:r>
              <w:t>Typ komunikace po elektrické síti</w:t>
            </w: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9E77A6" w:rsidP="00A51025">
            <w:pPr>
              <w:pStyle w:val="eCheckBoxText"/>
              <w:spacing w:before="120" w:after="120"/>
              <w:ind w:left="0" w:firstLine="0"/>
              <w:jc w:val="center"/>
            </w:pPr>
            <w:r>
              <w:t>Ú</w:t>
            </w:r>
            <w:r w:rsidRPr="00AF390D">
              <w:t xml:space="preserve">zkopásmové </w:t>
            </w:r>
            <w:r w:rsidR="00666397" w:rsidRPr="00834C17">
              <w:t>PLC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834C17" w:rsidRDefault="009E77A6" w:rsidP="009E77A6">
            <w:pPr>
              <w:pStyle w:val="eCheckBoxText"/>
              <w:spacing w:before="120" w:after="120"/>
              <w:ind w:left="0" w:firstLine="0"/>
              <w:jc w:val="both"/>
            </w:pPr>
            <w:r w:rsidRPr="009E77A6">
              <w:t>Použití nositeln</w:t>
            </w:r>
            <w:r>
              <w:t>é elektroniky</w:t>
            </w:r>
            <w:r w:rsidRPr="009E77A6">
              <w:t xml:space="preserve">, zařízení pro detekci pádu nebo kvality života </w:t>
            </w:r>
            <w:r>
              <w:t>osob</w:t>
            </w: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9E77A6" w:rsidP="009E77A6">
            <w:pPr>
              <w:pStyle w:val="eCheckBoxText"/>
              <w:spacing w:before="120" w:after="120"/>
              <w:ind w:left="0" w:firstLine="0"/>
              <w:jc w:val="center"/>
            </w:pPr>
            <w:r>
              <w:t>Chytrá domácnost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834C17" w:rsidRDefault="00FE5916" w:rsidP="00FE5916">
            <w:pPr>
              <w:pStyle w:val="eCheckBoxText"/>
              <w:spacing w:before="120" w:after="120"/>
              <w:ind w:left="0" w:firstLine="0"/>
              <w:jc w:val="both"/>
            </w:pPr>
            <w:r>
              <w:t xml:space="preserve">Může se učit zvykům vlastníka, navrhnout televizní film, jídlo, či pití </w:t>
            </w: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</w:rPr>
            </w:pPr>
          </w:p>
        </w:tc>
      </w:tr>
      <w:tr w:rsidR="00666397" w:rsidRPr="00834C1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834C17" w:rsidRDefault="009E77A6" w:rsidP="009E77A6">
            <w:pPr>
              <w:pStyle w:val="eCheckBoxText"/>
              <w:spacing w:before="120" w:after="120"/>
              <w:ind w:left="0" w:firstLine="0"/>
              <w:jc w:val="center"/>
            </w:pPr>
            <w:r>
              <w:t>Chytré zdravotnictví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834C17" w:rsidRDefault="00666397" w:rsidP="00A51025">
            <w:pPr>
              <w:pStyle w:val="eCheckBoxText"/>
              <w:spacing w:before="120" w:after="120"/>
              <w:ind w:left="0" w:firstLine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834C17" w:rsidRDefault="00FE5916" w:rsidP="00FE5916">
            <w:pPr>
              <w:pStyle w:val="eCheckBoxText"/>
              <w:spacing w:before="120" w:after="120"/>
              <w:ind w:left="0" w:firstLine="0"/>
              <w:jc w:val="both"/>
            </w:pPr>
            <w:r>
              <w:t>P</w:t>
            </w:r>
            <w:r w:rsidRPr="00DA26AB">
              <w:t>rovozuschopnost IoT zařízení po delší dobu</w:t>
            </w:r>
            <w:r>
              <w:t xml:space="preserve">, </w:t>
            </w:r>
            <w:r w:rsidRPr="00DA26AB">
              <w:t>bezobslužn</w:t>
            </w:r>
            <w:r>
              <w:t>ě, či s </w:t>
            </w:r>
            <w:r w:rsidRPr="00DA26AB">
              <w:t>periodick</w:t>
            </w:r>
            <w:r>
              <w:t xml:space="preserve">ým </w:t>
            </w:r>
            <w:r w:rsidRPr="00DA26AB">
              <w:t>probouzení</w:t>
            </w:r>
            <w:r>
              <w:t>m</w:t>
            </w:r>
          </w:p>
        </w:tc>
      </w:tr>
    </w:tbl>
    <w:p w:rsidR="00666397" w:rsidRPr="00834C17" w:rsidRDefault="00666397" w:rsidP="00666397">
      <w:pPr>
        <w:pStyle w:val="eCheckBoxText"/>
        <w:spacing w:line="360" w:lineRule="auto"/>
        <w:jc w:val="both"/>
        <w:rPr>
          <w:sz w:val="22"/>
        </w:rPr>
      </w:pPr>
    </w:p>
    <w:p w:rsidR="00666397" w:rsidRPr="00834C17" w:rsidRDefault="00666397" w:rsidP="00666397">
      <w:pPr>
        <w:pStyle w:val="eLineBottom"/>
        <w:rPr>
          <w:sz w:val="22"/>
        </w:rPr>
      </w:pPr>
    </w:p>
    <w:p w:rsidR="00666397" w:rsidRPr="00834C17" w:rsidRDefault="00666397" w:rsidP="00666397">
      <w:pPr>
        <w:pStyle w:val="eCheckBoxText"/>
        <w:spacing w:line="360" w:lineRule="auto"/>
        <w:jc w:val="both"/>
        <w:rPr>
          <w:sz w:val="22"/>
        </w:rPr>
      </w:pPr>
    </w:p>
    <w:p w:rsidR="00666397" w:rsidRPr="00610565" w:rsidRDefault="00FE5916" w:rsidP="00FE5916">
      <w:pPr>
        <w:pStyle w:val="eTask"/>
        <w:rPr>
          <w:lang w:val="cs-CZ"/>
        </w:rPr>
      </w:pPr>
      <w:r w:rsidRPr="00834C17">
        <w:rPr>
          <w:lang w:val="cs-CZ"/>
        </w:rPr>
        <w:t xml:space="preserve">Uveďte </w:t>
      </w:r>
      <w:r w:rsidRPr="00FE5916">
        <w:rPr>
          <w:lang w:val="cs-CZ"/>
        </w:rPr>
        <w:t>minimálně 4 základní aplikac</w:t>
      </w:r>
      <w:r>
        <w:rPr>
          <w:lang w:val="cs-CZ"/>
        </w:rPr>
        <w:t>e</w:t>
      </w:r>
      <w:r w:rsidRPr="00FE5916">
        <w:rPr>
          <w:lang w:val="cs-CZ"/>
        </w:rPr>
        <w:t xml:space="preserve"> a jejich popis v oblasti </w:t>
      </w:r>
      <w:r>
        <w:rPr>
          <w:lang w:val="cs-CZ"/>
        </w:rPr>
        <w:t xml:space="preserve">chytrých </w:t>
      </w:r>
      <w:r w:rsidRPr="00FE5916">
        <w:rPr>
          <w:lang w:val="cs-CZ"/>
        </w:rPr>
        <w:t>měst.</w:t>
      </w:r>
    </w:p>
    <w:p w:rsidR="00666397" w:rsidRPr="00834C17" w:rsidRDefault="00666397" w:rsidP="00666397">
      <w:pPr>
        <w:pStyle w:val="eCheckBoxText"/>
        <w:spacing w:line="360" w:lineRule="auto"/>
        <w:jc w:val="both"/>
      </w:pPr>
    </w:p>
    <w:p w:rsidR="00666397" w:rsidRPr="00834C17" w:rsidRDefault="00666397" w:rsidP="00A51025">
      <w:r w:rsidRPr="00834C17">
        <w:t>1.</w:t>
      </w:r>
      <w:r w:rsidRPr="00834C17">
        <w:tab/>
        <w:t>__________________________________________________________________</w:t>
      </w:r>
    </w:p>
    <w:p w:rsidR="00666397" w:rsidRPr="00834C17" w:rsidRDefault="00666397" w:rsidP="00A51025"/>
    <w:p w:rsidR="00666397" w:rsidRPr="00834C17" w:rsidRDefault="00666397" w:rsidP="00A51025">
      <w:r w:rsidRPr="00834C17">
        <w:t>2.</w:t>
      </w:r>
      <w:r w:rsidRPr="00834C17">
        <w:tab/>
        <w:t>__________________________________________________________________</w:t>
      </w:r>
    </w:p>
    <w:p w:rsidR="00666397" w:rsidRPr="00834C17" w:rsidRDefault="00666397" w:rsidP="00A51025"/>
    <w:p w:rsidR="00666397" w:rsidRPr="00834C17" w:rsidRDefault="00666397" w:rsidP="00A51025">
      <w:r w:rsidRPr="00834C17">
        <w:t>3.</w:t>
      </w:r>
      <w:r w:rsidRPr="00834C17">
        <w:tab/>
        <w:t>__________________________________________________________________</w:t>
      </w:r>
    </w:p>
    <w:p w:rsidR="00666397" w:rsidRPr="00834C17" w:rsidRDefault="00666397" w:rsidP="00A51025"/>
    <w:p w:rsidR="00666397" w:rsidRPr="00834C17" w:rsidRDefault="00666397" w:rsidP="00A51025">
      <w:r w:rsidRPr="00834C17">
        <w:t>4.</w:t>
      </w:r>
      <w:r w:rsidRPr="00834C17">
        <w:tab/>
        <w:t>__________________________________________________________________</w:t>
      </w:r>
    </w:p>
    <w:p w:rsidR="00666397" w:rsidRPr="00834C17" w:rsidRDefault="00666397" w:rsidP="00A51025"/>
    <w:p w:rsidR="00666397" w:rsidRPr="00834C17" w:rsidRDefault="00666397" w:rsidP="00666397">
      <w:pPr>
        <w:pStyle w:val="eLineBottom"/>
      </w:pPr>
    </w:p>
    <w:p w:rsidR="00666397" w:rsidRPr="00834C17" w:rsidRDefault="00666397" w:rsidP="00666397">
      <w:pPr>
        <w:pStyle w:val="eCheckBoxText"/>
        <w:spacing w:line="360" w:lineRule="auto"/>
        <w:jc w:val="both"/>
      </w:pPr>
    </w:p>
    <w:p w:rsidR="00A51025" w:rsidRPr="00834C17" w:rsidRDefault="00A51025">
      <w:pPr>
        <w:rPr>
          <w:b/>
        </w:rPr>
      </w:pPr>
      <w:r w:rsidRPr="00834C17">
        <w:br w:type="page"/>
      </w:r>
    </w:p>
    <w:p w:rsidR="00666397" w:rsidRPr="00834C17" w:rsidRDefault="00FE5916" w:rsidP="00A51025">
      <w:pPr>
        <w:pStyle w:val="eTask"/>
        <w:rPr>
          <w:lang w:val="cs-CZ"/>
        </w:rPr>
      </w:pPr>
      <w:r w:rsidRPr="00834C17">
        <w:rPr>
          <w:lang w:val="cs-CZ"/>
        </w:rPr>
        <w:lastRenderedPageBreak/>
        <w:t xml:space="preserve">Upravte text tak, aby následující </w:t>
      </w:r>
      <w:r>
        <w:rPr>
          <w:lang w:val="cs-CZ"/>
        </w:rPr>
        <w:t>tvrzení bylo pravda</w:t>
      </w:r>
      <w:r w:rsidR="00666397" w:rsidRPr="00834C17">
        <w:rPr>
          <w:lang w:val="cs-CZ"/>
        </w:rPr>
        <w:t>.</w:t>
      </w:r>
    </w:p>
    <w:p w:rsidR="00666397" w:rsidRPr="00834C17" w:rsidRDefault="00666397" w:rsidP="00666397">
      <w:pPr>
        <w:pStyle w:val="eCheckBoxText"/>
        <w:spacing w:line="360" w:lineRule="auto"/>
        <w:jc w:val="both"/>
      </w:pPr>
    </w:p>
    <w:p w:rsidR="00666397" w:rsidRPr="00834C17" w:rsidRDefault="00FE5916" w:rsidP="00524735">
      <w:pPr>
        <w:spacing w:line="360" w:lineRule="auto"/>
        <w:jc w:val="both"/>
      </w:pPr>
      <w:r>
        <w:t>Komerční IoT zařízení používají</w:t>
      </w:r>
      <w:r w:rsidR="003E00AB">
        <w:t xml:space="preserve"> ke komunikaci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buď ZigBee nebo Bluetooth</m:t>
                </m:r>
                <m: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síť IP</m:t>
                </m:r>
              </m:e>
            </m:eqArr>
          </m:e>
        </m:d>
      </m:oMath>
      <w:r w:rsidR="00666397" w:rsidRPr="00834C17">
        <w:t>.</w:t>
      </w:r>
    </w:p>
    <w:p w:rsidR="00666397" w:rsidRPr="00834C17" w:rsidRDefault="003E00AB" w:rsidP="00524735">
      <w:pPr>
        <w:spacing w:line="360" w:lineRule="auto"/>
        <w:jc w:val="both"/>
      </w:pPr>
      <w:r>
        <w:t xml:space="preserve">Chytrá </w:t>
      </w:r>
      <w:r w:rsidRPr="00D36628">
        <w:t xml:space="preserve">síť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kombinuje zdroje fosilních palic s notebooky a chytrými telefony do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integruje informační a komunikační technologie do</m:t>
                </m:r>
              </m:e>
            </m:eqArr>
          </m:e>
        </m:d>
      </m:oMath>
      <w:r w:rsidR="00666397" w:rsidRPr="00834C17">
        <w:t xml:space="preserve"> </w:t>
      </w:r>
      <w:r w:rsidRPr="00D36628">
        <w:t>elektrické sítě</w:t>
      </w:r>
      <w:r w:rsidR="00666397" w:rsidRPr="00834C17">
        <w:t>.</w:t>
      </w:r>
    </w:p>
    <w:p w:rsidR="00666397" w:rsidRPr="00834C17" w:rsidRDefault="003E00AB" w:rsidP="00524735">
      <w:pPr>
        <w:spacing w:line="360" w:lineRule="auto"/>
        <w:jc w:val="both"/>
      </w:pPr>
      <w:r w:rsidRPr="003E00AB">
        <w:t>Chytré farmaření poskytuje farmáři příležitost k</w:t>
      </w:r>
      <w:r w:rsidR="0058199E">
        <w:t> 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efektivní kombinaci zdrojů fosilních paliv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>lepšímu rozhodování</m:t>
                </m:r>
              </m:e>
            </m:eqArr>
          </m:e>
        </m:d>
      </m:oMath>
      <w:r w:rsidRPr="003E00AB">
        <w:t xml:space="preserve"> </w:t>
      </w:r>
      <w:r w:rsidRPr="00193BD8">
        <w:t>a</w:t>
      </w:r>
      <w:r w:rsidR="00666397" w:rsidRPr="00193BD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efektivnějšímu řízení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m:t xml:space="preserve">offline správě </m:t>
                </m:r>
              </m:e>
            </m:eqArr>
          </m:e>
        </m:d>
      </m:oMath>
      <w:r w:rsidRPr="003E00AB">
        <w:t xml:space="preserve"> jednotlivých</w:t>
      </w:r>
      <w:r>
        <w:t xml:space="preserve"> procesů</w:t>
      </w:r>
      <w:r w:rsidR="00666397" w:rsidRPr="00834C17">
        <w:t>.</w:t>
      </w:r>
    </w:p>
    <w:sectPr w:rsidR="00666397" w:rsidRPr="00834C1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D3C" w:rsidRDefault="00454D3C" w:rsidP="00861A1A">
      <w:r>
        <w:separator/>
      </w:r>
    </w:p>
  </w:endnote>
  <w:endnote w:type="continuationSeparator" w:id="0">
    <w:p w:rsidR="00454D3C" w:rsidRDefault="00454D3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F97DFE" w:rsidTr="00CA51B5">
      <w:tc>
        <w:tcPr>
          <w:tcW w:w="2518" w:type="dxa"/>
        </w:tcPr>
        <w:p w:rsidR="00F97DFE" w:rsidRDefault="00F97DFE" w:rsidP="00F97DFE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28EE5F7D" wp14:editId="5BD21853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97DFE" w:rsidRPr="00E95825" w:rsidRDefault="00F97DFE" w:rsidP="00F97D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F97DFE" w:rsidRPr="00CA51B5" w:rsidRDefault="00F97DFE" w:rsidP="00F97D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58199E" w:rsidTr="00CA51B5">
      <w:tc>
        <w:tcPr>
          <w:tcW w:w="8472" w:type="dxa"/>
          <w:gridSpan w:val="2"/>
        </w:tcPr>
        <w:p w:rsidR="0058199E" w:rsidRPr="00CA51B5" w:rsidRDefault="0058199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58199E" w:rsidRPr="00CA51B5" w:rsidRDefault="0058199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58199E" w:rsidRPr="00BF5E09" w:rsidRDefault="0058199E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D3C" w:rsidRDefault="00454D3C" w:rsidP="00861A1A">
      <w:r>
        <w:separator/>
      </w:r>
    </w:p>
  </w:footnote>
  <w:footnote w:type="continuationSeparator" w:id="0">
    <w:p w:rsidR="00454D3C" w:rsidRDefault="00454D3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9E" w:rsidRPr="002B41A8" w:rsidRDefault="0058199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4D5C8C">
      <w:rPr>
        <w:rFonts w:ascii="Calibri" w:hAnsi="Calibri"/>
        <w:b/>
        <w:smallCaps/>
        <w:noProof/>
      </w:rPr>
      <w:t>PRACOVNÍ LIST</w:t>
    </w:r>
  </w:p>
  <w:p w:rsidR="0058199E" w:rsidRPr="00834C17" w:rsidRDefault="0058199E" w:rsidP="004A0446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en-US"/>
      </w:rPr>
      <w:t>Sv</w:t>
    </w:r>
    <w:r>
      <w:rPr>
        <w:rFonts w:ascii="Calibri" w:hAnsi="Calibri"/>
        <w:smallCaps/>
        <w:noProof/>
        <w:sz w:val="20"/>
        <w:szCs w:val="20"/>
      </w:rPr>
      <w:t>ět Internetu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3BD8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5B45"/>
    <w:rsid w:val="003D41BB"/>
    <w:rsid w:val="003E00AB"/>
    <w:rsid w:val="003E01BE"/>
    <w:rsid w:val="003F03EB"/>
    <w:rsid w:val="003F623C"/>
    <w:rsid w:val="003F7F87"/>
    <w:rsid w:val="00402B09"/>
    <w:rsid w:val="00417ED2"/>
    <w:rsid w:val="00435704"/>
    <w:rsid w:val="00454D3C"/>
    <w:rsid w:val="0046567F"/>
    <w:rsid w:val="00472203"/>
    <w:rsid w:val="00475954"/>
    <w:rsid w:val="00492966"/>
    <w:rsid w:val="004A01E5"/>
    <w:rsid w:val="004A0446"/>
    <w:rsid w:val="004A7B44"/>
    <w:rsid w:val="004C0E36"/>
    <w:rsid w:val="004D2195"/>
    <w:rsid w:val="004D5C8C"/>
    <w:rsid w:val="004E5E95"/>
    <w:rsid w:val="004E70EA"/>
    <w:rsid w:val="004F5AFF"/>
    <w:rsid w:val="005132B0"/>
    <w:rsid w:val="00517E3A"/>
    <w:rsid w:val="0052284C"/>
    <w:rsid w:val="00524735"/>
    <w:rsid w:val="00561B7B"/>
    <w:rsid w:val="00561C5A"/>
    <w:rsid w:val="00563AEB"/>
    <w:rsid w:val="005728B3"/>
    <w:rsid w:val="005738D5"/>
    <w:rsid w:val="0057504E"/>
    <w:rsid w:val="0058199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0565"/>
    <w:rsid w:val="00625B5A"/>
    <w:rsid w:val="0063686B"/>
    <w:rsid w:val="006435FE"/>
    <w:rsid w:val="0064494B"/>
    <w:rsid w:val="00654C16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6040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16DBE"/>
    <w:rsid w:val="00825830"/>
    <w:rsid w:val="00826CB2"/>
    <w:rsid w:val="00830375"/>
    <w:rsid w:val="00831014"/>
    <w:rsid w:val="00832323"/>
    <w:rsid w:val="00834C17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E77A6"/>
    <w:rsid w:val="009F6E5E"/>
    <w:rsid w:val="00A17111"/>
    <w:rsid w:val="00A26A28"/>
    <w:rsid w:val="00A41E41"/>
    <w:rsid w:val="00A50FFF"/>
    <w:rsid w:val="00A51025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20F"/>
    <w:rsid w:val="00BC1E8F"/>
    <w:rsid w:val="00BC1F6B"/>
    <w:rsid w:val="00BC732E"/>
    <w:rsid w:val="00BD3D30"/>
    <w:rsid w:val="00BD7612"/>
    <w:rsid w:val="00BE6648"/>
    <w:rsid w:val="00BF0D94"/>
    <w:rsid w:val="00BF5E09"/>
    <w:rsid w:val="00BF6970"/>
    <w:rsid w:val="00C148FD"/>
    <w:rsid w:val="00C2393A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0B94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111"/>
    <w:rsid w:val="00EB6B74"/>
    <w:rsid w:val="00EB6E4B"/>
    <w:rsid w:val="00EC77B0"/>
    <w:rsid w:val="00ED2956"/>
    <w:rsid w:val="00EE3197"/>
    <w:rsid w:val="00EF2951"/>
    <w:rsid w:val="00F01181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90379"/>
    <w:rsid w:val="00F97DFE"/>
    <w:rsid w:val="00FA74D9"/>
    <w:rsid w:val="00FB201E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94463E-2177-496A-9ABF-6C407AEF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48</TotalTime>
  <Pages>3</Pages>
  <Words>342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8</cp:revision>
  <cp:lastPrinted>2013-05-24T14:00:00Z</cp:lastPrinted>
  <dcterms:created xsi:type="dcterms:W3CDTF">2018-10-19T12:47:00Z</dcterms:created>
  <dcterms:modified xsi:type="dcterms:W3CDTF">2018-10-31T10:12:00Z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