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AC" w:rsidRPr="003B0B13" w:rsidRDefault="003B0B13" w:rsidP="001D33A8">
      <w:pPr>
        <w:pStyle w:val="eTask"/>
        <w:rPr>
          <w:lang w:val="es-ES"/>
        </w:rPr>
      </w:pPr>
      <w:r w:rsidRPr="003B0B13">
        <w:rPr>
          <w:lang w:val="es-ES"/>
        </w:rPr>
        <w:t>Especifique dos elementos básicos que están incluidos en un cable de cobre</w:t>
      </w:r>
      <w:r w:rsidR="008445A9" w:rsidRPr="003B0B13">
        <w:rPr>
          <w:lang w:val="es-ES"/>
        </w:rPr>
        <w:t>:</w:t>
      </w:r>
    </w:p>
    <w:p w:rsidR="00B513AC" w:rsidRPr="003B0B13" w:rsidRDefault="00B513AC" w:rsidP="00B513AC">
      <w:pPr>
        <w:rPr>
          <w:lang w:val="es-ES"/>
        </w:rPr>
      </w:pPr>
    </w:p>
    <w:p w:rsidR="00B513AC" w:rsidRPr="00284241" w:rsidRDefault="00B513AC" w:rsidP="00B452E8">
      <w:pPr>
        <w:ind w:left="357"/>
        <w:rPr>
          <w:lang w:val="es-ES"/>
        </w:rPr>
      </w:pPr>
      <w:r w:rsidRPr="00284241">
        <w:rPr>
          <w:lang w:val="es-ES"/>
        </w:rPr>
        <w:t>1.</w:t>
      </w:r>
      <w:r w:rsidRPr="00284241">
        <w:rPr>
          <w:lang w:val="es-ES"/>
        </w:rPr>
        <w:tab/>
      </w:r>
      <w:r w:rsidR="00284241" w:rsidRPr="00284241">
        <w:rPr>
          <w:color w:val="FF0000"/>
          <w:lang w:val="es-ES"/>
        </w:rPr>
        <w:t>Cuadripolo en espiral (estrella)</w:t>
      </w:r>
    </w:p>
    <w:p w:rsidR="00B513AC" w:rsidRPr="00284241" w:rsidRDefault="00B513AC" w:rsidP="00B452E8">
      <w:pPr>
        <w:ind w:left="357"/>
        <w:rPr>
          <w:noProof/>
          <w:lang w:val="es-ES" w:eastAsia="sk-SK"/>
        </w:rPr>
      </w:pPr>
    </w:p>
    <w:p w:rsidR="00B513AC" w:rsidRPr="00284241" w:rsidRDefault="00B513AC" w:rsidP="00B452E8">
      <w:pPr>
        <w:ind w:left="357"/>
        <w:rPr>
          <w:noProof/>
          <w:lang w:val="es-ES" w:eastAsia="sk-SK"/>
        </w:rPr>
      </w:pPr>
      <w:r w:rsidRPr="00284241">
        <w:rPr>
          <w:noProof/>
          <w:lang w:val="es-ES" w:eastAsia="sk-SK"/>
        </w:rPr>
        <w:t>2.</w:t>
      </w:r>
      <w:r w:rsidRPr="00284241">
        <w:rPr>
          <w:lang w:val="es-ES"/>
        </w:rPr>
        <w:tab/>
      </w:r>
      <w:r w:rsidR="00284241" w:rsidRPr="00284241">
        <w:rPr>
          <w:color w:val="FF0000"/>
          <w:lang w:val="es-ES"/>
        </w:rPr>
        <w:t>Par simétrico</w:t>
      </w:r>
    </w:p>
    <w:p w:rsidR="001922A0" w:rsidRPr="00284241" w:rsidRDefault="001922A0" w:rsidP="00C148FD">
      <w:pPr>
        <w:pStyle w:val="eLineBottom"/>
        <w:rPr>
          <w:lang w:val="es-ES"/>
        </w:rPr>
      </w:pPr>
    </w:p>
    <w:p w:rsidR="001922A0" w:rsidRPr="00284241" w:rsidRDefault="001922A0" w:rsidP="001922A0">
      <w:pPr>
        <w:rPr>
          <w:lang w:val="es-ES"/>
        </w:rPr>
      </w:pPr>
    </w:p>
    <w:p w:rsidR="00C148FD" w:rsidRPr="00E63019" w:rsidRDefault="00225A0C" w:rsidP="00225A0C">
      <w:pPr>
        <w:pStyle w:val="eTask"/>
        <w:rPr>
          <w:lang w:val="es-ES"/>
        </w:rPr>
      </w:pPr>
      <w:r w:rsidRPr="00E63019">
        <w:rPr>
          <w:lang w:val="es-ES"/>
        </w:rPr>
        <w:t>Seleccione de la siguiente lista las tecnologías, que están entre las tecnologías de redes de acceso abreviadas como FTTx</w:t>
      </w:r>
      <w:r w:rsidR="00401AF3" w:rsidRPr="00E63019">
        <w:rPr>
          <w:lang w:val="es-ES"/>
        </w:rPr>
        <w:t>:</w:t>
      </w:r>
    </w:p>
    <w:p w:rsidR="001922A0" w:rsidRPr="00E63019" w:rsidRDefault="001922A0" w:rsidP="002B41A8">
      <w:pPr>
        <w:rPr>
          <w:lang w:val="es-ES"/>
        </w:rPr>
      </w:pPr>
    </w:p>
    <w:tbl>
      <w:tblPr>
        <w:tblStyle w:val="Mkatabulky"/>
        <w:tblW w:w="863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6"/>
        <w:gridCol w:w="2855"/>
        <w:gridCol w:w="2855"/>
      </w:tblGrid>
      <w:tr w:rsidR="008A023F" w:rsidRPr="008A023F" w:rsidTr="00074C1B">
        <w:tc>
          <w:tcPr>
            <w:tcW w:w="2926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r w:rsidR="00074C1B" w:rsidRPr="00537023">
              <w:rPr>
                <w:b/>
                <w:color w:val="FF0000"/>
                <w:lang w:val="en-US"/>
              </w:rPr>
              <w:t>FTTH</w:t>
            </w:r>
          </w:p>
        </w:tc>
        <w:tc>
          <w:tcPr>
            <w:tcW w:w="2855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proofErr w:type="spellStart"/>
            <w:r w:rsidR="00074C1B" w:rsidRPr="00537023">
              <w:rPr>
                <w:b/>
                <w:color w:val="FF0000"/>
                <w:lang w:val="en-US"/>
              </w:rPr>
              <w:t>FTTdb</w:t>
            </w:r>
            <w:proofErr w:type="spellEnd"/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FTTC</w:t>
            </w:r>
          </w:p>
        </w:tc>
      </w:tr>
      <w:tr w:rsidR="008A023F" w:rsidRPr="008A023F" w:rsidTr="00074C1B">
        <w:tc>
          <w:tcPr>
            <w:tcW w:w="2926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r w:rsidR="00074C1B" w:rsidRPr="00537023">
              <w:rPr>
                <w:b/>
                <w:color w:val="FF0000"/>
                <w:lang w:val="en-US"/>
              </w:rPr>
              <w:t>FTTO</w:t>
            </w:r>
          </w:p>
        </w:tc>
        <w:tc>
          <w:tcPr>
            <w:tcW w:w="2855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proofErr w:type="spellStart"/>
            <w:r w:rsidR="00074C1B" w:rsidRPr="00537023">
              <w:rPr>
                <w:b/>
                <w:color w:val="FF0000"/>
                <w:lang w:val="en-US"/>
              </w:rPr>
              <w:t>FTTEx</w:t>
            </w:r>
            <w:proofErr w:type="spellEnd"/>
          </w:p>
        </w:tc>
        <w:tc>
          <w:tcPr>
            <w:tcW w:w="2855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FTTF</w:t>
            </w:r>
          </w:p>
        </w:tc>
      </w:tr>
      <w:tr w:rsidR="008A023F" w:rsidRPr="008A023F" w:rsidTr="00074C1B">
        <w:tc>
          <w:tcPr>
            <w:tcW w:w="2926" w:type="dxa"/>
          </w:tcPr>
          <w:p w:rsidR="00074C1B" w:rsidRPr="008A023F" w:rsidRDefault="00074C1B" w:rsidP="00074C1B">
            <w:pPr>
              <w:pStyle w:val="eCheckBoxText"/>
              <w:rPr>
                <w:rStyle w:val="eCheckBoxSquareChar"/>
                <w:sz w:val="24"/>
                <w:lang w:val="en-US"/>
              </w:rPr>
            </w:pPr>
            <w:r w:rsidRPr="008A023F">
              <w:rPr>
                <w:rStyle w:val="eCheckBoxSquareChar"/>
                <w:lang w:val="en-US"/>
              </w:rPr>
              <w:t>□</w:t>
            </w:r>
            <w:r w:rsidRPr="008A023F">
              <w:rPr>
                <w:szCs w:val="40"/>
                <w:lang w:val="en-US"/>
              </w:rPr>
              <w:tab/>
            </w:r>
            <w:r w:rsidRPr="008A023F">
              <w:rPr>
                <w:lang w:val="en-US"/>
              </w:rPr>
              <w:t>FTTP</w:t>
            </w:r>
          </w:p>
        </w:tc>
        <w:tc>
          <w:tcPr>
            <w:tcW w:w="2855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r w:rsidR="00074C1B" w:rsidRPr="00537023">
              <w:rPr>
                <w:b/>
                <w:color w:val="FF0000"/>
                <w:lang w:val="en-US"/>
              </w:rPr>
              <w:t>FTTB</w:t>
            </w:r>
          </w:p>
        </w:tc>
        <w:tc>
          <w:tcPr>
            <w:tcW w:w="2855" w:type="dxa"/>
          </w:tcPr>
          <w:p w:rsidR="00074C1B" w:rsidRPr="00537023" w:rsidRDefault="00537023" w:rsidP="00074C1B">
            <w:pPr>
              <w:pStyle w:val="eCheckBoxText"/>
              <w:rPr>
                <w:rStyle w:val="eCheckBoxSquareChar"/>
                <w:b/>
                <w:color w:val="FF0000"/>
                <w:sz w:val="24"/>
                <w:lang w:val="en-US"/>
              </w:rPr>
            </w:pPr>
            <w:r w:rsidRPr="00537023">
              <w:rPr>
                <w:rStyle w:val="eCheckBoxSquareChar"/>
                <w:b/>
                <w:color w:val="FF0000"/>
                <w:lang w:val="en-US"/>
              </w:rPr>
              <w:t>x</w:t>
            </w:r>
            <w:r w:rsidR="00074C1B" w:rsidRPr="00537023">
              <w:rPr>
                <w:b/>
                <w:color w:val="FF0000"/>
                <w:szCs w:val="40"/>
                <w:lang w:val="en-US"/>
              </w:rPr>
              <w:tab/>
            </w:r>
            <w:proofErr w:type="spellStart"/>
            <w:r w:rsidR="00074C1B" w:rsidRPr="00537023">
              <w:rPr>
                <w:b/>
                <w:color w:val="FF0000"/>
                <w:lang w:val="en-US"/>
              </w:rPr>
              <w:t>FTTCab</w:t>
            </w:r>
            <w:proofErr w:type="spellEnd"/>
          </w:p>
        </w:tc>
      </w:tr>
    </w:tbl>
    <w:p w:rsidR="00074C1B" w:rsidRPr="006B3653" w:rsidRDefault="00074C1B" w:rsidP="00074C1B">
      <w:pPr>
        <w:pStyle w:val="eLineBottom"/>
        <w:rPr>
          <w:lang w:val="en-US"/>
        </w:rPr>
      </w:pPr>
    </w:p>
    <w:p w:rsidR="00074C1B" w:rsidRPr="006B3653" w:rsidRDefault="00074C1B" w:rsidP="00074C1B">
      <w:pPr>
        <w:rPr>
          <w:lang w:val="en-US"/>
        </w:rPr>
      </w:pPr>
    </w:p>
    <w:p w:rsidR="00074C1B" w:rsidRPr="00E63019" w:rsidRDefault="00E63019" w:rsidP="00E63019">
      <w:pPr>
        <w:pStyle w:val="eTask"/>
        <w:rPr>
          <w:lang w:val="es-ES"/>
        </w:rPr>
      </w:pPr>
      <w:r w:rsidRPr="00E63019">
        <w:rPr>
          <w:lang w:val="es-ES"/>
        </w:rPr>
        <w:t xml:space="preserve">Ajuste las cuatro </w:t>
      </w:r>
      <w:r>
        <w:rPr>
          <w:lang w:val="es-ES"/>
        </w:rPr>
        <w:t>abreviaturas</w:t>
      </w:r>
      <w:r w:rsidRPr="00E63019">
        <w:rPr>
          <w:lang w:val="es-ES"/>
        </w:rPr>
        <w:t xml:space="preserve"> diferentes de las tecnologías xDSL que aparecen en la columna de la izquierda con las descripciones correspondientes en la columna de la derecha.</w:t>
      </w:r>
    </w:p>
    <w:p w:rsidR="0064098D" w:rsidRPr="00E63019" w:rsidRDefault="0064098D" w:rsidP="0064098D">
      <w:pPr>
        <w:pStyle w:val="eTask"/>
        <w:numPr>
          <w:ilvl w:val="0"/>
          <w:numId w:val="0"/>
        </w:num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57"/>
        <w:gridCol w:w="1377"/>
        <w:gridCol w:w="6168"/>
      </w:tblGrid>
      <w:tr w:rsidR="0064098D" w:rsidRPr="006B3653" w:rsidTr="00BE0E2E">
        <w:tc>
          <w:tcPr>
            <w:tcW w:w="11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BE0E2E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ADSL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440EE0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  <w:r w:rsidRPr="00440EE0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6ADFF839" wp14:editId="2D42A1F0">
                      <wp:simplePos x="0" y="0"/>
                      <wp:positionH relativeFrom="column">
                        <wp:posOffset>-67681</wp:posOffset>
                      </wp:positionH>
                      <wp:positionV relativeFrom="paragraph">
                        <wp:posOffset>95885</wp:posOffset>
                      </wp:positionV>
                      <wp:extent cx="866775" cy="1066800"/>
                      <wp:effectExtent l="0" t="0" r="28575" b="19050"/>
                      <wp:wrapNone/>
                      <wp:docPr id="5" name="Přímá spojni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866775" cy="10668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A5D35D" id="Přímá spojnice 4" o:spid="_x0000_s1026" style="position:absolute;flip:x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35pt,7.55pt" to="62.9pt,9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40EE0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745E287C" wp14:editId="5B441E4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422275</wp:posOffset>
                      </wp:positionV>
                      <wp:extent cx="866775" cy="352425"/>
                      <wp:effectExtent l="0" t="0" r="28575" b="28575"/>
                      <wp:wrapNone/>
                      <wp:docPr id="12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866775" cy="3524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310854" id="Přímá spojnice 5" o:spid="_x0000_s1026" style="position:absolute;flip:x y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33.25pt" to="63.25pt,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40EE0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F4B471D" wp14:editId="65F406E3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422275</wp:posOffset>
                      </wp:positionV>
                      <wp:extent cx="876300" cy="333375"/>
                      <wp:effectExtent l="0" t="0" r="19050" b="28575"/>
                      <wp:wrapNone/>
                      <wp:docPr id="10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76300" cy="333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426D34" id="Přímá spojnice 6" o:spid="_x0000_s1026" style="position:absolute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pt,33.25pt" to="64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40EE0">
              <w:rPr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5DB92D1F" wp14:editId="2404E55D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63500</wp:posOffset>
                      </wp:positionV>
                      <wp:extent cx="866775" cy="1085850"/>
                      <wp:effectExtent l="0" t="0" r="28575" b="19050"/>
                      <wp:wrapNone/>
                      <wp:docPr id="8" name="Přímá spojni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66775" cy="10858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DBB341" id="Přímá spojnice 3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5pt,5pt" to="63pt,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168" w:type="dxa"/>
            <w:tcBorders>
              <w:left w:val="single" w:sz="4" w:space="0" w:color="auto"/>
              <w:bottom w:val="single" w:sz="4" w:space="0" w:color="auto"/>
            </w:tcBorders>
          </w:tcPr>
          <w:p w:rsidR="0064098D" w:rsidRPr="00E63019" w:rsidRDefault="004C4CFA" w:rsidP="00E63019">
            <w:pPr>
              <w:rPr>
                <w:b/>
                <w:lang w:val="es-ES"/>
              </w:rPr>
            </w:pPr>
            <w:r w:rsidRPr="00E63019">
              <w:rPr>
                <w:lang w:val="es-ES"/>
              </w:rPr>
              <w:t>Línea</w:t>
            </w:r>
            <w:r w:rsidR="00E63019" w:rsidRPr="00E63019">
              <w:rPr>
                <w:lang w:val="es-ES"/>
              </w:rPr>
              <w:t xml:space="preserve"> de abonado digital de muy alta velocidad</w:t>
            </w:r>
            <w:r w:rsidR="00E63019">
              <w:rPr>
                <w:lang w:val="es-ES"/>
              </w:rPr>
              <w:t xml:space="preserve"> 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63019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4C4CFA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4C4CFA" w:rsidRDefault="004C4CFA" w:rsidP="00CA363D">
            <w:pPr>
              <w:rPr>
                <w:b/>
                <w:lang w:val="es-ES"/>
              </w:rPr>
            </w:pPr>
            <w:r w:rsidRPr="004C4CFA">
              <w:rPr>
                <w:lang w:val="es-ES"/>
              </w:rPr>
              <w:t>Par único de l</w:t>
            </w:r>
            <w:r>
              <w:rPr>
                <w:lang w:val="es-ES"/>
              </w:rPr>
              <w:t>í</w:t>
            </w:r>
            <w:r w:rsidRPr="004C4CFA">
              <w:rPr>
                <w:lang w:val="es-ES"/>
              </w:rPr>
              <w:t>nea de abonado digital de alta velocidad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4C4CFA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4C4CFA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4C4CFA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SHDSL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98D" w:rsidRPr="00E63019" w:rsidRDefault="004C4CFA" w:rsidP="00CA363D">
            <w:pPr>
              <w:rPr>
                <w:b/>
                <w:lang w:val="es-ES"/>
              </w:rPr>
            </w:pPr>
            <w:r>
              <w:rPr>
                <w:lang w:val="es-ES"/>
              </w:rPr>
              <w:t>Línea</w:t>
            </w:r>
            <w:r w:rsidR="00E63019">
              <w:rPr>
                <w:lang w:val="es-ES"/>
              </w:rPr>
              <w:t xml:space="preserve"> de abonado digital de</w:t>
            </w:r>
            <w:r w:rsidR="00E63019" w:rsidRPr="00E63019">
              <w:rPr>
                <w:lang w:val="es-ES"/>
              </w:rPr>
              <w:t xml:space="preserve"> alta velocidad</w:t>
            </w: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98D" w:rsidRPr="00E63019" w:rsidRDefault="0064098D" w:rsidP="00CA363D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64098D" w:rsidRPr="00E63019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098D" w:rsidRPr="00E63019" w:rsidRDefault="0064098D" w:rsidP="00CA363D">
            <w:pPr>
              <w:rPr>
                <w:b/>
                <w:lang w:val="es-ES"/>
              </w:rPr>
            </w:pPr>
          </w:p>
        </w:tc>
      </w:tr>
      <w:tr w:rsidR="0064098D" w:rsidRPr="006B3653" w:rsidTr="00BE0E2E">
        <w:tc>
          <w:tcPr>
            <w:tcW w:w="11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98D" w:rsidRPr="006B3653" w:rsidRDefault="0064098D" w:rsidP="00CA363D">
            <w:pPr>
              <w:jc w:val="center"/>
              <w:rPr>
                <w:b/>
                <w:lang w:val="en-US"/>
              </w:rPr>
            </w:pPr>
            <w:r w:rsidRPr="006B3653">
              <w:rPr>
                <w:lang w:val="en-US"/>
              </w:rPr>
              <w:t>VDSL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098D" w:rsidRPr="006B3653" w:rsidRDefault="0064098D" w:rsidP="00CA363D">
            <w:pPr>
              <w:pStyle w:val="eTask"/>
              <w:numPr>
                <w:ilvl w:val="0"/>
                <w:numId w:val="0"/>
              </w:numPr>
              <w:rPr>
                <w:b w:val="0"/>
                <w:lang w:val="en-US"/>
              </w:rPr>
            </w:pP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auto"/>
            </w:tcBorders>
          </w:tcPr>
          <w:p w:rsidR="0064098D" w:rsidRPr="004C4CFA" w:rsidRDefault="004C4CFA" w:rsidP="004C4CFA">
            <w:pPr>
              <w:rPr>
                <w:b/>
                <w:lang w:val="es-ES"/>
              </w:rPr>
            </w:pPr>
            <w:r>
              <w:rPr>
                <w:lang w:val="es-ES"/>
              </w:rPr>
              <w:t>Línea de abonado digital asimétrica</w:t>
            </w:r>
          </w:p>
        </w:tc>
      </w:tr>
    </w:tbl>
    <w:p w:rsidR="00BE0E2E" w:rsidRPr="004C4CFA" w:rsidRDefault="00BE0E2E" w:rsidP="00BE0E2E">
      <w:pPr>
        <w:pStyle w:val="eLineBottom"/>
        <w:rPr>
          <w:lang w:val="es-ES"/>
        </w:rPr>
      </w:pPr>
    </w:p>
    <w:p w:rsidR="00BE0E2E" w:rsidRPr="004C4CFA" w:rsidRDefault="00BE0E2E" w:rsidP="00BE0E2E">
      <w:pPr>
        <w:rPr>
          <w:lang w:val="es-ES"/>
        </w:rPr>
      </w:pPr>
    </w:p>
    <w:p w:rsidR="00BE0E2E" w:rsidRPr="00284241" w:rsidRDefault="00B77194" w:rsidP="00B77194">
      <w:pPr>
        <w:pStyle w:val="eTask"/>
        <w:rPr>
          <w:lang w:val="es-ES"/>
        </w:rPr>
      </w:pPr>
      <w:r w:rsidRPr="00B77194">
        <w:rPr>
          <w:lang w:val="es-ES"/>
        </w:rPr>
        <w:t xml:space="preserve">¿Qué técnica se utiliza en las conexiones VDSL para aumentar la velocidad de </w:t>
      </w:r>
      <w:r>
        <w:rPr>
          <w:lang w:val="es-ES"/>
        </w:rPr>
        <w:t>transferencia</w:t>
      </w:r>
      <w:r w:rsidRPr="00B77194">
        <w:rPr>
          <w:lang w:val="es-ES"/>
        </w:rPr>
        <w:t>, cuando lo comparamos con las conexiones ADSL?</w:t>
      </w:r>
      <w:r>
        <w:rPr>
          <w:lang w:val="es-ES"/>
        </w:rPr>
        <w:t xml:space="preserve"> </w:t>
      </w:r>
    </w:p>
    <w:p w:rsidR="00B452E8" w:rsidRPr="00B77194" w:rsidRDefault="00B452E8" w:rsidP="00B452E8">
      <w:pPr>
        <w:ind w:left="357" w:hanging="357"/>
        <w:rPr>
          <w:szCs w:val="40"/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>cambio del tipo de modulación</w:t>
      </w:r>
    </w:p>
    <w:p w:rsidR="00B452E8" w:rsidRPr="00B77194" w:rsidRDefault="00B452E8" w:rsidP="00B452E8">
      <w:pPr>
        <w:ind w:left="357" w:hanging="357"/>
        <w:rPr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 xml:space="preserve">ampliación de la gama accesible </w:t>
      </w:r>
    </w:p>
    <w:p w:rsidR="00B77194" w:rsidRPr="00521792" w:rsidRDefault="00521792" w:rsidP="00B452E8">
      <w:pPr>
        <w:ind w:left="357" w:hanging="357"/>
        <w:rPr>
          <w:b/>
          <w:color w:val="FF0000"/>
          <w:szCs w:val="40"/>
          <w:lang w:val="es-ES"/>
        </w:rPr>
      </w:pPr>
      <w:r w:rsidRPr="00521792">
        <w:rPr>
          <w:rStyle w:val="eCheckBoxSquareChar"/>
          <w:b/>
          <w:color w:val="FF0000"/>
          <w:lang w:val="es-ES"/>
        </w:rPr>
        <w:t>x</w:t>
      </w:r>
      <w:r w:rsidR="00B452E8" w:rsidRPr="00521792">
        <w:rPr>
          <w:b/>
          <w:color w:val="FF0000"/>
          <w:szCs w:val="40"/>
          <w:lang w:val="es-ES"/>
        </w:rPr>
        <w:tab/>
      </w:r>
      <w:r w:rsidR="00B77194" w:rsidRPr="00320374">
        <w:rPr>
          <w:color w:val="FF0000"/>
          <w:szCs w:val="40"/>
          <w:lang w:val="es-ES"/>
        </w:rPr>
        <w:t>ampliación de la banda de frecuencia utilizada</w:t>
      </w:r>
    </w:p>
    <w:p w:rsidR="00B452E8" w:rsidRPr="00B77194" w:rsidRDefault="00B452E8" w:rsidP="00B452E8">
      <w:pPr>
        <w:ind w:left="357" w:hanging="357"/>
        <w:rPr>
          <w:lang w:val="es-ES"/>
        </w:rPr>
      </w:pPr>
      <w:r w:rsidRPr="00B77194">
        <w:rPr>
          <w:rStyle w:val="eCheckBoxSquareChar"/>
          <w:lang w:val="es-ES"/>
        </w:rPr>
        <w:t>□</w:t>
      </w:r>
      <w:r w:rsidRPr="00B77194">
        <w:rPr>
          <w:szCs w:val="40"/>
          <w:lang w:val="es-ES"/>
        </w:rPr>
        <w:tab/>
      </w:r>
      <w:r w:rsidR="00B77194" w:rsidRPr="00B77194">
        <w:rPr>
          <w:szCs w:val="40"/>
          <w:lang w:val="es-ES"/>
        </w:rPr>
        <w:t>reducción de la atenuación de la línea de transmisión</w:t>
      </w:r>
    </w:p>
    <w:p w:rsidR="0086763D" w:rsidRPr="00B77194" w:rsidRDefault="0086763D" w:rsidP="0086763D">
      <w:pPr>
        <w:pStyle w:val="eLineBottom"/>
        <w:rPr>
          <w:lang w:val="es-ES"/>
        </w:rPr>
      </w:pPr>
    </w:p>
    <w:p w:rsidR="0086763D" w:rsidRPr="00B77194" w:rsidRDefault="0086763D" w:rsidP="0086763D">
      <w:pPr>
        <w:rPr>
          <w:lang w:val="es-ES"/>
        </w:rPr>
      </w:pPr>
    </w:p>
    <w:p w:rsidR="00320374" w:rsidRDefault="00320374">
      <w:pPr>
        <w:rPr>
          <w:b/>
          <w:lang w:val="es-ES"/>
        </w:rPr>
      </w:pPr>
      <w:r>
        <w:rPr>
          <w:lang w:val="es-ES"/>
        </w:rPr>
        <w:br w:type="page"/>
      </w:r>
    </w:p>
    <w:p w:rsidR="00B05A22" w:rsidRDefault="005D398D" w:rsidP="00B05A22">
      <w:pPr>
        <w:pStyle w:val="eTask"/>
        <w:rPr>
          <w:lang w:val="es-ES"/>
        </w:rPr>
      </w:pPr>
      <w:r w:rsidRPr="005E3A41">
        <w:rPr>
          <w:lang w:val="es-ES"/>
        </w:rPr>
        <w:lastRenderedPageBreak/>
        <w:t>Especifique todos los modos de transferencia de datos en la conexión VDSL2 para el terminal de abonado</w:t>
      </w:r>
      <w:r w:rsidR="008445A9" w:rsidRPr="005E3A41">
        <w:rPr>
          <w:lang w:val="es-ES"/>
        </w:rPr>
        <w:t>:</w:t>
      </w:r>
    </w:p>
    <w:p w:rsidR="00320374" w:rsidRPr="005E3A41" w:rsidRDefault="00320374" w:rsidP="00320374">
      <w:pPr>
        <w:rPr>
          <w:lang w:val="es-ES"/>
        </w:rPr>
      </w:pPr>
    </w:p>
    <w:p w:rsidR="004B0FC8" w:rsidRPr="004B0FC8" w:rsidRDefault="00B05A22" w:rsidP="004B0FC8">
      <w:pPr>
        <w:ind w:left="357"/>
        <w:rPr>
          <w:lang w:val="es-ES"/>
        </w:rPr>
      </w:pPr>
      <w:r w:rsidRPr="004B0FC8">
        <w:rPr>
          <w:lang w:val="es-ES"/>
        </w:rPr>
        <w:t>1.</w:t>
      </w:r>
      <w:r w:rsidRPr="004B0FC8">
        <w:rPr>
          <w:lang w:val="es-ES"/>
        </w:rPr>
        <w:tab/>
      </w:r>
      <w:r w:rsidR="004B0FC8" w:rsidRPr="004B0FC8">
        <w:rPr>
          <w:color w:val="FF0000"/>
          <w:lang w:val="es-ES"/>
        </w:rPr>
        <w:t>Synchronous Transfer Mode STM, modo de transferencia síncrono</w:t>
      </w:r>
    </w:p>
    <w:p w:rsidR="004B0FC8" w:rsidRPr="004B0FC8" w:rsidRDefault="004B0FC8" w:rsidP="004B0FC8">
      <w:pPr>
        <w:ind w:left="357"/>
        <w:rPr>
          <w:noProof/>
          <w:lang w:val="es-ES" w:eastAsia="sk-SK"/>
        </w:rPr>
      </w:pPr>
    </w:p>
    <w:p w:rsidR="004B0FC8" w:rsidRPr="004B0FC8" w:rsidRDefault="004B0FC8" w:rsidP="004B0FC8">
      <w:pPr>
        <w:ind w:left="357"/>
        <w:rPr>
          <w:color w:val="FF0000"/>
          <w:lang w:val="es-ES"/>
        </w:rPr>
      </w:pPr>
      <w:r w:rsidRPr="004B0FC8">
        <w:rPr>
          <w:noProof/>
          <w:lang w:val="es-ES" w:eastAsia="sk-SK"/>
        </w:rPr>
        <w:t>2.</w:t>
      </w:r>
      <w:r w:rsidRPr="004B0FC8">
        <w:rPr>
          <w:lang w:val="es-ES"/>
        </w:rPr>
        <w:tab/>
      </w:r>
      <w:r w:rsidRPr="004B0FC8">
        <w:rPr>
          <w:color w:val="FF0000"/>
          <w:lang w:val="es-ES"/>
        </w:rPr>
        <w:t>Asynchronous Transfer Mode ATM, modo de transferencia as</w:t>
      </w:r>
      <w:r>
        <w:rPr>
          <w:color w:val="FF0000"/>
          <w:lang w:val="es-ES"/>
        </w:rPr>
        <w:t>íncrono</w:t>
      </w:r>
    </w:p>
    <w:p w:rsidR="004B0FC8" w:rsidRPr="004B0FC8" w:rsidRDefault="004B0FC8" w:rsidP="004B0FC8">
      <w:pPr>
        <w:ind w:left="357"/>
        <w:rPr>
          <w:color w:val="FF0000"/>
          <w:lang w:val="es-ES"/>
        </w:rPr>
      </w:pPr>
    </w:p>
    <w:p w:rsidR="004B0FC8" w:rsidRDefault="004B0FC8" w:rsidP="004B0FC8">
      <w:pPr>
        <w:ind w:left="357"/>
        <w:rPr>
          <w:color w:val="FF0000"/>
          <w:lang w:val="es-ES"/>
        </w:rPr>
      </w:pPr>
      <w:r w:rsidRPr="004B0FC8">
        <w:rPr>
          <w:noProof/>
          <w:lang w:val="es-ES" w:eastAsia="sk-SK"/>
        </w:rPr>
        <w:t>3.</w:t>
      </w:r>
      <w:r w:rsidRPr="004B0FC8">
        <w:rPr>
          <w:lang w:val="es-ES"/>
        </w:rPr>
        <w:tab/>
      </w:r>
      <w:r w:rsidRPr="004B0FC8">
        <w:rPr>
          <w:color w:val="FF0000"/>
          <w:lang w:val="es-ES"/>
        </w:rPr>
        <w:t>Packet Transfer Mode PTM, modo de transferencia de paquete</w:t>
      </w:r>
    </w:p>
    <w:p w:rsidR="00320374" w:rsidRDefault="00320374" w:rsidP="004B0FC8">
      <w:pPr>
        <w:ind w:left="357"/>
        <w:rPr>
          <w:color w:val="FF0000"/>
          <w:lang w:val="es-ES"/>
        </w:rPr>
      </w:pPr>
    </w:p>
    <w:p w:rsidR="00320374" w:rsidRDefault="00320374" w:rsidP="00320374">
      <w:pPr>
        <w:pStyle w:val="eLineBottom"/>
        <w:rPr>
          <w:lang w:val="es-ES"/>
        </w:rPr>
      </w:pPr>
    </w:p>
    <w:p w:rsidR="00320374" w:rsidRPr="004B0FC8" w:rsidRDefault="00320374" w:rsidP="004B0FC8">
      <w:pPr>
        <w:ind w:left="357"/>
        <w:rPr>
          <w:color w:val="FF0000"/>
          <w:lang w:val="es-ES"/>
        </w:rPr>
      </w:pPr>
    </w:p>
    <w:p w:rsidR="00F00720" w:rsidRPr="00E57EF4" w:rsidRDefault="00E57EF4" w:rsidP="00E57EF4">
      <w:pPr>
        <w:pStyle w:val="eTask"/>
        <w:rPr>
          <w:lang w:val="es-ES"/>
        </w:rPr>
      </w:pPr>
      <w:r w:rsidRPr="00E57EF4">
        <w:rPr>
          <w:lang w:val="es-ES"/>
        </w:rPr>
        <w:t xml:space="preserve">Complete </w:t>
      </w:r>
      <w:r>
        <w:rPr>
          <w:lang w:val="es-ES"/>
        </w:rPr>
        <w:t>en la siguiente figura</w:t>
      </w:r>
      <w:r w:rsidRPr="00E57EF4">
        <w:rPr>
          <w:lang w:val="es-ES"/>
        </w:rPr>
        <w:t xml:space="preserve"> las etiquetas correctas para los bloques individuales de conexión ADSL2</w:t>
      </w:r>
      <w:r w:rsidR="00500821" w:rsidRPr="00E57EF4">
        <w:rPr>
          <w:lang w:val="es-ES"/>
        </w:rPr>
        <w:t>:</w:t>
      </w:r>
    </w:p>
    <w:p w:rsidR="007E01D1" w:rsidRPr="00E57EF4" w:rsidRDefault="004B0FC8" w:rsidP="007E01D1">
      <w:pPr>
        <w:pStyle w:val="eTask"/>
        <w:numPr>
          <w:ilvl w:val="0"/>
          <w:numId w:val="0"/>
        </w:numPr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5ECE8442" wp14:editId="33B4B7A9">
                <wp:simplePos x="0" y="0"/>
                <wp:positionH relativeFrom="margin">
                  <wp:posOffset>212725</wp:posOffset>
                </wp:positionH>
                <wp:positionV relativeFrom="paragraph">
                  <wp:posOffset>146050</wp:posOffset>
                </wp:positionV>
                <wp:extent cx="1492250" cy="361315"/>
                <wp:effectExtent l="0" t="0" r="12700" b="1968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4B0FC8" w:rsidRDefault="004B0FC8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Terminal de teléfono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CE8442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6.75pt;margin-top:11.5pt;width:117.5pt;height:28.45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">
                <v:textbox>
                  <w:txbxContent>
                    <w:p w:rsidR="007E01D1" w:rsidRPr="004B0FC8" w:rsidRDefault="004B0FC8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Terminal de teléfono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47D5B"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2EC405EF" wp14:editId="312475F8">
                <wp:simplePos x="0" y="0"/>
                <wp:positionH relativeFrom="margin">
                  <wp:posOffset>3068020</wp:posOffset>
                </wp:positionH>
                <wp:positionV relativeFrom="paragraph">
                  <wp:posOffset>146050</wp:posOffset>
                </wp:positionV>
                <wp:extent cx="1362710" cy="361315"/>
                <wp:effectExtent l="0" t="0" r="27940" b="19685"/>
                <wp:wrapSquare wrapText="bothSides"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4B0FC8" w:rsidRDefault="004B0FC8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Intercambio POTS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405EF" id="_x0000_s1027" type="#_x0000_t202" style="position:absolute;margin-left:241.6pt;margin-top:11.5pt;width:107.3pt;height:28.4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">
                <v:textbox>
                  <w:txbxContent>
                    <w:p w:rsidR="00647D5B" w:rsidRPr="004B0FC8" w:rsidRDefault="004B0FC8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Intercambio POTS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7E01D1">
      <w:pPr>
        <w:pStyle w:val="eTask"/>
        <w:numPr>
          <w:ilvl w:val="0"/>
          <w:numId w:val="0"/>
        </w:numPr>
        <w:rPr>
          <w:lang w:val="es-ES"/>
        </w:rPr>
      </w:pPr>
      <w:r w:rsidRPr="006B3653">
        <w:rPr>
          <w:noProof/>
        </w:rPr>
        <w:drawing>
          <wp:anchor distT="0" distB="0" distL="114300" distR="114300" simplePos="0" relativeHeight="251655680" behindDoc="1" locked="0" layoutInCell="1" allowOverlap="1" wp14:anchorId="508ED7D2" wp14:editId="12FA6DCE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5683885" cy="2523490"/>
            <wp:effectExtent l="0" t="0" r="0" b="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est_vdsl2_zakladni_schema_zapojeni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252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01D1" w:rsidRPr="00E57EF4" w:rsidRDefault="007E01D1" w:rsidP="007E01D1">
      <w:pPr>
        <w:pStyle w:val="eTask"/>
        <w:numPr>
          <w:ilvl w:val="0"/>
          <w:numId w:val="0"/>
        </w:numPr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4B0FC8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008A0E36" wp14:editId="4B4FE7D6">
                <wp:simplePos x="0" y="0"/>
                <wp:positionH relativeFrom="margin">
                  <wp:posOffset>3215005</wp:posOffset>
                </wp:positionH>
                <wp:positionV relativeFrom="paragraph">
                  <wp:posOffset>3175</wp:posOffset>
                </wp:positionV>
                <wp:extent cx="905510" cy="344170"/>
                <wp:effectExtent l="0" t="0" r="27940" b="17780"/>
                <wp:wrapSquare wrapText="bothSides"/>
                <wp:docPr id="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551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FC8" w:rsidRPr="004B0FC8" w:rsidRDefault="004B0FC8" w:rsidP="004B0FC8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Separador</w:t>
                            </w:r>
                          </w:p>
                          <w:p w:rsidR="007E01D1" w:rsidRPr="007E01D1" w:rsidRDefault="007E01D1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A0E36" id="_x0000_s1028" type="#_x0000_t202" style="position:absolute;left:0;text-align:left;margin-left:253.15pt;margin-top:.25pt;width:71.3pt;height:27.1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">
                <v:textbox>
                  <w:txbxContent>
                    <w:p w:rsidR="004B0FC8" w:rsidRPr="004B0FC8" w:rsidRDefault="004B0FC8" w:rsidP="004B0FC8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Separador</w:t>
                      </w:r>
                    </w:p>
                    <w:p w:rsidR="007E01D1" w:rsidRPr="007E01D1" w:rsidRDefault="007E01D1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75ADF518" wp14:editId="2DA08CCF">
                <wp:simplePos x="0" y="0"/>
                <wp:positionH relativeFrom="margin">
                  <wp:posOffset>2136140</wp:posOffset>
                </wp:positionH>
                <wp:positionV relativeFrom="paragraph">
                  <wp:posOffset>3175</wp:posOffset>
                </wp:positionV>
                <wp:extent cx="888365" cy="344170"/>
                <wp:effectExtent l="0" t="0" r="26035" b="1778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4B0FC8" w:rsidRDefault="004B0FC8" w:rsidP="007E01D1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Separador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DF518" id="_x0000_s1029" type="#_x0000_t202" style="position:absolute;left:0;text-align:left;margin-left:168.2pt;margin-top:.25pt;width:69.95pt;height:27.1pt;z-index:251666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">
                <v:textbox>
                  <w:txbxContent>
                    <w:p w:rsidR="00647D5B" w:rsidRPr="004B0FC8" w:rsidRDefault="004B0FC8" w:rsidP="007E01D1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Separador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647D5B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5E7544" wp14:editId="5EC5A039">
                <wp:simplePos x="0" y="0"/>
                <wp:positionH relativeFrom="margin">
                  <wp:posOffset>4754557</wp:posOffset>
                </wp:positionH>
                <wp:positionV relativeFrom="paragraph">
                  <wp:posOffset>66675</wp:posOffset>
                </wp:positionV>
                <wp:extent cx="897890" cy="344170"/>
                <wp:effectExtent l="0" t="0" r="16510" b="17780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FC8" w:rsidRPr="007E01D1" w:rsidRDefault="004B0FC8" w:rsidP="004B0FC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VTU-C</w:t>
                            </w:r>
                          </w:p>
                          <w:p w:rsidR="00647D5B" w:rsidRPr="007E01D1" w:rsidRDefault="00647D5B" w:rsidP="007E01D1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E7544" id="_x0000_s1030" type="#_x0000_t202" style="position:absolute;left:0;text-align:left;margin-left:374.35pt;margin-top:5.25pt;width:70.7pt;height:27.1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">
                <v:textbox>
                  <w:txbxContent>
                    <w:p w:rsidR="004B0FC8" w:rsidRPr="007E01D1" w:rsidRDefault="004B0FC8" w:rsidP="004B0FC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VTU-C</w:t>
                      </w:r>
                    </w:p>
                    <w:p w:rsidR="00647D5B" w:rsidRPr="007E01D1" w:rsidRDefault="00647D5B" w:rsidP="007E01D1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5E725ADD" wp14:editId="6414C373">
                <wp:simplePos x="0" y="0"/>
                <wp:positionH relativeFrom="margin">
                  <wp:posOffset>454025</wp:posOffset>
                </wp:positionH>
                <wp:positionV relativeFrom="paragraph">
                  <wp:posOffset>66675</wp:posOffset>
                </wp:positionV>
                <wp:extent cx="897890" cy="344170"/>
                <wp:effectExtent l="0" t="0" r="16510" b="1778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78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D5B" w:rsidRPr="007E01D1" w:rsidRDefault="004B0FC8" w:rsidP="007E01D1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VTU-R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25ADD" id="_x0000_s1031" type="#_x0000_t202" style="position:absolute;left:0;text-align:left;margin-left:35.75pt;margin-top:5.25pt;width:70.7pt;height:27.1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">
                <v:textbox>
                  <w:txbxContent>
                    <w:p w:rsidR="00647D5B" w:rsidRPr="007E01D1" w:rsidRDefault="004B0FC8" w:rsidP="007E01D1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VTU-R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91BDAD1" wp14:editId="3CA6797D">
                <wp:simplePos x="0" y="0"/>
                <wp:positionH relativeFrom="margin">
                  <wp:posOffset>2378075</wp:posOffset>
                </wp:positionH>
                <wp:positionV relativeFrom="paragraph">
                  <wp:posOffset>61595</wp:posOffset>
                </wp:positionV>
                <wp:extent cx="1314450" cy="335915"/>
                <wp:effectExtent l="0" t="0" r="19050" b="26035"/>
                <wp:wrapSquare wrapText="bothSides"/>
                <wp:docPr id="1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1D1" w:rsidRPr="004B0FC8" w:rsidRDefault="004B0FC8" w:rsidP="007E01D1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>
                              <w:rPr>
                                <w:color w:val="FF0000"/>
                                <w:lang w:val="es-ES"/>
                              </w:rPr>
                              <w:t>Línea de abonado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BDAD1" id="_x0000_s1032" type="#_x0000_t202" style="position:absolute;left:0;text-align:left;margin-left:187.25pt;margin-top:4.85pt;width:103.5pt;height:26.4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">
                <v:textbox>
                  <w:txbxContent>
                    <w:p w:rsidR="007E01D1" w:rsidRPr="004B0FC8" w:rsidRDefault="004B0FC8" w:rsidP="007E01D1">
                      <w:pPr>
                        <w:rPr>
                          <w:color w:val="FF0000"/>
                          <w:lang w:val="es-ES"/>
                        </w:rPr>
                      </w:pPr>
                      <w:r>
                        <w:rPr>
                          <w:color w:val="FF0000"/>
                          <w:lang w:val="es-ES"/>
                        </w:rPr>
                        <w:t>Línea de abonado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004E5E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39F4083F" wp14:editId="61ED3D5D">
                <wp:simplePos x="0" y="0"/>
                <wp:positionH relativeFrom="margin">
                  <wp:posOffset>876935</wp:posOffset>
                </wp:positionH>
                <wp:positionV relativeFrom="paragraph">
                  <wp:posOffset>196850</wp:posOffset>
                </wp:positionV>
                <wp:extent cx="971550" cy="466725"/>
                <wp:effectExtent l="0" t="0" r="19050" b="28575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4B0FC8" w:rsidRDefault="004B0FC8" w:rsidP="0052167E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 w:rsidRPr="004B0FC8">
                              <w:rPr>
                                <w:color w:val="FF0000"/>
                                <w:lang w:val="es-ES"/>
                              </w:rPr>
                              <w:t xml:space="preserve">Abonado </w:t>
                            </w:r>
                          </w:p>
                          <w:p w:rsidR="004B0FC8" w:rsidRPr="004B0FC8" w:rsidRDefault="004B0FC8" w:rsidP="0052167E">
                            <w:pPr>
                              <w:rPr>
                                <w:color w:val="FF0000"/>
                                <w:lang w:val="es-ES"/>
                              </w:rPr>
                            </w:pPr>
                            <w:r w:rsidRPr="004B0FC8">
                              <w:rPr>
                                <w:color w:val="FF0000"/>
                                <w:lang w:val="es-ES"/>
                              </w:rPr>
                              <w:t>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4083F" id="_x0000_s1033" type="#_x0000_t202" style="position:absolute;left:0;text-align:left;margin-left:69.05pt;margin-top:15.5pt;width:76.5pt;height:36.7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">
                <v:textbox>
                  <w:txbxContent>
                    <w:p w:rsidR="0052167E" w:rsidRPr="004B0FC8" w:rsidRDefault="004B0FC8" w:rsidP="0052167E">
                      <w:pPr>
                        <w:rPr>
                          <w:color w:val="FF0000"/>
                          <w:lang w:val="es-ES"/>
                        </w:rPr>
                      </w:pPr>
                      <w:r w:rsidRPr="004B0FC8">
                        <w:rPr>
                          <w:color w:val="FF0000"/>
                          <w:lang w:val="es-ES"/>
                        </w:rPr>
                        <w:t xml:space="preserve">Abonado </w:t>
                      </w:r>
                    </w:p>
                    <w:p w:rsidR="004B0FC8" w:rsidRPr="004B0FC8" w:rsidRDefault="004B0FC8" w:rsidP="0052167E">
                      <w:pPr>
                        <w:rPr>
                          <w:color w:val="FF0000"/>
                          <w:lang w:val="es-ES"/>
                        </w:rPr>
                      </w:pPr>
                      <w:r w:rsidRPr="004B0FC8">
                        <w:rPr>
                          <w:color w:val="FF0000"/>
                          <w:lang w:val="es-ES"/>
                        </w:rPr>
                        <w:t>LAN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0010A"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574F821C" wp14:editId="203F4A36">
                <wp:simplePos x="0" y="0"/>
                <wp:positionH relativeFrom="margin">
                  <wp:posOffset>3623945</wp:posOffset>
                </wp:positionH>
                <wp:positionV relativeFrom="paragraph">
                  <wp:posOffset>53975</wp:posOffset>
                </wp:positionV>
                <wp:extent cx="733425" cy="46672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FC8" w:rsidRPr="007E01D1" w:rsidRDefault="004B0FC8" w:rsidP="004B0FC8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VDSL2 DSLAM</w:t>
                            </w:r>
                          </w:p>
                          <w:p w:rsidR="0010010A" w:rsidRPr="007E01D1" w:rsidRDefault="0010010A" w:rsidP="0010010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F821C" id="_x0000_s1034" type="#_x0000_t202" style="position:absolute;left:0;text-align:left;margin-left:285.35pt;margin-top:4.25pt;width:57.75pt;height:36.7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">
                <v:textbox>
                  <w:txbxContent>
                    <w:p w:rsidR="004B0FC8" w:rsidRPr="007E01D1" w:rsidRDefault="004B0FC8" w:rsidP="004B0FC8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VDSL2 DSLAM</w:t>
                      </w:r>
                    </w:p>
                    <w:p w:rsidR="0010010A" w:rsidRPr="007E01D1" w:rsidRDefault="0010010A" w:rsidP="0010010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E01D1" w:rsidRPr="00E57EF4" w:rsidRDefault="00B452E8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  <w:r w:rsidRPr="006B3653"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346A5082" wp14:editId="6D9F59AD">
                <wp:simplePos x="0" y="0"/>
                <wp:positionH relativeFrom="margin">
                  <wp:posOffset>4784090</wp:posOffset>
                </wp:positionH>
                <wp:positionV relativeFrom="paragraph">
                  <wp:posOffset>20320</wp:posOffset>
                </wp:positionV>
                <wp:extent cx="1162050" cy="426720"/>
                <wp:effectExtent l="0" t="0" r="1905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5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7E" w:rsidRPr="004B0FC8" w:rsidRDefault="004B0FC8" w:rsidP="0052167E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4B0FC8">
                              <w:rPr>
                                <w:rStyle w:val="shorttext"/>
                                <w:color w:val="FF0000"/>
                                <w:lang w:val="es-ES"/>
                              </w:rPr>
                              <w:t>Proveedor de la Red Núcleo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A5082" id="_x0000_s1035" type="#_x0000_t202" style="position:absolute;left:0;text-align:left;margin-left:376.7pt;margin-top:1.6pt;width:91.5pt;height:33.6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">
                <v:textbox>
                  <w:txbxContent>
                    <w:p w:rsidR="0052167E" w:rsidRPr="004B0FC8" w:rsidRDefault="004B0FC8" w:rsidP="0052167E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4B0FC8">
                        <w:rPr>
                          <w:rStyle w:val="shorttext"/>
                          <w:color w:val="FF0000"/>
                          <w:lang w:val="es-ES"/>
                        </w:rPr>
                        <w:t>Proveedor de la Red Núcleo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00720" w:rsidRPr="00E57EF4" w:rsidRDefault="00F00720" w:rsidP="00F00720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7E01D1" w:rsidRPr="00E57EF4" w:rsidRDefault="007E01D1" w:rsidP="007E01D1">
      <w:pPr>
        <w:pStyle w:val="eCheckBoxText"/>
        <w:jc w:val="center"/>
        <w:rPr>
          <w:lang w:val="es-ES"/>
        </w:rPr>
      </w:pPr>
    </w:p>
    <w:p w:rsidR="007E01D1" w:rsidRDefault="007E01D1" w:rsidP="007E01D1">
      <w:pPr>
        <w:pStyle w:val="eLineBottom"/>
        <w:rPr>
          <w:lang w:val="es-ES"/>
        </w:rPr>
      </w:pPr>
    </w:p>
    <w:p w:rsidR="00320374" w:rsidRPr="00E57EF4" w:rsidRDefault="00320374" w:rsidP="007E01D1">
      <w:pPr>
        <w:pStyle w:val="eLineBottom"/>
        <w:rPr>
          <w:lang w:val="es-ES"/>
        </w:rPr>
      </w:pPr>
    </w:p>
    <w:p w:rsidR="007E01D1" w:rsidRPr="00E57EF4" w:rsidRDefault="007E01D1" w:rsidP="007E01D1">
      <w:pPr>
        <w:rPr>
          <w:lang w:val="es-ES"/>
        </w:rPr>
      </w:pPr>
    </w:p>
    <w:p w:rsidR="007E01D1" w:rsidRPr="00004E5E" w:rsidRDefault="00004E5E" w:rsidP="00004E5E">
      <w:pPr>
        <w:pStyle w:val="eTask"/>
        <w:rPr>
          <w:lang w:val="es-ES"/>
        </w:rPr>
      </w:pPr>
      <w:r w:rsidRPr="00004E5E">
        <w:rPr>
          <w:lang w:val="es-ES"/>
        </w:rPr>
        <w:t>La calidad del servicio es una escala de la forma de evaluar la satisfacción de los suscriptores</w:t>
      </w:r>
      <w:r>
        <w:rPr>
          <w:lang w:val="es-ES"/>
        </w:rPr>
        <w:t xml:space="preserve"> con el servicio que se paga</w:t>
      </w:r>
      <w:r w:rsidRPr="00004E5E">
        <w:rPr>
          <w:lang w:val="es-ES"/>
        </w:rPr>
        <w:t xml:space="preserve">, y que proporciona el operador. </w:t>
      </w:r>
      <w:r>
        <w:rPr>
          <w:lang w:val="es-ES"/>
        </w:rPr>
        <w:t>La e</w:t>
      </w:r>
      <w:r w:rsidRPr="00004E5E">
        <w:rPr>
          <w:lang w:val="es-ES"/>
        </w:rPr>
        <w:t>valuación de los servicios es un proceso relat</w:t>
      </w:r>
      <w:r>
        <w:rPr>
          <w:lang w:val="es-ES"/>
        </w:rPr>
        <w:t>ivamente complicado. Especifique</w:t>
      </w:r>
      <w:r w:rsidRPr="00004E5E">
        <w:rPr>
          <w:lang w:val="es-ES"/>
        </w:rPr>
        <w:t xml:space="preserve"> los criterios que se utilizan por ejemplo para la evaluación (objetiva y subjetiva)</w:t>
      </w:r>
      <w:r>
        <w:rPr>
          <w:lang w:val="es-ES"/>
        </w:rPr>
        <w:t>:</w:t>
      </w:r>
    </w:p>
    <w:p w:rsidR="007E01D1" w:rsidRPr="00004E5E" w:rsidRDefault="007E01D1" w:rsidP="00B452E8">
      <w:pPr>
        <w:rPr>
          <w:lang w:val="es-ES"/>
        </w:rPr>
      </w:pPr>
    </w:p>
    <w:p w:rsidR="00ED5421" w:rsidRPr="004B0FC8" w:rsidRDefault="00ED5421" w:rsidP="00B452E8">
      <w:pPr>
        <w:ind w:left="357"/>
        <w:rPr>
          <w:color w:val="FF0000"/>
          <w:lang w:val="es-ES"/>
        </w:rPr>
      </w:pPr>
      <w:r w:rsidRPr="004B0FC8">
        <w:rPr>
          <w:lang w:val="es-ES"/>
        </w:rPr>
        <w:t>1.</w:t>
      </w:r>
      <w:r w:rsidRPr="004B0FC8">
        <w:rPr>
          <w:lang w:val="es-ES"/>
        </w:rPr>
        <w:tab/>
      </w:r>
      <w:r w:rsidR="004B0FC8" w:rsidRPr="004B0FC8">
        <w:rPr>
          <w:rStyle w:val="shorttext"/>
          <w:color w:val="FF0000"/>
          <w:lang w:val="es-ES"/>
        </w:rPr>
        <w:t>Velocidad de transferencia alcanzable</w:t>
      </w:r>
    </w:p>
    <w:p w:rsidR="00ED5421" w:rsidRPr="004B0FC8" w:rsidRDefault="00ED5421" w:rsidP="00B452E8">
      <w:pPr>
        <w:ind w:left="357"/>
        <w:rPr>
          <w:noProof/>
          <w:color w:val="FF0000"/>
          <w:lang w:val="es-ES" w:eastAsia="sk-SK"/>
        </w:rPr>
      </w:pPr>
    </w:p>
    <w:p w:rsidR="00ED5421" w:rsidRPr="004B0FC8" w:rsidRDefault="00ED5421" w:rsidP="00B452E8">
      <w:pPr>
        <w:ind w:left="357"/>
        <w:rPr>
          <w:color w:val="FF0000"/>
          <w:lang w:val="es-ES"/>
        </w:rPr>
      </w:pPr>
      <w:r w:rsidRPr="004B0FC8">
        <w:rPr>
          <w:noProof/>
          <w:lang w:val="es-ES" w:eastAsia="sk-SK"/>
        </w:rPr>
        <w:t>2.</w:t>
      </w:r>
      <w:r w:rsidRPr="004B0FC8">
        <w:rPr>
          <w:lang w:val="es-ES"/>
        </w:rPr>
        <w:tab/>
      </w:r>
      <w:r w:rsidR="004B0FC8" w:rsidRPr="004B0FC8">
        <w:rPr>
          <w:color w:val="FF0000"/>
          <w:lang w:val="es-ES"/>
        </w:rPr>
        <w:t>Retraso en la transferencia de datos</w:t>
      </w:r>
    </w:p>
    <w:p w:rsidR="00ED5421" w:rsidRPr="004B0FC8" w:rsidRDefault="00ED5421" w:rsidP="00B452E8">
      <w:pPr>
        <w:ind w:left="357"/>
        <w:rPr>
          <w:color w:val="FF0000"/>
          <w:lang w:val="es-ES"/>
        </w:rPr>
      </w:pPr>
    </w:p>
    <w:p w:rsidR="00ED5421" w:rsidRPr="004B0FC8" w:rsidRDefault="00ED5421" w:rsidP="00B452E8">
      <w:pPr>
        <w:ind w:left="357"/>
        <w:rPr>
          <w:color w:val="FF0000"/>
          <w:lang w:val="es-ES"/>
        </w:rPr>
      </w:pPr>
      <w:r w:rsidRPr="004B0FC8">
        <w:rPr>
          <w:noProof/>
          <w:lang w:val="es-ES" w:eastAsia="sk-SK"/>
        </w:rPr>
        <w:t>3.</w:t>
      </w:r>
      <w:r w:rsidRPr="004B0FC8">
        <w:rPr>
          <w:lang w:val="es-ES"/>
        </w:rPr>
        <w:tab/>
      </w:r>
      <w:r w:rsidR="004B0FC8" w:rsidRPr="004B0FC8">
        <w:rPr>
          <w:color w:val="FF0000"/>
          <w:lang w:val="es-ES"/>
        </w:rPr>
        <w:t>Claridad en la factura</w:t>
      </w:r>
    </w:p>
    <w:p w:rsidR="00ED5421" w:rsidRPr="004B0FC8" w:rsidRDefault="00ED5421" w:rsidP="00B452E8">
      <w:pPr>
        <w:ind w:left="357"/>
        <w:rPr>
          <w:color w:val="FF0000"/>
          <w:lang w:val="es-ES"/>
        </w:rPr>
      </w:pPr>
    </w:p>
    <w:p w:rsidR="00ED5421" w:rsidRPr="004B0FC8" w:rsidRDefault="00ED5421" w:rsidP="00B452E8">
      <w:pPr>
        <w:ind w:left="357"/>
        <w:rPr>
          <w:color w:val="FF0000"/>
          <w:lang w:val="es-ES"/>
        </w:rPr>
      </w:pPr>
      <w:r w:rsidRPr="004B0FC8">
        <w:rPr>
          <w:noProof/>
          <w:lang w:val="es-ES" w:eastAsia="sk-SK"/>
        </w:rPr>
        <w:t>4.</w:t>
      </w:r>
      <w:r w:rsidRPr="004B0FC8">
        <w:rPr>
          <w:lang w:val="es-ES"/>
        </w:rPr>
        <w:tab/>
      </w:r>
      <w:r w:rsidR="004B0FC8" w:rsidRPr="004B0FC8">
        <w:rPr>
          <w:color w:val="FF0000"/>
          <w:lang w:val="es-ES"/>
        </w:rPr>
        <w:t>Satisfacción con la atención al cliente</w:t>
      </w:r>
    </w:p>
    <w:p w:rsidR="0086763D" w:rsidRPr="004B0FC8" w:rsidRDefault="0086763D" w:rsidP="00B452E8">
      <w:pPr>
        <w:rPr>
          <w:lang w:val="es-ES"/>
        </w:rPr>
      </w:pPr>
    </w:p>
    <w:p w:rsidR="00B452E8" w:rsidRPr="004B0FC8" w:rsidRDefault="00B452E8" w:rsidP="0086763D">
      <w:pPr>
        <w:pStyle w:val="eLineBottom"/>
        <w:rPr>
          <w:lang w:val="es-ES"/>
        </w:rPr>
      </w:pPr>
    </w:p>
    <w:p w:rsidR="00320374" w:rsidRDefault="00320374">
      <w:pPr>
        <w:rPr>
          <w:b/>
          <w:lang w:val="es-ES"/>
        </w:rPr>
      </w:pPr>
      <w:bookmarkStart w:id="0" w:name="_GoBack"/>
      <w:bookmarkEnd w:id="0"/>
      <w:r>
        <w:rPr>
          <w:lang w:val="es-ES"/>
        </w:rPr>
        <w:br w:type="page"/>
      </w:r>
    </w:p>
    <w:p w:rsidR="0086763D" w:rsidRPr="00004E5E" w:rsidRDefault="00004E5E" w:rsidP="00004E5E">
      <w:pPr>
        <w:pStyle w:val="eTask"/>
        <w:rPr>
          <w:lang w:val="es-ES"/>
        </w:rPr>
      </w:pPr>
      <w:r>
        <w:rPr>
          <w:lang w:val="es-ES"/>
        </w:rPr>
        <w:lastRenderedPageBreak/>
        <w:t>Modifique</w:t>
      </w:r>
      <w:r w:rsidRPr="00004E5E">
        <w:rPr>
          <w:lang w:val="es-ES"/>
        </w:rPr>
        <w:t xml:space="preserve"> los siguientes textos para que </w:t>
      </w:r>
      <w:r>
        <w:rPr>
          <w:lang w:val="es-ES"/>
        </w:rPr>
        <w:t>las afirmaciones sean</w:t>
      </w:r>
      <w:r w:rsidRPr="00004E5E">
        <w:rPr>
          <w:lang w:val="es-ES"/>
        </w:rPr>
        <w:t xml:space="preserve"> verdad</w:t>
      </w:r>
      <w:r>
        <w:rPr>
          <w:lang w:val="es-ES"/>
        </w:rPr>
        <w:t>e</w:t>
      </w:r>
      <w:r w:rsidR="000E613B">
        <w:rPr>
          <w:lang w:val="es-ES"/>
        </w:rPr>
        <w:t>ra</w:t>
      </w:r>
      <w:r>
        <w:rPr>
          <w:lang w:val="es-ES"/>
        </w:rPr>
        <w:t>s</w:t>
      </w:r>
      <w:r w:rsidR="002343C5" w:rsidRPr="00004E5E">
        <w:rPr>
          <w:lang w:val="es-ES"/>
        </w:rPr>
        <w:t>.</w:t>
      </w:r>
    </w:p>
    <w:p w:rsidR="0086763D" w:rsidRPr="00004E5E" w:rsidRDefault="0086763D" w:rsidP="0086763D">
      <w:pPr>
        <w:pStyle w:val="eTask"/>
        <w:numPr>
          <w:ilvl w:val="0"/>
          <w:numId w:val="0"/>
        </w:numPr>
        <w:ind w:left="284" w:hanging="284"/>
        <w:rPr>
          <w:lang w:val="es-ES"/>
        </w:rPr>
      </w:pPr>
    </w:p>
    <w:p w:rsidR="0086763D" w:rsidRPr="007F141D" w:rsidRDefault="00004E5E" w:rsidP="00B452E8">
      <w:pPr>
        <w:spacing w:line="360" w:lineRule="auto"/>
        <w:rPr>
          <w:lang w:val="es-ES"/>
        </w:rPr>
      </w:pPr>
      <w:r w:rsidRPr="00004E5E">
        <w:rPr>
          <w:lang w:val="es-ES"/>
        </w:rPr>
        <w:t xml:space="preserve">El intercalado es una técnica que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mejora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reduce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86763D" w:rsidRPr="00004E5E">
        <w:rPr>
          <w:lang w:val="es-ES"/>
        </w:rPr>
        <w:t xml:space="preserve"> </w:t>
      </w:r>
      <w:r>
        <w:rPr>
          <w:lang w:val="es-ES"/>
        </w:rPr>
        <w:t>l</w:t>
      </w:r>
      <w:r w:rsidRPr="00004E5E">
        <w:rPr>
          <w:lang w:val="es-ES"/>
        </w:rPr>
        <w:t>a capacidad de detectar y corregir los errores resultantes de la interferencia de impulso durante la transmisión.</w:t>
      </w:r>
      <w:r w:rsidR="0086763D" w:rsidRPr="00004E5E">
        <w:rPr>
          <w:lang w:val="es-ES"/>
        </w:rPr>
        <w:t xml:space="preserve"> </w:t>
      </w:r>
      <w:r w:rsidRPr="0005173D">
        <w:rPr>
          <w:lang w:val="es-ES"/>
        </w:rPr>
        <w:t>Es posible reparar los dat</w:t>
      </w:r>
      <w:r w:rsidR="007F141D">
        <w:rPr>
          <w:lang w:val="es-ES"/>
        </w:rPr>
        <w:t>o</w:t>
      </w:r>
      <w:r w:rsidRPr="0005173D">
        <w:rPr>
          <w:lang w:val="es-ES"/>
        </w:rPr>
        <w:t xml:space="preserve">s corruptos en el equipo terminal y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no 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es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 xml:space="preserve"> </m:t>
        </m:r>
      </m:oMath>
      <w:r w:rsidR="0086763D" w:rsidRPr="0005173D">
        <w:rPr>
          <w:b/>
          <w:lang w:val="es-ES"/>
        </w:rPr>
        <w:t xml:space="preserve"> </w:t>
      </w:r>
      <w:r w:rsidR="0005173D" w:rsidRPr="0005173D">
        <w:rPr>
          <w:lang w:val="es-ES"/>
        </w:rPr>
        <w:t>posible retransmitir datos desde la fuente.</w:t>
      </w:r>
      <w:r w:rsidR="0023486D" w:rsidRPr="0005173D">
        <w:rPr>
          <w:lang w:val="es-ES"/>
        </w:rPr>
        <w:t xml:space="preserve"> </w:t>
      </w:r>
      <w:r w:rsidR="0005173D">
        <w:rPr>
          <w:lang w:val="es-ES"/>
        </w:rPr>
        <w:t>Esta capacidad lleva a</w:t>
      </w:r>
      <w:r w:rsidR="0086763D" w:rsidRPr="007F141D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aumentar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s-ES"/>
                    </w:rPr>
                    <m:t>disminuir</m:t>
                  </m:r>
                </m:e>
              </m:mr>
            </m:m>
            <m:r>
              <w:rPr>
                <w:rFonts w:ascii="Cambria Math" w:hAnsi="Cambria Math"/>
                <w:lang w:val="es-ES"/>
              </w:rPr>
              <m:t xml:space="preserve"> </m:t>
            </m:r>
          </m:e>
        </m:d>
      </m:oMath>
      <w:r w:rsidR="0086763D" w:rsidRPr="007F141D">
        <w:rPr>
          <w:lang w:val="es-ES"/>
        </w:rPr>
        <w:t xml:space="preserve"> </w:t>
      </w:r>
      <w:r w:rsidR="0005173D" w:rsidRPr="007F141D">
        <w:rPr>
          <w:lang w:val="es-ES"/>
        </w:rPr>
        <w:t>la eficiencia de transmisión</w:t>
      </w:r>
      <w:r w:rsidR="0086763D" w:rsidRPr="007F141D">
        <w:rPr>
          <w:lang w:val="es-ES"/>
        </w:rPr>
        <w:t>.</w:t>
      </w:r>
    </w:p>
    <w:p w:rsidR="0086763D" w:rsidRPr="007F141D" w:rsidRDefault="0086763D" w:rsidP="007E01D1">
      <w:pPr>
        <w:pStyle w:val="eCheckBoxText"/>
        <w:rPr>
          <w:lang w:val="es-ES"/>
        </w:rPr>
      </w:pPr>
    </w:p>
    <w:sectPr w:rsidR="0086763D" w:rsidRPr="007F141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536" w:rsidRDefault="007E5536" w:rsidP="00861A1A">
      <w:r>
        <w:separator/>
      </w:r>
    </w:p>
  </w:endnote>
  <w:endnote w:type="continuationSeparator" w:id="0">
    <w:p w:rsidR="007E5536" w:rsidRDefault="007E553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20374" w:rsidRPr="0094126A" w:rsidRDefault="00320374" w:rsidP="003203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CA51B5" w:rsidRDefault="00320374" w:rsidP="0032037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536" w:rsidRDefault="007E5536" w:rsidP="00861A1A">
      <w:r>
        <w:separator/>
      </w:r>
    </w:p>
  </w:footnote>
  <w:footnote w:type="continuationSeparator" w:id="0">
    <w:p w:rsidR="007E5536" w:rsidRDefault="007E553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20374" w:rsidRPr="0094126A">
      <w:rPr>
        <w:rFonts w:ascii="Calibri" w:hAnsi="Calibri"/>
        <w:b/>
        <w:smallCaps/>
        <w:noProof/>
        <w:lang w:val="es-ES"/>
      </w:rPr>
      <w:t>EJERCICIO</w:t>
    </w:r>
  </w:p>
  <w:p w:rsidR="003A6C6D" w:rsidRPr="003B0B13" w:rsidRDefault="003B0B13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B0B13">
      <w:rPr>
        <w:rFonts w:ascii="Calibri" w:hAnsi="Calibri"/>
        <w:smallCaps/>
        <w:noProof/>
        <w:sz w:val="20"/>
        <w:szCs w:val="20"/>
        <w:lang w:val="es-ES"/>
      </w:rPr>
      <w:t>ACCESO A INTERNET DE ALTA VELOCIDAD</w:t>
    </w:r>
  </w:p>
  <w:p w:rsidR="00C148FD" w:rsidRPr="003B0B13" w:rsidRDefault="00C148FD" w:rsidP="003A6C6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7A5"/>
    <w:rsid w:val="00004E5E"/>
    <w:rsid w:val="0000673F"/>
    <w:rsid w:val="00011909"/>
    <w:rsid w:val="00016AD8"/>
    <w:rsid w:val="00017595"/>
    <w:rsid w:val="00021197"/>
    <w:rsid w:val="00030EDA"/>
    <w:rsid w:val="00035427"/>
    <w:rsid w:val="00045BEB"/>
    <w:rsid w:val="0005173D"/>
    <w:rsid w:val="00073ADF"/>
    <w:rsid w:val="0007473C"/>
    <w:rsid w:val="00074C1B"/>
    <w:rsid w:val="000750C9"/>
    <w:rsid w:val="00087EAC"/>
    <w:rsid w:val="00094A16"/>
    <w:rsid w:val="000A233F"/>
    <w:rsid w:val="000A55B3"/>
    <w:rsid w:val="000C6B3A"/>
    <w:rsid w:val="000E613B"/>
    <w:rsid w:val="0010010A"/>
    <w:rsid w:val="001301D8"/>
    <w:rsid w:val="0013026C"/>
    <w:rsid w:val="0013693D"/>
    <w:rsid w:val="00136968"/>
    <w:rsid w:val="0014373A"/>
    <w:rsid w:val="00151ED1"/>
    <w:rsid w:val="00154968"/>
    <w:rsid w:val="00157AB3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33A8"/>
    <w:rsid w:val="001D5406"/>
    <w:rsid w:val="001F6290"/>
    <w:rsid w:val="00213F2C"/>
    <w:rsid w:val="00223478"/>
    <w:rsid w:val="00225015"/>
    <w:rsid w:val="00225A0C"/>
    <w:rsid w:val="002274DA"/>
    <w:rsid w:val="002343C5"/>
    <w:rsid w:val="0023486D"/>
    <w:rsid w:val="00272012"/>
    <w:rsid w:val="002825A8"/>
    <w:rsid w:val="00283A7C"/>
    <w:rsid w:val="00284241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16814"/>
    <w:rsid w:val="00320374"/>
    <w:rsid w:val="00337851"/>
    <w:rsid w:val="00347E4D"/>
    <w:rsid w:val="00351AF3"/>
    <w:rsid w:val="0039238A"/>
    <w:rsid w:val="003963EE"/>
    <w:rsid w:val="003A6C6D"/>
    <w:rsid w:val="003B0B13"/>
    <w:rsid w:val="003B1326"/>
    <w:rsid w:val="003C5B45"/>
    <w:rsid w:val="003D41BB"/>
    <w:rsid w:val="003E01BE"/>
    <w:rsid w:val="003E0671"/>
    <w:rsid w:val="003F03EB"/>
    <w:rsid w:val="003F623C"/>
    <w:rsid w:val="003F7F87"/>
    <w:rsid w:val="00401AF3"/>
    <w:rsid w:val="00402B09"/>
    <w:rsid w:val="0040534B"/>
    <w:rsid w:val="00410F15"/>
    <w:rsid w:val="00417ED2"/>
    <w:rsid w:val="004237D8"/>
    <w:rsid w:val="00440EE0"/>
    <w:rsid w:val="00451A90"/>
    <w:rsid w:val="00464F06"/>
    <w:rsid w:val="0046567F"/>
    <w:rsid w:val="00472203"/>
    <w:rsid w:val="00475954"/>
    <w:rsid w:val="00483578"/>
    <w:rsid w:val="00492966"/>
    <w:rsid w:val="004A01E5"/>
    <w:rsid w:val="004A7B44"/>
    <w:rsid w:val="004B0FC8"/>
    <w:rsid w:val="004C0E36"/>
    <w:rsid w:val="004C4CFA"/>
    <w:rsid w:val="004E5E95"/>
    <w:rsid w:val="004E70EA"/>
    <w:rsid w:val="004F5AFF"/>
    <w:rsid w:val="00500821"/>
    <w:rsid w:val="005132B0"/>
    <w:rsid w:val="00517E3A"/>
    <w:rsid w:val="0052167E"/>
    <w:rsid w:val="00521792"/>
    <w:rsid w:val="0052284C"/>
    <w:rsid w:val="00537023"/>
    <w:rsid w:val="00561B7B"/>
    <w:rsid w:val="00561C5A"/>
    <w:rsid w:val="005728B3"/>
    <w:rsid w:val="005738D5"/>
    <w:rsid w:val="0057420A"/>
    <w:rsid w:val="00574D89"/>
    <w:rsid w:val="0057504E"/>
    <w:rsid w:val="005832C4"/>
    <w:rsid w:val="00587966"/>
    <w:rsid w:val="005A06AA"/>
    <w:rsid w:val="005B2E55"/>
    <w:rsid w:val="005B37E2"/>
    <w:rsid w:val="005B460C"/>
    <w:rsid w:val="005D398D"/>
    <w:rsid w:val="005D7525"/>
    <w:rsid w:val="005E1AB1"/>
    <w:rsid w:val="005E20B2"/>
    <w:rsid w:val="005E3A41"/>
    <w:rsid w:val="005E5A22"/>
    <w:rsid w:val="005F5FA1"/>
    <w:rsid w:val="00625B5A"/>
    <w:rsid w:val="0063686B"/>
    <w:rsid w:val="0064098D"/>
    <w:rsid w:val="006435FE"/>
    <w:rsid w:val="0064494B"/>
    <w:rsid w:val="00647D5B"/>
    <w:rsid w:val="0066326F"/>
    <w:rsid w:val="00663653"/>
    <w:rsid w:val="00667389"/>
    <w:rsid w:val="0068067D"/>
    <w:rsid w:val="0068131D"/>
    <w:rsid w:val="00690FB1"/>
    <w:rsid w:val="006A24C7"/>
    <w:rsid w:val="006B3653"/>
    <w:rsid w:val="006B5D59"/>
    <w:rsid w:val="006D39B2"/>
    <w:rsid w:val="006D3F30"/>
    <w:rsid w:val="006D50FA"/>
    <w:rsid w:val="006F0D5B"/>
    <w:rsid w:val="006F787A"/>
    <w:rsid w:val="00710301"/>
    <w:rsid w:val="00711FD9"/>
    <w:rsid w:val="0073574D"/>
    <w:rsid w:val="007460F9"/>
    <w:rsid w:val="00761E69"/>
    <w:rsid w:val="0076745A"/>
    <w:rsid w:val="007738BD"/>
    <w:rsid w:val="007833C5"/>
    <w:rsid w:val="007837ED"/>
    <w:rsid w:val="00790D07"/>
    <w:rsid w:val="007C0FDD"/>
    <w:rsid w:val="007C308E"/>
    <w:rsid w:val="007C5B85"/>
    <w:rsid w:val="007E01D1"/>
    <w:rsid w:val="007E16D1"/>
    <w:rsid w:val="007E5536"/>
    <w:rsid w:val="007E6CED"/>
    <w:rsid w:val="007F141D"/>
    <w:rsid w:val="00802588"/>
    <w:rsid w:val="00813612"/>
    <w:rsid w:val="0081479C"/>
    <w:rsid w:val="00825830"/>
    <w:rsid w:val="00826CB2"/>
    <w:rsid w:val="00830375"/>
    <w:rsid w:val="00831014"/>
    <w:rsid w:val="00832323"/>
    <w:rsid w:val="008445A9"/>
    <w:rsid w:val="008475B0"/>
    <w:rsid w:val="00851BE0"/>
    <w:rsid w:val="00861A1A"/>
    <w:rsid w:val="00864D93"/>
    <w:rsid w:val="0086763D"/>
    <w:rsid w:val="00882BE0"/>
    <w:rsid w:val="008836CE"/>
    <w:rsid w:val="00891FF5"/>
    <w:rsid w:val="00893E89"/>
    <w:rsid w:val="008A023F"/>
    <w:rsid w:val="008A3619"/>
    <w:rsid w:val="008A609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41773"/>
    <w:rsid w:val="00950649"/>
    <w:rsid w:val="0095346A"/>
    <w:rsid w:val="00955A25"/>
    <w:rsid w:val="00963F86"/>
    <w:rsid w:val="0097175A"/>
    <w:rsid w:val="009720B3"/>
    <w:rsid w:val="00973BE5"/>
    <w:rsid w:val="00974B16"/>
    <w:rsid w:val="009802AD"/>
    <w:rsid w:val="009A3791"/>
    <w:rsid w:val="009A5F9E"/>
    <w:rsid w:val="009B638C"/>
    <w:rsid w:val="009C7B24"/>
    <w:rsid w:val="009E2A2A"/>
    <w:rsid w:val="009F3A01"/>
    <w:rsid w:val="009F6E5E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4A9F"/>
    <w:rsid w:val="00AA5B23"/>
    <w:rsid w:val="00AC4ED9"/>
    <w:rsid w:val="00AC6380"/>
    <w:rsid w:val="00AD27C1"/>
    <w:rsid w:val="00AD2F36"/>
    <w:rsid w:val="00AD6E4D"/>
    <w:rsid w:val="00AF5281"/>
    <w:rsid w:val="00AF5E0D"/>
    <w:rsid w:val="00B01599"/>
    <w:rsid w:val="00B05A22"/>
    <w:rsid w:val="00B15DB4"/>
    <w:rsid w:val="00B177D0"/>
    <w:rsid w:val="00B3151A"/>
    <w:rsid w:val="00B37307"/>
    <w:rsid w:val="00B452E8"/>
    <w:rsid w:val="00B513AC"/>
    <w:rsid w:val="00B5145B"/>
    <w:rsid w:val="00B707D0"/>
    <w:rsid w:val="00B75FF7"/>
    <w:rsid w:val="00B77194"/>
    <w:rsid w:val="00B816F4"/>
    <w:rsid w:val="00B822EA"/>
    <w:rsid w:val="00B84417"/>
    <w:rsid w:val="00B94FBB"/>
    <w:rsid w:val="00BA13BC"/>
    <w:rsid w:val="00BA3595"/>
    <w:rsid w:val="00BB3CAA"/>
    <w:rsid w:val="00BB48C7"/>
    <w:rsid w:val="00BC1F6B"/>
    <w:rsid w:val="00BC732E"/>
    <w:rsid w:val="00BD3D30"/>
    <w:rsid w:val="00BD7612"/>
    <w:rsid w:val="00BE0E2E"/>
    <w:rsid w:val="00BE6648"/>
    <w:rsid w:val="00BF35D0"/>
    <w:rsid w:val="00BF5E09"/>
    <w:rsid w:val="00BF6970"/>
    <w:rsid w:val="00C148FD"/>
    <w:rsid w:val="00C2393A"/>
    <w:rsid w:val="00C5580D"/>
    <w:rsid w:val="00C57915"/>
    <w:rsid w:val="00C65EB4"/>
    <w:rsid w:val="00C7264E"/>
    <w:rsid w:val="00C767C9"/>
    <w:rsid w:val="00C77CD4"/>
    <w:rsid w:val="00C878F0"/>
    <w:rsid w:val="00CA51B5"/>
    <w:rsid w:val="00CB3178"/>
    <w:rsid w:val="00CB3E63"/>
    <w:rsid w:val="00CC2293"/>
    <w:rsid w:val="00CC266E"/>
    <w:rsid w:val="00CC2F74"/>
    <w:rsid w:val="00CE09BA"/>
    <w:rsid w:val="00CF4DFA"/>
    <w:rsid w:val="00D060B3"/>
    <w:rsid w:val="00D06992"/>
    <w:rsid w:val="00D20A5C"/>
    <w:rsid w:val="00D2650E"/>
    <w:rsid w:val="00D33524"/>
    <w:rsid w:val="00D46C2F"/>
    <w:rsid w:val="00D573B0"/>
    <w:rsid w:val="00D57CB9"/>
    <w:rsid w:val="00D6535B"/>
    <w:rsid w:val="00D71B81"/>
    <w:rsid w:val="00D76C90"/>
    <w:rsid w:val="00D773FA"/>
    <w:rsid w:val="00DA18A6"/>
    <w:rsid w:val="00DA1F5C"/>
    <w:rsid w:val="00DA24E3"/>
    <w:rsid w:val="00DB2F24"/>
    <w:rsid w:val="00DB674B"/>
    <w:rsid w:val="00DC1DC7"/>
    <w:rsid w:val="00DC2F6F"/>
    <w:rsid w:val="00DD085D"/>
    <w:rsid w:val="00DD233F"/>
    <w:rsid w:val="00DD34CF"/>
    <w:rsid w:val="00DD6149"/>
    <w:rsid w:val="00DE3767"/>
    <w:rsid w:val="00E0343F"/>
    <w:rsid w:val="00E10571"/>
    <w:rsid w:val="00E10DD0"/>
    <w:rsid w:val="00E11170"/>
    <w:rsid w:val="00E1249D"/>
    <w:rsid w:val="00E14EEB"/>
    <w:rsid w:val="00E2272B"/>
    <w:rsid w:val="00E352FF"/>
    <w:rsid w:val="00E41087"/>
    <w:rsid w:val="00E45D2F"/>
    <w:rsid w:val="00E516D7"/>
    <w:rsid w:val="00E5359D"/>
    <w:rsid w:val="00E54A46"/>
    <w:rsid w:val="00E57EF4"/>
    <w:rsid w:val="00E63019"/>
    <w:rsid w:val="00E65738"/>
    <w:rsid w:val="00E70082"/>
    <w:rsid w:val="00E8518C"/>
    <w:rsid w:val="00E879F9"/>
    <w:rsid w:val="00E90BD9"/>
    <w:rsid w:val="00EA1BDF"/>
    <w:rsid w:val="00EB6B74"/>
    <w:rsid w:val="00EB6E4B"/>
    <w:rsid w:val="00EC77B0"/>
    <w:rsid w:val="00ED2956"/>
    <w:rsid w:val="00ED5421"/>
    <w:rsid w:val="00EE3197"/>
    <w:rsid w:val="00EF2951"/>
    <w:rsid w:val="00F0072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07A5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8899BCC-8E81-41A4-BEDD-DE416B5C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shorttext">
    <w:name w:val="short_text"/>
    <w:basedOn w:val="Standardnpsmoodstavce"/>
    <w:rsid w:val="004B0FC8"/>
  </w:style>
  <w:style w:type="character" w:styleId="Odkaznakoment">
    <w:name w:val="annotation reference"/>
    <w:basedOn w:val="Standardnpsmoodstavce"/>
    <w:semiHidden/>
    <w:unhideWhenUsed/>
    <w:rsid w:val="00663653"/>
    <w:rPr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663653"/>
  </w:style>
  <w:style w:type="character" w:customStyle="1" w:styleId="TextkomenteChar">
    <w:name w:val="Text komentáře Char"/>
    <w:basedOn w:val="Standardnpsmoodstavce"/>
    <w:link w:val="Textkomente"/>
    <w:semiHidden/>
    <w:rsid w:val="00663653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63653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663653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8%20-%20High-speed%20Internet%20Acces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7</TotalTime>
  <Pages>3</Pages>
  <Words>350</Words>
  <Characters>2071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4</cp:revision>
  <cp:lastPrinted>2013-05-24T15:00:00Z</cp:lastPrinted>
  <dcterms:created xsi:type="dcterms:W3CDTF">2016-03-23T11:56:00Z</dcterms:created>
  <dcterms:modified xsi:type="dcterms:W3CDTF">2016-03-29T11:38:00Z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