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64F1" w:rsidRPr="00F76CBE" w:rsidRDefault="00B47F3B" w:rsidP="00B47F3B">
      <w:pPr>
        <w:pStyle w:val="eTask"/>
        <w:rPr>
          <w:lang w:val="es-ES"/>
        </w:rPr>
      </w:pPr>
      <w:r w:rsidRPr="00F76CBE">
        <w:rPr>
          <w:lang w:val="es-ES"/>
        </w:rPr>
        <w:t>¿Qué tipos de interfaces se pueden utilizar en redes de acceso y troncales</w:t>
      </w:r>
      <w:r w:rsidR="002968BB" w:rsidRPr="00F76CBE">
        <w:rPr>
          <w:lang w:val="es-ES"/>
        </w:rPr>
        <w:t>?</w:t>
      </w:r>
    </w:p>
    <w:p w:rsidR="003264F1" w:rsidRPr="00F76CBE" w:rsidRDefault="003264F1" w:rsidP="003264F1">
      <w:pPr>
        <w:rPr>
          <w:lang w:val="es-ES"/>
        </w:rPr>
      </w:pPr>
    </w:p>
    <w:p w:rsidR="003264F1" w:rsidRPr="00F76CBE" w:rsidRDefault="003264F1" w:rsidP="00EC4344">
      <w:pPr>
        <w:ind w:left="357"/>
        <w:rPr>
          <w:lang w:val="es-ES"/>
        </w:rPr>
      </w:pPr>
      <w:r w:rsidRPr="00F76CBE">
        <w:rPr>
          <w:lang w:val="es-ES"/>
        </w:rPr>
        <w:t>1.</w:t>
      </w:r>
      <w:r w:rsidRPr="00F76CBE">
        <w:rPr>
          <w:lang w:val="es-ES"/>
        </w:rPr>
        <w:tab/>
      </w:r>
      <w:r w:rsidR="00430858" w:rsidRPr="00F76CBE">
        <w:rPr>
          <w:lang w:val="es-ES"/>
        </w:rPr>
        <w:t>_________________________</w:t>
      </w:r>
    </w:p>
    <w:p w:rsidR="003264F1" w:rsidRPr="00F76CBE" w:rsidRDefault="003264F1" w:rsidP="00EC4344">
      <w:pPr>
        <w:ind w:left="357"/>
        <w:rPr>
          <w:noProof/>
          <w:lang w:val="es-ES" w:eastAsia="sk-SK"/>
        </w:rPr>
      </w:pPr>
    </w:p>
    <w:p w:rsidR="003264F1" w:rsidRPr="00F76CBE" w:rsidRDefault="003264F1" w:rsidP="00EC4344">
      <w:pPr>
        <w:ind w:left="357"/>
        <w:rPr>
          <w:noProof/>
          <w:lang w:val="es-ES" w:eastAsia="sk-SK"/>
        </w:rPr>
      </w:pPr>
      <w:r w:rsidRPr="00F76CBE">
        <w:rPr>
          <w:noProof/>
          <w:lang w:val="es-ES" w:eastAsia="sk-SK"/>
        </w:rPr>
        <w:t>2.</w:t>
      </w:r>
      <w:r w:rsidRPr="00F76CBE">
        <w:rPr>
          <w:lang w:val="es-ES"/>
        </w:rPr>
        <w:tab/>
      </w:r>
      <w:r w:rsidR="00430858" w:rsidRPr="00F76CBE">
        <w:rPr>
          <w:lang w:val="es-ES"/>
        </w:rPr>
        <w:t>_________________________</w:t>
      </w:r>
    </w:p>
    <w:p w:rsidR="003264F1" w:rsidRPr="00F76CBE" w:rsidRDefault="003264F1" w:rsidP="00EC4344">
      <w:pPr>
        <w:ind w:left="357"/>
        <w:rPr>
          <w:noProof/>
          <w:lang w:val="es-ES" w:eastAsia="sk-SK"/>
        </w:rPr>
      </w:pPr>
    </w:p>
    <w:p w:rsidR="003264F1" w:rsidRPr="00F76CBE" w:rsidRDefault="003264F1" w:rsidP="00EC4344">
      <w:pPr>
        <w:ind w:left="357"/>
        <w:rPr>
          <w:noProof/>
          <w:lang w:val="es-ES" w:eastAsia="sk-SK"/>
        </w:rPr>
      </w:pPr>
      <w:r w:rsidRPr="00F76CBE">
        <w:rPr>
          <w:noProof/>
          <w:lang w:val="es-ES" w:eastAsia="sk-SK"/>
        </w:rPr>
        <w:t>3.</w:t>
      </w:r>
      <w:r w:rsidRPr="00F76CBE">
        <w:rPr>
          <w:lang w:val="es-ES"/>
        </w:rPr>
        <w:tab/>
      </w:r>
      <w:r w:rsidR="00430858" w:rsidRPr="00F76CBE">
        <w:rPr>
          <w:lang w:val="es-ES"/>
        </w:rPr>
        <w:t>_________________________</w:t>
      </w:r>
    </w:p>
    <w:p w:rsidR="003264F1" w:rsidRPr="00F76CBE" w:rsidRDefault="003264F1" w:rsidP="00EC4344">
      <w:pPr>
        <w:ind w:left="357"/>
        <w:rPr>
          <w:lang w:val="es-ES"/>
        </w:rPr>
      </w:pPr>
    </w:p>
    <w:p w:rsidR="00E04F5B" w:rsidRPr="00F76CBE" w:rsidRDefault="00E04F5B" w:rsidP="003264F1">
      <w:pPr>
        <w:pStyle w:val="eLineBottom"/>
        <w:rPr>
          <w:lang w:val="es-ES"/>
        </w:rPr>
      </w:pPr>
    </w:p>
    <w:p w:rsidR="003264F1" w:rsidRPr="00F76CBE" w:rsidRDefault="003264F1" w:rsidP="003264F1">
      <w:pPr>
        <w:rPr>
          <w:lang w:val="es-ES"/>
        </w:rPr>
      </w:pPr>
    </w:p>
    <w:p w:rsidR="00766135" w:rsidRPr="00F76CBE" w:rsidRDefault="00F31E6F" w:rsidP="00F31E6F">
      <w:pPr>
        <w:pStyle w:val="eTask"/>
        <w:rPr>
          <w:lang w:val="es-ES"/>
        </w:rPr>
      </w:pPr>
      <w:r w:rsidRPr="00F76CBE">
        <w:rPr>
          <w:lang w:val="es-ES"/>
        </w:rPr>
        <w:t>Relacione las cuatro interfaces diferentes que aparecen en la columna de la izquierda a la velocidad de transferencia teóricamente alcanzable que se corresponde en la columna de la derecha</w:t>
      </w:r>
      <w:r w:rsidR="00766135" w:rsidRPr="00F76CBE">
        <w:rPr>
          <w:lang w:val="es-ES"/>
        </w:rPr>
        <w:t>.</w:t>
      </w:r>
    </w:p>
    <w:p w:rsidR="00766135" w:rsidRPr="00F76CBE" w:rsidRDefault="00766135" w:rsidP="00766135">
      <w:pPr>
        <w:pStyle w:val="eTask"/>
        <w:numPr>
          <w:ilvl w:val="0"/>
          <w:numId w:val="0"/>
        </w:numPr>
        <w:rPr>
          <w:lang w:val="es-ES"/>
        </w:rPr>
      </w:pPr>
    </w:p>
    <w:tbl>
      <w:tblPr>
        <w:tblStyle w:val="Mkatabulky"/>
        <w:tblW w:w="0" w:type="auto"/>
        <w:tblInd w:w="360" w:type="dxa"/>
        <w:tblLook w:val="04A0" w:firstRow="1" w:lastRow="0" w:firstColumn="1" w:lastColumn="0" w:noHBand="0" w:noVBand="1"/>
      </w:tblPr>
      <w:tblGrid>
        <w:gridCol w:w="1903"/>
        <w:gridCol w:w="829"/>
        <w:gridCol w:w="2006"/>
      </w:tblGrid>
      <w:tr w:rsidR="00766135" w:rsidRPr="00F76CBE" w:rsidTr="007F22F2">
        <w:tc>
          <w:tcPr>
            <w:tcW w:w="1903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66135" w:rsidRPr="00F76CBE" w:rsidRDefault="007F22F2" w:rsidP="00E04F5B">
            <w:pPr>
              <w:spacing w:before="120" w:after="120"/>
              <w:jc w:val="center"/>
              <w:rPr>
                <w:b/>
                <w:lang w:val="es-ES"/>
              </w:rPr>
            </w:pPr>
            <w:r w:rsidRPr="00F76CBE">
              <w:rPr>
                <w:lang w:val="es-ES"/>
              </w:rPr>
              <w:t>USB 3.0</w:t>
            </w:r>
          </w:p>
        </w:tc>
        <w:tc>
          <w:tcPr>
            <w:tcW w:w="8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66135" w:rsidRPr="00F76CBE" w:rsidRDefault="00766135" w:rsidP="00E04F5B">
            <w:pPr>
              <w:pStyle w:val="eTask"/>
              <w:numPr>
                <w:ilvl w:val="0"/>
                <w:numId w:val="0"/>
              </w:numPr>
              <w:spacing w:before="120" w:after="120"/>
              <w:rPr>
                <w:b w:val="0"/>
                <w:lang w:val="es-ES"/>
              </w:rPr>
            </w:pPr>
          </w:p>
        </w:tc>
        <w:tc>
          <w:tcPr>
            <w:tcW w:w="2006" w:type="dxa"/>
            <w:tcBorders>
              <w:left w:val="single" w:sz="4" w:space="0" w:color="auto"/>
              <w:bottom w:val="single" w:sz="4" w:space="0" w:color="auto"/>
            </w:tcBorders>
          </w:tcPr>
          <w:p w:rsidR="00766135" w:rsidRPr="00F76CBE" w:rsidRDefault="00F31E6F" w:rsidP="00E04F5B">
            <w:pPr>
              <w:spacing w:before="120" w:after="120"/>
              <w:rPr>
                <w:b/>
                <w:lang w:val="es-ES"/>
              </w:rPr>
            </w:pPr>
            <w:r w:rsidRPr="00F76CBE">
              <w:rPr>
                <w:lang w:val="es-ES"/>
              </w:rPr>
              <w:t>Hasta</w:t>
            </w:r>
            <w:r w:rsidR="007F22F2" w:rsidRPr="00F76CBE">
              <w:rPr>
                <w:lang w:val="es-ES"/>
              </w:rPr>
              <w:t xml:space="preserve"> 600 Mbit/s</w:t>
            </w:r>
          </w:p>
        </w:tc>
      </w:tr>
      <w:tr w:rsidR="00766135" w:rsidRPr="00F76CBE" w:rsidTr="007F22F2">
        <w:tc>
          <w:tcPr>
            <w:tcW w:w="19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66135" w:rsidRPr="00F76CBE" w:rsidRDefault="00766135" w:rsidP="00E04F5B">
            <w:pPr>
              <w:jc w:val="center"/>
              <w:rPr>
                <w:b/>
                <w:lang w:val="es-ES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</w:tcPr>
          <w:p w:rsidR="00766135" w:rsidRPr="00F76CBE" w:rsidRDefault="00766135" w:rsidP="00E04F5B">
            <w:pPr>
              <w:pStyle w:val="eTask"/>
              <w:numPr>
                <w:ilvl w:val="0"/>
                <w:numId w:val="0"/>
              </w:numPr>
              <w:rPr>
                <w:b w:val="0"/>
                <w:lang w:val="es-ES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66135" w:rsidRPr="00F76CBE" w:rsidRDefault="00766135" w:rsidP="00E04F5B">
            <w:pPr>
              <w:rPr>
                <w:b/>
                <w:lang w:val="es-ES"/>
              </w:rPr>
            </w:pPr>
          </w:p>
        </w:tc>
      </w:tr>
      <w:tr w:rsidR="00766135" w:rsidRPr="00F76CBE" w:rsidTr="007F22F2">
        <w:tc>
          <w:tcPr>
            <w:tcW w:w="19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135" w:rsidRPr="00F76CBE" w:rsidRDefault="007F22F2" w:rsidP="00E04F5B">
            <w:pPr>
              <w:spacing w:before="120" w:after="120"/>
              <w:jc w:val="center"/>
              <w:rPr>
                <w:b/>
                <w:lang w:val="es-ES"/>
              </w:rPr>
            </w:pPr>
            <w:r w:rsidRPr="00F76CBE">
              <w:rPr>
                <w:lang w:val="es-ES"/>
              </w:rPr>
              <w:t>Thunderbolt</w:t>
            </w:r>
          </w:p>
        </w:tc>
        <w:tc>
          <w:tcPr>
            <w:tcW w:w="8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66135" w:rsidRPr="00F76CBE" w:rsidRDefault="00766135" w:rsidP="00E04F5B">
            <w:pPr>
              <w:pStyle w:val="eTask"/>
              <w:numPr>
                <w:ilvl w:val="0"/>
                <w:numId w:val="0"/>
              </w:numPr>
              <w:spacing w:before="120" w:after="120"/>
              <w:rPr>
                <w:b w:val="0"/>
                <w:lang w:val="es-ES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66135" w:rsidRPr="00F76CBE" w:rsidRDefault="00F31E6F" w:rsidP="00E04F5B">
            <w:pPr>
              <w:spacing w:before="120" w:after="120"/>
              <w:rPr>
                <w:b/>
                <w:lang w:val="es-ES"/>
              </w:rPr>
            </w:pPr>
            <w:r w:rsidRPr="00F76CBE">
              <w:rPr>
                <w:lang w:val="es-ES"/>
              </w:rPr>
              <w:t>Hasta</w:t>
            </w:r>
            <w:r w:rsidR="007F22F2" w:rsidRPr="00F76CBE">
              <w:rPr>
                <w:lang w:val="es-ES"/>
              </w:rPr>
              <w:t xml:space="preserve"> 5 G</w:t>
            </w:r>
            <w:r w:rsidR="00FA3F39">
              <w:rPr>
                <w:lang w:val="es-ES"/>
              </w:rPr>
              <w:t>b</w:t>
            </w:r>
            <w:r w:rsidR="007F22F2" w:rsidRPr="00F76CBE">
              <w:rPr>
                <w:lang w:val="es-ES"/>
              </w:rPr>
              <w:t>it/s</w:t>
            </w:r>
          </w:p>
        </w:tc>
      </w:tr>
      <w:tr w:rsidR="00766135" w:rsidRPr="00F76CBE" w:rsidTr="007F22F2">
        <w:tc>
          <w:tcPr>
            <w:tcW w:w="19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66135" w:rsidRPr="00F76CBE" w:rsidRDefault="00766135" w:rsidP="00E04F5B">
            <w:pPr>
              <w:jc w:val="center"/>
              <w:rPr>
                <w:b/>
                <w:lang w:val="es-ES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</w:tcPr>
          <w:p w:rsidR="00766135" w:rsidRPr="00F76CBE" w:rsidRDefault="00766135" w:rsidP="00E04F5B">
            <w:pPr>
              <w:pStyle w:val="eTask"/>
              <w:numPr>
                <w:ilvl w:val="0"/>
                <w:numId w:val="0"/>
              </w:numPr>
              <w:rPr>
                <w:b w:val="0"/>
                <w:lang w:val="es-ES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66135" w:rsidRPr="00F76CBE" w:rsidRDefault="00766135" w:rsidP="00E04F5B">
            <w:pPr>
              <w:rPr>
                <w:b/>
                <w:lang w:val="es-ES"/>
              </w:rPr>
            </w:pPr>
          </w:p>
        </w:tc>
      </w:tr>
      <w:tr w:rsidR="00766135" w:rsidRPr="00F76CBE" w:rsidTr="007F22F2">
        <w:tc>
          <w:tcPr>
            <w:tcW w:w="19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135" w:rsidRPr="00F76CBE" w:rsidRDefault="007F22F2" w:rsidP="00E04F5B">
            <w:pPr>
              <w:spacing w:before="120" w:after="120"/>
              <w:jc w:val="center"/>
              <w:rPr>
                <w:b/>
                <w:lang w:val="es-ES"/>
              </w:rPr>
            </w:pPr>
            <w:r w:rsidRPr="00F76CBE">
              <w:rPr>
                <w:lang w:val="es-ES"/>
              </w:rPr>
              <w:t>Bluetooth 2.0</w:t>
            </w:r>
          </w:p>
        </w:tc>
        <w:tc>
          <w:tcPr>
            <w:tcW w:w="8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66135" w:rsidRPr="00F76CBE" w:rsidRDefault="00766135" w:rsidP="00E04F5B">
            <w:pPr>
              <w:pStyle w:val="eTask"/>
              <w:numPr>
                <w:ilvl w:val="0"/>
                <w:numId w:val="0"/>
              </w:numPr>
              <w:spacing w:before="120" w:after="120"/>
              <w:rPr>
                <w:b w:val="0"/>
                <w:lang w:val="es-ES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66135" w:rsidRPr="00F76CBE" w:rsidRDefault="00F31E6F" w:rsidP="00E04F5B">
            <w:pPr>
              <w:spacing w:before="120" w:after="120"/>
              <w:rPr>
                <w:b/>
                <w:lang w:val="es-ES"/>
              </w:rPr>
            </w:pPr>
            <w:r w:rsidRPr="00F76CBE">
              <w:rPr>
                <w:lang w:val="es-ES"/>
              </w:rPr>
              <w:t>Hasta</w:t>
            </w:r>
            <w:r w:rsidR="007F22F2" w:rsidRPr="00F76CBE">
              <w:rPr>
                <w:lang w:val="es-ES"/>
              </w:rPr>
              <w:t xml:space="preserve"> 10 Gbit/s</w:t>
            </w:r>
          </w:p>
        </w:tc>
      </w:tr>
      <w:tr w:rsidR="00766135" w:rsidRPr="00F76CBE" w:rsidTr="007F22F2">
        <w:tc>
          <w:tcPr>
            <w:tcW w:w="19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66135" w:rsidRPr="00F76CBE" w:rsidRDefault="00766135" w:rsidP="00E04F5B">
            <w:pPr>
              <w:jc w:val="center"/>
              <w:rPr>
                <w:b/>
                <w:lang w:val="es-ES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</w:tcPr>
          <w:p w:rsidR="00766135" w:rsidRPr="00F76CBE" w:rsidRDefault="00766135" w:rsidP="00E04F5B">
            <w:pPr>
              <w:pStyle w:val="eTask"/>
              <w:numPr>
                <w:ilvl w:val="0"/>
                <w:numId w:val="0"/>
              </w:numPr>
              <w:rPr>
                <w:b w:val="0"/>
                <w:lang w:val="es-ES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66135" w:rsidRPr="00F76CBE" w:rsidRDefault="00766135" w:rsidP="00E04F5B">
            <w:pPr>
              <w:rPr>
                <w:b/>
                <w:lang w:val="es-ES"/>
              </w:rPr>
            </w:pPr>
          </w:p>
        </w:tc>
      </w:tr>
      <w:tr w:rsidR="00766135" w:rsidRPr="00F76CBE" w:rsidTr="007F22F2">
        <w:tc>
          <w:tcPr>
            <w:tcW w:w="190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766135" w:rsidRPr="00F76CBE" w:rsidRDefault="007F22F2" w:rsidP="00E04F5B">
            <w:pPr>
              <w:spacing w:before="120" w:after="120"/>
              <w:jc w:val="center"/>
              <w:rPr>
                <w:b/>
                <w:lang w:val="es-ES"/>
              </w:rPr>
            </w:pPr>
            <w:r w:rsidRPr="00F76CBE">
              <w:rPr>
                <w:lang w:val="es-ES"/>
              </w:rPr>
              <w:t>Wi-Fi (802.11n)</w:t>
            </w:r>
          </w:p>
        </w:tc>
        <w:tc>
          <w:tcPr>
            <w:tcW w:w="8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66135" w:rsidRPr="00F76CBE" w:rsidRDefault="00766135" w:rsidP="00E04F5B">
            <w:pPr>
              <w:pStyle w:val="eTask"/>
              <w:numPr>
                <w:ilvl w:val="0"/>
                <w:numId w:val="0"/>
              </w:numPr>
              <w:spacing w:before="120" w:after="120"/>
              <w:rPr>
                <w:b w:val="0"/>
                <w:lang w:val="es-ES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</w:tcPr>
          <w:p w:rsidR="00766135" w:rsidRPr="00F76CBE" w:rsidRDefault="00F31E6F" w:rsidP="00E04F5B">
            <w:pPr>
              <w:spacing w:before="120" w:after="120"/>
              <w:rPr>
                <w:b/>
                <w:lang w:val="es-ES"/>
              </w:rPr>
            </w:pPr>
            <w:r w:rsidRPr="00F76CBE">
              <w:rPr>
                <w:lang w:val="es-ES"/>
              </w:rPr>
              <w:t>Hasta</w:t>
            </w:r>
            <w:r w:rsidR="007F22F2" w:rsidRPr="00F76CBE">
              <w:rPr>
                <w:lang w:val="es-ES"/>
              </w:rPr>
              <w:t xml:space="preserve"> 3 Mbit/s</w:t>
            </w:r>
          </w:p>
        </w:tc>
      </w:tr>
    </w:tbl>
    <w:p w:rsidR="00766135" w:rsidRPr="00F76CBE" w:rsidRDefault="00766135" w:rsidP="00E04F5B">
      <w:pPr>
        <w:rPr>
          <w:lang w:val="es-ES"/>
        </w:rPr>
      </w:pPr>
    </w:p>
    <w:p w:rsidR="00E04F5B" w:rsidRPr="00F76CBE" w:rsidRDefault="00E04F5B" w:rsidP="00766135">
      <w:pPr>
        <w:pStyle w:val="eLineBottom"/>
        <w:rPr>
          <w:lang w:val="es-ES"/>
        </w:rPr>
      </w:pPr>
    </w:p>
    <w:p w:rsidR="00766135" w:rsidRPr="00F76CBE" w:rsidRDefault="00766135" w:rsidP="00766135">
      <w:pPr>
        <w:rPr>
          <w:lang w:val="es-ES"/>
        </w:rPr>
      </w:pPr>
    </w:p>
    <w:p w:rsidR="004E2B7C" w:rsidRPr="00F76CBE" w:rsidRDefault="00F31E6F" w:rsidP="00F31E6F">
      <w:pPr>
        <w:pStyle w:val="eTask"/>
        <w:rPr>
          <w:lang w:val="es-ES"/>
        </w:rPr>
      </w:pPr>
      <w:r w:rsidRPr="00F76CBE">
        <w:rPr>
          <w:lang w:val="es-ES"/>
        </w:rPr>
        <w:t>Modificar los siguientes textos para que las afirmaciones resulten verdaderas</w:t>
      </w:r>
      <w:r w:rsidR="0003229C" w:rsidRPr="00F76CBE">
        <w:rPr>
          <w:lang w:val="es-ES"/>
        </w:rPr>
        <w:t>.</w:t>
      </w:r>
    </w:p>
    <w:p w:rsidR="004E2B7C" w:rsidRPr="00F76CBE" w:rsidRDefault="004E2B7C" w:rsidP="004E2B7C">
      <w:pPr>
        <w:pStyle w:val="eTask"/>
        <w:numPr>
          <w:ilvl w:val="0"/>
          <w:numId w:val="0"/>
        </w:numPr>
        <w:ind w:left="284" w:hanging="284"/>
        <w:rPr>
          <w:lang w:val="es-ES"/>
        </w:rPr>
      </w:pPr>
    </w:p>
    <w:p w:rsidR="004E2B7C" w:rsidRPr="00F76CBE" w:rsidRDefault="008E1F64" w:rsidP="00E04F5B">
      <w:pPr>
        <w:spacing w:line="360" w:lineRule="auto"/>
        <w:rPr>
          <w:lang w:val="es-ES"/>
        </w:rPr>
      </w:pPr>
      <w:r w:rsidRPr="00F76CBE">
        <w:rPr>
          <w:lang w:val="es-ES"/>
        </w:rPr>
        <w:t xml:space="preserve">La interfaz </w:t>
      </w:r>
      <w:r w:rsidR="004C34BB" w:rsidRPr="00F76CBE">
        <w:rPr>
          <w:lang w:val="es-ES"/>
        </w:rPr>
        <w:t xml:space="preserve">USB </w:t>
      </w:r>
      <w:r w:rsidRPr="00F76CBE">
        <w:rPr>
          <w:lang w:val="es-ES"/>
        </w:rPr>
        <w:t>e</w:t>
      </w:r>
      <w:r w:rsidR="004C34BB" w:rsidRPr="00F76CBE">
        <w:rPr>
          <w:lang w:val="es-ES"/>
        </w:rPr>
        <w:t xml:space="preserve">s </w:t>
      </w:r>
      <w:r w:rsidRPr="00F76CBE">
        <w:rPr>
          <w:lang w:val="es-ES"/>
        </w:rPr>
        <w:t>una interfaz</w:t>
      </w:r>
      <w:r w:rsidR="004E2B7C" w:rsidRPr="00F76CBE">
        <w:rPr>
          <w:lang w:val="es-ES"/>
        </w:rPr>
        <w:t xml:space="preserve"> </w:t>
      </w:r>
      <m:oMath>
        <m:d>
          <m:dPr>
            <m:ctrlPr>
              <w:rPr>
                <w:rFonts w:ascii="Cambria Math" w:hAnsi="Cambria Math"/>
                <w:b/>
                <w:lang w:val="es-ES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es-E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es-ES"/>
                    </w:rPr>
                    <m:t>serie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es-ES"/>
                    </w:rPr>
                    <m:t>paralelo</m:t>
                  </m:r>
                </m:e>
              </m:mr>
            </m:m>
          </m:e>
        </m:d>
      </m:oMath>
      <w:r w:rsidR="004E2B7C" w:rsidRPr="00F76CBE">
        <w:rPr>
          <w:lang w:val="es-ES"/>
        </w:rPr>
        <w:t xml:space="preserve"> </w:t>
      </w:r>
      <w:r w:rsidRPr="00F76CBE">
        <w:rPr>
          <w:lang w:val="es-ES"/>
        </w:rPr>
        <w:t>tipo</w:t>
      </w:r>
      <w:r w:rsidR="00587A91" w:rsidRPr="00F76CBE">
        <w:rPr>
          <w:lang w:val="es-ES"/>
        </w:rPr>
        <w:t xml:space="preserve"> </w:t>
      </w:r>
      <m:oMath>
        <m:d>
          <m:dPr>
            <m:ctrlPr>
              <w:rPr>
                <w:rFonts w:ascii="Cambria Math" w:hAnsi="Cambria Math"/>
                <w:b/>
                <w:lang w:val="es-ES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es-E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es-ES"/>
                    </w:rPr>
                    <m:t>bus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es-ES"/>
                    </w:rPr>
                    <m:t>anillo</m:t>
                  </m:r>
                </m:e>
              </m:mr>
            </m:m>
          </m:e>
        </m:d>
      </m:oMath>
      <w:r w:rsidR="004C34BB" w:rsidRPr="00F76CBE">
        <w:rPr>
          <w:lang w:val="es-ES"/>
        </w:rPr>
        <w:t>.</w:t>
      </w:r>
      <w:r w:rsidR="004E2B7C" w:rsidRPr="00F76CBE">
        <w:rPr>
          <w:lang w:val="es-ES"/>
        </w:rPr>
        <w:t xml:space="preserve"> </w:t>
      </w:r>
      <w:r w:rsidR="008B639F" w:rsidRPr="00F76CBE">
        <w:rPr>
          <w:lang w:val="es-ES"/>
        </w:rPr>
        <w:t>Todos los dispositivos conectados a la interfaz USB</w:t>
      </w:r>
      <w:r w:rsidR="004E2B7C" w:rsidRPr="00F76CBE">
        <w:rPr>
          <w:lang w:val="es-ES"/>
        </w:rPr>
        <w:t xml:space="preserve"> </w:t>
      </w:r>
      <m:oMath>
        <m:d>
          <m:dPr>
            <m:ctrlPr>
              <w:rPr>
                <w:rFonts w:ascii="Cambria Math" w:hAnsi="Cambria Math"/>
                <w:b/>
                <w:lang w:val="es-ES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es-E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es-ES"/>
                    </w:rPr>
                    <m:t>no comparten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es-ES"/>
                    </w:rPr>
                    <m:t>comparten</m:t>
                  </m:r>
                </m:e>
              </m:mr>
            </m:m>
          </m:e>
        </m:d>
        <m:r>
          <m:rPr>
            <m:sty m:val="bi"/>
          </m:rPr>
          <w:rPr>
            <w:rFonts w:ascii="Cambria Math" w:hAnsi="Cambria Math"/>
            <w:lang w:val="es-ES"/>
          </w:rPr>
          <m:t xml:space="preserve"> </m:t>
        </m:r>
      </m:oMath>
      <w:r w:rsidR="00C95CC1" w:rsidRPr="00F76CBE">
        <w:rPr>
          <w:lang w:val="es-ES"/>
        </w:rPr>
        <w:t>todo el ancho de banda</w:t>
      </w:r>
      <w:r w:rsidR="004C34BB" w:rsidRPr="00F76CBE">
        <w:rPr>
          <w:lang w:val="es-ES"/>
        </w:rPr>
        <w:t xml:space="preserve"> </w:t>
      </w:r>
      <w:r w:rsidR="00C95CC1" w:rsidRPr="00F76CBE">
        <w:rPr>
          <w:lang w:val="es-ES"/>
        </w:rPr>
        <w:t>disponible entre ellos</w:t>
      </w:r>
      <w:r w:rsidR="004E2B7C" w:rsidRPr="00F76CBE">
        <w:rPr>
          <w:lang w:val="es-ES"/>
        </w:rPr>
        <w:t>.</w:t>
      </w:r>
    </w:p>
    <w:p w:rsidR="00C24013" w:rsidRPr="00F76CBE" w:rsidRDefault="00C24013" w:rsidP="00C24013">
      <w:pPr>
        <w:pStyle w:val="eLineBottom"/>
        <w:rPr>
          <w:lang w:val="es-ES"/>
        </w:rPr>
      </w:pPr>
    </w:p>
    <w:p w:rsidR="00C24013" w:rsidRPr="00F76CBE" w:rsidRDefault="00C24013" w:rsidP="00C24013">
      <w:pPr>
        <w:rPr>
          <w:lang w:val="es-ES"/>
        </w:rPr>
      </w:pPr>
    </w:p>
    <w:p w:rsidR="00E04F5B" w:rsidRPr="00F76CBE" w:rsidRDefault="00E04F5B">
      <w:pPr>
        <w:rPr>
          <w:b/>
          <w:lang w:val="es-ES"/>
        </w:rPr>
      </w:pPr>
      <w:r w:rsidRPr="00F76CBE">
        <w:rPr>
          <w:lang w:val="es-ES"/>
        </w:rPr>
        <w:br w:type="page"/>
      </w:r>
    </w:p>
    <w:p w:rsidR="00C24013" w:rsidRPr="00F76CBE" w:rsidRDefault="00F8464E" w:rsidP="00F8464E">
      <w:pPr>
        <w:pStyle w:val="eTask"/>
        <w:rPr>
          <w:lang w:val="es-ES"/>
        </w:rPr>
      </w:pPr>
      <w:r w:rsidRPr="00F76CBE">
        <w:rPr>
          <w:lang w:val="es-ES"/>
        </w:rPr>
        <w:lastRenderedPageBreak/>
        <w:t>Relacionar los cuatro diferentes modos de transferencia que se muestran en la columna de la izquierda con su tipo de especificación correspondiente en la columna de la derecha</w:t>
      </w:r>
      <w:r w:rsidR="00C24013" w:rsidRPr="00F76CBE">
        <w:rPr>
          <w:lang w:val="es-ES"/>
        </w:rPr>
        <w:t>.</w:t>
      </w:r>
    </w:p>
    <w:p w:rsidR="00197271" w:rsidRPr="00F76CBE" w:rsidRDefault="00197271" w:rsidP="00197271">
      <w:pPr>
        <w:pStyle w:val="eTask"/>
        <w:numPr>
          <w:ilvl w:val="0"/>
          <w:numId w:val="0"/>
        </w:numPr>
        <w:rPr>
          <w:lang w:val="es-ES"/>
        </w:rPr>
      </w:pPr>
    </w:p>
    <w:tbl>
      <w:tblPr>
        <w:tblStyle w:val="Mkatabulky"/>
        <w:tblW w:w="7857" w:type="dxa"/>
        <w:tblInd w:w="360" w:type="dxa"/>
        <w:tblLook w:val="04A0" w:firstRow="1" w:lastRow="0" w:firstColumn="1" w:lastColumn="0" w:noHBand="0" w:noVBand="1"/>
      </w:tblPr>
      <w:tblGrid>
        <w:gridCol w:w="3037"/>
        <w:gridCol w:w="2240"/>
        <w:gridCol w:w="2580"/>
      </w:tblGrid>
      <w:tr w:rsidR="00197271" w:rsidRPr="00F76CBE" w:rsidTr="00F8464E">
        <w:tc>
          <w:tcPr>
            <w:tcW w:w="303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197271" w:rsidRPr="00F76CBE" w:rsidRDefault="00F8464E" w:rsidP="00F8464E">
            <w:pPr>
              <w:spacing w:before="120" w:after="120"/>
              <w:jc w:val="center"/>
              <w:rPr>
                <w:b/>
                <w:lang w:val="es-ES"/>
              </w:rPr>
            </w:pPr>
            <w:r w:rsidRPr="00F76CBE">
              <w:rPr>
                <w:lang w:val="es-ES"/>
              </w:rPr>
              <w:t>Modo superalta velocidad +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97271" w:rsidRPr="00F76CBE" w:rsidRDefault="00197271" w:rsidP="00E04F5B">
            <w:pPr>
              <w:pStyle w:val="eTask"/>
              <w:numPr>
                <w:ilvl w:val="0"/>
                <w:numId w:val="0"/>
              </w:numPr>
              <w:spacing w:before="120" w:after="120"/>
              <w:rPr>
                <w:b w:val="0"/>
                <w:lang w:val="es-ES"/>
              </w:rPr>
            </w:pPr>
          </w:p>
        </w:tc>
        <w:tc>
          <w:tcPr>
            <w:tcW w:w="2580" w:type="dxa"/>
            <w:tcBorders>
              <w:left w:val="single" w:sz="4" w:space="0" w:color="auto"/>
              <w:bottom w:val="single" w:sz="4" w:space="0" w:color="auto"/>
            </w:tcBorders>
          </w:tcPr>
          <w:p w:rsidR="00197271" w:rsidRPr="00F76CBE" w:rsidRDefault="00F8464E" w:rsidP="00E04F5B">
            <w:pPr>
              <w:spacing w:before="120" w:after="120"/>
              <w:rPr>
                <w:b/>
                <w:lang w:val="es-ES"/>
              </w:rPr>
            </w:pPr>
            <w:r w:rsidRPr="00F76CBE">
              <w:rPr>
                <w:lang w:val="es-ES"/>
              </w:rPr>
              <w:t>e</w:t>
            </w:r>
            <w:r w:rsidR="00197271" w:rsidRPr="00F76CBE">
              <w:rPr>
                <w:lang w:val="es-ES"/>
              </w:rPr>
              <w:t>specifi</w:t>
            </w:r>
            <w:r w:rsidR="00650CB8" w:rsidRPr="00F76CBE">
              <w:rPr>
                <w:lang w:val="es-ES"/>
              </w:rPr>
              <w:t>c</w:t>
            </w:r>
            <w:r w:rsidR="00197271" w:rsidRPr="00F76CBE">
              <w:rPr>
                <w:lang w:val="es-ES"/>
              </w:rPr>
              <w:t>a</w:t>
            </w:r>
            <w:r w:rsidRPr="00F76CBE">
              <w:rPr>
                <w:lang w:val="es-ES"/>
              </w:rPr>
              <w:t>ció</w:t>
            </w:r>
            <w:r w:rsidR="00650CB8" w:rsidRPr="00F76CBE">
              <w:rPr>
                <w:lang w:val="es-ES"/>
              </w:rPr>
              <w:t>n</w:t>
            </w:r>
            <w:r w:rsidR="00197271" w:rsidRPr="00F76CBE">
              <w:rPr>
                <w:lang w:val="es-ES"/>
              </w:rPr>
              <w:t xml:space="preserve"> USB 3.0</w:t>
            </w:r>
          </w:p>
        </w:tc>
      </w:tr>
      <w:tr w:rsidR="00197271" w:rsidRPr="00F76CBE" w:rsidTr="00F8464E">
        <w:tc>
          <w:tcPr>
            <w:tcW w:w="30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97271" w:rsidRPr="00F76CBE" w:rsidRDefault="00197271" w:rsidP="00E04F5B">
            <w:pPr>
              <w:jc w:val="center"/>
              <w:rPr>
                <w:b/>
                <w:lang w:val="es-ES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</w:tcPr>
          <w:p w:rsidR="00197271" w:rsidRPr="00F76CBE" w:rsidRDefault="00197271" w:rsidP="00E04F5B">
            <w:pPr>
              <w:pStyle w:val="eTask"/>
              <w:numPr>
                <w:ilvl w:val="0"/>
                <w:numId w:val="0"/>
              </w:numPr>
              <w:rPr>
                <w:b w:val="0"/>
                <w:lang w:val="es-ES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97271" w:rsidRPr="00F76CBE" w:rsidRDefault="00197271" w:rsidP="00E04F5B">
            <w:pPr>
              <w:rPr>
                <w:b/>
                <w:lang w:val="es-ES"/>
              </w:rPr>
            </w:pPr>
          </w:p>
        </w:tc>
      </w:tr>
      <w:tr w:rsidR="00197271" w:rsidRPr="00F76CBE" w:rsidTr="00F8464E">
        <w:tc>
          <w:tcPr>
            <w:tcW w:w="30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271" w:rsidRPr="00F76CBE" w:rsidRDefault="00F8464E" w:rsidP="00E04F5B">
            <w:pPr>
              <w:spacing w:before="120" w:after="120"/>
              <w:jc w:val="center"/>
              <w:rPr>
                <w:b/>
                <w:lang w:val="es-ES"/>
              </w:rPr>
            </w:pPr>
            <w:r w:rsidRPr="00F76CBE">
              <w:rPr>
                <w:lang w:val="es-ES"/>
              </w:rPr>
              <w:t>Modo alta velocidad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97271" w:rsidRPr="00F76CBE" w:rsidRDefault="00197271" w:rsidP="00E04F5B">
            <w:pPr>
              <w:pStyle w:val="eTask"/>
              <w:numPr>
                <w:ilvl w:val="0"/>
                <w:numId w:val="0"/>
              </w:numPr>
              <w:spacing w:before="120" w:after="120"/>
              <w:rPr>
                <w:b w:val="0"/>
                <w:lang w:val="es-ES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97271" w:rsidRPr="00F76CBE" w:rsidRDefault="00F8464E" w:rsidP="00E04F5B">
            <w:pPr>
              <w:spacing w:before="120" w:after="120"/>
              <w:rPr>
                <w:b/>
                <w:lang w:val="es-ES"/>
              </w:rPr>
            </w:pPr>
            <w:r w:rsidRPr="00F76CBE">
              <w:rPr>
                <w:lang w:val="es-ES"/>
              </w:rPr>
              <w:t>especificación</w:t>
            </w:r>
            <w:r w:rsidR="00197271" w:rsidRPr="00F76CBE">
              <w:rPr>
                <w:lang w:val="es-ES"/>
              </w:rPr>
              <w:t xml:space="preserve"> USB 2.0</w:t>
            </w:r>
          </w:p>
        </w:tc>
      </w:tr>
      <w:tr w:rsidR="00197271" w:rsidRPr="00F76CBE" w:rsidTr="00F8464E">
        <w:tc>
          <w:tcPr>
            <w:tcW w:w="30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97271" w:rsidRPr="00F76CBE" w:rsidRDefault="00197271" w:rsidP="00E04F5B">
            <w:pPr>
              <w:jc w:val="center"/>
              <w:rPr>
                <w:b/>
                <w:lang w:val="es-ES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</w:tcPr>
          <w:p w:rsidR="00197271" w:rsidRPr="00F76CBE" w:rsidRDefault="00197271" w:rsidP="00E04F5B">
            <w:pPr>
              <w:pStyle w:val="eTask"/>
              <w:numPr>
                <w:ilvl w:val="0"/>
                <w:numId w:val="0"/>
              </w:numPr>
              <w:rPr>
                <w:b w:val="0"/>
                <w:lang w:val="es-ES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97271" w:rsidRPr="00F76CBE" w:rsidRDefault="00197271" w:rsidP="00E04F5B">
            <w:pPr>
              <w:rPr>
                <w:b/>
                <w:lang w:val="es-ES"/>
              </w:rPr>
            </w:pPr>
          </w:p>
        </w:tc>
      </w:tr>
      <w:tr w:rsidR="00197271" w:rsidRPr="00F76CBE" w:rsidTr="00F8464E">
        <w:tc>
          <w:tcPr>
            <w:tcW w:w="30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271" w:rsidRPr="00F76CBE" w:rsidRDefault="00F8464E" w:rsidP="00F8464E">
            <w:pPr>
              <w:spacing w:before="120" w:after="120"/>
              <w:jc w:val="center"/>
              <w:rPr>
                <w:b/>
                <w:lang w:val="es-ES"/>
              </w:rPr>
            </w:pPr>
            <w:r w:rsidRPr="00F76CBE">
              <w:rPr>
                <w:lang w:val="es-ES"/>
              </w:rPr>
              <w:t>Modo velocidad completa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97271" w:rsidRPr="00F76CBE" w:rsidRDefault="00197271" w:rsidP="00E04F5B">
            <w:pPr>
              <w:pStyle w:val="eTask"/>
              <w:numPr>
                <w:ilvl w:val="0"/>
                <w:numId w:val="0"/>
              </w:numPr>
              <w:spacing w:before="120" w:after="120"/>
              <w:rPr>
                <w:b w:val="0"/>
                <w:lang w:val="es-ES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97271" w:rsidRPr="00F76CBE" w:rsidRDefault="00F8464E" w:rsidP="00E04F5B">
            <w:pPr>
              <w:spacing w:before="120" w:after="120"/>
              <w:rPr>
                <w:b/>
                <w:lang w:val="es-ES"/>
              </w:rPr>
            </w:pPr>
            <w:r w:rsidRPr="00F76CBE">
              <w:rPr>
                <w:lang w:val="es-ES"/>
              </w:rPr>
              <w:t>especificación</w:t>
            </w:r>
            <w:r w:rsidR="00197271" w:rsidRPr="00F76CBE">
              <w:rPr>
                <w:lang w:val="es-ES"/>
              </w:rPr>
              <w:t xml:space="preserve"> USB 3.1</w:t>
            </w:r>
          </w:p>
        </w:tc>
      </w:tr>
      <w:tr w:rsidR="00197271" w:rsidRPr="00F76CBE" w:rsidTr="00F8464E">
        <w:tc>
          <w:tcPr>
            <w:tcW w:w="30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97271" w:rsidRPr="00F76CBE" w:rsidRDefault="00197271" w:rsidP="00E04F5B">
            <w:pPr>
              <w:jc w:val="center"/>
              <w:rPr>
                <w:b/>
                <w:lang w:val="es-ES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</w:tcPr>
          <w:p w:rsidR="00197271" w:rsidRPr="00F76CBE" w:rsidRDefault="00197271" w:rsidP="00E04F5B">
            <w:pPr>
              <w:pStyle w:val="eTask"/>
              <w:numPr>
                <w:ilvl w:val="0"/>
                <w:numId w:val="0"/>
              </w:numPr>
              <w:rPr>
                <w:b w:val="0"/>
                <w:lang w:val="es-ES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97271" w:rsidRPr="00F76CBE" w:rsidRDefault="00197271" w:rsidP="00E04F5B">
            <w:pPr>
              <w:rPr>
                <w:b/>
                <w:lang w:val="es-ES"/>
              </w:rPr>
            </w:pPr>
          </w:p>
        </w:tc>
      </w:tr>
      <w:tr w:rsidR="00197271" w:rsidRPr="00F76CBE" w:rsidTr="00F8464E">
        <w:tc>
          <w:tcPr>
            <w:tcW w:w="3037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197271" w:rsidRPr="00F76CBE" w:rsidRDefault="00F8464E" w:rsidP="00E04F5B">
            <w:pPr>
              <w:spacing w:before="120" w:after="120"/>
              <w:jc w:val="center"/>
              <w:rPr>
                <w:b/>
                <w:lang w:val="es-ES"/>
              </w:rPr>
            </w:pPr>
            <w:r w:rsidRPr="00F76CBE">
              <w:rPr>
                <w:lang w:val="es-ES"/>
              </w:rPr>
              <w:t>Modo superalta velocidad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97271" w:rsidRPr="00F76CBE" w:rsidRDefault="00197271" w:rsidP="00E04F5B">
            <w:pPr>
              <w:pStyle w:val="eTask"/>
              <w:numPr>
                <w:ilvl w:val="0"/>
                <w:numId w:val="0"/>
              </w:numPr>
              <w:spacing w:before="120" w:after="120"/>
              <w:rPr>
                <w:b w:val="0"/>
                <w:lang w:val="es-ES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</w:tcBorders>
          </w:tcPr>
          <w:p w:rsidR="00197271" w:rsidRPr="00F76CBE" w:rsidRDefault="00F8464E" w:rsidP="00E04F5B">
            <w:pPr>
              <w:spacing w:before="120" w:after="120"/>
              <w:rPr>
                <w:b/>
                <w:lang w:val="es-ES"/>
              </w:rPr>
            </w:pPr>
            <w:r w:rsidRPr="00F76CBE">
              <w:rPr>
                <w:lang w:val="es-ES"/>
              </w:rPr>
              <w:t>especificación</w:t>
            </w:r>
            <w:r w:rsidR="00197271" w:rsidRPr="00F76CBE">
              <w:rPr>
                <w:lang w:val="es-ES"/>
              </w:rPr>
              <w:t xml:space="preserve"> USB 1.1</w:t>
            </w:r>
          </w:p>
        </w:tc>
      </w:tr>
    </w:tbl>
    <w:p w:rsidR="00197271" w:rsidRPr="00F76CBE" w:rsidRDefault="00197271" w:rsidP="00E04F5B">
      <w:pPr>
        <w:rPr>
          <w:lang w:val="es-ES"/>
        </w:rPr>
      </w:pPr>
    </w:p>
    <w:p w:rsidR="00E04F5B" w:rsidRPr="00F76CBE" w:rsidRDefault="00E04F5B" w:rsidP="00197271">
      <w:pPr>
        <w:pStyle w:val="eLineBottom"/>
        <w:rPr>
          <w:lang w:val="es-ES"/>
        </w:rPr>
      </w:pPr>
    </w:p>
    <w:p w:rsidR="00197271" w:rsidRPr="00F76CBE" w:rsidRDefault="00197271" w:rsidP="00197271">
      <w:pPr>
        <w:pStyle w:val="eTask"/>
        <w:numPr>
          <w:ilvl w:val="0"/>
          <w:numId w:val="0"/>
        </w:numPr>
        <w:ind w:left="284" w:hanging="284"/>
        <w:rPr>
          <w:lang w:val="es-ES"/>
        </w:rPr>
      </w:pPr>
    </w:p>
    <w:p w:rsidR="00197271" w:rsidRPr="00F76CBE" w:rsidRDefault="00F8464E" w:rsidP="00F8464E">
      <w:pPr>
        <w:pStyle w:val="eTask"/>
        <w:rPr>
          <w:lang w:val="es-ES"/>
        </w:rPr>
      </w:pPr>
      <w:r w:rsidRPr="00F76CBE">
        <w:rPr>
          <w:lang w:val="es-ES"/>
        </w:rPr>
        <w:t>Seleccionar el dispositivo USB que se utiliza para la ampliación del bus USB</w:t>
      </w:r>
      <w:r w:rsidR="00BD00FD" w:rsidRPr="00F76CBE">
        <w:rPr>
          <w:lang w:val="es-ES"/>
        </w:rPr>
        <w:t>.</w:t>
      </w:r>
    </w:p>
    <w:p w:rsidR="00E04F5B" w:rsidRPr="00F76CBE" w:rsidRDefault="00E04F5B" w:rsidP="00E04F5B">
      <w:pPr>
        <w:ind w:left="425" w:hanging="425"/>
        <w:rPr>
          <w:lang w:val="es-ES"/>
        </w:rPr>
      </w:pPr>
      <w:r w:rsidRPr="00F76CBE">
        <w:rPr>
          <w:rStyle w:val="eCheckBoxSquareChar"/>
          <w:lang w:val="es-ES"/>
        </w:rPr>
        <w:t>□</w:t>
      </w:r>
      <w:r w:rsidRPr="00F76CBE">
        <w:rPr>
          <w:szCs w:val="40"/>
          <w:lang w:val="es-ES"/>
        </w:rPr>
        <w:tab/>
      </w:r>
      <w:r w:rsidRPr="00F76CBE">
        <w:rPr>
          <w:rStyle w:val="eCheckBoxTextChar"/>
          <w:lang w:val="es-ES"/>
        </w:rPr>
        <w:t>USB HUB</w:t>
      </w:r>
    </w:p>
    <w:p w:rsidR="00E04F5B" w:rsidRPr="00F76CBE" w:rsidRDefault="00E04F5B" w:rsidP="00E04F5B">
      <w:pPr>
        <w:ind w:left="425" w:hanging="425"/>
        <w:rPr>
          <w:lang w:val="es-ES"/>
        </w:rPr>
      </w:pPr>
      <w:r w:rsidRPr="00F76CBE">
        <w:rPr>
          <w:rStyle w:val="eCheckBoxSquareChar"/>
          <w:lang w:val="es-ES"/>
        </w:rPr>
        <w:t>□</w:t>
      </w:r>
      <w:r w:rsidRPr="00F76CBE">
        <w:rPr>
          <w:szCs w:val="40"/>
          <w:lang w:val="es-ES"/>
        </w:rPr>
        <w:tab/>
      </w:r>
      <w:r w:rsidR="00E53FB5" w:rsidRPr="00F76CBE">
        <w:rPr>
          <w:rStyle w:val="eCheckBoxTextChar"/>
          <w:lang w:val="es-ES"/>
        </w:rPr>
        <w:t>USB funció</w:t>
      </w:r>
      <w:r w:rsidRPr="00F76CBE">
        <w:rPr>
          <w:rStyle w:val="eCheckBoxTextChar"/>
          <w:lang w:val="es-ES"/>
        </w:rPr>
        <w:t>n</w:t>
      </w:r>
    </w:p>
    <w:p w:rsidR="00E04F5B" w:rsidRPr="00F76CBE" w:rsidRDefault="00E04F5B" w:rsidP="00E04F5B">
      <w:pPr>
        <w:pStyle w:val="eLineBottom"/>
        <w:rPr>
          <w:lang w:val="es-ES"/>
        </w:rPr>
      </w:pPr>
    </w:p>
    <w:p w:rsidR="00E04F5B" w:rsidRPr="00F76CBE" w:rsidRDefault="00E04F5B" w:rsidP="00197271">
      <w:pPr>
        <w:rPr>
          <w:lang w:val="es-ES"/>
        </w:rPr>
      </w:pPr>
    </w:p>
    <w:p w:rsidR="00456107" w:rsidRPr="00F76CBE" w:rsidRDefault="00E53FB5" w:rsidP="00456107">
      <w:pPr>
        <w:pStyle w:val="eTask"/>
        <w:ind w:left="360" w:hanging="360"/>
        <w:rPr>
          <w:lang w:val="es-ES"/>
        </w:rPr>
      </w:pPr>
      <w:r w:rsidRPr="00F76CBE">
        <w:rPr>
          <w:lang w:val="es-ES"/>
        </w:rPr>
        <w:t>Modificar los siguientes textos para que las afirmaciones resulten verdaderas</w:t>
      </w:r>
      <w:r w:rsidR="0003229C" w:rsidRPr="00F76CBE">
        <w:rPr>
          <w:lang w:val="es-ES"/>
        </w:rPr>
        <w:t>.</w:t>
      </w:r>
    </w:p>
    <w:p w:rsidR="00456107" w:rsidRPr="00F76CBE" w:rsidRDefault="00456107" w:rsidP="00456107">
      <w:pPr>
        <w:rPr>
          <w:lang w:val="es-ES"/>
        </w:rPr>
      </w:pPr>
    </w:p>
    <w:p w:rsidR="00E71732" w:rsidRPr="00F76CBE" w:rsidRDefault="00F76CBE" w:rsidP="00E04F5B">
      <w:pPr>
        <w:spacing w:line="360" w:lineRule="auto"/>
        <w:rPr>
          <w:lang w:val="es-ES"/>
        </w:rPr>
      </w:pPr>
      <w:r w:rsidRPr="00F76CBE">
        <w:rPr>
          <w:lang w:val="es-ES"/>
        </w:rPr>
        <w:t>La i</w:t>
      </w:r>
      <w:r w:rsidR="00A535A7" w:rsidRPr="00F76CBE">
        <w:rPr>
          <w:lang w:val="es-ES"/>
        </w:rPr>
        <w:t>nterfa</w:t>
      </w:r>
      <w:r w:rsidRPr="00F76CBE">
        <w:rPr>
          <w:lang w:val="es-ES"/>
        </w:rPr>
        <w:t>z</w:t>
      </w:r>
      <w:r w:rsidR="00456107" w:rsidRPr="00F76CBE">
        <w:rPr>
          <w:lang w:val="es-ES"/>
        </w:rPr>
        <w:t xml:space="preserve"> USB 3.0 </w:t>
      </w:r>
      <w:r w:rsidRPr="00F76CBE">
        <w:rPr>
          <w:lang w:val="es-ES"/>
        </w:rPr>
        <w:t>es un bus</w:t>
      </w:r>
      <w:r w:rsidR="00456107" w:rsidRPr="00F76CBE">
        <w:rPr>
          <w:lang w:val="es-ES"/>
        </w:rPr>
        <w:t xml:space="preserve"> </w:t>
      </w:r>
      <m:oMath>
        <m:d>
          <m:dPr>
            <m:ctrlPr>
              <w:rPr>
                <w:rFonts w:ascii="Cambria Math" w:hAnsi="Cambria Math"/>
                <w:b/>
                <w:lang w:val="es-ES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es-E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es-ES"/>
                    </w:rPr>
                    <m:t>dual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es-ES"/>
                    </w:rPr>
                    <m:t>único</m:t>
                  </m:r>
                </m:e>
              </m:mr>
            </m:m>
          </m:e>
        </m:d>
      </m:oMath>
      <w:r w:rsidR="00456107" w:rsidRPr="00F76CBE">
        <w:rPr>
          <w:lang w:val="es-ES"/>
        </w:rPr>
        <w:t xml:space="preserve">, </w:t>
      </w:r>
      <w:r w:rsidRPr="00F76CBE">
        <w:rPr>
          <w:lang w:val="es-ES"/>
        </w:rPr>
        <w:t xml:space="preserve">la cual es </w:t>
      </w:r>
      <m:oMath>
        <m:d>
          <m:dPr>
            <m:ctrlPr>
              <w:rPr>
                <w:rFonts w:ascii="Cambria Math" w:hAnsi="Cambria Math"/>
                <w:b/>
                <w:lang w:val="es-ES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es-E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es-ES"/>
                    </w:rPr>
                    <m:t xml:space="preserve"> una conexión paralela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es-ES"/>
                    </w:rPr>
                    <m:t>un puente</m:t>
                  </m:r>
                </m:e>
              </m:mr>
            </m:m>
          </m:e>
        </m:d>
      </m:oMath>
      <w:r w:rsidR="00456107" w:rsidRPr="00F76CBE">
        <w:rPr>
          <w:lang w:val="es-ES"/>
        </w:rPr>
        <w:t xml:space="preserve"> </w:t>
      </w:r>
      <w:r w:rsidRPr="00F76CBE">
        <w:rPr>
          <w:lang w:val="es-ES"/>
        </w:rPr>
        <w:t>de la interfaz</w:t>
      </w:r>
      <w:r w:rsidR="00456107" w:rsidRPr="00F76CBE">
        <w:rPr>
          <w:lang w:val="es-ES"/>
        </w:rPr>
        <w:t xml:space="preserve"> USB 2.0 </w:t>
      </w:r>
      <w:r w:rsidRPr="00F76CBE">
        <w:rPr>
          <w:lang w:val="es-ES"/>
        </w:rPr>
        <w:t xml:space="preserve">y la nueva interfaz </w:t>
      </w:r>
      <w:r w:rsidR="00456107" w:rsidRPr="00F76CBE">
        <w:rPr>
          <w:lang w:val="es-ES"/>
        </w:rPr>
        <w:t xml:space="preserve">USB Superspeed. </w:t>
      </w:r>
      <w:r w:rsidRPr="00F76CBE">
        <w:rPr>
          <w:lang w:val="es-ES"/>
        </w:rPr>
        <w:t>Este</w:t>
      </w:r>
      <w:r w:rsidR="00495930" w:rsidRPr="00F76CBE">
        <w:rPr>
          <w:lang w:val="es-ES"/>
        </w:rPr>
        <w:t xml:space="preserve"> concept</w:t>
      </w:r>
      <w:r w:rsidRPr="00F76CBE">
        <w:rPr>
          <w:lang w:val="es-ES"/>
        </w:rPr>
        <w:t>o</w:t>
      </w:r>
      <w:r w:rsidR="00456107" w:rsidRPr="00F76CBE">
        <w:rPr>
          <w:lang w:val="es-ES"/>
        </w:rPr>
        <w:t xml:space="preserve"> </w:t>
      </w:r>
      <m:oMath>
        <m:d>
          <m:dPr>
            <m:ctrlPr>
              <w:rPr>
                <w:rFonts w:ascii="Cambria Math" w:hAnsi="Cambria Math"/>
                <w:b/>
                <w:lang w:val="es-ES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es-E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es-ES"/>
                    </w:rPr>
                    <m:t>permite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es-ES"/>
                    </w:rPr>
                    <m:t>no permite</m:t>
                  </m:r>
                </m:e>
              </m:mr>
            </m:m>
          </m:e>
        </m:d>
        <m:r>
          <m:rPr>
            <m:sty m:val="bi"/>
          </m:rPr>
          <w:rPr>
            <w:rFonts w:ascii="Cambria Math" w:hAnsi="Cambria Math"/>
            <w:lang w:val="es-ES"/>
          </w:rPr>
          <m:t xml:space="preserve"> </m:t>
        </m:r>
      </m:oMath>
      <w:r w:rsidRPr="00F76CBE">
        <w:rPr>
          <w:lang w:val="es-ES"/>
        </w:rPr>
        <w:t>el uso de equipos terminales</w:t>
      </w:r>
      <w:r w:rsidR="00495930" w:rsidRPr="00F76CBE">
        <w:rPr>
          <w:lang w:val="es-ES"/>
        </w:rPr>
        <w:t xml:space="preserve"> USB 2.0 </w:t>
      </w:r>
      <w:r w:rsidRPr="00F76CBE">
        <w:rPr>
          <w:lang w:val="es-ES"/>
        </w:rPr>
        <w:t>en controladores USB 3.0</w:t>
      </w:r>
      <w:r w:rsidR="00456107" w:rsidRPr="00F76CBE">
        <w:rPr>
          <w:lang w:val="es-ES"/>
        </w:rPr>
        <w:t xml:space="preserve">. </w:t>
      </w:r>
      <w:r w:rsidRPr="00F76CBE">
        <w:rPr>
          <w:lang w:val="es-ES"/>
        </w:rPr>
        <w:t>Sin embargo</w:t>
      </w:r>
      <w:r w:rsidR="00495930" w:rsidRPr="00F76CBE">
        <w:rPr>
          <w:lang w:val="es-ES"/>
        </w:rPr>
        <w:t xml:space="preserve">, </w:t>
      </w:r>
      <w:r w:rsidRPr="00F76CBE">
        <w:rPr>
          <w:lang w:val="es-ES"/>
        </w:rPr>
        <w:t>existe una restricción fundamental</w:t>
      </w:r>
      <w:r w:rsidR="00495930" w:rsidRPr="00F76CBE">
        <w:rPr>
          <w:lang w:val="es-ES"/>
        </w:rPr>
        <w:t xml:space="preserve">. </w:t>
      </w:r>
      <m:oMath>
        <m:d>
          <m:dPr>
            <m:ctrlPr>
              <w:rPr>
                <w:rFonts w:ascii="Cambria Math" w:hAnsi="Cambria Math"/>
                <w:b/>
                <w:lang w:val="es-ES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es-E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es-ES"/>
                    </w:rPr>
                    <m:t>No es posible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es-ES"/>
                    </w:rPr>
                    <m:t>Es posible</m:t>
                  </m:r>
                </m:e>
              </m:mr>
            </m:m>
          </m:e>
        </m:d>
      </m:oMath>
      <w:r w:rsidR="00E71732" w:rsidRPr="00F76CBE">
        <w:rPr>
          <w:lang w:val="es-ES"/>
        </w:rPr>
        <w:t xml:space="preserve"> </w:t>
      </w:r>
      <w:r w:rsidRPr="00F76CBE">
        <w:rPr>
          <w:lang w:val="es-ES"/>
        </w:rPr>
        <w:t>utiliz</w:t>
      </w:r>
      <w:r>
        <w:rPr>
          <w:lang w:val="es-ES"/>
        </w:rPr>
        <w:t>a</w:t>
      </w:r>
      <w:r w:rsidRPr="00F76CBE">
        <w:rPr>
          <w:lang w:val="es-ES"/>
        </w:rPr>
        <w:t>r ambos buses simultáneamente en un dispositivo terminal</w:t>
      </w:r>
      <w:r w:rsidR="00E71732" w:rsidRPr="00F76CBE">
        <w:rPr>
          <w:lang w:val="es-ES"/>
        </w:rPr>
        <w:t>.</w:t>
      </w:r>
    </w:p>
    <w:p w:rsidR="00E71732" w:rsidRPr="00F76CBE" w:rsidRDefault="00E71732" w:rsidP="00E71732">
      <w:pPr>
        <w:pStyle w:val="eLineBottom"/>
        <w:rPr>
          <w:lang w:val="es-ES"/>
        </w:rPr>
      </w:pPr>
    </w:p>
    <w:p w:rsidR="00E71732" w:rsidRPr="00F76CBE" w:rsidRDefault="00E71732" w:rsidP="00E71732">
      <w:pPr>
        <w:rPr>
          <w:lang w:val="es-ES"/>
        </w:rPr>
      </w:pPr>
    </w:p>
    <w:p w:rsidR="00342FBB" w:rsidRPr="00F76CBE" w:rsidRDefault="00E53FB5" w:rsidP="001802D8">
      <w:pPr>
        <w:pStyle w:val="eTask"/>
        <w:rPr>
          <w:lang w:val="es-ES"/>
        </w:rPr>
      </w:pPr>
      <w:r w:rsidRPr="00F76CBE">
        <w:rPr>
          <w:lang w:val="es-ES"/>
        </w:rPr>
        <w:t xml:space="preserve">¿Qué clase de paquetes son utilizados por </w:t>
      </w:r>
      <w:r w:rsidR="001802D8" w:rsidRPr="00F76CBE">
        <w:rPr>
          <w:lang w:val="es-ES"/>
        </w:rPr>
        <w:t>USB SuperSpeed?</w:t>
      </w:r>
    </w:p>
    <w:p w:rsidR="00342FBB" w:rsidRPr="00F76CBE" w:rsidRDefault="00342FBB" w:rsidP="00342FBB">
      <w:pPr>
        <w:rPr>
          <w:lang w:val="es-ES"/>
        </w:rPr>
      </w:pPr>
    </w:p>
    <w:p w:rsidR="00342FBB" w:rsidRPr="00F76CBE" w:rsidRDefault="00342FBB" w:rsidP="00E04F5B">
      <w:pPr>
        <w:ind w:left="357"/>
        <w:rPr>
          <w:lang w:val="es-ES"/>
        </w:rPr>
      </w:pPr>
      <w:r w:rsidRPr="00F76CBE">
        <w:rPr>
          <w:lang w:val="es-ES"/>
        </w:rPr>
        <w:t>1.</w:t>
      </w:r>
      <w:r w:rsidRPr="00F76CBE">
        <w:rPr>
          <w:lang w:val="es-ES"/>
        </w:rPr>
        <w:tab/>
      </w:r>
      <w:r w:rsidR="00430858" w:rsidRPr="00F76CBE">
        <w:rPr>
          <w:lang w:val="es-ES"/>
        </w:rPr>
        <w:t>_________________________</w:t>
      </w:r>
    </w:p>
    <w:p w:rsidR="00342FBB" w:rsidRPr="00F76CBE" w:rsidRDefault="00342FBB" w:rsidP="00E04F5B">
      <w:pPr>
        <w:ind w:left="357"/>
        <w:rPr>
          <w:noProof/>
          <w:lang w:val="es-ES" w:eastAsia="sk-SK"/>
        </w:rPr>
      </w:pPr>
    </w:p>
    <w:p w:rsidR="00342FBB" w:rsidRPr="00F76CBE" w:rsidRDefault="00342FBB" w:rsidP="00E04F5B">
      <w:pPr>
        <w:ind w:left="357"/>
        <w:rPr>
          <w:noProof/>
          <w:lang w:val="es-ES" w:eastAsia="sk-SK"/>
        </w:rPr>
      </w:pPr>
      <w:r w:rsidRPr="00F76CBE">
        <w:rPr>
          <w:noProof/>
          <w:lang w:val="es-ES" w:eastAsia="sk-SK"/>
        </w:rPr>
        <w:t>2.</w:t>
      </w:r>
      <w:r w:rsidRPr="00F76CBE">
        <w:rPr>
          <w:lang w:val="es-ES"/>
        </w:rPr>
        <w:tab/>
      </w:r>
      <w:r w:rsidR="00430858" w:rsidRPr="00F76CBE">
        <w:rPr>
          <w:lang w:val="es-ES"/>
        </w:rPr>
        <w:t>_________________________</w:t>
      </w:r>
    </w:p>
    <w:p w:rsidR="00342FBB" w:rsidRPr="00F76CBE" w:rsidRDefault="00342FBB" w:rsidP="00E04F5B">
      <w:pPr>
        <w:ind w:left="357"/>
        <w:rPr>
          <w:noProof/>
          <w:lang w:val="es-ES" w:eastAsia="sk-SK"/>
        </w:rPr>
      </w:pPr>
    </w:p>
    <w:p w:rsidR="00342FBB" w:rsidRPr="00F76CBE" w:rsidRDefault="00342FBB" w:rsidP="00E04F5B">
      <w:pPr>
        <w:ind w:left="357"/>
        <w:rPr>
          <w:noProof/>
          <w:lang w:val="es-ES" w:eastAsia="sk-SK"/>
        </w:rPr>
      </w:pPr>
      <w:r w:rsidRPr="00F76CBE">
        <w:rPr>
          <w:noProof/>
          <w:lang w:val="es-ES" w:eastAsia="sk-SK"/>
        </w:rPr>
        <w:t>3.</w:t>
      </w:r>
      <w:r w:rsidRPr="00F76CBE">
        <w:rPr>
          <w:lang w:val="es-ES"/>
        </w:rPr>
        <w:tab/>
      </w:r>
      <w:r w:rsidR="00430858" w:rsidRPr="00F76CBE">
        <w:rPr>
          <w:lang w:val="es-ES"/>
        </w:rPr>
        <w:t>_________________________</w:t>
      </w:r>
    </w:p>
    <w:p w:rsidR="00342FBB" w:rsidRPr="00F76CBE" w:rsidRDefault="00342FBB" w:rsidP="00E04F5B">
      <w:pPr>
        <w:ind w:left="357"/>
        <w:rPr>
          <w:noProof/>
          <w:lang w:val="es-ES" w:eastAsia="sk-SK"/>
        </w:rPr>
      </w:pPr>
    </w:p>
    <w:p w:rsidR="00342FBB" w:rsidRPr="00F76CBE" w:rsidRDefault="00342FBB" w:rsidP="00E04F5B">
      <w:pPr>
        <w:ind w:left="357"/>
        <w:rPr>
          <w:noProof/>
          <w:lang w:val="es-ES" w:eastAsia="sk-SK"/>
        </w:rPr>
      </w:pPr>
      <w:r w:rsidRPr="00F76CBE">
        <w:rPr>
          <w:noProof/>
          <w:lang w:val="es-ES" w:eastAsia="sk-SK"/>
        </w:rPr>
        <w:t>4.</w:t>
      </w:r>
      <w:r w:rsidRPr="00F76CBE">
        <w:rPr>
          <w:lang w:val="es-ES"/>
        </w:rPr>
        <w:tab/>
      </w:r>
      <w:r w:rsidR="00430858" w:rsidRPr="00F76CBE">
        <w:rPr>
          <w:lang w:val="es-ES"/>
        </w:rPr>
        <w:t>_________________________</w:t>
      </w:r>
    </w:p>
    <w:p w:rsidR="00342FBB" w:rsidRPr="00F76CBE" w:rsidRDefault="007F7E54" w:rsidP="007F7E54">
      <w:pPr>
        <w:pStyle w:val="eTask"/>
        <w:rPr>
          <w:lang w:val="es-ES"/>
        </w:rPr>
      </w:pPr>
      <w:r w:rsidRPr="00F76CBE">
        <w:rPr>
          <w:lang w:val="es-ES"/>
        </w:rPr>
        <w:lastRenderedPageBreak/>
        <w:t>Complete la figura</w:t>
      </w:r>
      <w:r w:rsidR="005334F7" w:rsidRPr="00F76CBE">
        <w:rPr>
          <w:lang w:val="es-ES"/>
        </w:rPr>
        <w:t xml:space="preserve"> añadiendo </w:t>
      </w:r>
      <w:r w:rsidRPr="00F76CBE">
        <w:rPr>
          <w:lang w:val="es-ES"/>
        </w:rPr>
        <w:t xml:space="preserve">las etiquetas correctas </w:t>
      </w:r>
      <w:r w:rsidR="005334F7" w:rsidRPr="00F76CBE">
        <w:rPr>
          <w:lang w:val="es-ES"/>
        </w:rPr>
        <w:t xml:space="preserve">a cada uno </w:t>
      </w:r>
      <w:r w:rsidR="004706A1" w:rsidRPr="00F76CBE">
        <w:rPr>
          <w:lang w:val="es-ES"/>
        </w:rPr>
        <w:t>de los recuadros</w:t>
      </w:r>
      <w:r w:rsidR="00E433EA" w:rsidRPr="00F76CBE">
        <w:rPr>
          <w:lang w:val="es-ES"/>
        </w:rPr>
        <w:t>:</w:t>
      </w:r>
    </w:p>
    <w:p w:rsidR="00E71732" w:rsidRPr="00F76CBE" w:rsidRDefault="00443091" w:rsidP="00E71732">
      <w:pPr>
        <w:rPr>
          <w:lang w:val="es-ES"/>
        </w:rPr>
      </w:pPr>
      <w:r w:rsidRPr="00F76CBE">
        <w:rPr>
          <w:noProof/>
        </w:rPr>
        <mc:AlternateContent>
          <mc:Choice Requires="wps">
            <w:drawing>
              <wp:anchor distT="45720" distB="45720" distL="114300" distR="114300" simplePos="0" relativeHeight="251673088" behindDoc="0" locked="0" layoutInCell="1" allowOverlap="1" wp14:anchorId="29586B61" wp14:editId="401C3CFC">
                <wp:simplePos x="0" y="0"/>
                <wp:positionH relativeFrom="margin">
                  <wp:posOffset>-2648</wp:posOffset>
                </wp:positionH>
                <wp:positionV relativeFrom="paragraph">
                  <wp:posOffset>1840158</wp:posOffset>
                </wp:positionV>
                <wp:extent cx="1371600" cy="266700"/>
                <wp:effectExtent l="0" t="0" r="19050" b="19050"/>
                <wp:wrapSquare wrapText="bothSides"/>
                <wp:docPr id="16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0FCA" w:rsidRPr="00FB0FCA" w:rsidRDefault="00FB0FCA" w:rsidP="00FB0FCA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9586B61"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margin-left:-.2pt;margin-top:144.9pt;width:108pt;height:21pt;z-index:2516730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">
                <v:textbox>
                  <w:txbxContent>
                    <w:p w:rsidR="00FB0FCA" w:rsidRPr="00FB0FCA" w:rsidRDefault="00FB0FCA" w:rsidP="00FB0FCA">
                      <w:pPr>
                        <w:jc w:val="center"/>
                        <w:rPr>
                          <w:color w:val="FF0000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F76CBE">
        <w:rPr>
          <w:noProof/>
        </w:rPr>
        <mc:AlternateContent>
          <mc:Choice Requires="wps">
            <w:drawing>
              <wp:anchor distT="45720" distB="45720" distL="114300" distR="114300" simplePos="0" relativeHeight="251676160" behindDoc="0" locked="0" layoutInCell="1" allowOverlap="1" wp14:anchorId="262C7BE1" wp14:editId="13992BC0">
                <wp:simplePos x="0" y="0"/>
                <wp:positionH relativeFrom="margin">
                  <wp:posOffset>4327813</wp:posOffset>
                </wp:positionH>
                <wp:positionV relativeFrom="paragraph">
                  <wp:posOffset>1814279</wp:posOffset>
                </wp:positionV>
                <wp:extent cx="1169670" cy="332105"/>
                <wp:effectExtent l="0" t="0" r="11430" b="10795"/>
                <wp:wrapSquare wrapText="bothSides"/>
                <wp:docPr id="17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69670" cy="3321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0FCA" w:rsidRDefault="00FB0FCA" w:rsidP="00FB0FC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2C7BE1" id="_x0000_s1027" type="#_x0000_t202" style="position:absolute;margin-left:340.75pt;margin-top:142.85pt;width:92.1pt;height:26.15pt;z-index:25167616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">
                <v:textbox>
                  <w:txbxContent>
                    <w:p w:rsidR="00FB0FCA" w:rsidRDefault="00FB0FCA" w:rsidP="00FB0FCA">
                      <w:pPr>
                        <w:jc w:val="center"/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E04F5B" w:rsidRPr="00F76CBE">
        <w:rPr>
          <w:noProof/>
        </w:rPr>
        <w:drawing>
          <wp:anchor distT="0" distB="0" distL="114300" distR="114300" simplePos="0" relativeHeight="251640320" behindDoc="1" locked="0" layoutInCell="1" allowOverlap="1" wp14:anchorId="76302363" wp14:editId="2FCA8779">
            <wp:simplePos x="0" y="0"/>
            <wp:positionH relativeFrom="column">
              <wp:posOffset>519430</wp:posOffset>
            </wp:positionH>
            <wp:positionV relativeFrom="page">
              <wp:posOffset>1361069</wp:posOffset>
            </wp:positionV>
            <wp:extent cx="4715510" cy="1972310"/>
            <wp:effectExtent l="0" t="0" r="8890" b="8890"/>
            <wp:wrapNone/>
            <wp:docPr id="11" name="Obráze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WS_komunikace_Thunderbolt.eps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15510" cy="19723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B0FCA" w:rsidRPr="00F76CBE" w:rsidRDefault="00443091" w:rsidP="0077662F">
      <w:pPr>
        <w:jc w:val="center"/>
        <w:rPr>
          <w:lang w:val="es-ES"/>
        </w:rPr>
      </w:pPr>
      <w:r w:rsidRPr="00F76CBE">
        <w:rPr>
          <w:noProof/>
        </w:rPr>
        <mc:AlternateContent>
          <mc:Choice Requires="wps">
            <w:drawing>
              <wp:anchor distT="45720" distB="45720" distL="114300" distR="114300" simplePos="0" relativeHeight="251652608" behindDoc="0" locked="0" layoutInCell="1" allowOverlap="1" wp14:anchorId="6945E700" wp14:editId="39BBE655">
                <wp:simplePos x="0" y="0"/>
                <wp:positionH relativeFrom="margin">
                  <wp:posOffset>3783965</wp:posOffset>
                </wp:positionH>
                <wp:positionV relativeFrom="paragraph">
                  <wp:posOffset>60325</wp:posOffset>
                </wp:positionV>
                <wp:extent cx="1680845" cy="276225"/>
                <wp:effectExtent l="0" t="0" r="14605" b="28575"/>
                <wp:wrapSquare wrapText="bothSides"/>
                <wp:docPr id="12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80845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7662F" w:rsidRPr="00FB0FCA" w:rsidRDefault="0077662F" w:rsidP="00FB0FCA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45E700" id="_x0000_s1028" type="#_x0000_t202" style="position:absolute;left:0;text-align:left;margin-left:297.95pt;margin-top:4.75pt;width:132.35pt;height:21.75pt;z-index:25165260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">
                <v:textbox>
                  <w:txbxContent>
                    <w:p w:rsidR="0077662F" w:rsidRPr="00FB0FCA" w:rsidRDefault="0077662F" w:rsidP="00FB0FCA">
                      <w:pPr>
                        <w:jc w:val="center"/>
                        <w:rPr>
                          <w:color w:val="FF0000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F76CBE">
        <w:rPr>
          <w:noProof/>
        </w:rPr>
        <mc:AlternateContent>
          <mc:Choice Requires="wps">
            <w:drawing>
              <wp:anchor distT="45720" distB="45720" distL="114300" distR="114300" simplePos="0" relativeHeight="251646464" behindDoc="0" locked="0" layoutInCell="1" allowOverlap="1" wp14:anchorId="5EEBD73E" wp14:editId="18AD570B">
                <wp:simplePos x="0" y="0"/>
                <wp:positionH relativeFrom="margin">
                  <wp:posOffset>-3175</wp:posOffset>
                </wp:positionH>
                <wp:positionV relativeFrom="paragraph">
                  <wp:posOffset>51435</wp:posOffset>
                </wp:positionV>
                <wp:extent cx="1759585" cy="276225"/>
                <wp:effectExtent l="0" t="0" r="12065" b="28575"/>
                <wp:wrapSquare wrapText="bothSides"/>
                <wp:docPr id="217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59585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7662F" w:rsidRPr="00FB0FCA" w:rsidRDefault="0077662F" w:rsidP="00FB0FCA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EBD73E" id="_x0000_s1029" type="#_x0000_t202" style="position:absolute;left:0;text-align:left;margin-left:-.25pt;margin-top:4.05pt;width:138.55pt;height:21.75pt;z-index:2516464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">
                <v:textbox>
                  <w:txbxContent>
                    <w:p w:rsidR="0077662F" w:rsidRPr="00FB0FCA" w:rsidRDefault="0077662F" w:rsidP="00FB0FCA">
                      <w:pPr>
                        <w:jc w:val="center"/>
                        <w:rPr>
                          <w:color w:val="FF0000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77662F" w:rsidRPr="00F76CBE">
        <w:rPr>
          <w:noProof/>
        </w:rPr>
        <mc:AlternateContent>
          <mc:Choice Requires="wps">
            <w:drawing>
              <wp:anchor distT="45720" distB="45720" distL="114300" distR="114300" simplePos="0" relativeHeight="251671040" behindDoc="0" locked="0" layoutInCell="1" allowOverlap="1" wp14:anchorId="4CF0FB97" wp14:editId="53F0AB58">
                <wp:simplePos x="0" y="0"/>
                <wp:positionH relativeFrom="margin">
                  <wp:posOffset>3081655</wp:posOffset>
                </wp:positionH>
                <wp:positionV relativeFrom="paragraph">
                  <wp:posOffset>1476375</wp:posOffset>
                </wp:positionV>
                <wp:extent cx="962025" cy="447675"/>
                <wp:effectExtent l="0" t="0" r="28575" b="28575"/>
                <wp:wrapSquare wrapText="bothSides"/>
                <wp:docPr id="15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62025" cy="44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7662F" w:rsidRPr="00FB0FCA" w:rsidRDefault="0077662F" w:rsidP="0077662F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F0FB97" id="_x0000_s1030" type="#_x0000_t202" style="position:absolute;left:0;text-align:left;margin-left:242.65pt;margin-top:116.25pt;width:75.75pt;height:35.25pt;z-index:25167104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">
                <v:textbox>
                  <w:txbxContent>
                    <w:p w:rsidR="0077662F" w:rsidRPr="00FB0FCA" w:rsidRDefault="0077662F" w:rsidP="0077662F">
                      <w:pPr>
                        <w:jc w:val="center"/>
                        <w:rPr>
                          <w:color w:val="FF0000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77662F" w:rsidRPr="00F76CBE">
        <w:rPr>
          <w:noProof/>
        </w:rPr>
        <mc:AlternateContent>
          <mc:Choice Requires="wps">
            <w:drawing>
              <wp:anchor distT="45720" distB="45720" distL="114300" distR="114300" simplePos="0" relativeHeight="251664896" behindDoc="0" locked="0" layoutInCell="1" allowOverlap="1" wp14:anchorId="52EA207D" wp14:editId="7AED4D39">
                <wp:simplePos x="0" y="0"/>
                <wp:positionH relativeFrom="margin">
                  <wp:posOffset>1652905</wp:posOffset>
                </wp:positionH>
                <wp:positionV relativeFrom="paragraph">
                  <wp:posOffset>1485900</wp:posOffset>
                </wp:positionV>
                <wp:extent cx="962025" cy="447675"/>
                <wp:effectExtent l="0" t="0" r="28575" b="28575"/>
                <wp:wrapSquare wrapText="bothSides"/>
                <wp:docPr id="14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62025" cy="44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12029" w:rsidRPr="00FB0FCA" w:rsidRDefault="00D12029" w:rsidP="0077662F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EA207D" id="_x0000_s1031" type="#_x0000_t202" style="position:absolute;left:0;text-align:left;margin-left:130.15pt;margin-top:117pt;width:75.75pt;height:35.25pt;z-index:25166489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">
                <v:textbox>
                  <w:txbxContent>
                    <w:p w:rsidR="00D12029" w:rsidRPr="00FB0FCA" w:rsidRDefault="00D12029" w:rsidP="0077662F">
                      <w:pPr>
                        <w:jc w:val="center"/>
                        <w:rPr>
                          <w:color w:val="FF0000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77662F" w:rsidRPr="00F76CBE">
        <w:rPr>
          <w:noProof/>
        </w:rPr>
        <mc:AlternateContent>
          <mc:Choice Requires="wps">
            <w:drawing>
              <wp:anchor distT="45720" distB="45720" distL="114300" distR="114300" simplePos="0" relativeHeight="251658752" behindDoc="0" locked="0" layoutInCell="1" allowOverlap="1" wp14:anchorId="7CB88089" wp14:editId="4D27F949">
                <wp:simplePos x="0" y="0"/>
                <wp:positionH relativeFrom="margin">
                  <wp:align>center</wp:align>
                </wp:positionH>
                <wp:positionV relativeFrom="paragraph">
                  <wp:posOffset>581025</wp:posOffset>
                </wp:positionV>
                <wp:extent cx="1543050" cy="276225"/>
                <wp:effectExtent l="0" t="0" r="19050" b="28575"/>
                <wp:wrapSquare wrapText="bothSides"/>
                <wp:docPr id="13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305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7662F" w:rsidRPr="00FB0FCA" w:rsidRDefault="0077662F" w:rsidP="0077662F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B88089" id="_x0000_s1032" type="#_x0000_t202" style="position:absolute;left:0;text-align:left;margin-left:0;margin-top:45.75pt;width:121.5pt;height:21.75pt;z-index:251658752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">
                <v:textbox>
                  <w:txbxContent>
                    <w:p w:rsidR="0077662F" w:rsidRPr="00FB0FCA" w:rsidRDefault="0077662F" w:rsidP="0077662F">
                      <w:pPr>
                        <w:jc w:val="center"/>
                        <w:rPr>
                          <w:color w:val="FF0000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FB0FCA" w:rsidRPr="00F76CBE" w:rsidRDefault="00FB0FCA" w:rsidP="00FB0FCA">
      <w:pPr>
        <w:rPr>
          <w:lang w:val="es-ES"/>
        </w:rPr>
      </w:pPr>
    </w:p>
    <w:p w:rsidR="00FB0FCA" w:rsidRPr="00F76CBE" w:rsidRDefault="00FB0FCA" w:rsidP="00FB0FCA">
      <w:pPr>
        <w:rPr>
          <w:lang w:val="es-ES"/>
        </w:rPr>
      </w:pPr>
    </w:p>
    <w:p w:rsidR="00FB0FCA" w:rsidRPr="00F76CBE" w:rsidRDefault="00FB0FCA" w:rsidP="00FB0FCA">
      <w:pPr>
        <w:rPr>
          <w:lang w:val="es-ES"/>
        </w:rPr>
      </w:pPr>
    </w:p>
    <w:p w:rsidR="00FB0FCA" w:rsidRPr="00F76CBE" w:rsidRDefault="00FB0FCA" w:rsidP="00FB0FCA">
      <w:pPr>
        <w:rPr>
          <w:lang w:val="es-ES"/>
        </w:rPr>
      </w:pPr>
    </w:p>
    <w:p w:rsidR="00FB0FCA" w:rsidRPr="00F76CBE" w:rsidRDefault="00FB0FCA" w:rsidP="00FB0FCA">
      <w:pPr>
        <w:rPr>
          <w:lang w:val="es-ES"/>
        </w:rPr>
      </w:pPr>
      <w:bookmarkStart w:id="0" w:name="_GoBack"/>
      <w:bookmarkEnd w:id="0"/>
    </w:p>
    <w:p w:rsidR="00FB0FCA" w:rsidRPr="00F76CBE" w:rsidRDefault="00FB0FCA" w:rsidP="00FB0FCA">
      <w:pPr>
        <w:rPr>
          <w:lang w:val="es-ES"/>
        </w:rPr>
      </w:pPr>
    </w:p>
    <w:p w:rsidR="00FB0FCA" w:rsidRPr="00F76CBE" w:rsidRDefault="00FB0FCA" w:rsidP="00FB0FCA">
      <w:pPr>
        <w:rPr>
          <w:lang w:val="es-ES"/>
        </w:rPr>
      </w:pPr>
    </w:p>
    <w:p w:rsidR="00FB0FCA" w:rsidRPr="00F76CBE" w:rsidRDefault="00FB0FCA" w:rsidP="00FB0FCA">
      <w:pPr>
        <w:rPr>
          <w:lang w:val="es-ES"/>
        </w:rPr>
      </w:pPr>
    </w:p>
    <w:p w:rsidR="00FB0FCA" w:rsidRPr="00F76CBE" w:rsidRDefault="00FB0FCA" w:rsidP="00FB0FCA">
      <w:pPr>
        <w:rPr>
          <w:lang w:val="es-ES"/>
        </w:rPr>
      </w:pPr>
    </w:p>
    <w:p w:rsidR="00443091" w:rsidRDefault="00443091" w:rsidP="00FB0FCA">
      <w:pPr>
        <w:pStyle w:val="eLineBottom"/>
        <w:rPr>
          <w:lang w:val="es-ES"/>
        </w:rPr>
      </w:pPr>
    </w:p>
    <w:p w:rsidR="00FB0FCA" w:rsidRPr="00F76CBE" w:rsidRDefault="00FB0FCA" w:rsidP="00FB0FCA">
      <w:pPr>
        <w:pStyle w:val="eLineBottom"/>
        <w:rPr>
          <w:lang w:val="es-ES"/>
        </w:rPr>
      </w:pPr>
      <w:r w:rsidRPr="00F76CBE">
        <w:rPr>
          <w:lang w:val="es-ES"/>
        </w:rPr>
        <w:tab/>
      </w:r>
    </w:p>
    <w:p w:rsidR="00FB0FCA" w:rsidRPr="00F76CBE" w:rsidRDefault="00FB0FCA" w:rsidP="00FB0FCA">
      <w:pPr>
        <w:rPr>
          <w:lang w:val="es-ES"/>
        </w:rPr>
      </w:pPr>
    </w:p>
    <w:p w:rsidR="00FB0FCA" w:rsidRPr="00F76CBE" w:rsidRDefault="00F31E6F" w:rsidP="00FB0FCA">
      <w:pPr>
        <w:pStyle w:val="eTask"/>
        <w:ind w:left="360" w:hanging="360"/>
        <w:rPr>
          <w:lang w:val="es-ES"/>
        </w:rPr>
      </w:pPr>
      <w:r w:rsidRPr="00F76CBE">
        <w:rPr>
          <w:lang w:val="es-ES"/>
        </w:rPr>
        <w:t>Modificar los siguientes textos para que las afirmaciones resulten verdaderas</w:t>
      </w:r>
      <w:r w:rsidR="0003229C" w:rsidRPr="00F76CBE">
        <w:rPr>
          <w:lang w:val="es-ES"/>
        </w:rPr>
        <w:t>.</w:t>
      </w:r>
    </w:p>
    <w:p w:rsidR="00E71732" w:rsidRPr="00F76CBE" w:rsidRDefault="00E71732" w:rsidP="00FB0FCA">
      <w:pPr>
        <w:tabs>
          <w:tab w:val="left" w:pos="1710"/>
        </w:tabs>
        <w:rPr>
          <w:lang w:val="es-ES"/>
        </w:rPr>
      </w:pPr>
    </w:p>
    <w:p w:rsidR="00E04F5B" w:rsidRPr="00F76CBE" w:rsidRDefault="0014100A" w:rsidP="00E04F5B">
      <w:pPr>
        <w:tabs>
          <w:tab w:val="left" w:pos="1710"/>
        </w:tabs>
        <w:spacing w:line="360" w:lineRule="auto"/>
        <w:rPr>
          <w:lang w:val="es-ES"/>
        </w:rPr>
      </w:pPr>
      <m:oMath>
        <m:d>
          <m:dPr>
            <m:ctrlPr>
              <w:rPr>
                <w:rFonts w:ascii="Cambria Math" w:hAnsi="Cambria Math"/>
                <w:b/>
                <w:lang w:val="es-ES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es-E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es-ES"/>
                    </w:rPr>
                    <m:t>El controlador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es-ES"/>
                    </w:rPr>
                    <m:t>El dispositivo final</m:t>
                  </m:r>
                </m:e>
              </m:mr>
            </m:m>
          </m:e>
        </m:d>
      </m:oMath>
      <w:r w:rsidR="00766CD6" w:rsidRPr="00F76CBE">
        <w:rPr>
          <w:lang w:val="es-ES"/>
        </w:rPr>
        <w:t xml:space="preserve"> e</w:t>
      </w:r>
      <w:r w:rsidR="00665665" w:rsidRPr="00F76CBE">
        <w:rPr>
          <w:lang w:val="es-ES"/>
        </w:rPr>
        <w:t xml:space="preserve">s </w:t>
      </w:r>
      <w:r w:rsidR="00766CD6" w:rsidRPr="00F76CBE">
        <w:rPr>
          <w:lang w:val="es-ES"/>
        </w:rPr>
        <w:t>un componente clave para la transferencia de datos en la interfaz Thunderbolt</w:t>
      </w:r>
      <w:r w:rsidR="00665665" w:rsidRPr="00F76CBE">
        <w:rPr>
          <w:lang w:val="es-ES"/>
        </w:rPr>
        <w:t xml:space="preserve">. </w:t>
      </w:r>
    </w:p>
    <w:p w:rsidR="00E04F5B" w:rsidRPr="00F76CBE" w:rsidRDefault="00766CD6" w:rsidP="00E04F5B">
      <w:pPr>
        <w:tabs>
          <w:tab w:val="left" w:pos="1710"/>
        </w:tabs>
        <w:spacing w:line="360" w:lineRule="auto"/>
        <w:rPr>
          <w:lang w:val="es-ES"/>
        </w:rPr>
      </w:pPr>
      <w:r w:rsidRPr="00F76CBE">
        <w:rPr>
          <w:lang w:val="es-ES"/>
        </w:rPr>
        <w:t>El</w:t>
      </w:r>
      <w:r w:rsidR="00665665" w:rsidRPr="00F76CBE">
        <w:rPr>
          <w:lang w:val="es-ES"/>
        </w:rPr>
        <w:t xml:space="preserve"> </w:t>
      </w:r>
      <m:oMath>
        <m:d>
          <m:dPr>
            <m:ctrlPr>
              <w:rPr>
                <w:rFonts w:ascii="Cambria Math" w:hAnsi="Cambria Math"/>
                <w:b/>
                <w:lang w:val="es-ES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es-E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es-ES"/>
                    </w:rPr>
                    <m:t>controlador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es-ES"/>
                    </w:rPr>
                    <m:t>dispositivo final</m:t>
                  </m:r>
                </m:e>
              </m:mr>
            </m:m>
          </m:e>
        </m:d>
      </m:oMath>
      <w:r w:rsidRPr="00F76CBE">
        <w:rPr>
          <w:lang w:val="es-ES"/>
        </w:rPr>
        <w:t xml:space="preserve"> e</w:t>
      </w:r>
      <w:r w:rsidR="00665665" w:rsidRPr="00F76CBE">
        <w:rPr>
          <w:lang w:val="es-ES"/>
        </w:rPr>
        <w:t>s part</w:t>
      </w:r>
      <w:r w:rsidRPr="00F76CBE">
        <w:rPr>
          <w:lang w:val="es-ES"/>
        </w:rPr>
        <w:t>e del equipo transmisor y receptor</w:t>
      </w:r>
      <w:r w:rsidR="00FB0FCA" w:rsidRPr="00F76CBE">
        <w:rPr>
          <w:lang w:val="es-ES"/>
        </w:rPr>
        <w:t>.</w:t>
      </w:r>
      <w:r w:rsidR="00665665" w:rsidRPr="00F76CBE">
        <w:rPr>
          <w:lang w:val="es-ES"/>
        </w:rPr>
        <w:t xml:space="preserve"> </w:t>
      </w:r>
    </w:p>
    <w:p w:rsidR="00FB0FCA" w:rsidRPr="00F76CBE" w:rsidRDefault="00766CD6" w:rsidP="00E04F5B">
      <w:pPr>
        <w:tabs>
          <w:tab w:val="left" w:pos="1710"/>
        </w:tabs>
        <w:spacing w:line="360" w:lineRule="auto"/>
        <w:rPr>
          <w:lang w:val="es-ES"/>
        </w:rPr>
      </w:pPr>
      <w:r w:rsidRPr="00F76CBE">
        <w:rPr>
          <w:lang w:val="es-ES"/>
        </w:rPr>
        <w:t>El</w:t>
      </w:r>
      <w:r w:rsidR="00FB0FCA" w:rsidRPr="00F76CBE">
        <w:rPr>
          <w:lang w:val="es-ES"/>
        </w:rPr>
        <w:t xml:space="preserve"> </w:t>
      </w:r>
      <m:oMath>
        <m:d>
          <m:dPr>
            <m:ctrlPr>
              <w:rPr>
                <w:rFonts w:ascii="Cambria Math" w:hAnsi="Cambria Math"/>
                <w:b/>
                <w:lang w:val="es-ES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es-E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es-ES"/>
                    </w:rPr>
                    <m:t>dispositivo final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es-ES"/>
                    </w:rPr>
                    <m:t>controlador</m:t>
                  </m:r>
                </m:e>
              </m:mr>
            </m:m>
          </m:e>
        </m:d>
      </m:oMath>
      <w:r w:rsidR="00FB0FCA" w:rsidRPr="00F76CBE">
        <w:rPr>
          <w:lang w:val="es-ES"/>
        </w:rPr>
        <w:t xml:space="preserve"> </w:t>
      </w:r>
      <w:r w:rsidRPr="00F76CBE">
        <w:rPr>
          <w:lang w:val="es-ES"/>
        </w:rPr>
        <w:t>e</w:t>
      </w:r>
      <w:r w:rsidR="00665665" w:rsidRPr="00F76CBE">
        <w:rPr>
          <w:lang w:val="es-ES"/>
        </w:rPr>
        <w:t>s</w:t>
      </w:r>
      <w:r w:rsidRPr="00F76CBE">
        <w:rPr>
          <w:lang w:val="es-ES"/>
        </w:rPr>
        <w:t xml:space="preserve">tá diseñado para comunicaciones con </w:t>
      </w:r>
      <m:oMath>
        <m:d>
          <m:dPr>
            <m:ctrlPr>
              <w:rPr>
                <w:rFonts w:ascii="Cambria Math" w:hAnsi="Cambria Math"/>
                <w:b/>
                <w:lang w:val="es-ES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es-E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es-ES"/>
                    </w:rPr>
                    <m:t>gran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es-ES"/>
                    </w:rPr>
                    <m:t>muy pequeño</m:t>
                  </m:r>
                </m:e>
              </m:mr>
            </m:m>
          </m:e>
        </m:d>
      </m:oMath>
      <w:r w:rsidR="00FB0FCA" w:rsidRPr="00F76CBE">
        <w:rPr>
          <w:b/>
          <w:lang w:val="es-ES"/>
        </w:rPr>
        <w:t xml:space="preserve"> </w:t>
      </w:r>
      <w:r w:rsidRPr="00F76CBE">
        <w:rPr>
          <w:lang w:val="es-ES"/>
        </w:rPr>
        <w:t xml:space="preserve">retardo y </w:t>
      </w:r>
      <m:oMath>
        <m:d>
          <m:dPr>
            <m:ctrlPr>
              <w:rPr>
                <w:rFonts w:ascii="Cambria Math" w:hAnsi="Cambria Math"/>
                <w:b/>
                <w:lang w:val="es-ES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es-E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es-ES"/>
                    </w:rPr>
                    <m:t>con el soporte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es-ES"/>
                    </w:rPr>
                    <m:t>sin soporte</m:t>
                  </m:r>
                </m:e>
              </m:mr>
            </m:m>
          </m:e>
        </m:d>
      </m:oMath>
      <w:r w:rsidR="00FB0FCA" w:rsidRPr="00F76CBE">
        <w:rPr>
          <w:lang w:val="es-ES"/>
        </w:rPr>
        <w:t xml:space="preserve"> </w:t>
      </w:r>
      <w:r w:rsidRPr="00F76CBE">
        <w:rPr>
          <w:lang w:val="es-ES"/>
        </w:rPr>
        <w:t>de</w:t>
      </w:r>
      <w:r w:rsidR="00665665" w:rsidRPr="00F76CBE">
        <w:rPr>
          <w:lang w:val="es-ES"/>
        </w:rPr>
        <w:t xml:space="preserve"> </w:t>
      </w:r>
      <w:r w:rsidR="00F76CBE" w:rsidRPr="00F76CBE">
        <w:rPr>
          <w:lang w:val="es-ES"/>
        </w:rPr>
        <w:t xml:space="preserve">peticiones de </w:t>
      </w:r>
      <w:r w:rsidR="00FB0FCA" w:rsidRPr="00F76CBE">
        <w:rPr>
          <w:lang w:val="es-ES"/>
        </w:rPr>
        <w:t>QoS (</w:t>
      </w:r>
      <w:r w:rsidRPr="00F76CBE">
        <w:rPr>
          <w:lang w:val="es-ES"/>
        </w:rPr>
        <w:t>calidad de servicio</w:t>
      </w:r>
      <w:r w:rsidR="00FB0FCA" w:rsidRPr="00F76CBE">
        <w:rPr>
          <w:lang w:val="es-ES"/>
        </w:rPr>
        <w:t>).</w:t>
      </w:r>
    </w:p>
    <w:sectPr w:rsidR="00FB0FCA" w:rsidRPr="00F76CBE" w:rsidSect="002B41A8">
      <w:headerReference w:type="default" r:id="rId8"/>
      <w:footerReference w:type="default" r:id="rId9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100A" w:rsidRDefault="0014100A" w:rsidP="00861A1A">
      <w:r>
        <w:separator/>
      </w:r>
    </w:p>
  </w:endnote>
  <w:endnote w:type="continuationSeparator" w:id="0">
    <w:p w:rsidR="0014100A" w:rsidRDefault="0014100A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BF5E09" w:rsidTr="00CA51B5">
      <w:tc>
        <w:tcPr>
          <w:tcW w:w="2518" w:type="dxa"/>
        </w:tcPr>
        <w:p w:rsidR="00BF5E09" w:rsidRDefault="00FC07A5" w:rsidP="00CA51B5">
          <w:pPr>
            <w:tabs>
              <w:tab w:val="left" w:pos="426"/>
              <w:tab w:val="left" w:pos="3119"/>
              <w:tab w:val="left" w:pos="3544"/>
            </w:tabs>
          </w:pPr>
          <w:r w:rsidRPr="005D245A">
            <w:rPr>
              <w:noProof/>
            </w:rPr>
            <w:drawing>
              <wp:inline distT="0" distB="0" distL="0" distR="0">
                <wp:extent cx="1457325" cy="419100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57325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443091" w:rsidRPr="00443091" w:rsidRDefault="00443091" w:rsidP="00443091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443091">
            <w:rPr>
              <w:sz w:val="16"/>
              <w:szCs w:val="16"/>
            </w:rPr>
            <w:t xml:space="preserve">El </w:t>
          </w:r>
          <w:proofErr w:type="spellStart"/>
          <w:r w:rsidRPr="00443091">
            <w:rPr>
              <w:sz w:val="16"/>
              <w:szCs w:val="16"/>
            </w:rPr>
            <w:t>presente</w:t>
          </w:r>
          <w:proofErr w:type="spellEnd"/>
          <w:r w:rsidRPr="00443091">
            <w:rPr>
              <w:sz w:val="16"/>
              <w:szCs w:val="16"/>
            </w:rPr>
            <w:t xml:space="preserve"> </w:t>
          </w:r>
          <w:proofErr w:type="spellStart"/>
          <w:r w:rsidRPr="00443091">
            <w:rPr>
              <w:sz w:val="16"/>
              <w:szCs w:val="16"/>
            </w:rPr>
            <w:t>proyecto</w:t>
          </w:r>
          <w:proofErr w:type="spellEnd"/>
          <w:r w:rsidRPr="00443091">
            <w:rPr>
              <w:sz w:val="16"/>
              <w:szCs w:val="16"/>
            </w:rPr>
            <w:t xml:space="preserve"> ha </w:t>
          </w:r>
          <w:proofErr w:type="spellStart"/>
          <w:r w:rsidRPr="00443091">
            <w:rPr>
              <w:sz w:val="16"/>
              <w:szCs w:val="16"/>
            </w:rPr>
            <w:t>sido</w:t>
          </w:r>
          <w:proofErr w:type="spellEnd"/>
          <w:r w:rsidRPr="00443091">
            <w:rPr>
              <w:sz w:val="16"/>
              <w:szCs w:val="16"/>
            </w:rPr>
            <w:t xml:space="preserve"> </w:t>
          </w:r>
          <w:proofErr w:type="spellStart"/>
          <w:r w:rsidRPr="00443091">
            <w:rPr>
              <w:sz w:val="16"/>
              <w:szCs w:val="16"/>
            </w:rPr>
            <w:t>financiado</w:t>
          </w:r>
          <w:proofErr w:type="spellEnd"/>
          <w:r w:rsidRPr="00443091">
            <w:rPr>
              <w:sz w:val="16"/>
              <w:szCs w:val="16"/>
            </w:rPr>
            <w:t xml:space="preserve"> con el </w:t>
          </w:r>
          <w:proofErr w:type="spellStart"/>
          <w:r w:rsidRPr="00443091">
            <w:rPr>
              <w:sz w:val="16"/>
              <w:szCs w:val="16"/>
            </w:rPr>
            <w:t>apoyo</w:t>
          </w:r>
          <w:proofErr w:type="spellEnd"/>
          <w:r w:rsidRPr="00443091">
            <w:rPr>
              <w:sz w:val="16"/>
              <w:szCs w:val="16"/>
            </w:rPr>
            <w:t xml:space="preserve"> de la </w:t>
          </w:r>
          <w:proofErr w:type="spellStart"/>
          <w:r w:rsidRPr="00443091">
            <w:rPr>
              <w:sz w:val="16"/>
              <w:szCs w:val="16"/>
            </w:rPr>
            <w:t>Comisión</w:t>
          </w:r>
          <w:proofErr w:type="spellEnd"/>
          <w:r w:rsidRPr="00443091">
            <w:rPr>
              <w:sz w:val="16"/>
              <w:szCs w:val="16"/>
            </w:rPr>
            <w:t xml:space="preserve"> </w:t>
          </w:r>
          <w:proofErr w:type="spellStart"/>
          <w:r w:rsidRPr="00443091">
            <w:rPr>
              <w:sz w:val="16"/>
              <w:szCs w:val="16"/>
            </w:rPr>
            <w:t>Europea</w:t>
          </w:r>
          <w:proofErr w:type="spellEnd"/>
          <w:r w:rsidRPr="00443091">
            <w:rPr>
              <w:sz w:val="16"/>
              <w:szCs w:val="16"/>
            </w:rPr>
            <w:t>.</w:t>
          </w:r>
        </w:p>
        <w:p w:rsidR="00BF5E09" w:rsidRPr="00CA51B5" w:rsidRDefault="00443091" w:rsidP="00443091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proofErr w:type="spellStart"/>
          <w:r w:rsidRPr="00443091">
            <w:rPr>
              <w:sz w:val="16"/>
              <w:szCs w:val="16"/>
            </w:rPr>
            <w:t>Esta</w:t>
          </w:r>
          <w:proofErr w:type="spellEnd"/>
          <w:r w:rsidRPr="00443091">
            <w:rPr>
              <w:sz w:val="16"/>
              <w:szCs w:val="16"/>
            </w:rPr>
            <w:t xml:space="preserve"> </w:t>
          </w:r>
          <w:proofErr w:type="spellStart"/>
          <w:r w:rsidRPr="00443091">
            <w:rPr>
              <w:sz w:val="16"/>
              <w:szCs w:val="16"/>
            </w:rPr>
            <w:t>publicación</w:t>
          </w:r>
          <w:proofErr w:type="spellEnd"/>
          <w:r w:rsidRPr="00443091">
            <w:rPr>
              <w:sz w:val="16"/>
              <w:szCs w:val="16"/>
            </w:rPr>
            <w:t xml:space="preserve"> (</w:t>
          </w:r>
          <w:proofErr w:type="spellStart"/>
          <w:r w:rsidRPr="00443091">
            <w:rPr>
              <w:sz w:val="16"/>
              <w:szCs w:val="16"/>
            </w:rPr>
            <w:t>comunicación</w:t>
          </w:r>
          <w:proofErr w:type="spellEnd"/>
          <w:r w:rsidRPr="00443091">
            <w:rPr>
              <w:sz w:val="16"/>
              <w:szCs w:val="16"/>
            </w:rPr>
            <w:t xml:space="preserve">) es </w:t>
          </w:r>
          <w:proofErr w:type="spellStart"/>
          <w:r w:rsidRPr="00443091">
            <w:rPr>
              <w:sz w:val="16"/>
              <w:szCs w:val="16"/>
            </w:rPr>
            <w:t>responsabilidad</w:t>
          </w:r>
          <w:proofErr w:type="spellEnd"/>
          <w:r w:rsidRPr="00443091">
            <w:rPr>
              <w:sz w:val="16"/>
              <w:szCs w:val="16"/>
            </w:rPr>
            <w:t xml:space="preserve"> </w:t>
          </w:r>
          <w:proofErr w:type="spellStart"/>
          <w:r w:rsidRPr="00443091">
            <w:rPr>
              <w:sz w:val="16"/>
              <w:szCs w:val="16"/>
            </w:rPr>
            <w:t>exclusiva</w:t>
          </w:r>
          <w:proofErr w:type="spellEnd"/>
          <w:r w:rsidRPr="00443091">
            <w:rPr>
              <w:sz w:val="16"/>
              <w:szCs w:val="16"/>
            </w:rPr>
            <w:t xml:space="preserve"> </w:t>
          </w:r>
          <w:proofErr w:type="gramStart"/>
          <w:r w:rsidRPr="00443091">
            <w:rPr>
              <w:sz w:val="16"/>
              <w:szCs w:val="16"/>
            </w:rPr>
            <w:t xml:space="preserve">de </w:t>
          </w:r>
          <w:proofErr w:type="spellStart"/>
          <w:r w:rsidRPr="00443091">
            <w:rPr>
              <w:sz w:val="16"/>
              <w:szCs w:val="16"/>
            </w:rPr>
            <w:t>su</w:t>
          </w:r>
          <w:proofErr w:type="spellEnd"/>
          <w:proofErr w:type="gramEnd"/>
          <w:r w:rsidRPr="00443091">
            <w:rPr>
              <w:sz w:val="16"/>
              <w:szCs w:val="16"/>
            </w:rPr>
            <w:t xml:space="preserve"> autor. La </w:t>
          </w:r>
          <w:proofErr w:type="spellStart"/>
          <w:r w:rsidRPr="00443091">
            <w:rPr>
              <w:sz w:val="16"/>
              <w:szCs w:val="16"/>
            </w:rPr>
            <w:t>Comisión</w:t>
          </w:r>
          <w:proofErr w:type="spellEnd"/>
          <w:r w:rsidRPr="00443091">
            <w:rPr>
              <w:sz w:val="16"/>
              <w:szCs w:val="16"/>
            </w:rPr>
            <w:t xml:space="preserve"> no es </w:t>
          </w:r>
          <w:proofErr w:type="spellStart"/>
          <w:r w:rsidRPr="00443091">
            <w:rPr>
              <w:sz w:val="16"/>
              <w:szCs w:val="16"/>
            </w:rPr>
            <w:t>responsable</w:t>
          </w:r>
          <w:proofErr w:type="spellEnd"/>
          <w:r w:rsidRPr="00443091">
            <w:rPr>
              <w:sz w:val="16"/>
              <w:szCs w:val="16"/>
            </w:rPr>
            <w:t xml:space="preserve"> </w:t>
          </w:r>
          <w:proofErr w:type="spellStart"/>
          <w:r w:rsidRPr="00443091">
            <w:rPr>
              <w:sz w:val="16"/>
              <w:szCs w:val="16"/>
            </w:rPr>
            <w:t>del</w:t>
          </w:r>
          <w:proofErr w:type="spellEnd"/>
          <w:r w:rsidRPr="00443091">
            <w:rPr>
              <w:sz w:val="16"/>
              <w:szCs w:val="16"/>
            </w:rPr>
            <w:t xml:space="preserve"> </w:t>
          </w:r>
          <w:proofErr w:type="spellStart"/>
          <w:r w:rsidRPr="00443091">
            <w:rPr>
              <w:sz w:val="16"/>
              <w:szCs w:val="16"/>
            </w:rPr>
            <w:t>uso</w:t>
          </w:r>
          <w:proofErr w:type="spellEnd"/>
          <w:r w:rsidRPr="00443091">
            <w:rPr>
              <w:sz w:val="16"/>
              <w:szCs w:val="16"/>
            </w:rPr>
            <w:t xml:space="preserve"> </w:t>
          </w:r>
          <w:proofErr w:type="spellStart"/>
          <w:r w:rsidRPr="00443091">
            <w:rPr>
              <w:sz w:val="16"/>
              <w:szCs w:val="16"/>
            </w:rPr>
            <w:t>que</w:t>
          </w:r>
          <w:proofErr w:type="spellEnd"/>
          <w:r w:rsidRPr="00443091">
            <w:rPr>
              <w:sz w:val="16"/>
              <w:szCs w:val="16"/>
            </w:rPr>
            <w:t xml:space="preserve"> </w:t>
          </w:r>
          <w:proofErr w:type="spellStart"/>
          <w:r w:rsidRPr="00443091">
            <w:rPr>
              <w:sz w:val="16"/>
              <w:szCs w:val="16"/>
            </w:rPr>
            <w:t>pueda</w:t>
          </w:r>
          <w:proofErr w:type="spellEnd"/>
          <w:r w:rsidRPr="00443091">
            <w:rPr>
              <w:sz w:val="16"/>
              <w:szCs w:val="16"/>
            </w:rPr>
            <w:t xml:space="preserve"> </w:t>
          </w:r>
          <w:proofErr w:type="spellStart"/>
          <w:r w:rsidRPr="00443091">
            <w:rPr>
              <w:sz w:val="16"/>
              <w:szCs w:val="16"/>
            </w:rPr>
            <w:t>hacerse</w:t>
          </w:r>
          <w:proofErr w:type="spellEnd"/>
          <w:r w:rsidRPr="00443091">
            <w:rPr>
              <w:sz w:val="16"/>
              <w:szCs w:val="16"/>
            </w:rPr>
            <w:t xml:space="preserve"> de la </w:t>
          </w:r>
          <w:proofErr w:type="spellStart"/>
          <w:r w:rsidRPr="00443091">
            <w:rPr>
              <w:sz w:val="16"/>
              <w:szCs w:val="16"/>
            </w:rPr>
            <w:t>información</w:t>
          </w:r>
          <w:proofErr w:type="spellEnd"/>
          <w:r w:rsidRPr="00443091">
            <w:rPr>
              <w:sz w:val="16"/>
              <w:szCs w:val="16"/>
            </w:rPr>
            <w:t xml:space="preserve"> </w:t>
          </w:r>
          <w:proofErr w:type="spellStart"/>
          <w:r w:rsidRPr="00443091">
            <w:rPr>
              <w:sz w:val="16"/>
              <w:szCs w:val="16"/>
            </w:rPr>
            <w:t>aquí</w:t>
          </w:r>
          <w:proofErr w:type="spellEnd"/>
          <w:r w:rsidRPr="00443091">
            <w:rPr>
              <w:sz w:val="16"/>
              <w:szCs w:val="16"/>
            </w:rPr>
            <w:t xml:space="preserve"> </w:t>
          </w:r>
          <w:proofErr w:type="spellStart"/>
          <w:r w:rsidRPr="00443091">
            <w:rPr>
              <w:sz w:val="16"/>
              <w:szCs w:val="16"/>
            </w:rPr>
            <w:t>difundida</w:t>
          </w:r>
          <w:proofErr w:type="spellEnd"/>
          <w:r w:rsidRPr="00443091">
            <w:rPr>
              <w:sz w:val="16"/>
              <w:szCs w:val="16"/>
            </w:rPr>
            <w:t>.</w:t>
          </w:r>
        </w:p>
      </w:tc>
    </w:tr>
    <w:tr w:rsidR="00BF5E09" w:rsidTr="00CA51B5">
      <w:tc>
        <w:tcPr>
          <w:tcW w:w="8472" w:type="dxa"/>
          <w:gridSpan w:val="2"/>
        </w:tcPr>
        <w:p w:rsidR="00BF5E09" w:rsidRPr="00CA51B5" w:rsidRDefault="00C148FD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TechPedia – European Virtual Learning Platform for Electrical and Information Engineering</w:t>
          </w:r>
        </w:p>
      </w:tc>
      <w:tc>
        <w:tcPr>
          <w:tcW w:w="850" w:type="dxa"/>
          <w:vAlign w:val="bottom"/>
        </w:tcPr>
        <w:p w:rsidR="00BF5E09" w:rsidRPr="00CA51B5" w:rsidRDefault="00BF5E09" w:rsidP="00CA51B5">
          <w:pPr>
            <w:jc w:val="right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v1.0</w:t>
          </w:r>
        </w:p>
      </w:tc>
    </w:tr>
  </w:tbl>
  <w:p w:rsidR="00861A1A" w:rsidRPr="00BF5E09" w:rsidRDefault="00861A1A" w:rsidP="00BF5E0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100A" w:rsidRDefault="0014100A" w:rsidP="00861A1A">
      <w:r>
        <w:separator/>
      </w:r>
    </w:p>
  </w:footnote>
  <w:footnote w:type="continuationSeparator" w:id="0">
    <w:p w:rsidR="0014100A" w:rsidRDefault="0014100A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1A1A" w:rsidRPr="002B41A8" w:rsidRDefault="00FC07A5" w:rsidP="00FB201E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0" t="0" r="0" b="9525"/>
          <wp:wrapNone/>
          <wp:docPr id="2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F623C">
      <w:rPr>
        <w:b/>
        <w:noProof/>
        <w:sz w:val="32"/>
        <w:szCs w:val="32"/>
      </w:rPr>
      <w:tab/>
    </w:r>
    <w:r w:rsidR="00443091" w:rsidRPr="00443091">
      <w:rPr>
        <w:rFonts w:ascii="Calibri" w:hAnsi="Calibri"/>
        <w:b/>
        <w:smallCaps/>
        <w:noProof/>
      </w:rPr>
      <w:t>EJERCICIO</w:t>
    </w:r>
  </w:p>
  <w:p w:rsidR="00C148FD" w:rsidRPr="00C148FD" w:rsidRDefault="00657E8C" w:rsidP="00C148FD">
    <w:pPr>
      <w:ind w:left="1843"/>
      <w:jc w:val="right"/>
      <w:rPr>
        <w:rFonts w:ascii="Calibri" w:hAnsi="Calibri"/>
        <w:smallCaps/>
        <w:noProof/>
        <w:sz w:val="20"/>
        <w:szCs w:val="20"/>
        <w:lang w:val="en-US"/>
      </w:rPr>
    </w:pPr>
    <w:r>
      <w:rPr>
        <w:rFonts w:ascii="Calibri" w:hAnsi="Calibri"/>
        <w:smallCaps/>
        <w:noProof/>
        <w:sz w:val="20"/>
        <w:szCs w:val="20"/>
        <w:lang w:val="en-US"/>
      </w:rPr>
      <w:t xml:space="preserve">INTERFACES </w:t>
    </w:r>
    <w:r w:rsidR="00FC3F56">
      <w:rPr>
        <w:rFonts w:ascii="Calibri" w:hAnsi="Calibri"/>
        <w:smallCaps/>
        <w:noProof/>
        <w:sz w:val="20"/>
        <w:szCs w:val="20"/>
        <w:lang w:val="en-US"/>
      </w:rPr>
      <w:t>MODERN</w:t>
    </w:r>
    <w:r>
      <w:rPr>
        <w:rFonts w:ascii="Calibri" w:hAnsi="Calibri"/>
        <w:smallCaps/>
        <w:noProof/>
        <w:sz w:val="20"/>
        <w:szCs w:val="20"/>
        <w:lang w:val="en-US"/>
      </w:rPr>
      <w:t>AS DE</w:t>
    </w:r>
    <w:r w:rsidR="00FC3F56">
      <w:rPr>
        <w:rFonts w:ascii="Calibri" w:hAnsi="Calibri"/>
        <w:smallCaps/>
        <w:noProof/>
        <w:sz w:val="20"/>
        <w:szCs w:val="20"/>
        <w:lang w:val="en-US"/>
      </w:rPr>
      <w:t xml:space="preserve"> DAT</w:t>
    </w:r>
    <w:r>
      <w:rPr>
        <w:rFonts w:ascii="Calibri" w:hAnsi="Calibri"/>
        <w:smallCaps/>
        <w:noProof/>
        <w:sz w:val="20"/>
        <w:szCs w:val="20"/>
        <w:lang w:val="en-US"/>
      </w:rPr>
      <w:t>OS</w:t>
    </w:r>
    <w:r w:rsidR="00FC3F56">
      <w:rPr>
        <w:rFonts w:ascii="Calibri" w:hAnsi="Calibri"/>
        <w:smallCaps/>
        <w:noProof/>
        <w:sz w:val="20"/>
        <w:szCs w:val="20"/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EF3B0D"/>
    <w:multiLevelType w:val="hybridMultilevel"/>
    <w:tmpl w:val="87C635BE"/>
    <w:lvl w:ilvl="0" w:tplc="419422C8">
      <w:start w:val="1"/>
      <w:numFmt w:val="decimal"/>
      <w:pStyle w:val="eTask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07A5"/>
    <w:rsid w:val="0000673F"/>
    <w:rsid w:val="00016AD8"/>
    <w:rsid w:val="00017595"/>
    <w:rsid w:val="00021197"/>
    <w:rsid w:val="00030EDA"/>
    <w:rsid w:val="0003229C"/>
    <w:rsid w:val="00045BEB"/>
    <w:rsid w:val="00073ADF"/>
    <w:rsid w:val="0007473C"/>
    <w:rsid w:val="000750C9"/>
    <w:rsid w:val="00087EAC"/>
    <w:rsid w:val="00094A16"/>
    <w:rsid w:val="000A233F"/>
    <w:rsid w:val="000A55B3"/>
    <w:rsid w:val="000C26DD"/>
    <w:rsid w:val="000C6B3A"/>
    <w:rsid w:val="001301D8"/>
    <w:rsid w:val="0013693D"/>
    <w:rsid w:val="00136968"/>
    <w:rsid w:val="0014100A"/>
    <w:rsid w:val="0014373A"/>
    <w:rsid w:val="00151ED1"/>
    <w:rsid w:val="00154968"/>
    <w:rsid w:val="00160E07"/>
    <w:rsid w:val="00164458"/>
    <w:rsid w:val="00165F85"/>
    <w:rsid w:val="00170E72"/>
    <w:rsid w:val="0017377E"/>
    <w:rsid w:val="00177BE9"/>
    <w:rsid w:val="001802D8"/>
    <w:rsid w:val="001840EA"/>
    <w:rsid w:val="00185BED"/>
    <w:rsid w:val="001922A0"/>
    <w:rsid w:val="00195A08"/>
    <w:rsid w:val="00197271"/>
    <w:rsid w:val="001B057D"/>
    <w:rsid w:val="001D00A1"/>
    <w:rsid w:val="001F6290"/>
    <w:rsid w:val="00213F2C"/>
    <w:rsid w:val="00223478"/>
    <w:rsid w:val="00225015"/>
    <w:rsid w:val="00272012"/>
    <w:rsid w:val="002825A8"/>
    <w:rsid w:val="00283A7C"/>
    <w:rsid w:val="002850DE"/>
    <w:rsid w:val="00292860"/>
    <w:rsid w:val="002968BB"/>
    <w:rsid w:val="002976A9"/>
    <w:rsid w:val="002B0278"/>
    <w:rsid w:val="002B0866"/>
    <w:rsid w:val="002B41A8"/>
    <w:rsid w:val="002D29E1"/>
    <w:rsid w:val="002E301D"/>
    <w:rsid w:val="00304ADA"/>
    <w:rsid w:val="00306B9F"/>
    <w:rsid w:val="00307892"/>
    <w:rsid w:val="00315203"/>
    <w:rsid w:val="003264F1"/>
    <w:rsid w:val="00337851"/>
    <w:rsid w:val="00342FBB"/>
    <w:rsid w:val="00347E4D"/>
    <w:rsid w:val="00351AF3"/>
    <w:rsid w:val="0039238A"/>
    <w:rsid w:val="003B1326"/>
    <w:rsid w:val="003C5B45"/>
    <w:rsid w:val="003D41BB"/>
    <w:rsid w:val="003E01BE"/>
    <w:rsid w:val="003F03EB"/>
    <w:rsid w:val="003F623C"/>
    <w:rsid w:val="003F7F87"/>
    <w:rsid w:val="00402B09"/>
    <w:rsid w:val="00417ED2"/>
    <w:rsid w:val="00430858"/>
    <w:rsid w:val="00443091"/>
    <w:rsid w:val="00456107"/>
    <w:rsid w:val="0046567F"/>
    <w:rsid w:val="004706A1"/>
    <w:rsid w:val="00472203"/>
    <w:rsid w:val="00475954"/>
    <w:rsid w:val="00492966"/>
    <w:rsid w:val="00495930"/>
    <w:rsid w:val="004A01E5"/>
    <w:rsid w:val="004A7B44"/>
    <w:rsid w:val="004C0E36"/>
    <w:rsid w:val="004C34BB"/>
    <w:rsid w:val="004D1C9F"/>
    <w:rsid w:val="004E2B7C"/>
    <w:rsid w:val="004E5E95"/>
    <w:rsid w:val="004E70EA"/>
    <w:rsid w:val="004F2C98"/>
    <w:rsid w:val="004F5AFF"/>
    <w:rsid w:val="005132B0"/>
    <w:rsid w:val="00517E3A"/>
    <w:rsid w:val="0052284C"/>
    <w:rsid w:val="005334F7"/>
    <w:rsid w:val="00543ACF"/>
    <w:rsid w:val="00561B7B"/>
    <w:rsid w:val="00561C5A"/>
    <w:rsid w:val="005728B3"/>
    <w:rsid w:val="005738D5"/>
    <w:rsid w:val="0057504E"/>
    <w:rsid w:val="005832C4"/>
    <w:rsid w:val="00587966"/>
    <w:rsid w:val="00587A91"/>
    <w:rsid w:val="005A5C87"/>
    <w:rsid w:val="005A7541"/>
    <w:rsid w:val="005B2E55"/>
    <w:rsid w:val="005B37E2"/>
    <w:rsid w:val="005B460C"/>
    <w:rsid w:val="005D7525"/>
    <w:rsid w:val="005E1AB1"/>
    <w:rsid w:val="005E20B2"/>
    <w:rsid w:val="005E5A22"/>
    <w:rsid w:val="005F5FA1"/>
    <w:rsid w:val="00625B5A"/>
    <w:rsid w:val="0063686B"/>
    <w:rsid w:val="006435FE"/>
    <w:rsid w:val="0064494B"/>
    <w:rsid w:val="00650CB8"/>
    <w:rsid w:val="00657E8C"/>
    <w:rsid w:val="0066326F"/>
    <w:rsid w:val="00665665"/>
    <w:rsid w:val="0068067D"/>
    <w:rsid w:val="0068131D"/>
    <w:rsid w:val="00690FB1"/>
    <w:rsid w:val="006A24C7"/>
    <w:rsid w:val="006B5D59"/>
    <w:rsid w:val="006D39B2"/>
    <w:rsid w:val="006D3F30"/>
    <w:rsid w:val="006D50FA"/>
    <w:rsid w:val="006F0D5B"/>
    <w:rsid w:val="006F787A"/>
    <w:rsid w:val="00710301"/>
    <w:rsid w:val="0073574D"/>
    <w:rsid w:val="007460F9"/>
    <w:rsid w:val="00766135"/>
    <w:rsid w:val="00766CD6"/>
    <w:rsid w:val="0076745A"/>
    <w:rsid w:val="007738BD"/>
    <w:rsid w:val="0077662F"/>
    <w:rsid w:val="007837ED"/>
    <w:rsid w:val="00790D07"/>
    <w:rsid w:val="007B3E66"/>
    <w:rsid w:val="007C0FDD"/>
    <w:rsid w:val="007C308E"/>
    <w:rsid w:val="007C5B85"/>
    <w:rsid w:val="007E16D1"/>
    <w:rsid w:val="007E6CED"/>
    <w:rsid w:val="007F22F2"/>
    <w:rsid w:val="007F7E54"/>
    <w:rsid w:val="00802588"/>
    <w:rsid w:val="00813612"/>
    <w:rsid w:val="0081479C"/>
    <w:rsid w:val="00825830"/>
    <w:rsid w:val="00826CB2"/>
    <w:rsid w:val="00830375"/>
    <w:rsid w:val="00830A2B"/>
    <w:rsid w:val="00831014"/>
    <w:rsid w:val="00832323"/>
    <w:rsid w:val="00861A1A"/>
    <w:rsid w:val="00864D93"/>
    <w:rsid w:val="00875E54"/>
    <w:rsid w:val="00882BE0"/>
    <w:rsid w:val="008836CE"/>
    <w:rsid w:val="00891FF5"/>
    <w:rsid w:val="00893E89"/>
    <w:rsid w:val="008A3619"/>
    <w:rsid w:val="008B05F5"/>
    <w:rsid w:val="008B639F"/>
    <w:rsid w:val="008B6CCD"/>
    <w:rsid w:val="008C0341"/>
    <w:rsid w:val="008C41A0"/>
    <w:rsid w:val="008C64E0"/>
    <w:rsid w:val="008D38F1"/>
    <w:rsid w:val="008E1F64"/>
    <w:rsid w:val="008F1B37"/>
    <w:rsid w:val="008F5585"/>
    <w:rsid w:val="00912A69"/>
    <w:rsid w:val="00916DC9"/>
    <w:rsid w:val="00935EA8"/>
    <w:rsid w:val="0094072E"/>
    <w:rsid w:val="00950649"/>
    <w:rsid w:val="0095346A"/>
    <w:rsid w:val="00955A25"/>
    <w:rsid w:val="00963F86"/>
    <w:rsid w:val="0097175A"/>
    <w:rsid w:val="00974B16"/>
    <w:rsid w:val="009802AD"/>
    <w:rsid w:val="009A5F9E"/>
    <w:rsid w:val="009B638C"/>
    <w:rsid w:val="009C7B24"/>
    <w:rsid w:val="009E2A2A"/>
    <w:rsid w:val="009F6E5E"/>
    <w:rsid w:val="00A16955"/>
    <w:rsid w:val="00A17111"/>
    <w:rsid w:val="00A25419"/>
    <w:rsid w:val="00A26A28"/>
    <w:rsid w:val="00A41E41"/>
    <w:rsid w:val="00A50FFF"/>
    <w:rsid w:val="00A527AF"/>
    <w:rsid w:val="00A535A7"/>
    <w:rsid w:val="00A54992"/>
    <w:rsid w:val="00A633E1"/>
    <w:rsid w:val="00A65E53"/>
    <w:rsid w:val="00A8234A"/>
    <w:rsid w:val="00A97C95"/>
    <w:rsid w:val="00AA0506"/>
    <w:rsid w:val="00AA5B23"/>
    <w:rsid w:val="00AC4ED9"/>
    <w:rsid w:val="00AC6380"/>
    <w:rsid w:val="00AD2F36"/>
    <w:rsid w:val="00AD6E4D"/>
    <w:rsid w:val="00AF5281"/>
    <w:rsid w:val="00B01599"/>
    <w:rsid w:val="00B15DB4"/>
    <w:rsid w:val="00B177D0"/>
    <w:rsid w:val="00B3151A"/>
    <w:rsid w:val="00B37307"/>
    <w:rsid w:val="00B47F3B"/>
    <w:rsid w:val="00B5145B"/>
    <w:rsid w:val="00B64309"/>
    <w:rsid w:val="00B707D0"/>
    <w:rsid w:val="00B75FF7"/>
    <w:rsid w:val="00B816F4"/>
    <w:rsid w:val="00B822EA"/>
    <w:rsid w:val="00B84417"/>
    <w:rsid w:val="00B84C75"/>
    <w:rsid w:val="00B94FBB"/>
    <w:rsid w:val="00BA3595"/>
    <w:rsid w:val="00BB3CAA"/>
    <w:rsid w:val="00BB48C7"/>
    <w:rsid w:val="00BC1F6B"/>
    <w:rsid w:val="00BC732E"/>
    <w:rsid w:val="00BD00FD"/>
    <w:rsid w:val="00BD3D30"/>
    <w:rsid w:val="00BD7612"/>
    <w:rsid w:val="00BE6648"/>
    <w:rsid w:val="00BF5E09"/>
    <w:rsid w:val="00BF6970"/>
    <w:rsid w:val="00C148FD"/>
    <w:rsid w:val="00C2393A"/>
    <w:rsid w:val="00C24013"/>
    <w:rsid w:val="00C5580D"/>
    <w:rsid w:val="00C56549"/>
    <w:rsid w:val="00C57915"/>
    <w:rsid w:val="00C7264E"/>
    <w:rsid w:val="00C767C9"/>
    <w:rsid w:val="00C878F0"/>
    <w:rsid w:val="00C95CC1"/>
    <w:rsid w:val="00CA51B5"/>
    <w:rsid w:val="00CC2293"/>
    <w:rsid w:val="00CC266E"/>
    <w:rsid w:val="00CE09BA"/>
    <w:rsid w:val="00CF49FA"/>
    <w:rsid w:val="00CF4DFA"/>
    <w:rsid w:val="00D060B3"/>
    <w:rsid w:val="00D06992"/>
    <w:rsid w:val="00D12029"/>
    <w:rsid w:val="00D20A5C"/>
    <w:rsid w:val="00D2650E"/>
    <w:rsid w:val="00D33524"/>
    <w:rsid w:val="00D573B0"/>
    <w:rsid w:val="00D6535B"/>
    <w:rsid w:val="00D71B81"/>
    <w:rsid w:val="00D773FA"/>
    <w:rsid w:val="00DA18A6"/>
    <w:rsid w:val="00DA1F5C"/>
    <w:rsid w:val="00DA24E3"/>
    <w:rsid w:val="00DB2F24"/>
    <w:rsid w:val="00DB674B"/>
    <w:rsid w:val="00DC1DC7"/>
    <w:rsid w:val="00DD085D"/>
    <w:rsid w:val="00DD34CF"/>
    <w:rsid w:val="00DD6149"/>
    <w:rsid w:val="00DE3767"/>
    <w:rsid w:val="00E0343F"/>
    <w:rsid w:val="00E04F5B"/>
    <w:rsid w:val="00E10571"/>
    <w:rsid w:val="00E10DD0"/>
    <w:rsid w:val="00E11170"/>
    <w:rsid w:val="00E14EEB"/>
    <w:rsid w:val="00E20F3C"/>
    <w:rsid w:val="00E2272B"/>
    <w:rsid w:val="00E22898"/>
    <w:rsid w:val="00E25F16"/>
    <w:rsid w:val="00E352FF"/>
    <w:rsid w:val="00E41087"/>
    <w:rsid w:val="00E433EA"/>
    <w:rsid w:val="00E516D7"/>
    <w:rsid w:val="00E5359D"/>
    <w:rsid w:val="00E53FB5"/>
    <w:rsid w:val="00E54A46"/>
    <w:rsid w:val="00E65738"/>
    <w:rsid w:val="00E71732"/>
    <w:rsid w:val="00E728DC"/>
    <w:rsid w:val="00E8518C"/>
    <w:rsid w:val="00E879F9"/>
    <w:rsid w:val="00E90BD9"/>
    <w:rsid w:val="00EA1BDF"/>
    <w:rsid w:val="00EB52B6"/>
    <w:rsid w:val="00EB6B74"/>
    <w:rsid w:val="00EB6E4B"/>
    <w:rsid w:val="00EC4344"/>
    <w:rsid w:val="00EC77B0"/>
    <w:rsid w:val="00ED2956"/>
    <w:rsid w:val="00EE3197"/>
    <w:rsid w:val="00EF2951"/>
    <w:rsid w:val="00F168D6"/>
    <w:rsid w:val="00F24638"/>
    <w:rsid w:val="00F248A4"/>
    <w:rsid w:val="00F31E6F"/>
    <w:rsid w:val="00F46B18"/>
    <w:rsid w:val="00F51C9D"/>
    <w:rsid w:val="00F748A6"/>
    <w:rsid w:val="00F76CBE"/>
    <w:rsid w:val="00F818A7"/>
    <w:rsid w:val="00F82C59"/>
    <w:rsid w:val="00F8464E"/>
    <w:rsid w:val="00F871C6"/>
    <w:rsid w:val="00F8749B"/>
    <w:rsid w:val="00FA3F39"/>
    <w:rsid w:val="00FA74D9"/>
    <w:rsid w:val="00FB0FCA"/>
    <w:rsid w:val="00FB201E"/>
    <w:rsid w:val="00FC07A5"/>
    <w:rsid w:val="00FC3F56"/>
    <w:rsid w:val="00FD3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090D834"/>
  <w15:docId w15:val="{8D6531CE-B69E-461C-8244-C53367B118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264F1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FB201E"/>
    <w:pPr>
      <w:numPr>
        <w:numId w:val="2"/>
      </w:numPr>
      <w:tabs>
        <w:tab w:val="left" w:pos="426"/>
      </w:tabs>
      <w:ind w:left="284" w:hanging="284"/>
      <w:contextualSpacing/>
    </w:pPr>
    <w:rPr>
      <w:b/>
    </w:rPr>
  </w:style>
  <w:style w:type="character" w:styleId="Zstupntext">
    <w:name w:val="Placeholder Text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triot\Data\School\Projects&amp;Skills\Project%20Techpedia\LM_15%20-%20Modern%20Data%20Interfaces\TechPedia_worksheet_template_EN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TechPedia_worksheet_template_EN.dot</Template>
  <TotalTime>0</TotalTime>
  <Pages>3</Pages>
  <Words>361</Words>
  <Characters>2136</Characters>
  <Application>Microsoft Office Word</Application>
  <DocSecurity>0</DocSecurity>
  <Lines>17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ČVUT FEL Praha</Company>
  <LinksUpToDate>false</LinksUpToDate>
  <CharactersWithSpaces>2493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Bc. Ivan Pravda, Ph.D.</dc:creator>
  <cp:keywords/>
  <cp:lastModifiedBy>Marek Nevosad</cp:lastModifiedBy>
  <cp:revision>2</cp:revision>
  <cp:lastPrinted>2013-05-24T15:00:00Z</cp:lastPrinted>
  <dcterms:created xsi:type="dcterms:W3CDTF">2016-02-29T13:36:00Z</dcterms:created>
  <dcterms:modified xsi:type="dcterms:W3CDTF">2016-02-29T13:36:00Z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