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159" w:rsidRPr="00FF5D8C" w:rsidRDefault="00FF5D8C" w:rsidP="00056FF0">
      <w:pPr>
        <w:pStyle w:val="eTask"/>
        <w:rPr>
          <w:rStyle w:val="eAbbreviationMeaning"/>
          <w:b/>
          <w:i w:val="0"/>
          <w:color w:val="auto"/>
          <w:lang w:val="es-ES" w:eastAsia="cs-CZ"/>
        </w:rPr>
      </w:pPr>
      <w:r w:rsidRPr="00FF5D8C">
        <w:rPr>
          <w:lang w:val="es-ES"/>
        </w:rPr>
        <w:t>Marque las afirmaciones correctas</w:t>
      </w:r>
      <w:r w:rsidR="00104245" w:rsidRPr="00FF5D8C">
        <w:rPr>
          <w:lang w:val="es-ES"/>
        </w:rPr>
        <w:t>:</w:t>
      </w:r>
      <w:r w:rsidR="008426C2" w:rsidRPr="00FF5D8C">
        <w:rPr>
          <w:lang w:val="es-ES"/>
        </w:rPr>
        <w:t xml:space="preserve"> </w:t>
      </w:r>
      <w:r w:rsidR="005B0689" w:rsidRPr="00FF5D8C">
        <w:rPr>
          <w:rStyle w:val="eAbbreviationMeaning"/>
          <w:color w:val="auto"/>
          <w:lang w:val="es-ES" w:eastAsia="cs-CZ"/>
        </w:rPr>
        <w:t>eS</w:t>
      </w:r>
      <w:r w:rsidR="00A407AE" w:rsidRPr="00FF5D8C">
        <w:rPr>
          <w:rStyle w:val="eAbbreviationMeaning"/>
          <w:color w:val="auto"/>
          <w:lang w:val="es-ES" w:eastAsia="cs-CZ"/>
        </w:rPr>
        <w:t>ervice</w:t>
      </w:r>
    </w:p>
    <w:p w:rsidR="002510FF" w:rsidRPr="00FF5D8C" w:rsidRDefault="002510FF" w:rsidP="002510FF">
      <w:pPr>
        <w:rPr>
          <w:rStyle w:val="eAbbreviationMeaning"/>
          <w:b w:val="0"/>
          <w:i w:val="0"/>
          <w:color w:val="auto"/>
          <w:lang w:val="es-ES" w:eastAsia="cs-CZ"/>
        </w:rPr>
      </w:pPr>
    </w:p>
    <w:p w:rsidR="00456D3E" w:rsidRPr="00196C0E" w:rsidRDefault="00196C0E" w:rsidP="00456D3E">
      <w:pPr>
        <w:pStyle w:val="eCheckBoxText"/>
        <w:rPr>
          <w:rStyle w:val="eCheckBoxSquareChar"/>
          <w:lang w:val="es-ES"/>
        </w:rPr>
      </w:pPr>
      <w:r w:rsidRPr="00196C0E">
        <w:rPr>
          <w:rStyle w:val="eCheckBoxSquareChar"/>
          <w:lang w:val="es-ES"/>
        </w:rPr>
        <w:t>□</w:t>
      </w:r>
      <w:r w:rsidR="00456D3E" w:rsidRPr="00196C0E">
        <w:rPr>
          <w:lang w:val="es-ES"/>
        </w:rPr>
        <w:tab/>
      </w:r>
      <w:r w:rsidR="00FF5D8C" w:rsidRPr="00196C0E">
        <w:rPr>
          <w:lang w:val="es-ES"/>
        </w:rPr>
        <w:t>es un servicio que está ac</w:t>
      </w:r>
      <w:r w:rsidR="00C341C5" w:rsidRPr="00196C0E">
        <w:rPr>
          <w:lang w:val="es-ES"/>
        </w:rPr>
        <w:t>ce</w:t>
      </w:r>
      <w:r w:rsidR="00FF5D8C" w:rsidRPr="00196C0E">
        <w:rPr>
          <w:lang w:val="es-ES"/>
        </w:rPr>
        <w:t>sible las 24 horas del día y desde cualquier lugar</w:t>
      </w:r>
    </w:p>
    <w:p w:rsidR="00456D3E" w:rsidRPr="00196C0E" w:rsidRDefault="00196C0E" w:rsidP="00456D3E">
      <w:pPr>
        <w:pStyle w:val="eCheckBoxText"/>
        <w:rPr>
          <w:rStyle w:val="eCheckBoxSquareChar"/>
          <w:lang w:val="es-ES"/>
        </w:rPr>
      </w:pPr>
      <w:r w:rsidRPr="00196C0E">
        <w:rPr>
          <w:rStyle w:val="eCheckBoxSquareChar"/>
          <w:lang w:val="es-ES"/>
        </w:rPr>
        <w:t>□</w:t>
      </w:r>
      <w:r w:rsidR="00456D3E" w:rsidRPr="00196C0E">
        <w:rPr>
          <w:lang w:val="es-ES"/>
        </w:rPr>
        <w:tab/>
      </w:r>
      <w:r w:rsidR="00FF5D8C" w:rsidRPr="00196C0E">
        <w:rPr>
          <w:lang w:val="es-ES"/>
        </w:rPr>
        <w:t>es un servicio accesible a través de Internet para impulsar nuevas fuentes de ingresos</w:t>
      </w:r>
    </w:p>
    <w:p w:rsidR="00456D3E" w:rsidRPr="00196C0E" w:rsidRDefault="00196C0E" w:rsidP="00456D3E">
      <w:pPr>
        <w:pStyle w:val="eCheckBoxText"/>
        <w:rPr>
          <w:rStyle w:val="eCheckBoxSquareChar"/>
          <w:lang w:val="es-ES"/>
        </w:rPr>
      </w:pPr>
      <w:r w:rsidRPr="00196C0E">
        <w:rPr>
          <w:rStyle w:val="eCheckBoxSquareChar"/>
          <w:lang w:val="es-ES"/>
        </w:rPr>
        <w:t>□</w:t>
      </w:r>
      <w:r w:rsidR="00456D3E" w:rsidRPr="00196C0E">
        <w:rPr>
          <w:lang w:val="es-ES"/>
        </w:rPr>
        <w:tab/>
      </w:r>
      <w:r w:rsidR="00FF5D8C" w:rsidRPr="00196C0E">
        <w:rPr>
          <w:lang w:val="es-ES"/>
        </w:rPr>
        <w:t>es un servicio que crea nuevas eficiencias (por ejemplo de negocio)</w:t>
      </w:r>
    </w:p>
    <w:p w:rsidR="00456D3E" w:rsidRPr="00196C0E" w:rsidRDefault="00456D3E" w:rsidP="00456D3E">
      <w:pPr>
        <w:pStyle w:val="eCheckBoxText"/>
        <w:rPr>
          <w:rStyle w:val="eCheckBoxSquareChar"/>
          <w:lang w:val="es-ES"/>
        </w:rPr>
      </w:pPr>
      <w:r w:rsidRPr="00196C0E">
        <w:rPr>
          <w:rStyle w:val="eCheckBoxSquareChar"/>
          <w:lang w:val="es-ES"/>
        </w:rPr>
        <w:t>□</w:t>
      </w:r>
      <w:r w:rsidRPr="00196C0E">
        <w:rPr>
          <w:rStyle w:val="eCheckBoxSquareChar"/>
          <w:lang w:val="es-ES"/>
        </w:rPr>
        <w:tab/>
      </w:r>
      <w:r w:rsidR="00C341C5" w:rsidRPr="00196C0E">
        <w:rPr>
          <w:lang w:val="es-ES"/>
        </w:rPr>
        <w:t>es un servicio que licencia software a los usuarios</w:t>
      </w:r>
    </w:p>
    <w:p w:rsidR="00456D3E" w:rsidRPr="00196C0E" w:rsidRDefault="00196C0E" w:rsidP="00456D3E">
      <w:pPr>
        <w:pStyle w:val="eCheckBoxText"/>
        <w:rPr>
          <w:lang w:val="es-ES"/>
        </w:rPr>
      </w:pPr>
      <w:r w:rsidRPr="00196C0E">
        <w:rPr>
          <w:rStyle w:val="eCheckBoxSquareChar"/>
          <w:lang w:val="es-ES"/>
        </w:rPr>
        <w:t>□</w:t>
      </w:r>
      <w:r w:rsidR="00456D3E" w:rsidRPr="00196C0E">
        <w:rPr>
          <w:rStyle w:val="eCheckBoxSquareChar"/>
          <w:lang w:val="es-ES"/>
        </w:rPr>
        <w:tab/>
      </w:r>
      <w:r w:rsidR="00C341C5" w:rsidRPr="00196C0E">
        <w:rPr>
          <w:lang w:val="es-ES"/>
        </w:rPr>
        <w:t>es un servicio mediado por tecnologías de la información</w:t>
      </w:r>
    </w:p>
    <w:p w:rsidR="00B87089" w:rsidRPr="00056FF0" w:rsidRDefault="00B87089" w:rsidP="00456D3E">
      <w:pPr>
        <w:pStyle w:val="eLineBottom"/>
        <w:rPr>
          <w:lang w:val="cs-CZ"/>
        </w:rPr>
      </w:pPr>
    </w:p>
    <w:p w:rsidR="00056FF0" w:rsidRPr="00C341C5" w:rsidRDefault="00056FF0" w:rsidP="00056FF0">
      <w:pPr>
        <w:rPr>
          <w:lang w:val="es-ES"/>
        </w:rPr>
      </w:pPr>
    </w:p>
    <w:p w:rsidR="00EB5344" w:rsidRPr="00056FF0" w:rsidRDefault="00205DE0" w:rsidP="00056FF0">
      <w:pPr>
        <w:pStyle w:val="eTask"/>
      </w:pPr>
      <w:r>
        <w:t xml:space="preserve">¡Complete la </w:t>
      </w:r>
      <w:proofErr w:type="spellStart"/>
      <w:r>
        <w:t>frase</w:t>
      </w:r>
      <w:proofErr w:type="spellEnd"/>
      <w:r w:rsidR="00A407AE">
        <w:t>!</w:t>
      </w:r>
    </w:p>
    <w:p w:rsidR="00056FF0" w:rsidRPr="00056FF0" w:rsidRDefault="00056FF0" w:rsidP="008426C2">
      <w:pPr>
        <w:rPr>
          <w:sz w:val="20"/>
          <w:szCs w:val="20"/>
        </w:rPr>
      </w:pPr>
    </w:p>
    <w:p w:rsidR="00104245" w:rsidRPr="00205DE0" w:rsidRDefault="005715DC" w:rsidP="002510FF">
      <w:pPr>
        <w:spacing w:line="360" w:lineRule="auto"/>
        <w:rPr>
          <w:lang w:val="es-ES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>E-banking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E-work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lang w:val="es-ES"/>
                  </w:rPr>
                  <m:t>E-commerce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lang w:val="es-ES"/>
                  </w:rPr>
                  <m:t>M-banking</m:t>
                </m:r>
              </m:e>
            </m:eqArr>
          </m:e>
        </m:d>
      </m:oMath>
      <w:r w:rsidR="0051036E" w:rsidRPr="00196C0E">
        <w:rPr>
          <w:lang w:val="es-ES"/>
        </w:rPr>
        <w:t xml:space="preserve"> </w:t>
      </w:r>
      <w:proofErr w:type="gramStart"/>
      <w:r w:rsidR="00205DE0" w:rsidRPr="00196C0E">
        <w:rPr>
          <w:lang w:val="es-ES"/>
        </w:rPr>
        <w:t>es</w:t>
      </w:r>
      <w:proofErr w:type="gramEnd"/>
      <w:r w:rsidR="00205DE0" w:rsidRPr="00196C0E">
        <w:rPr>
          <w:lang w:val="es-ES"/>
        </w:rPr>
        <w:t xml:space="preserve"> un servicio que engloba las actividades comerciales en línea r</w:t>
      </w:r>
      <w:r w:rsidR="004E5A71">
        <w:rPr>
          <w:lang w:val="es-ES"/>
        </w:rPr>
        <w:t>elacionada</w:t>
      </w:r>
      <w:r w:rsidR="00205DE0" w:rsidRPr="00196C0E">
        <w:rPr>
          <w:lang w:val="es-ES"/>
        </w:rPr>
        <w:t xml:space="preserve">s </w:t>
      </w:r>
      <w:r w:rsidR="00205DE0" w:rsidRPr="00205DE0">
        <w:rPr>
          <w:lang w:val="es-ES"/>
        </w:rPr>
        <w:t>con los productos y servicios.</w:t>
      </w:r>
    </w:p>
    <w:p w:rsidR="00B87089" w:rsidRPr="00205DE0" w:rsidRDefault="00B87089" w:rsidP="00B87089">
      <w:pPr>
        <w:pStyle w:val="eLineBottom"/>
        <w:rPr>
          <w:lang w:val="es-ES"/>
        </w:rPr>
      </w:pPr>
    </w:p>
    <w:p w:rsidR="008B4839" w:rsidRPr="00205DE0" w:rsidRDefault="008B4839" w:rsidP="008426C2">
      <w:pPr>
        <w:rPr>
          <w:sz w:val="20"/>
          <w:szCs w:val="20"/>
          <w:lang w:val="es-ES"/>
        </w:rPr>
      </w:pPr>
    </w:p>
    <w:p w:rsidR="00205DE0" w:rsidRPr="006F402A" w:rsidRDefault="00205DE0" w:rsidP="00205DE0">
      <w:pPr>
        <w:pStyle w:val="eTask"/>
        <w:rPr>
          <w:lang w:val="es-ES"/>
        </w:rPr>
      </w:pPr>
      <w:r>
        <w:rPr>
          <w:lang w:val="es-ES"/>
        </w:rPr>
        <w:t>¡Asigne</w:t>
      </w:r>
      <w:r w:rsidRPr="006F402A">
        <w:rPr>
          <w:lang w:val="es-ES"/>
        </w:rPr>
        <w:t xml:space="preserve"> los términos d</w:t>
      </w:r>
      <w:r>
        <w:rPr>
          <w:lang w:val="es-ES"/>
        </w:rPr>
        <w:t>e la columna de la izquierda a</w:t>
      </w:r>
      <w:r w:rsidRPr="006F402A">
        <w:rPr>
          <w:lang w:val="es-ES"/>
        </w:rPr>
        <w:t xml:space="preserve"> las definiciones</w:t>
      </w:r>
      <w:r>
        <w:rPr>
          <w:lang w:val="es-ES"/>
        </w:rPr>
        <w:t xml:space="preserve"> correspondientes a la derecha!</w:t>
      </w:r>
    </w:p>
    <w:p w:rsidR="00B05FE7" w:rsidRPr="00205DE0" w:rsidRDefault="00B05FE7" w:rsidP="002510FF">
      <w:pPr>
        <w:rPr>
          <w:lang w:val="es-ES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6836"/>
      </w:tblGrid>
      <w:tr w:rsidR="00456D3E" w:rsidRPr="004E5A71" w:rsidTr="002510FF">
        <w:trPr>
          <w:trHeight w:val="680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456D3E" w:rsidRPr="009B1030" w:rsidRDefault="00456D3E" w:rsidP="002510FF">
            <w:pPr>
              <w:jc w:val="center"/>
            </w:pPr>
            <w:r w:rsidRPr="009B1030">
              <w:t>B2B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9B1030" w:rsidRDefault="00456D3E" w:rsidP="00B05FE7">
            <w:pPr>
              <w:pStyle w:val="eText"/>
            </w:pPr>
          </w:p>
        </w:tc>
        <w:tc>
          <w:tcPr>
            <w:tcW w:w="6836" w:type="dxa"/>
            <w:tcBorders>
              <w:bottom w:val="single" w:sz="4" w:space="0" w:color="auto"/>
            </w:tcBorders>
            <w:vAlign w:val="center"/>
          </w:tcPr>
          <w:p w:rsidR="00456D3E" w:rsidRPr="0070712E" w:rsidRDefault="0070712E" w:rsidP="0070712E">
            <w:pPr>
              <w:rPr>
                <w:lang w:val="es-ES"/>
              </w:rPr>
            </w:pPr>
            <w:r>
              <w:rPr>
                <w:lang w:val="es-ES"/>
              </w:rPr>
              <w:t xml:space="preserve">Los </w:t>
            </w:r>
            <w:r w:rsidRPr="0070712E">
              <w:rPr>
                <w:lang w:val="es-ES"/>
              </w:rPr>
              <w:t>clientes (consumidores) ofrecen sus productos o servicios en línea a las empresas.</w:t>
            </w:r>
          </w:p>
        </w:tc>
      </w:tr>
      <w:tr w:rsidR="002510FF" w:rsidRPr="004E5A71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70712E" w:rsidRDefault="002510FF" w:rsidP="002510FF">
            <w:pPr>
              <w:jc w:val="center"/>
              <w:rPr>
                <w:sz w:val="10"/>
                <w:szCs w:val="10"/>
                <w:lang w:val="es-E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70712E" w:rsidRDefault="002510FF" w:rsidP="00B05FE7">
            <w:pPr>
              <w:pStyle w:val="eText"/>
              <w:rPr>
                <w:sz w:val="10"/>
                <w:szCs w:val="10"/>
                <w:lang w:val="es-ES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70712E" w:rsidRDefault="002510FF" w:rsidP="002510FF">
            <w:pPr>
              <w:rPr>
                <w:sz w:val="10"/>
                <w:szCs w:val="10"/>
                <w:lang w:val="es-ES"/>
              </w:rPr>
            </w:pPr>
          </w:p>
        </w:tc>
      </w:tr>
      <w:tr w:rsidR="00456D3E" w:rsidRPr="004E5A71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9B1030" w:rsidRDefault="00456D3E" w:rsidP="002510FF">
            <w:pPr>
              <w:jc w:val="center"/>
            </w:pPr>
            <w:r w:rsidRPr="009B1030">
              <w:t>B2C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9B1030" w:rsidRDefault="00456D3E" w:rsidP="00B05FE7">
            <w:pPr>
              <w:pStyle w:val="eText"/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173F49" w:rsidRDefault="00173F49" w:rsidP="002510FF">
            <w:pPr>
              <w:rPr>
                <w:lang w:val="es-ES"/>
              </w:rPr>
            </w:pPr>
            <w:r>
              <w:rPr>
                <w:lang w:val="es-ES"/>
              </w:rPr>
              <w:t xml:space="preserve">Las </w:t>
            </w:r>
            <w:r w:rsidRPr="00173F49">
              <w:rPr>
                <w:lang w:val="es-ES"/>
              </w:rPr>
              <w:t>empresas llevan a cabo transacciones con el gobierno</w:t>
            </w:r>
          </w:p>
        </w:tc>
      </w:tr>
      <w:tr w:rsidR="002510FF" w:rsidRPr="004E5A71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173F49" w:rsidRDefault="002510FF" w:rsidP="002510FF">
            <w:pPr>
              <w:jc w:val="center"/>
              <w:rPr>
                <w:sz w:val="10"/>
                <w:szCs w:val="10"/>
                <w:lang w:val="es-E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173F49" w:rsidRDefault="002510FF" w:rsidP="00B05FE7">
            <w:pPr>
              <w:pStyle w:val="eText"/>
              <w:rPr>
                <w:sz w:val="10"/>
                <w:szCs w:val="10"/>
                <w:lang w:val="es-ES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173F49" w:rsidRDefault="002510FF" w:rsidP="002510FF">
            <w:pPr>
              <w:rPr>
                <w:sz w:val="10"/>
                <w:szCs w:val="10"/>
                <w:lang w:val="es-ES"/>
              </w:rPr>
            </w:pPr>
          </w:p>
        </w:tc>
      </w:tr>
      <w:tr w:rsidR="00456D3E" w:rsidRPr="004E5A71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9B1030" w:rsidRDefault="00456D3E" w:rsidP="002510FF">
            <w:pPr>
              <w:jc w:val="center"/>
            </w:pPr>
            <w:r w:rsidRPr="009B1030">
              <w:t>C2B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9B1030" w:rsidRDefault="00456D3E" w:rsidP="00B05FE7">
            <w:pPr>
              <w:pStyle w:val="eText"/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173F49" w:rsidRDefault="00173F49" w:rsidP="002510FF">
            <w:pPr>
              <w:rPr>
                <w:lang w:val="es-ES"/>
              </w:rPr>
            </w:pPr>
            <w:r>
              <w:rPr>
                <w:lang w:val="es-ES"/>
              </w:rPr>
              <w:t xml:space="preserve">Las </w:t>
            </w:r>
            <w:r w:rsidRPr="00173F49">
              <w:rPr>
                <w:lang w:val="es-ES"/>
              </w:rPr>
              <w:t>empresas venden sus pr</w:t>
            </w:r>
            <w:r>
              <w:rPr>
                <w:lang w:val="es-ES"/>
              </w:rPr>
              <w:t>oductos (servicios) en línea a</w:t>
            </w:r>
            <w:r w:rsidRPr="00173F49">
              <w:rPr>
                <w:lang w:val="es-ES"/>
              </w:rPr>
              <w:t xml:space="preserve"> otras empresas</w:t>
            </w:r>
          </w:p>
        </w:tc>
      </w:tr>
      <w:tr w:rsidR="002510FF" w:rsidRPr="004E5A71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173F49" w:rsidRDefault="002510FF" w:rsidP="002510FF">
            <w:pPr>
              <w:jc w:val="center"/>
              <w:rPr>
                <w:sz w:val="10"/>
                <w:szCs w:val="10"/>
                <w:lang w:val="es-E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173F49" w:rsidRDefault="002510FF" w:rsidP="00B05FE7">
            <w:pPr>
              <w:pStyle w:val="eText"/>
              <w:rPr>
                <w:sz w:val="10"/>
                <w:szCs w:val="10"/>
                <w:lang w:val="es-ES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173F49" w:rsidRDefault="002510FF" w:rsidP="002510FF">
            <w:pPr>
              <w:rPr>
                <w:sz w:val="10"/>
                <w:szCs w:val="10"/>
                <w:lang w:val="es-ES"/>
              </w:rPr>
            </w:pPr>
          </w:p>
        </w:tc>
      </w:tr>
      <w:tr w:rsidR="00456D3E" w:rsidRPr="004E5A71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9B1030" w:rsidRDefault="00456D3E" w:rsidP="002510FF">
            <w:pPr>
              <w:jc w:val="center"/>
            </w:pPr>
            <w:r w:rsidRPr="009B1030">
              <w:rPr>
                <w:rStyle w:val="eAbbreviation"/>
                <w:b w:val="0"/>
                <w:color w:val="auto"/>
                <w:lang w:val="sk-SK"/>
              </w:rPr>
              <w:t>C2C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9B1030" w:rsidRDefault="00456D3E" w:rsidP="00B05FE7">
            <w:pPr>
              <w:pStyle w:val="eText"/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173F49" w:rsidRDefault="00173F49" w:rsidP="002510FF">
            <w:pPr>
              <w:rPr>
                <w:lang w:val="es-ES"/>
              </w:rPr>
            </w:pPr>
            <w:r w:rsidRPr="00173F49">
              <w:rPr>
                <w:lang w:val="es-ES"/>
              </w:rPr>
              <w:t>Los consumidores en línea ofrecen y venden sus mercancías a otros consumidores</w:t>
            </w:r>
          </w:p>
        </w:tc>
      </w:tr>
      <w:tr w:rsidR="002510FF" w:rsidRPr="004E5A71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DD5AD3" w:rsidRDefault="002510FF" w:rsidP="002510FF">
            <w:pPr>
              <w:jc w:val="center"/>
              <w:rPr>
                <w:rStyle w:val="eAbbreviation"/>
                <w:b w:val="0"/>
                <w:color w:val="auto"/>
                <w:sz w:val="10"/>
                <w:szCs w:val="10"/>
                <w:lang w:val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173F49" w:rsidRDefault="002510FF" w:rsidP="00B05FE7">
            <w:pPr>
              <w:pStyle w:val="eText"/>
              <w:rPr>
                <w:sz w:val="10"/>
                <w:szCs w:val="10"/>
                <w:lang w:val="es-ES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173F49" w:rsidRDefault="002510FF" w:rsidP="002510FF">
            <w:pPr>
              <w:rPr>
                <w:sz w:val="10"/>
                <w:szCs w:val="10"/>
                <w:lang w:val="es-ES"/>
              </w:rPr>
            </w:pPr>
          </w:p>
        </w:tc>
      </w:tr>
      <w:tr w:rsidR="00456D3E" w:rsidRPr="004E5A71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</w:tcBorders>
            <w:vAlign w:val="center"/>
          </w:tcPr>
          <w:p w:rsidR="00456D3E" w:rsidRPr="009B1030" w:rsidRDefault="00456D3E" w:rsidP="002510FF">
            <w:pPr>
              <w:jc w:val="center"/>
            </w:pPr>
            <w:r w:rsidRPr="009B1030">
              <w:rPr>
                <w:rStyle w:val="eAbbreviation"/>
                <w:b w:val="0"/>
                <w:color w:val="auto"/>
                <w:lang w:val="sk-SK"/>
              </w:rPr>
              <w:t>B2G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9B1030" w:rsidRDefault="00456D3E" w:rsidP="00B05FE7">
            <w:pPr>
              <w:pStyle w:val="eText"/>
            </w:pPr>
          </w:p>
        </w:tc>
        <w:tc>
          <w:tcPr>
            <w:tcW w:w="6836" w:type="dxa"/>
            <w:tcBorders>
              <w:top w:val="single" w:sz="4" w:space="0" w:color="auto"/>
            </w:tcBorders>
            <w:vAlign w:val="center"/>
          </w:tcPr>
          <w:p w:rsidR="00456D3E" w:rsidRPr="00173F49" w:rsidRDefault="00173F49" w:rsidP="002510FF">
            <w:pPr>
              <w:rPr>
                <w:lang w:val="es-ES"/>
              </w:rPr>
            </w:pPr>
            <w:r>
              <w:rPr>
                <w:lang w:val="es-ES"/>
              </w:rPr>
              <w:t xml:space="preserve">Las </w:t>
            </w:r>
            <w:r w:rsidRPr="00173F49">
              <w:rPr>
                <w:lang w:val="es-ES"/>
              </w:rPr>
              <w:t>empresas venden sus productos y servicios en línea a los consumidores finales</w:t>
            </w:r>
          </w:p>
        </w:tc>
      </w:tr>
    </w:tbl>
    <w:p w:rsidR="00EB3231" w:rsidRPr="00173F49" w:rsidRDefault="00EB3231" w:rsidP="000525F8">
      <w:pPr>
        <w:pStyle w:val="eLineBottom"/>
        <w:rPr>
          <w:bCs/>
          <w:lang w:val="es-ES"/>
        </w:rPr>
      </w:pPr>
    </w:p>
    <w:p w:rsidR="00DD5AD3" w:rsidRPr="00173F49" w:rsidRDefault="00DD5AD3" w:rsidP="000525F8">
      <w:pPr>
        <w:pStyle w:val="eLineBottom"/>
        <w:rPr>
          <w:bCs/>
          <w:lang w:val="es-ES"/>
        </w:rPr>
      </w:pPr>
    </w:p>
    <w:p w:rsidR="002510FF" w:rsidRPr="00173F49" w:rsidRDefault="002510FF">
      <w:pPr>
        <w:rPr>
          <w:b/>
          <w:lang w:val="es-ES"/>
        </w:rPr>
      </w:pPr>
      <w:r w:rsidRPr="00173F49">
        <w:rPr>
          <w:lang w:val="es-ES"/>
        </w:rPr>
        <w:br w:type="page"/>
      </w:r>
    </w:p>
    <w:p w:rsidR="009B1030" w:rsidRPr="007C7F22" w:rsidRDefault="007C7F22" w:rsidP="00CA716C">
      <w:pPr>
        <w:pStyle w:val="eTask"/>
        <w:rPr>
          <w:rStyle w:val="eAbbreviationMeaning"/>
          <w:b/>
          <w:i w:val="0"/>
          <w:color w:val="auto"/>
          <w:lang w:val="es-ES" w:eastAsia="cs-CZ"/>
        </w:rPr>
      </w:pPr>
      <w:r w:rsidRPr="007C7F22">
        <w:rPr>
          <w:lang w:val="es-ES"/>
        </w:rPr>
        <w:lastRenderedPageBreak/>
        <w:t>¡Marque las afirmaciones correctas</w:t>
      </w:r>
      <w:r w:rsidR="00A51BF7" w:rsidRPr="007C7F22">
        <w:rPr>
          <w:lang w:val="es-ES"/>
        </w:rPr>
        <w:t>!</w:t>
      </w:r>
      <w:r>
        <w:rPr>
          <w:rStyle w:val="eAbbreviationMeaning"/>
          <w:color w:val="auto"/>
          <w:lang w:val="es-ES"/>
        </w:rPr>
        <w:t xml:space="preserve"> La telefonía V</w:t>
      </w:r>
      <w:r w:rsidR="007B3007" w:rsidRPr="007C7F22">
        <w:rPr>
          <w:rStyle w:val="eAbbreviationMeaning"/>
          <w:color w:val="auto"/>
          <w:lang w:val="es-ES"/>
        </w:rPr>
        <w:t xml:space="preserve">oIP </w:t>
      </w:r>
      <w:r>
        <w:rPr>
          <w:rStyle w:val="eAbbreviationMeaning"/>
          <w:color w:val="auto"/>
          <w:lang w:val="es-ES"/>
        </w:rPr>
        <w:t>realiza las actividades de</w:t>
      </w:r>
      <w:r w:rsidR="00A51BF7" w:rsidRPr="007C7F22">
        <w:rPr>
          <w:rStyle w:val="eAbbreviationMeaning"/>
          <w:color w:val="auto"/>
          <w:lang w:val="es-ES"/>
        </w:rPr>
        <w:t>:</w:t>
      </w:r>
    </w:p>
    <w:p w:rsidR="002510FF" w:rsidRPr="007C7F22" w:rsidRDefault="002510FF" w:rsidP="002510FF">
      <w:pPr>
        <w:pStyle w:val="eTask"/>
        <w:numPr>
          <w:ilvl w:val="0"/>
          <w:numId w:val="0"/>
        </w:numPr>
        <w:ind w:left="360" w:hanging="360"/>
        <w:rPr>
          <w:rStyle w:val="eAbbreviationMeaning"/>
          <w:color w:val="auto"/>
          <w:lang w:val="es-ES"/>
        </w:rPr>
      </w:pPr>
    </w:p>
    <w:p w:rsidR="007B3007" w:rsidRPr="007261C1" w:rsidRDefault="00456D3E" w:rsidP="00456D3E">
      <w:pPr>
        <w:pStyle w:val="eCheckBoxSquare"/>
        <w:rPr>
          <w:lang w:val="es-ES"/>
        </w:rPr>
      </w:pPr>
      <w:r w:rsidRPr="007261C1">
        <w:rPr>
          <w:lang w:val="es-ES"/>
        </w:rPr>
        <w:t>□</w:t>
      </w:r>
      <w:r w:rsidRPr="007261C1">
        <w:rPr>
          <w:lang w:val="es-ES"/>
        </w:rPr>
        <w:tab/>
      </w:r>
      <w:r w:rsidR="007261C1">
        <w:rPr>
          <w:sz w:val="24"/>
          <w:lang w:val="es-ES"/>
        </w:rPr>
        <w:t>d</w:t>
      </w:r>
      <w:r w:rsidR="007261C1" w:rsidRPr="007261C1">
        <w:rPr>
          <w:sz w:val="24"/>
          <w:lang w:val="es-ES"/>
        </w:rPr>
        <w:t>ecorrelación de los datos de entrada</w:t>
      </w:r>
    </w:p>
    <w:p w:rsidR="00456D3E" w:rsidRPr="00196C0E" w:rsidRDefault="00196C0E" w:rsidP="00456D3E">
      <w:pPr>
        <w:pStyle w:val="eCheckBoxText"/>
        <w:rPr>
          <w:rStyle w:val="eCheckBoxSquareChar"/>
          <w:lang w:val="es-ES"/>
        </w:rPr>
      </w:pPr>
      <w:r w:rsidRPr="00196C0E">
        <w:rPr>
          <w:sz w:val="40"/>
          <w:lang w:val="es-ES"/>
        </w:rPr>
        <w:t>□</w:t>
      </w:r>
      <w:r w:rsidR="00456D3E" w:rsidRPr="00196C0E">
        <w:rPr>
          <w:sz w:val="40"/>
          <w:lang w:val="es-ES"/>
        </w:rPr>
        <w:tab/>
      </w:r>
      <w:r w:rsidR="007261C1" w:rsidRPr="00196C0E">
        <w:rPr>
          <w:lang w:val="es-ES"/>
        </w:rPr>
        <w:t>digitalización de señales de voz analógicas</w:t>
      </w:r>
    </w:p>
    <w:p w:rsidR="00456D3E" w:rsidRPr="00196C0E" w:rsidRDefault="00456D3E" w:rsidP="00456D3E">
      <w:pPr>
        <w:pStyle w:val="eCheckBoxText"/>
        <w:rPr>
          <w:lang w:val="es-ES"/>
        </w:rPr>
      </w:pPr>
      <w:r w:rsidRPr="00196C0E">
        <w:rPr>
          <w:rStyle w:val="eCheckBoxSquareChar"/>
          <w:lang w:val="es-ES"/>
        </w:rPr>
        <w:t>□</w:t>
      </w:r>
      <w:r w:rsidRPr="00196C0E">
        <w:rPr>
          <w:lang w:val="es-ES"/>
        </w:rPr>
        <w:tab/>
      </w:r>
      <w:r w:rsidR="007261C1" w:rsidRPr="00196C0E">
        <w:rPr>
          <w:lang w:val="es-ES"/>
        </w:rPr>
        <w:t>reducción de la entropía</w:t>
      </w:r>
    </w:p>
    <w:p w:rsidR="007261C1" w:rsidRPr="00196C0E" w:rsidRDefault="00196C0E" w:rsidP="002510FF">
      <w:pPr>
        <w:pStyle w:val="eCheckBoxText"/>
        <w:rPr>
          <w:sz w:val="40"/>
          <w:lang w:val="es-ES"/>
        </w:rPr>
      </w:pPr>
      <w:r w:rsidRPr="00196C0E">
        <w:rPr>
          <w:sz w:val="40"/>
          <w:lang w:val="es-ES"/>
        </w:rPr>
        <w:t>□</w:t>
      </w:r>
      <w:r w:rsidR="002510FF" w:rsidRPr="00196C0E">
        <w:rPr>
          <w:sz w:val="40"/>
          <w:lang w:val="es-ES"/>
        </w:rPr>
        <w:tab/>
      </w:r>
      <w:r w:rsidR="007261C1" w:rsidRPr="00196C0E">
        <w:rPr>
          <w:lang w:val="es-ES"/>
        </w:rPr>
        <w:t>puesta a punto del canal</w:t>
      </w:r>
    </w:p>
    <w:p w:rsidR="002510FF" w:rsidRPr="005B607D" w:rsidRDefault="00196C0E" w:rsidP="002510FF">
      <w:pPr>
        <w:pStyle w:val="eCheckBoxText"/>
        <w:rPr>
          <w:lang w:val="es-ES"/>
        </w:rPr>
      </w:pPr>
      <w:r w:rsidRPr="00196C0E">
        <w:rPr>
          <w:sz w:val="40"/>
          <w:lang w:val="es-ES"/>
        </w:rPr>
        <w:t>□</w:t>
      </w:r>
      <w:r w:rsidR="002510FF" w:rsidRPr="00196C0E">
        <w:rPr>
          <w:sz w:val="40"/>
          <w:lang w:val="es-ES"/>
        </w:rPr>
        <w:tab/>
      </w:r>
      <w:r w:rsidR="007261C1" w:rsidRPr="00196C0E">
        <w:rPr>
          <w:lang w:val="es-ES"/>
        </w:rPr>
        <w:t>codificación de los datos de voz</w:t>
      </w:r>
    </w:p>
    <w:p w:rsidR="002510FF" w:rsidRPr="00196C0E" w:rsidRDefault="00196C0E" w:rsidP="002510FF">
      <w:pPr>
        <w:pStyle w:val="eCheckBoxText"/>
        <w:rPr>
          <w:lang w:val="es-ES"/>
        </w:rPr>
      </w:pPr>
      <w:r w:rsidRPr="00196C0E">
        <w:rPr>
          <w:sz w:val="40"/>
          <w:lang w:val="es-ES"/>
        </w:rPr>
        <w:t>□</w:t>
      </w:r>
      <w:r w:rsidR="002510FF" w:rsidRPr="00196C0E">
        <w:rPr>
          <w:sz w:val="40"/>
          <w:lang w:val="es-ES"/>
        </w:rPr>
        <w:tab/>
      </w:r>
      <w:r w:rsidR="007261C1" w:rsidRPr="00196C0E">
        <w:rPr>
          <w:lang w:val="es-ES"/>
        </w:rPr>
        <w:t>intercambio de señales</w:t>
      </w:r>
    </w:p>
    <w:p w:rsidR="00B87089" w:rsidRPr="00456D3E" w:rsidRDefault="00B87089" w:rsidP="00456D3E">
      <w:pPr>
        <w:pStyle w:val="eLineBottom"/>
      </w:pPr>
    </w:p>
    <w:p w:rsidR="00B05FE7" w:rsidRDefault="00B05FE7" w:rsidP="00AF4AAD">
      <w:pPr>
        <w:pStyle w:val="eTask"/>
        <w:numPr>
          <w:ilvl w:val="0"/>
          <w:numId w:val="0"/>
        </w:numPr>
        <w:ind w:left="360" w:hanging="360"/>
      </w:pPr>
    </w:p>
    <w:p w:rsidR="00A61EA9" w:rsidRPr="00056FF0" w:rsidRDefault="009D5175" w:rsidP="00056FF0">
      <w:pPr>
        <w:pStyle w:val="eTask"/>
      </w:pPr>
      <w:r>
        <w:t>¡Complete</w:t>
      </w:r>
      <w:r w:rsidR="007261C1">
        <w:t xml:space="preserve"> el </w:t>
      </w:r>
      <w:proofErr w:type="spellStart"/>
      <w:r w:rsidR="007261C1">
        <w:t>protocol</w:t>
      </w:r>
      <w:r w:rsidR="004E5A71">
        <w:t>o</w:t>
      </w:r>
      <w:proofErr w:type="spellEnd"/>
      <w:r w:rsidR="007261C1">
        <w:t xml:space="preserve"> </w:t>
      </w:r>
      <w:proofErr w:type="spellStart"/>
      <w:r w:rsidR="007261C1">
        <w:t>correcto</w:t>
      </w:r>
      <w:proofErr w:type="spellEnd"/>
      <w:r w:rsidR="00A51BF7">
        <w:t>!</w:t>
      </w:r>
    </w:p>
    <w:p w:rsidR="00B05FE7" w:rsidRDefault="00B05FE7" w:rsidP="00056FF0"/>
    <w:p w:rsidR="005C6F71" w:rsidRDefault="005715DC" w:rsidP="007261C1">
      <w:pPr>
        <w:pBdr>
          <w:bottom w:val="single" w:sz="4" w:space="1" w:color="auto"/>
        </w:pBd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>SIP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TCP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lang w:val="es-ES"/>
                  </w:rPr>
                  <m:t>UDP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lang w:val="es-ES"/>
                  </w:rPr>
                  <m:t>SCTP</m:t>
                </m:r>
              </m:e>
            </m:eqArr>
          </m:e>
        </m:d>
      </m:oMath>
      <w:r w:rsidR="00056FF0" w:rsidRPr="007261C1">
        <w:rPr>
          <w:lang w:val="es-ES"/>
        </w:rPr>
        <w:t xml:space="preserve"> </w:t>
      </w:r>
      <w:r w:rsidR="007261C1" w:rsidRPr="007261C1">
        <w:rPr>
          <w:lang w:val="es-ES"/>
        </w:rPr>
        <w:t xml:space="preserve">es un protocolo de comunicación que proporciona señalización de control para las sesiones de comunicación multimedia. </w:t>
      </w:r>
      <w:proofErr w:type="spellStart"/>
      <w:r w:rsidR="007261C1" w:rsidRPr="007261C1">
        <w:t>Es</w:t>
      </w:r>
      <w:proofErr w:type="spellEnd"/>
      <w:r w:rsidR="007261C1" w:rsidRPr="007261C1">
        <w:t xml:space="preserve"> </w:t>
      </w:r>
      <w:proofErr w:type="spellStart"/>
      <w:r w:rsidR="007261C1" w:rsidRPr="007261C1">
        <w:t>independiente</w:t>
      </w:r>
      <w:proofErr w:type="spellEnd"/>
      <w:r w:rsidR="007261C1" w:rsidRPr="007261C1">
        <w:t xml:space="preserve"> del </w:t>
      </w:r>
      <w:proofErr w:type="spellStart"/>
      <w:r w:rsidR="007261C1" w:rsidRPr="007261C1">
        <w:t>protocolo</w:t>
      </w:r>
      <w:proofErr w:type="spellEnd"/>
      <w:r w:rsidR="007261C1" w:rsidRPr="007261C1">
        <w:t xml:space="preserve"> de </w:t>
      </w:r>
      <w:proofErr w:type="spellStart"/>
      <w:r w:rsidR="007261C1" w:rsidRPr="007261C1">
        <w:t>transporte</w:t>
      </w:r>
      <w:proofErr w:type="spellEnd"/>
      <w:r w:rsidR="007261C1" w:rsidRPr="007261C1">
        <w:t xml:space="preserve"> </w:t>
      </w:r>
      <w:proofErr w:type="spellStart"/>
      <w:proofErr w:type="gramStart"/>
      <w:r w:rsidR="007261C1" w:rsidRPr="007261C1">
        <w:t>subyacente</w:t>
      </w:r>
      <w:proofErr w:type="spellEnd"/>
      <w:r w:rsidR="007261C1" w:rsidRPr="007261C1">
        <w:t xml:space="preserve"> .</w:t>
      </w:r>
      <w:proofErr w:type="gramEnd"/>
    </w:p>
    <w:p w:rsidR="00A51BF7" w:rsidRDefault="00A51BF7"/>
    <w:p w:rsidR="002A076A" w:rsidRPr="00056FF0" w:rsidRDefault="007261C1" w:rsidP="00056FF0">
      <w:pPr>
        <w:pStyle w:val="eTask"/>
      </w:pPr>
      <w:r>
        <w:t>¡</w:t>
      </w:r>
      <w:proofErr w:type="spellStart"/>
      <w:r>
        <w:t>Escoja</w:t>
      </w:r>
      <w:proofErr w:type="spellEnd"/>
      <w:r>
        <w:t xml:space="preserve"> la </w:t>
      </w:r>
      <w:proofErr w:type="spellStart"/>
      <w:r>
        <w:t>tecnología</w:t>
      </w:r>
      <w:proofErr w:type="spellEnd"/>
      <w:r>
        <w:t xml:space="preserve"> </w:t>
      </w:r>
      <w:proofErr w:type="spellStart"/>
      <w:r>
        <w:t>correcta</w:t>
      </w:r>
      <w:proofErr w:type="spellEnd"/>
      <w:r w:rsidR="00EA0615">
        <w:t>!</w:t>
      </w:r>
      <w:r w:rsidR="002A076A" w:rsidRPr="00056FF0">
        <w:t xml:space="preserve"> </w:t>
      </w:r>
    </w:p>
    <w:p w:rsidR="004E167C" w:rsidRDefault="004E167C" w:rsidP="004E167C"/>
    <w:p w:rsidR="002A076A" w:rsidRPr="007261C1" w:rsidRDefault="005715DC" w:rsidP="002510FF">
      <w:pPr>
        <w:spacing w:line="360" w:lineRule="auto"/>
        <w:rPr>
          <w:lang w:val="es-ES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>VoIP VPN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IPTV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lang w:val="es-ES"/>
                  </w:rPr>
                  <m:t>VoIP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rStyle w:val="eAbbreviation"/>
                    <w:b w:val="0"/>
                    <w:color w:val="auto"/>
                  </w:rPr>
                  <m:t>IADs</m:t>
                </m:r>
              </m:e>
            </m:eqArr>
          </m:e>
        </m:d>
      </m:oMath>
      <w:r w:rsidR="002A076A" w:rsidRPr="007261C1">
        <w:rPr>
          <w:lang w:val="es-ES"/>
        </w:rPr>
        <w:t xml:space="preserve"> </w:t>
      </w:r>
      <w:r w:rsidR="007261C1" w:rsidRPr="007261C1">
        <w:rPr>
          <w:lang w:val="es-ES"/>
        </w:rPr>
        <w:t>representa los servicios multimedia como la televisión / vídeo / audio / texto / gráficos / datos a través de redes basadas en IP</w:t>
      </w:r>
      <w:r w:rsidR="00EA0615" w:rsidRPr="007261C1">
        <w:rPr>
          <w:lang w:val="es-ES"/>
        </w:rPr>
        <w:t>.</w:t>
      </w:r>
    </w:p>
    <w:p w:rsidR="004E167C" w:rsidRPr="007261C1" w:rsidRDefault="004E167C" w:rsidP="002510FF">
      <w:pPr>
        <w:pStyle w:val="eLineBottom"/>
        <w:rPr>
          <w:lang w:val="es-ES"/>
        </w:rPr>
      </w:pPr>
    </w:p>
    <w:p w:rsidR="00B05FE7" w:rsidRPr="007261C1" w:rsidRDefault="00B05FE7" w:rsidP="004E167C">
      <w:pPr>
        <w:rPr>
          <w:lang w:val="es-ES"/>
        </w:rPr>
      </w:pPr>
    </w:p>
    <w:p w:rsidR="0016079A" w:rsidRPr="004E167C" w:rsidRDefault="009D5175" w:rsidP="004E167C">
      <w:pPr>
        <w:pStyle w:val="eTask"/>
      </w:pPr>
      <w:r>
        <w:t xml:space="preserve">¡Complete la </w:t>
      </w:r>
      <w:proofErr w:type="spellStart"/>
      <w:r>
        <w:t>frase</w:t>
      </w:r>
      <w:proofErr w:type="spellEnd"/>
      <w:r w:rsidR="00CC4D15">
        <w:t>!</w:t>
      </w:r>
    </w:p>
    <w:p w:rsidR="004E167C" w:rsidRDefault="004E167C" w:rsidP="004E167C"/>
    <w:p w:rsidR="0016079A" w:rsidRPr="009D5175" w:rsidRDefault="005715DC" w:rsidP="005B607D">
      <w:pPr>
        <w:spacing w:line="360" w:lineRule="auto"/>
        <w:rPr>
          <w:lang w:val="es-ES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>Shiver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Flutter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lang w:val="es-ES"/>
                  </w:rPr>
                  <m:t>Glimmer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rStyle w:val="eAbbreviation"/>
                    <w:b w:val="0"/>
                    <w:color w:val="auto"/>
                  </w:rPr>
                  <m:t>Jitter</m:t>
                </m:r>
              </m:e>
            </m:eqArr>
          </m:e>
        </m:d>
      </m:oMath>
      <w:r w:rsidR="0016079A" w:rsidRPr="009D5175">
        <w:rPr>
          <w:lang w:val="es-ES"/>
        </w:rPr>
        <w:t xml:space="preserve"> </w:t>
      </w:r>
      <w:r w:rsidR="009D5175" w:rsidRPr="009D5175">
        <w:rPr>
          <w:lang w:val="es-ES"/>
        </w:rPr>
        <w:t>es un parámetro de calidad de servicio</w:t>
      </w:r>
      <w:r w:rsidR="004355CD">
        <w:rPr>
          <w:lang w:val="es-ES"/>
        </w:rPr>
        <w:t xml:space="preserve"> (</w:t>
      </w:r>
      <w:r w:rsidR="004355CD" w:rsidRPr="009D5175">
        <w:rPr>
          <w:lang w:val="es-ES"/>
        </w:rPr>
        <w:t>QoS</w:t>
      </w:r>
      <w:r w:rsidR="004355CD">
        <w:rPr>
          <w:lang w:val="es-ES"/>
        </w:rPr>
        <w:t>)</w:t>
      </w:r>
      <w:r w:rsidR="009D5175" w:rsidRPr="009D5175">
        <w:rPr>
          <w:lang w:val="es-ES"/>
        </w:rPr>
        <w:t xml:space="preserve"> se define como las variaciones en los retardos de paquetes</w:t>
      </w:r>
      <w:r w:rsidR="00CC4D15" w:rsidRPr="009D5175">
        <w:rPr>
          <w:lang w:val="es-ES"/>
        </w:rPr>
        <w:t>.</w:t>
      </w:r>
      <w:r w:rsidR="0016079A" w:rsidRPr="009D5175">
        <w:rPr>
          <w:lang w:val="es-ES"/>
        </w:rPr>
        <w:t xml:space="preserve"> </w:t>
      </w:r>
    </w:p>
    <w:p w:rsidR="00B87089" w:rsidRPr="00056FF0" w:rsidRDefault="00B87089" w:rsidP="00B87089">
      <w:pPr>
        <w:pStyle w:val="eLineBottom"/>
        <w:rPr>
          <w:lang w:val="de-DE"/>
        </w:rPr>
      </w:pPr>
    </w:p>
    <w:p w:rsidR="00B31FDE" w:rsidRPr="009D5175" w:rsidRDefault="00B31FDE" w:rsidP="00B31FDE">
      <w:pPr>
        <w:rPr>
          <w:lang w:val="es-ES"/>
        </w:rPr>
      </w:pPr>
    </w:p>
    <w:p w:rsidR="002510FF" w:rsidRPr="009D5175" w:rsidRDefault="002510FF">
      <w:pPr>
        <w:rPr>
          <w:b/>
          <w:lang w:val="es-ES"/>
        </w:rPr>
      </w:pPr>
      <w:r w:rsidRPr="009D5175">
        <w:rPr>
          <w:lang w:val="es-ES"/>
        </w:rPr>
        <w:br w:type="page"/>
      </w:r>
    </w:p>
    <w:p w:rsidR="00B31FDE" w:rsidRPr="007261C1" w:rsidRDefault="007261C1" w:rsidP="007261C1">
      <w:pPr>
        <w:pStyle w:val="eTask"/>
        <w:rPr>
          <w:lang w:val="es-ES"/>
        </w:rPr>
      </w:pPr>
      <w:r>
        <w:rPr>
          <w:lang w:val="es-ES"/>
        </w:rPr>
        <w:lastRenderedPageBreak/>
        <w:t>¡</w:t>
      </w:r>
      <w:r w:rsidRPr="007261C1">
        <w:rPr>
          <w:lang w:val="es-ES"/>
        </w:rPr>
        <w:t>Seleccione l</w:t>
      </w:r>
      <w:r>
        <w:rPr>
          <w:lang w:val="es-ES"/>
        </w:rPr>
        <w:t>os servicios adecuados y a</w:t>
      </w:r>
      <w:r w:rsidR="004E5A71">
        <w:rPr>
          <w:lang w:val="es-ES"/>
        </w:rPr>
        <w:t>sí</w:t>
      </w:r>
      <w:r>
        <w:rPr>
          <w:lang w:val="es-ES"/>
        </w:rPr>
        <w:t>gne</w:t>
      </w:r>
      <w:r w:rsidRPr="007261C1">
        <w:rPr>
          <w:lang w:val="es-ES"/>
        </w:rPr>
        <w:t>los a los tipos d</w:t>
      </w:r>
      <w:r>
        <w:rPr>
          <w:lang w:val="es-ES"/>
        </w:rPr>
        <w:t>e aplicaciones que correspondan</w:t>
      </w:r>
      <w:r w:rsidR="005F6593" w:rsidRPr="007261C1">
        <w:rPr>
          <w:lang w:val="es-ES"/>
        </w:rPr>
        <w:t>!</w:t>
      </w:r>
    </w:p>
    <w:p w:rsidR="004660D4" w:rsidRPr="007261C1" w:rsidRDefault="004660D4" w:rsidP="004E167C">
      <w:pPr>
        <w:rPr>
          <w:lang w:val="es-ES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399"/>
      </w:tblGrid>
      <w:tr w:rsidR="00EB3231" w:rsidRPr="00AF142A" w:rsidTr="005C0BB2">
        <w:tc>
          <w:tcPr>
            <w:tcW w:w="1668" w:type="dxa"/>
            <w:shd w:val="clear" w:color="auto" w:fill="auto"/>
            <w:vAlign w:val="center"/>
          </w:tcPr>
          <w:p w:rsidR="00EB3231" w:rsidRPr="004E167C" w:rsidRDefault="004660D4" w:rsidP="007261C1">
            <w:pPr>
              <w:spacing w:before="60" w:after="60"/>
              <w:rPr>
                <w:b/>
              </w:rPr>
            </w:pPr>
            <w:proofErr w:type="spellStart"/>
            <w:r w:rsidRPr="004E167C">
              <w:rPr>
                <w:b/>
              </w:rPr>
              <w:t>Ap</w:t>
            </w:r>
            <w:r w:rsidR="007261C1">
              <w:rPr>
                <w:b/>
              </w:rPr>
              <w:t>licaciones</w:t>
            </w:r>
            <w:proofErr w:type="spellEnd"/>
          </w:p>
        </w:tc>
        <w:tc>
          <w:tcPr>
            <w:tcW w:w="7399" w:type="dxa"/>
            <w:shd w:val="clear" w:color="auto" w:fill="auto"/>
            <w:vAlign w:val="center"/>
          </w:tcPr>
          <w:p w:rsidR="00EB3231" w:rsidRPr="004E167C" w:rsidRDefault="007261C1" w:rsidP="005C0BB2">
            <w:pPr>
              <w:spacing w:before="60" w:after="60"/>
              <w:rPr>
                <w:b/>
              </w:rPr>
            </w:pPr>
            <w:proofErr w:type="spellStart"/>
            <w:r>
              <w:rPr>
                <w:b/>
              </w:rPr>
              <w:t>Tolerancia</w:t>
            </w:r>
            <w:proofErr w:type="spellEnd"/>
            <w:r>
              <w:rPr>
                <w:b/>
              </w:rPr>
              <w:t xml:space="preserve"> a </w:t>
            </w:r>
            <w:proofErr w:type="spellStart"/>
            <w:r>
              <w:rPr>
                <w:b/>
              </w:rPr>
              <w:t>errores</w:t>
            </w:r>
            <w:proofErr w:type="spellEnd"/>
          </w:p>
        </w:tc>
      </w:tr>
      <w:tr w:rsidR="00EB3231" w:rsidRPr="00AF142A" w:rsidTr="005C0BB2">
        <w:tc>
          <w:tcPr>
            <w:tcW w:w="1668" w:type="dxa"/>
            <w:shd w:val="clear" w:color="auto" w:fill="auto"/>
            <w:vAlign w:val="center"/>
          </w:tcPr>
          <w:p w:rsidR="00EB3231" w:rsidRPr="00EB3231" w:rsidRDefault="007261C1" w:rsidP="005C0BB2">
            <w:pPr>
              <w:spacing w:before="120" w:after="120"/>
            </w:pPr>
            <w:proofErr w:type="spellStart"/>
            <w:r>
              <w:t>Interactivo</w:t>
            </w:r>
            <w:proofErr w:type="spellEnd"/>
          </w:p>
        </w:tc>
        <w:tc>
          <w:tcPr>
            <w:tcW w:w="7399" w:type="dxa"/>
            <w:shd w:val="clear" w:color="auto" w:fill="auto"/>
            <w:vAlign w:val="center"/>
          </w:tcPr>
          <w:p w:rsidR="00EB3231" w:rsidRPr="004E167C" w:rsidRDefault="00EB3231" w:rsidP="005C0BB2">
            <w:pPr>
              <w:spacing w:before="120" w:after="120"/>
              <w:rPr>
                <w:b/>
                <w:highlight w:val="green"/>
              </w:rPr>
            </w:pPr>
          </w:p>
        </w:tc>
      </w:tr>
      <w:tr w:rsidR="00EB3231" w:rsidRPr="00AF142A" w:rsidTr="005C0BB2">
        <w:tc>
          <w:tcPr>
            <w:tcW w:w="1668" w:type="dxa"/>
            <w:shd w:val="clear" w:color="auto" w:fill="auto"/>
            <w:vAlign w:val="center"/>
          </w:tcPr>
          <w:p w:rsidR="00EB3231" w:rsidRPr="00EB3231" w:rsidRDefault="007261C1" w:rsidP="005C0BB2">
            <w:pPr>
              <w:spacing w:before="120" w:after="120"/>
            </w:pPr>
            <w:r>
              <w:t>Sensible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EB3231" w:rsidRPr="004E167C" w:rsidRDefault="00EB3231" w:rsidP="005C0BB2">
            <w:pPr>
              <w:spacing w:before="120" w:after="120"/>
              <w:rPr>
                <w:b/>
                <w:highlight w:val="green"/>
              </w:rPr>
            </w:pPr>
          </w:p>
        </w:tc>
      </w:tr>
      <w:tr w:rsidR="00EB3231" w:rsidRPr="00AF142A" w:rsidTr="005C0BB2">
        <w:tc>
          <w:tcPr>
            <w:tcW w:w="1668" w:type="dxa"/>
            <w:shd w:val="clear" w:color="auto" w:fill="auto"/>
            <w:vAlign w:val="center"/>
          </w:tcPr>
          <w:p w:rsidR="00EB3231" w:rsidRPr="00EB3231" w:rsidRDefault="00C22BEA" w:rsidP="005C0BB2">
            <w:pPr>
              <w:spacing w:before="120" w:after="120"/>
            </w:pPr>
            <w:proofErr w:type="spellStart"/>
            <w:r>
              <w:t>Puntual</w:t>
            </w:r>
            <w:proofErr w:type="spellEnd"/>
          </w:p>
        </w:tc>
        <w:tc>
          <w:tcPr>
            <w:tcW w:w="7399" w:type="dxa"/>
            <w:shd w:val="clear" w:color="auto" w:fill="auto"/>
            <w:vAlign w:val="center"/>
          </w:tcPr>
          <w:p w:rsidR="00EB3231" w:rsidRPr="004E167C" w:rsidRDefault="00EB3231" w:rsidP="005C0BB2">
            <w:pPr>
              <w:spacing w:before="120" w:after="120"/>
              <w:rPr>
                <w:b/>
                <w:highlight w:val="green"/>
              </w:rPr>
            </w:pPr>
          </w:p>
        </w:tc>
      </w:tr>
      <w:tr w:rsidR="00EB3231" w:rsidRPr="00AF142A" w:rsidTr="005C0BB2">
        <w:trPr>
          <w:trHeight w:val="279"/>
        </w:trPr>
        <w:tc>
          <w:tcPr>
            <w:tcW w:w="1668" w:type="dxa"/>
            <w:shd w:val="clear" w:color="auto" w:fill="auto"/>
            <w:vAlign w:val="center"/>
          </w:tcPr>
          <w:p w:rsidR="00EB3231" w:rsidRPr="00EB3231" w:rsidRDefault="007261C1" w:rsidP="005C0BB2">
            <w:pPr>
              <w:spacing w:before="120" w:after="120"/>
            </w:pPr>
            <w:r>
              <w:t>No-</w:t>
            </w:r>
            <w:proofErr w:type="spellStart"/>
            <w:r>
              <w:t>crítico</w:t>
            </w:r>
            <w:proofErr w:type="spellEnd"/>
          </w:p>
        </w:tc>
        <w:tc>
          <w:tcPr>
            <w:tcW w:w="7399" w:type="dxa"/>
            <w:shd w:val="clear" w:color="auto" w:fill="auto"/>
            <w:vAlign w:val="center"/>
          </w:tcPr>
          <w:p w:rsidR="00EB3231" w:rsidRPr="004E167C" w:rsidRDefault="00EB3231" w:rsidP="005C0BB2">
            <w:pPr>
              <w:spacing w:before="120" w:after="120"/>
              <w:rPr>
                <w:b/>
                <w:highlight w:val="green"/>
              </w:rPr>
            </w:pPr>
          </w:p>
        </w:tc>
      </w:tr>
    </w:tbl>
    <w:p w:rsidR="004E167C" w:rsidRDefault="004E167C" w:rsidP="004E167C"/>
    <w:p w:rsidR="005C0BB2" w:rsidRDefault="005C0BB2" w:rsidP="005C0BB2">
      <w:pPr>
        <w:rPr>
          <w:b/>
        </w:rPr>
      </w:pPr>
      <w:r>
        <w:rPr>
          <w:b/>
        </w:rPr>
        <w:t xml:space="preserve">– </w:t>
      </w:r>
      <w:r w:rsidR="004660D4" w:rsidRPr="005C0BB2">
        <w:rPr>
          <w:b/>
        </w:rPr>
        <w:t>fax</w:t>
      </w:r>
    </w:p>
    <w:p w:rsidR="005C0BB2" w:rsidRPr="00196C0E" w:rsidRDefault="005C0BB2" w:rsidP="005C0BB2">
      <w:pPr>
        <w:rPr>
          <w:b/>
          <w:lang w:val="es-ES"/>
        </w:rPr>
      </w:pPr>
      <w:r w:rsidRPr="00196C0E">
        <w:rPr>
          <w:b/>
          <w:lang w:val="es-ES"/>
        </w:rPr>
        <w:t xml:space="preserve">– </w:t>
      </w:r>
      <w:r w:rsidR="007261C1" w:rsidRPr="00196C0E">
        <w:rPr>
          <w:b/>
          <w:lang w:val="es-ES"/>
        </w:rPr>
        <w:t>juegos interactivos</w:t>
      </w:r>
    </w:p>
    <w:p w:rsidR="005C0BB2" w:rsidRPr="00196C0E" w:rsidRDefault="005C0BB2" w:rsidP="005C0BB2">
      <w:pPr>
        <w:rPr>
          <w:b/>
          <w:lang w:val="es-ES"/>
        </w:rPr>
      </w:pPr>
      <w:r w:rsidRPr="00196C0E">
        <w:rPr>
          <w:b/>
          <w:lang w:val="es-ES"/>
        </w:rPr>
        <w:t xml:space="preserve">– </w:t>
      </w:r>
      <w:r w:rsidR="007261C1" w:rsidRPr="00196C0E">
        <w:rPr>
          <w:b/>
          <w:lang w:val="es-ES"/>
        </w:rPr>
        <w:t>descargas</w:t>
      </w:r>
    </w:p>
    <w:p w:rsidR="007261C1" w:rsidRPr="00196C0E" w:rsidRDefault="005C0BB2" w:rsidP="005C0BB2">
      <w:pPr>
        <w:rPr>
          <w:b/>
          <w:lang w:val="es-ES"/>
        </w:rPr>
      </w:pPr>
      <w:r w:rsidRPr="00196C0E">
        <w:rPr>
          <w:b/>
          <w:lang w:val="es-ES"/>
        </w:rPr>
        <w:t xml:space="preserve">– </w:t>
      </w:r>
      <w:r w:rsidR="007261C1" w:rsidRPr="00196C0E">
        <w:rPr>
          <w:b/>
          <w:lang w:val="es-ES"/>
        </w:rPr>
        <w:t xml:space="preserve">video y voz conversacional </w:t>
      </w:r>
    </w:p>
    <w:p w:rsidR="005C0BB2" w:rsidRPr="00196C0E" w:rsidRDefault="005C0BB2" w:rsidP="005C0BB2">
      <w:pPr>
        <w:rPr>
          <w:b/>
          <w:lang w:val="es-ES"/>
        </w:rPr>
      </w:pPr>
      <w:r w:rsidRPr="00196C0E">
        <w:rPr>
          <w:b/>
          <w:lang w:val="es-ES"/>
        </w:rPr>
        <w:t xml:space="preserve">– </w:t>
      </w:r>
      <w:r w:rsidR="00C22BEA" w:rsidRPr="00196C0E">
        <w:rPr>
          <w:b/>
          <w:lang w:val="es-ES"/>
        </w:rPr>
        <w:t>operaciones</w:t>
      </w:r>
    </w:p>
    <w:p w:rsidR="005C0BB2" w:rsidRPr="00196C0E" w:rsidRDefault="005C0BB2" w:rsidP="005C0BB2">
      <w:pPr>
        <w:rPr>
          <w:b/>
          <w:lang w:val="es-ES"/>
        </w:rPr>
      </w:pPr>
      <w:r w:rsidRPr="00196C0E">
        <w:rPr>
          <w:b/>
          <w:lang w:val="es-ES"/>
        </w:rPr>
        <w:t xml:space="preserve">– </w:t>
      </w:r>
      <w:r w:rsidR="004660D4" w:rsidRPr="00196C0E">
        <w:rPr>
          <w:b/>
          <w:lang w:val="es-ES"/>
        </w:rPr>
        <w:t>telnet</w:t>
      </w:r>
    </w:p>
    <w:p w:rsidR="005C0BB2" w:rsidRPr="00196C0E" w:rsidRDefault="005C0BB2" w:rsidP="005C0BB2">
      <w:pPr>
        <w:rPr>
          <w:b/>
          <w:lang w:val="es-ES"/>
        </w:rPr>
      </w:pPr>
      <w:r w:rsidRPr="00196C0E">
        <w:rPr>
          <w:b/>
          <w:lang w:val="es-ES"/>
        </w:rPr>
        <w:t xml:space="preserve">– </w:t>
      </w:r>
      <w:r w:rsidR="00310573" w:rsidRPr="00196C0E">
        <w:rPr>
          <w:b/>
          <w:lang w:val="es-ES"/>
        </w:rPr>
        <w:t>U</w:t>
      </w:r>
      <w:r w:rsidR="004660D4" w:rsidRPr="00196C0E">
        <w:rPr>
          <w:b/>
          <w:lang w:val="es-ES"/>
        </w:rPr>
        <w:t>senet</w:t>
      </w:r>
    </w:p>
    <w:p w:rsidR="005C0BB2" w:rsidRPr="00196C0E" w:rsidRDefault="005C0BB2" w:rsidP="005C0BB2">
      <w:pPr>
        <w:rPr>
          <w:b/>
          <w:lang w:val="es-ES"/>
        </w:rPr>
      </w:pPr>
      <w:r w:rsidRPr="00196C0E">
        <w:rPr>
          <w:b/>
          <w:lang w:val="es-ES"/>
        </w:rPr>
        <w:t xml:space="preserve">– </w:t>
      </w:r>
      <w:r w:rsidR="00C22BEA" w:rsidRPr="00196C0E">
        <w:rPr>
          <w:b/>
          <w:lang w:val="es-ES"/>
        </w:rPr>
        <w:t xml:space="preserve">streaming </w:t>
      </w:r>
      <w:r w:rsidR="004660D4" w:rsidRPr="00196C0E">
        <w:rPr>
          <w:b/>
          <w:lang w:val="es-ES"/>
        </w:rPr>
        <w:t xml:space="preserve">audio/video </w:t>
      </w:r>
    </w:p>
    <w:p w:rsidR="00B87089" w:rsidRPr="00196C0E" w:rsidRDefault="005C0BB2" w:rsidP="005C0BB2">
      <w:pPr>
        <w:rPr>
          <w:b/>
          <w:lang w:val="es-ES"/>
        </w:rPr>
      </w:pPr>
      <w:r w:rsidRPr="00196C0E">
        <w:rPr>
          <w:b/>
          <w:lang w:val="es-ES"/>
        </w:rPr>
        <w:t xml:space="preserve">– </w:t>
      </w:r>
      <w:r w:rsidR="00C22BEA" w:rsidRPr="00196C0E">
        <w:rPr>
          <w:b/>
          <w:lang w:val="es-ES"/>
        </w:rPr>
        <w:t>Mensajes voz</w:t>
      </w:r>
      <w:r w:rsidR="00310573" w:rsidRPr="00196C0E">
        <w:rPr>
          <w:b/>
          <w:lang w:val="es-ES"/>
        </w:rPr>
        <w:t>/video</w:t>
      </w:r>
    </w:p>
    <w:p w:rsidR="004660D4" w:rsidRPr="00056FF0" w:rsidRDefault="004660D4" w:rsidP="00B87089">
      <w:pPr>
        <w:pStyle w:val="eLineBottom"/>
        <w:rPr>
          <w:lang w:val="cs-CZ"/>
        </w:rPr>
      </w:pPr>
    </w:p>
    <w:p w:rsidR="00B31FDE" w:rsidRPr="00196C0E" w:rsidRDefault="00B31FDE" w:rsidP="00B31FDE">
      <w:pPr>
        <w:rPr>
          <w:lang w:val="es-ES"/>
        </w:rPr>
      </w:pPr>
    </w:p>
    <w:p w:rsidR="00EB3231" w:rsidRPr="00C22BEA" w:rsidRDefault="00C22BEA" w:rsidP="004E167C">
      <w:pPr>
        <w:pStyle w:val="eTask"/>
        <w:rPr>
          <w:lang w:val="es-ES"/>
        </w:rPr>
      </w:pPr>
      <w:r w:rsidRPr="00C22BEA">
        <w:rPr>
          <w:lang w:val="es-ES"/>
        </w:rPr>
        <w:t>¡Asigne los esquemas WebRTCa los casos de uso c</w:t>
      </w:r>
      <w:r w:rsidR="004E5A71">
        <w:rPr>
          <w:lang w:val="es-ES"/>
        </w:rPr>
        <w:t>orres</w:t>
      </w:r>
      <w:r w:rsidRPr="00C22BEA">
        <w:rPr>
          <w:lang w:val="es-ES"/>
        </w:rPr>
        <w:t>pondientes</w:t>
      </w:r>
      <w:r w:rsidR="006B120C" w:rsidRPr="00C22BEA">
        <w:rPr>
          <w:lang w:val="es-ES"/>
        </w:rPr>
        <w:t>!</w:t>
      </w:r>
    </w:p>
    <w:p w:rsidR="00C1794E" w:rsidRPr="00C22BEA" w:rsidRDefault="00C1794E" w:rsidP="004E167C">
      <w:pPr>
        <w:rPr>
          <w:lang w:val="es-ES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2376"/>
        <w:gridCol w:w="1276"/>
        <w:gridCol w:w="5560"/>
      </w:tblGrid>
      <w:tr w:rsidR="00C1794E" w:rsidRPr="004E5A71" w:rsidTr="005C0BB2"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:rsidR="00C1794E" w:rsidRPr="00B05FE7" w:rsidRDefault="00C22BEA" w:rsidP="00C22BEA">
            <w:pPr>
              <w:jc w:val="center"/>
            </w:pPr>
            <w:r>
              <w:rPr>
                <w:lang w:val="es-ES"/>
              </w:rPr>
              <w:t xml:space="preserve">Triángulo </w:t>
            </w:r>
            <w:proofErr w:type="spellStart"/>
            <w:r w:rsidR="00C1794E" w:rsidRPr="00B05FE7">
              <w:t>WebRTC</w:t>
            </w:r>
            <w:proofErr w:type="spellEnd"/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1794E" w:rsidRPr="00B05FE7" w:rsidRDefault="00C1794E" w:rsidP="004E167C"/>
        </w:tc>
        <w:tc>
          <w:tcPr>
            <w:tcW w:w="5560" w:type="dxa"/>
            <w:tcBorders>
              <w:bottom w:val="single" w:sz="4" w:space="0" w:color="auto"/>
            </w:tcBorders>
          </w:tcPr>
          <w:p w:rsidR="00C1794E" w:rsidRPr="00C22BEA" w:rsidRDefault="00C22BEA" w:rsidP="006B120C">
            <w:pPr>
              <w:rPr>
                <w:lang w:val="es-ES"/>
              </w:rPr>
            </w:pPr>
            <w:r w:rsidRPr="00C22BEA">
              <w:rPr>
                <w:lang w:val="es-ES"/>
              </w:rPr>
              <w:t>la transmisión de datos se realiza directamen</w:t>
            </w:r>
            <w:r>
              <w:rPr>
                <w:lang w:val="es-ES"/>
              </w:rPr>
              <w:t>te por las partes individuales (</w:t>
            </w:r>
            <w:r w:rsidRPr="00C22BEA">
              <w:rPr>
                <w:lang w:val="es-ES"/>
              </w:rPr>
              <w:t>pares) que no están c</w:t>
            </w:r>
            <w:r w:rsidR="004E5A71">
              <w:rPr>
                <w:lang w:val="es-ES"/>
              </w:rPr>
              <w:t>onectada</w:t>
            </w:r>
            <w:r w:rsidRPr="00C22BEA">
              <w:rPr>
                <w:lang w:val="es-ES"/>
              </w:rPr>
              <w:t xml:space="preserve">s </w:t>
            </w:r>
            <w:bookmarkStart w:id="0" w:name="_GoBack"/>
            <w:bookmarkEnd w:id="0"/>
            <w:r w:rsidRPr="00C22BEA">
              <w:rPr>
                <w:lang w:val="es-ES"/>
              </w:rPr>
              <w:t>al mismo servidor Web</w:t>
            </w:r>
          </w:p>
        </w:tc>
      </w:tr>
      <w:tr w:rsidR="005C0BB2" w:rsidRPr="004E5A71" w:rsidTr="005C0BB2"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C0BB2" w:rsidRPr="00C22BEA" w:rsidRDefault="005C0BB2" w:rsidP="005C0BB2">
            <w:pPr>
              <w:jc w:val="center"/>
              <w:rPr>
                <w:lang w:val="es-E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C0BB2" w:rsidRPr="00C22BEA" w:rsidRDefault="005C0BB2" w:rsidP="004E167C">
            <w:pPr>
              <w:rPr>
                <w:lang w:val="es-ES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0BB2" w:rsidRPr="00C22BEA" w:rsidRDefault="005C0BB2" w:rsidP="006B120C">
            <w:pPr>
              <w:rPr>
                <w:lang w:val="es-ES"/>
              </w:rPr>
            </w:pPr>
          </w:p>
        </w:tc>
      </w:tr>
      <w:tr w:rsidR="00C1794E" w:rsidRPr="004E5A71" w:rsidTr="005C0BB2">
        <w:tc>
          <w:tcPr>
            <w:tcW w:w="2376" w:type="dxa"/>
            <w:tcBorders>
              <w:top w:val="single" w:sz="4" w:space="0" w:color="auto"/>
            </w:tcBorders>
            <w:vAlign w:val="center"/>
          </w:tcPr>
          <w:p w:rsidR="00C1794E" w:rsidRPr="00B05FE7" w:rsidRDefault="00C22BEA" w:rsidP="00C22BEA">
            <w:pPr>
              <w:jc w:val="center"/>
            </w:pPr>
            <w:proofErr w:type="spellStart"/>
            <w:r>
              <w:t>Trapezoide</w:t>
            </w:r>
            <w:proofErr w:type="spellEnd"/>
            <w:r>
              <w:t xml:space="preserve"> </w:t>
            </w:r>
            <w:proofErr w:type="spellStart"/>
            <w:r w:rsidR="00C1794E" w:rsidRPr="00B05FE7">
              <w:t>WebRTC</w:t>
            </w:r>
            <w:proofErr w:type="spellEnd"/>
            <w:r w:rsidR="00C1794E" w:rsidRPr="00B05FE7">
              <w:t xml:space="preserve"> 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1794E" w:rsidRPr="00B05FE7" w:rsidRDefault="00C1794E" w:rsidP="00B05FE7">
            <w:pPr>
              <w:pStyle w:val="eText"/>
            </w:pPr>
          </w:p>
        </w:tc>
        <w:tc>
          <w:tcPr>
            <w:tcW w:w="5560" w:type="dxa"/>
            <w:tcBorders>
              <w:top w:val="single" w:sz="4" w:space="0" w:color="auto"/>
            </w:tcBorders>
          </w:tcPr>
          <w:p w:rsidR="00C1794E" w:rsidRPr="00C22BEA" w:rsidRDefault="00C22BEA" w:rsidP="006B120C">
            <w:pPr>
              <w:rPr>
                <w:lang w:val="es-ES"/>
              </w:rPr>
            </w:pPr>
            <w:r w:rsidRPr="00C22BEA">
              <w:rPr>
                <w:lang w:val="es-ES"/>
              </w:rPr>
              <w:t>la transmisión de datos se realiza directamente entre socios individuales (pares) que están conectados al mismo servidor web</w:t>
            </w:r>
          </w:p>
        </w:tc>
      </w:tr>
    </w:tbl>
    <w:p w:rsidR="00B87089" w:rsidRPr="00C22BEA" w:rsidRDefault="00B87089" w:rsidP="00B87089">
      <w:pPr>
        <w:pStyle w:val="eLineBottom"/>
        <w:rPr>
          <w:lang w:val="es-ES"/>
        </w:rPr>
      </w:pPr>
    </w:p>
    <w:p w:rsidR="00B87089" w:rsidRPr="00C22BEA" w:rsidRDefault="00B87089" w:rsidP="00B87089">
      <w:pPr>
        <w:rPr>
          <w:lang w:val="es-ES"/>
        </w:rPr>
      </w:pPr>
    </w:p>
    <w:p w:rsidR="000F7352" w:rsidRPr="00567A79" w:rsidRDefault="00567A79" w:rsidP="004E167C">
      <w:pPr>
        <w:pStyle w:val="eTask"/>
        <w:rPr>
          <w:lang w:val="es-ES"/>
        </w:rPr>
      </w:pPr>
      <w:r w:rsidRPr="00567A79">
        <w:rPr>
          <w:lang w:val="es-ES"/>
        </w:rPr>
        <w:t>¡Complete la opción correcta en la frase</w:t>
      </w:r>
      <w:r w:rsidR="00FA618D" w:rsidRPr="00567A79">
        <w:rPr>
          <w:lang w:val="es-ES"/>
        </w:rPr>
        <w:t>!</w:t>
      </w:r>
      <w:r w:rsidR="000F7352" w:rsidRPr="00567A79">
        <w:rPr>
          <w:lang w:val="es-ES"/>
        </w:rPr>
        <w:t xml:space="preserve"> </w:t>
      </w:r>
    </w:p>
    <w:p w:rsidR="004E167C" w:rsidRPr="00567A79" w:rsidRDefault="004E167C" w:rsidP="000F7352">
      <w:pPr>
        <w:rPr>
          <w:lang w:val="es-ES"/>
        </w:rPr>
      </w:pPr>
    </w:p>
    <w:p w:rsidR="00567A79" w:rsidRPr="00567A79" w:rsidRDefault="005715DC" w:rsidP="00567A79">
      <w:pPr>
        <w:spacing w:line="360" w:lineRule="auto"/>
        <w:rPr>
          <w:lang w:val="es-ES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>getUserData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getUserMedia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lang w:val="es-ES"/>
                  </w:rPr>
                  <m:t>getUserControl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lang w:val="es-ES"/>
                  </w:rPr>
                  <m:t>getUserConstraints</m:t>
                </m:r>
              </m:e>
            </m:eqArr>
          </m:e>
        </m:d>
      </m:oMath>
      <w:r w:rsidR="000F7352" w:rsidRPr="005B607D">
        <w:rPr>
          <w:lang w:val="es-ES"/>
        </w:rPr>
        <w:t xml:space="preserve"> </w:t>
      </w:r>
      <w:r w:rsidR="00567A79" w:rsidRPr="00567A79">
        <w:rPr>
          <w:lang w:val="es-ES"/>
        </w:rPr>
        <w:t>es una interfaz que crea un acceso a fuentes dinámicas tales como micrófonos y cámaras</w:t>
      </w:r>
      <w:r w:rsidR="00567A79">
        <w:rPr>
          <w:lang w:val="es-ES"/>
        </w:rPr>
        <w:t>.</w:t>
      </w:r>
    </w:p>
    <w:p w:rsidR="000F7352" w:rsidRPr="00567A79" w:rsidRDefault="000F7352" w:rsidP="000F7352">
      <w:pPr>
        <w:rPr>
          <w:lang w:val="es-ES"/>
        </w:rPr>
      </w:pPr>
    </w:p>
    <w:sectPr w:rsidR="000F7352" w:rsidRPr="00567A79" w:rsidSect="009B1030">
      <w:headerReference w:type="default" r:id="rId9"/>
      <w:footerReference w:type="default" r:id="rId10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5DC" w:rsidRDefault="005715DC" w:rsidP="00861A1A">
      <w:r>
        <w:separator/>
      </w:r>
    </w:p>
  </w:endnote>
  <w:endnote w:type="continuationSeparator" w:id="0">
    <w:p w:rsidR="005715DC" w:rsidRDefault="005715D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CA716C" w:rsidRPr="004E5A71" w:rsidTr="00CA51B5">
      <w:tc>
        <w:tcPr>
          <w:tcW w:w="2518" w:type="dxa"/>
        </w:tcPr>
        <w:p w:rsidR="00CA716C" w:rsidRDefault="00CA716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a-ES" w:eastAsia="ca-ES"/>
            </w:rPr>
            <w:drawing>
              <wp:inline distT="0" distB="0" distL="0" distR="0" wp14:anchorId="3FEC8E93" wp14:editId="71266C60">
                <wp:extent cx="1463040" cy="421640"/>
                <wp:effectExtent l="0" t="0" r="0" b="0"/>
                <wp:docPr id="9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CA716C" w:rsidRPr="0094126A" w:rsidRDefault="00CA716C" w:rsidP="005B607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94126A">
            <w:rPr>
              <w:sz w:val="16"/>
              <w:szCs w:val="16"/>
              <w:lang w:val="es-ES"/>
            </w:rPr>
            <w:t>El presente proyecto ha sido financiado con el apoyo de la Comisión Europea.</w:t>
          </w:r>
        </w:p>
        <w:p w:rsidR="00CA716C" w:rsidRPr="005B607D" w:rsidRDefault="00CA716C" w:rsidP="005B607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94126A">
            <w:rPr>
              <w:sz w:val="16"/>
              <w:szCs w:val="16"/>
              <w:lang w:val="es-ES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CA716C" w:rsidTr="00CA51B5">
      <w:tc>
        <w:tcPr>
          <w:tcW w:w="8472" w:type="dxa"/>
          <w:gridSpan w:val="2"/>
        </w:tcPr>
        <w:p w:rsidR="00CA716C" w:rsidRPr="00CA51B5" w:rsidRDefault="00CA716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CA716C" w:rsidRPr="00CA51B5" w:rsidRDefault="00CA716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CA716C" w:rsidRPr="00BF5E09" w:rsidRDefault="00CA716C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5DC" w:rsidRDefault="005715DC" w:rsidP="00861A1A">
      <w:r>
        <w:separator/>
      </w:r>
    </w:p>
  </w:footnote>
  <w:footnote w:type="continuationSeparator" w:id="0">
    <w:p w:rsidR="005715DC" w:rsidRDefault="005715D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16C" w:rsidRPr="00FF5D8C" w:rsidRDefault="00CA716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  <w:lang w:val="es-ES"/>
      </w:rPr>
    </w:pPr>
    <w:r>
      <w:rPr>
        <w:b/>
        <w:noProof/>
        <w:sz w:val="32"/>
        <w:szCs w:val="32"/>
        <w:lang w:val="ca-ES" w:eastAsia="ca-ES"/>
      </w:rPr>
      <w:drawing>
        <wp:anchor distT="0" distB="0" distL="114300" distR="114300" simplePos="0" relativeHeight="251657728" behindDoc="0" locked="0" layoutInCell="1" allowOverlap="1" wp14:anchorId="019C241E" wp14:editId="5E223C68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7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F5D8C">
      <w:rPr>
        <w:b/>
        <w:noProof/>
        <w:sz w:val="32"/>
        <w:szCs w:val="32"/>
        <w:lang w:val="es-ES"/>
      </w:rPr>
      <w:tab/>
    </w:r>
    <w:r>
      <w:rPr>
        <w:b/>
        <w:noProof/>
        <w:sz w:val="32"/>
        <w:szCs w:val="32"/>
        <w:lang w:val="ca-ES" w:eastAsia="ca-ES"/>
      </w:rPr>
      <w:drawing>
        <wp:anchor distT="0" distB="0" distL="114300" distR="114300" simplePos="0" relativeHeight="251659776" behindDoc="0" locked="0" layoutInCell="1" allowOverlap="1" wp14:anchorId="627453BF" wp14:editId="23BDB642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8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F5D8C">
      <w:rPr>
        <w:b/>
        <w:noProof/>
        <w:sz w:val="32"/>
        <w:szCs w:val="32"/>
        <w:lang w:val="es-ES"/>
      </w:rPr>
      <w:tab/>
    </w:r>
    <w:r w:rsidRPr="0094126A">
      <w:rPr>
        <w:rFonts w:ascii="Calibri" w:hAnsi="Calibri"/>
        <w:b/>
        <w:smallCaps/>
        <w:noProof/>
        <w:lang w:val="es-ES"/>
      </w:rPr>
      <w:t>EJERCICIO</w:t>
    </w:r>
  </w:p>
  <w:p w:rsidR="00CA716C" w:rsidRPr="00FF5D8C" w:rsidRDefault="00CA716C" w:rsidP="000639FE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  <w:r w:rsidRPr="00FF5D8C">
      <w:rPr>
        <w:rFonts w:ascii="Calibri" w:hAnsi="Calibri"/>
        <w:smallCaps/>
        <w:noProof/>
        <w:sz w:val="20"/>
        <w:szCs w:val="20"/>
        <w:lang w:val="es-ES"/>
      </w:rPr>
      <w:t>NUEVA GENERACIÓN DE SERVICIOS/APLICACIONES</w:t>
    </w:r>
    <w:r>
      <w:rPr>
        <w:rFonts w:ascii="Calibri" w:hAnsi="Calibri"/>
        <w:smallCaps/>
        <w:noProof/>
        <w:sz w:val="20"/>
        <w:szCs w:val="20"/>
        <w:lang w:val="es-ES"/>
      </w:rPr>
      <w:t xml:space="preserve"> MULTIMEDIA</w:t>
    </w:r>
  </w:p>
  <w:p w:rsidR="00CA716C" w:rsidRPr="00FF5D8C" w:rsidRDefault="00CA716C" w:rsidP="000639FE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45BEB"/>
    <w:rsid w:val="000525F8"/>
    <w:rsid w:val="00054E06"/>
    <w:rsid w:val="00056FF0"/>
    <w:rsid w:val="000639FE"/>
    <w:rsid w:val="00073ADF"/>
    <w:rsid w:val="0007473C"/>
    <w:rsid w:val="000750C9"/>
    <w:rsid w:val="00076439"/>
    <w:rsid w:val="00083199"/>
    <w:rsid w:val="00087EAC"/>
    <w:rsid w:val="00094A16"/>
    <w:rsid w:val="000A233F"/>
    <w:rsid w:val="000A389D"/>
    <w:rsid w:val="000A55B3"/>
    <w:rsid w:val="000B1FC9"/>
    <w:rsid w:val="000C4911"/>
    <w:rsid w:val="000C6B3A"/>
    <w:rsid w:val="000F08D7"/>
    <w:rsid w:val="000F2116"/>
    <w:rsid w:val="000F5362"/>
    <w:rsid w:val="000F7352"/>
    <w:rsid w:val="00104245"/>
    <w:rsid w:val="00112B88"/>
    <w:rsid w:val="001301D8"/>
    <w:rsid w:val="0013693D"/>
    <w:rsid w:val="00136968"/>
    <w:rsid w:val="00137397"/>
    <w:rsid w:val="0014373A"/>
    <w:rsid w:val="00151ED1"/>
    <w:rsid w:val="00154968"/>
    <w:rsid w:val="0016079A"/>
    <w:rsid w:val="00160E07"/>
    <w:rsid w:val="00164458"/>
    <w:rsid w:val="00165F85"/>
    <w:rsid w:val="00170E72"/>
    <w:rsid w:val="0017377E"/>
    <w:rsid w:val="00173F49"/>
    <w:rsid w:val="00180ECB"/>
    <w:rsid w:val="001840EA"/>
    <w:rsid w:val="00184907"/>
    <w:rsid w:val="00185BED"/>
    <w:rsid w:val="00187F6A"/>
    <w:rsid w:val="001922A0"/>
    <w:rsid w:val="00195A08"/>
    <w:rsid w:val="00196C0E"/>
    <w:rsid w:val="00197A00"/>
    <w:rsid w:val="001A5B81"/>
    <w:rsid w:val="001B057D"/>
    <w:rsid w:val="001B232C"/>
    <w:rsid w:val="001D00A1"/>
    <w:rsid w:val="001D0C07"/>
    <w:rsid w:val="001D2E38"/>
    <w:rsid w:val="001D3EDB"/>
    <w:rsid w:val="001E3BF4"/>
    <w:rsid w:val="001E749F"/>
    <w:rsid w:val="001F56DC"/>
    <w:rsid w:val="001F6290"/>
    <w:rsid w:val="002048F2"/>
    <w:rsid w:val="00205DE0"/>
    <w:rsid w:val="00205FBC"/>
    <w:rsid w:val="00206E34"/>
    <w:rsid w:val="00210701"/>
    <w:rsid w:val="00213F2C"/>
    <w:rsid w:val="00215833"/>
    <w:rsid w:val="00223478"/>
    <w:rsid w:val="00225015"/>
    <w:rsid w:val="00234FA5"/>
    <w:rsid w:val="002365C9"/>
    <w:rsid w:val="00244263"/>
    <w:rsid w:val="002510FF"/>
    <w:rsid w:val="00263E70"/>
    <w:rsid w:val="00272012"/>
    <w:rsid w:val="00273D46"/>
    <w:rsid w:val="002825A8"/>
    <w:rsid w:val="00283A7C"/>
    <w:rsid w:val="002850DE"/>
    <w:rsid w:val="002873DE"/>
    <w:rsid w:val="00292860"/>
    <w:rsid w:val="002976A9"/>
    <w:rsid w:val="002A076A"/>
    <w:rsid w:val="002A6130"/>
    <w:rsid w:val="002B0278"/>
    <w:rsid w:val="002B0866"/>
    <w:rsid w:val="002B41A8"/>
    <w:rsid w:val="002E301D"/>
    <w:rsid w:val="00304ADA"/>
    <w:rsid w:val="00306B9F"/>
    <w:rsid w:val="00307892"/>
    <w:rsid w:val="00310573"/>
    <w:rsid w:val="00315203"/>
    <w:rsid w:val="00315638"/>
    <w:rsid w:val="00337851"/>
    <w:rsid w:val="00341CCC"/>
    <w:rsid w:val="00347E4D"/>
    <w:rsid w:val="00351AF3"/>
    <w:rsid w:val="00355B0A"/>
    <w:rsid w:val="00360ECE"/>
    <w:rsid w:val="00361FED"/>
    <w:rsid w:val="003641D6"/>
    <w:rsid w:val="00372F8C"/>
    <w:rsid w:val="00377E75"/>
    <w:rsid w:val="00390305"/>
    <w:rsid w:val="0039238A"/>
    <w:rsid w:val="003B1326"/>
    <w:rsid w:val="003C2D4E"/>
    <w:rsid w:val="003C5B45"/>
    <w:rsid w:val="003D41BB"/>
    <w:rsid w:val="003E01BE"/>
    <w:rsid w:val="003E14BF"/>
    <w:rsid w:val="003E5AAC"/>
    <w:rsid w:val="003F03EB"/>
    <w:rsid w:val="003F623C"/>
    <w:rsid w:val="003F7F87"/>
    <w:rsid w:val="00402B09"/>
    <w:rsid w:val="00417ED2"/>
    <w:rsid w:val="00421F52"/>
    <w:rsid w:val="004355CD"/>
    <w:rsid w:val="00456D3E"/>
    <w:rsid w:val="00457B2D"/>
    <w:rsid w:val="0046567F"/>
    <w:rsid w:val="004660D4"/>
    <w:rsid w:val="00472203"/>
    <w:rsid w:val="00475954"/>
    <w:rsid w:val="00492966"/>
    <w:rsid w:val="004A01E5"/>
    <w:rsid w:val="004A7B44"/>
    <w:rsid w:val="004C0E36"/>
    <w:rsid w:val="004C6FC0"/>
    <w:rsid w:val="004E167C"/>
    <w:rsid w:val="004E5A71"/>
    <w:rsid w:val="004E5E95"/>
    <w:rsid w:val="004E70EA"/>
    <w:rsid w:val="004F0CDB"/>
    <w:rsid w:val="004F5AFF"/>
    <w:rsid w:val="00501A9F"/>
    <w:rsid w:val="00505370"/>
    <w:rsid w:val="0051036E"/>
    <w:rsid w:val="005132B0"/>
    <w:rsid w:val="00517E3A"/>
    <w:rsid w:val="0052284C"/>
    <w:rsid w:val="00532693"/>
    <w:rsid w:val="00543121"/>
    <w:rsid w:val="005435E2"/>
    <w:rsid w:val="00561B7B"/>
    <w:rsid w:val="00561C5A"/>
    <w:rsid w:val="00567A18"/>
    <w:rsid w:val="00567A79"/>
    <w:rsid w:val="005715DC"/>
    <w:rsid w:val="005728B3"/>
    <w:rsid w:val="005738D5"/>
    <w:rsid w:val="0057504E"/>
    <w:rsid w:val="00576BC2"/>
    <w:rsid w:val="0058068D"/>
    <w:rsid w:val="005832C4"/>
    <w:rsid w:val="00587966"/>
    <w:rsid w:val="005A3EAE"/>
    <w:rsid w:val="005A6F6C"/>
    <w:rsid w:val="005B0689"/>
    <w:rsid w:val="005B2E55"/>
    <w:rsid w:val="005B37E2"/>
    <w:rsid w:val="005B460C"/>
    <w:rsid w:val="005B607D"/>
    <w:rsid w:val="005C0BB2"/>
    <w:rsid w:val="005C6F71"/>
    <w:rsid w:val="005D4503"/>
    <w:rsid w:val="005D7525"/>
    <w:rsid w:val="005E1AB1"/>
    <w:rsid w:val="005E20B2"/>
    <w:rsid w:val="005E5A22"/>
    <w:rsid w:val="005F5FA1"/>
    <w:rsid w:val="005F6159"/>
    <w:rsid w:val="005F6593"/>
    <w:rsid w:val="005F6979"/>
    <w:rsid w:val="006138DD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FB1"/>
    <w:rsid w:val="00691554"/>
    <w:rsid w:val="006968CC"/>
    <w:rsid w:val="006A24C7"/>
    <w:rsid w:val="006A633B"/>
    <w:rsid w:val="006B120C"/>
    <w:rsid w:val="006B3B05"/>
    <w:rsid w:val="006B5D59"/>
    <w:rsid w:val="006C23DB"/>
    <w:rsid w:val="006C65DA"/>
    <w:rsid w:val="006D39B2"/>
    <w:rsid w:val="006D3F30"/>
    <w:rsid w:val="006D4596"/>
    <w:rsid w:val="006D50FA"/>
    <w:rsid w:val="006D6028"/>
    <w:rsid w:val="006F057A"/>
    <w:rsid w:val="006F0D5B"/>
    <w:rsid w:val="006F787A"/>
    <w:rsid w:val="00703374"/>
    <w:rsid w:val="0070681B"/>
    <w:rsid w:val="0070712E"/>
    <w:rsid w:val="00710301"/>
    <w:rsid w:val="007109D2"/>
    <w:rsid w:val="007261C1"/>
    <w:rsid w:val="0073574D"/>
    <w:rsid w:val="007460F9"/>
    <w:rsid w:val="00764B27"/>
    <w:rsid w:val="0076745A"/>
    <w:rsid w:val="007738BD"/>
    <w:rsid w:val="00777BB7"/>
    <w:rsid w:val="007837ED"/>
    <w:rsid w:val="0078706A"/>
    <w:rsid w:val="00790D07"/>
    <w:rsid w:val="007A11F2"/>
    <w:rsid w:val="007A3AC2"/>
    <w:rsid w:val="007B3007"/>
    <w:rsid w:val="007C0FDD"/>
    <w:rsid w:val="007C308E"/>
    <w:rsid w:val="007C5B85"/>
    <w:rsid w:val="007C7F22"/>
    <w:rsid w:val="007E0E84"/>
    <w:rsid w:val="007E16D1"/>
    <w:rsid w:val="007E5FF0"/>
    <w:rsid w:val="007E6CED"/>
    <w:rsid w:val="007F0114"/>
    <w:rsid w:val="007F60D6"/>
    <w:rsid w:val="007F6FA5"/>
    <w:rsid w:val="00801EBC"/>
    <w:rsid w:val="00802588"/>
    <w:rsid w:val="00807BFE"/>
    <w:rsid w:val="00813612"/>
    <w:rsid w:val="0081479C"/>
    <w:rsid w:val="00815AE2"/>
    <w:rsid w:val="00825830"/>
    <w:rsid w:val="00826CB2"/>
    <w:rsid w:val="00830375"/>
    <w:rsid w:val="00831014"/>
    <w:rsid w:val="00832323"/>
    <w:rsid w:val="008426C2"/>
    <w:rsid w:val="008450D3"/>
    <w:rsid w:val="00846E26"/>
    <w:rsid w:val="00853327"/>
    <w:rsid w:val="00857403"/>
    <w:rsid w:val="00861A1A"/>
    <w:rsid w:val="00864D93"/>
    <w:rsid w:val="00882BE0"/>
    <w:rsid w:val="008836CE"/>
    <w:rsid w:val="0088727F"/>
    <w:rsid w:val="00891FF5"/>
    <w:rsid w:val="00893E89"/>
    <w:rsid w:val="008A3619"/>
    <w:rsid w:val="008A36F4"/>
    <w:rsid w:val="008B05F5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0383D"/>
    <w:rsid w:val="00912A69"/>
    <w:rsid w:val="00916DC9"/>
    <w:rsid w:val="0094072E"/>
    <w:rsid w:val="00950649"/>
    <w:rsid w:val="0095346A"/>
    <w:rsid w:val="009544DE"/>
    <w:rsid w:val="00955A25"/>
    <w:rsid w:val="009567ED"/>
    <w:rsid w:val="009634D4"/>
    <w:rsid w:val="00963F86"/>
    <w:rsid w:val="0097175A"/>
    <w:rsid w:val="00974B16"/>
    <w:rsid w:val="009802AD"/>
    <w:rsid w:val="009A5F9E"/>
    <w:rsid w:val="009B1030"/>
    <w:rsid w:val="009B5E16"/>
    <w:rsid w:val="009B638C"/>
    <w:rsid w:val="009C1AA6"/>
    <w:rsid w:val="009C238F"/>
    <w:rsid w:val="009C5117"/>
    <w:rsid w:val="009C5C13"/>
    <w:rsid w:val="009C7B24"/>
    <w:rsid w:val="009D5175"/>
    <w:rsid w:val="009E2A2A"/>
    <w:rsid w:val="009F0EEC"/>
    <w:rsid w:val="009F6E5E"/>
    <w:rsid w:val="00A17111"/>
    <w:rsid w:val="00A25134"/>
    <w:rsid w:val="00A25C4B"/>
    <w:rsid w:val="00A26A28"/>
    <w:rsid w:val="00A407AE"/>
    <w:rsid w:val="00A41A9A"/>
    <w:rsid w:val="00A41E41"/>
    <w:rsid w:val="00A50FFF"/>
    <w:rsid w:val="00A51BF7"/>
    <w:rsid w:val="00A527AF"/>
    <w:rsid w:val="00A54992"/>
    <w:rsid w:val="00A57E9D"/>
    <w:rsid w:val="00A61EA9"/>
    <w:rsid w:val="00A633E1"/>
    <w:rsid w:val="00A65DB3"/>
    <w:rsid w:val="00A65E53"/>
    <w:rsid w:val="00A7603A"/>
    <w:rsid w:val="00A8234A"/>
    <w:rsid w:val="00A9018C"/>
    <w:rsid w:val="00A97C95"/>
    <w:rsid w:val="00AA0506"/>
    <w:rsid w:val="00AA5B23"/>
    <w:rsid w:val="00AB1276"/>
    <w:rsid w:val="00AB7103"/>
    <w:rsid w:val="00AC4ED9"/>
    <w:rsid w:val="00AC6380"/>
    <w:rsid w:val="00AD2F36"/>
    <w:rsid w:val="00AD3CB1"/>
    <w:rsid w:val="00AD5F36"/>
    <w:rsid w:val="00AD6E4D"/>
    <w:rsid w:val="00AF4AAD"/>
    <w:rsid w:val="00AF5281"/>
    <w:rsid w:val="00B01599"/>
    <w:rsid w:val="00B05776"/>
    <w:rsid w:val="00B05FE7"/>
    <w:rsid w:val="00B141A2"/>
    <w:rsid w:val="00B15DB4"/>
    <w:rsid w:val="00B177D0"/>
    <w:rsid w:val="00B3151A"/>
    <w:rsid w:val="00B31FDE"/>
    <w:rsid w:val="00B37307"/>
    <w:rsid w:val="00B375C8"/>
    <w:rsid w:val="00B464CD"/>
    <w:rsid w:val="00B5145B"/>
    <w:rsid w:val="00B51A79"/>
    <w:rsid w:val="00B52FFD"/>
    <w:rsid w:val="00B65C18"/>
    <w:rsid w:val="00B707D0"/>
    <w:rsid w:val="00B75FF7"/>
    <w:rsid w:val="00B77B6F"/>
    <w:rsid w:val="00B816F4"/>
    <w:rsid w:val="00B822EA"/>
    <w:rsid w:val="00B84417"/>
    <w:rsid w:val="00B87089"/>
    <w:rsid w:val="00B94FBB"/>
    <w:rsid w:val="00BA2C47"/>
    <w:rsid w:val="00BA3595"/>
    <w:rsid w:val="00BB3CAA"/>
    <w:rsid w:val="00BB48C7"/>
    <w:rsid w:val="00BB5D50"/>
    <w:rsid w:val="00BC1F6B"/>
    <w:rsid w:val="00BC4E92"/>
    <w:rsid w:val="00BC732E"/>
    <w:rsid w:val="00BD3D30"/>
    <w:rsid w:val="00BD7612"/>
    <w:rsid w:val="00BE15A2"/>
    <w:rsid w:val="00BE6648"/>
    <w:rsid w:val="00BF5E09"/>
    <w:rsid w:val="00BF6970"/>
    <w:rsid w:val="00C148FD"/>
    <w:rsid w:val="00C1794E"/>
    <w:rsid w:val="00C22BEA"/>
    <w:rsid w:val="00C2393A"/>
    <w:rsid w:val="00C27194"/>
    <w:rsid w:val="00C341C5"/>
    <w:rsid w:val="00C4465F"/>
    <w:rsid w:val="00C5580D"/>
    <w:rsid w:val="00C57915"/>
    <w:rsid w:val="00C7264E"/>
    <w:rsid w:val="00C767C9"/>
    <w:rsid w:val="00C878F0"/>
    <w:rsid w:val="00CA51B5"/>
    <w:rsid w:val="00CA559B"/>
    <w:rsid w:val="00CA6BDC"/>
    <w:rsid w:val="00CA716C"/>
    <w:rsid w:val="00CC2293"/>
    <w:rsid w:val="00CC266E"/>
    <w:rsid w:val="00CC27A5"/>
    <w:rsid w:val="00CC4D15"/>
    <w:rsid w:val="00CE070B"/>
    <w:rsid w:val="00CE09BA"/>
    <w:rsid w:val="00CE195D"/>
    <w:rsid w:val="00CE5FBD"/>
    <w:rsid w:val="00CF4DFA"/>
    <w:rsid w:val="00D05D73"/>
    <w:rsid w:val="00D060B3"/>
    <w:rsid w:val="00D06992"/>
    <w:rsid w:val="00D07467"/>
    <w:rsid w:val="00D1690E"/>
    <w:rsid w:val="00D17A6C"/>
    <w:rsid w:val="00D20A5C"/>
    <w:rsid w:val="00D22F37"/>
    <w:rsid w:val="00D25851"/>
    <w:rsid w:val="00D2650E"/>
    <w:rsid w:val="00D3228E"/>
    <w:rsid w:val="00D33524"/>
    <w:rsid w:val="00D41D22"/>
    <w:rsid w:val="00D46C4F"/>
    <w:rsid w:val="00D51F99"/>
    <w:rsid w:val="00D573B0"/>
    <w:rsid w:val="00D62073"/>
    <w:rsid w:val="00D6535B"/>
    <w:rsid w:val="00D71B81"/>
    <w:rsid w:val="00D773FA"/>
    <w:rsid w:val="00D973EC"/>
    <w:rsid w:val="00DA18A6"/>
    <w:rsid w:val="00DA1F5C"/>
    <w:rsid w:val="00DA24E3"/>
    <w:rsid w:val="00DB2F24"/>
    <w:rsid w:val="00DB674B"/>
    <w:rsid w:val="00DC1DC7"/>
    <w:rsid w:val="00DC31A7"/>
    <w:rsid w:val="00DD085D"/>
    <w:rsid w:val="00DD1E80"/>
    <w:rsid w:val="00DD34CF"/>
    <w:rsid w:val="00DD5AD3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96FAC"/>
    <w:rsid w:val="00EA0615"/>
    <w:rsid w:val="00EA1BDF"/>
    <w:rsid w:val="00EA1CC3"/>
    <w:rsid w:val="00EA1FF5"/>
    <w:rsid w:val="00EA7D7B"/>
    <w:rsid w:val="00EB3231"/>
    <w:rsid w:val="00EB5344"/>
    <w:rsid w:val="00EB6B74"/>
    <w:rsid w:val="00EB6E4B"/>
    <w:rsid w:val="00EC77B0"/>
    <w:rsid w:val="00ED1921"/>
    <w:rsid w:val="00ED25FF"/>
    <w:rsid w:val="00ED2956"/>
    <w:rsid w:val="00EE3197"/>
    <w:rsid w:val="00EE5362"/>
    <w:rsid w:val="00EF2951"/>
    <w:rsid w:val="00F12783"/>
    <w:rsid w:val="00F13366"/>
    <w:rsid w:val="00F15F0A"/>
    <w:rsid w:val="00F168D6"/>
    <w:rsid w:val="00F24638"/>
    <w:rsid w:val="00F248A4"/>
    <w:rsid w:val="00F31E1E"/>
    <w:rsid w:val="00F43BD5"/>
    <w:rsid w:val="00F46B18"/>
    <w:rsid w:val="00F55FED"/>
    <w:rsid w:val="00F60008"/>
    <w:rsid w:val="00F748A6"/>
    <w:rsid w:val="00F82C59"/>
    <w:rsid w:val="00F871C6"/>
    <w:rsid w:val="00F8749B"/>
    <w:rsid w:val="00FA618D"/>
    <w:rsid w:val="00FA74D9"/>
    <w:rsid w:val="00FB1414"/>
    <w:rsid w:val="00FB201E"/>
    <w:rsid w:val="00FC57C5"/>
    <w:rsid w:val="00FD3E9C"/>
    <w:rsid w:val="00FF1D73"/>
    <w:rsid w:val="00FF5D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7AE"/>
    <w:rPr>
      <w:sz w:val="24"/>
      <w:szCs w:val="24"/>
      <w:lang w:eastAsia="cs-CZ"/>
    </w:rPr>
  </w:style>
  <w:style w:type="paragraph" w:styleId="Ttol1">
    <w:name w:val="heading 1"/>
    <w:basedOn w:val="Normal"/>
    <w:next w:val="Normal"/>
    <w:link w:val="Ttol1C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deglobus">
    <w:name w:val="Balloon Text"/>
    <w:basedOn w:val="Normal"/>
    <w:link w:val="TextdeglobusCar"/>
    <w:rsid w:val="00882BE0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Tipusdelletraperdefectedelpargraf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Tipusdelletraperdefectedelpargraf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Capalera">
    <w:name w:val="header"/>
    <w:basedOn w:val="Normal"/>
    <w:link w:val="CapaleraCar"/>
    <w:rsid w:val="0039238A"/>
    <w:pPr>
      <w:tabs>
        <w:tab w:val="center" w:pos="4536"/>
        <w:tab w:val="right" w:pos="9072"/>
      </w:tabs>
    </w:pPr>
  </w:style>
  <w:style w:type="character" w:customStyle="1" w:styleId="CapaleraCar">
    <w:name w:val="Capçalera Car"/>
    <w:basedOn w:val="Tipusdelletraperdefectedelpargraf"/>
    <w:link w:val="Capalera"/>
    <w:rsid w:val="0039238A"/>
    <w:rPr>
      <w:sz w:val="24"/>
      <w:szCs w:val="24"/>
    </w:rPr>
  </w:style>
  <w:style w:type="paragraph" w:styleId="Peu">
    <w:name w:val="footer"/>
    <w:basedOn w:val="Normal"/>
    <w:link w:val="PeuCar"/>
    <w:rsid w:val="0039238A"/>
    <w:pPr>
      <w:tabs>
        <w:tab w:val="center" w:pos="4536"/>
        <w:tab w:val="right" w:pos="9072"/>
      </w:tabs>
    </w:pPr>
  </w:style>
  <w:style w:type="character" w:customStyle="1" w:styleId="PeuCar">
    <w:name w:val="Peu Car"/>
    <w:basedOn w:val="Tipusdelletraperdefectedelpargraf"/>
    <w:link w:val="Peu"/>
    <w:rsid w:val="0039238A"/>
    <w:rPr>
      <w:sz w:val="24"/>
      <w:szCs w:val="24"/>
    </w:rPr>
  </w:style>
  <w:style w:type="character" w:styleId="Textdelcontenidor">
    <w:name w:val="Placeholder Text"/>
    <w:basedOn w:val="Tipusdelletraperdefectedelpargraf"/>
    <w:uiPriority w:val="99"/>
    <w:semiHidden/>
    <w:rsid w:val="00CE070B"/>
    <w:rPr>
      <w:color w:val="808080"/>
    </w:rPr>
  </w:style>
  <w:style w:type="character" w:customStyle="1" w:styleId="hps">
    <w:name w:val="hps"/>
    <w:basedOn w:val="Tipusdelletraperdefectedelpargraf"/>
    <w:rsid w:val="005D4503"/>
  </w:style>
  <w:style w:type="character" w:customStyle="1" w:styleId="shorttext">
    <w:name w:val="short_text"/>
    <w:basedOn w:val="Tipusdelletraperdefectedelpargraf"/>
    <w:rsid w:val="005D4503"/>
  </w:style>
  <w:style w:type="character" w:customStyle="1" w:styleId="Ttol1Car">
    <w:name w:val="Títol 1 Car"/>
    <w:basedOn w:val="Tipusdelletraperdefectedelpargraf"/>
    <w:link w:val="Ttol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Ttol">
    <w:name w:val="Title"/>
    <w:basedOn w:val="Normal"/>
    <w:next w:val="Normal"/>
    <w:link w:val="TtolC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olCar">
    <w:name w:val="Títol Car"/>
    <w:basedOn w:val="Tipusdelletraperdefectedelpargraf"/>
    <w:link w:val="Ttol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al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DotList1">
    <w:name w:val="eDotList1"/>
    <w:basedOn w:val="Llistaambpics"/>
    <w:rsid w:val="00315638"/>
    <w:pPr>
      <w:spacing w:after="240"/>
    </w:pPr>
    <w:rPr>
      <w:lang w:eastAsia="en-US"/>
    </w:rPr>
  </w:style>
  <w:style w:type="paragraph" w:styleId="Llistaambpics">
    <w:name w:val="List Bullet"/>
    <w:basedOn w:val="Normal"/>
    <w:semiHidden/>
    <w:unhideWhenUsed/>
    <w:rsid w:val="00315638"/>
    <w:pPr>
      <w:tabs>
        <w:tab w:val="num" w:pos="340"/>
      </w:tabs>
      <w:ind w:left="340" w:hanging="340"/>
      <w:contextualSpacing/>
    </w:pPr>
  </w:style>
  <w:style w:type="character" w:styleId="Refernciadecomentari">
    <w:name w:val="annotation reference"/>
    <w:basedOn w:val="Tipusdelletraperdefectedelpargraf"/>
    <w:semiHidden/>
    <w:unhideWhenUsed/>
    <w:rsid w:val="00CA716C"/>
    <w:rPr>
      <w:sz w:val="18"/>
      <w:szCs w:val="18"/>
    </w:rPr>
  </w:style>
  <w:style w:type="paragraph" w:styleId="Textdecomentari">
    <w:name w:val="annotation text"/>
    <w:basedOn w:val="Normal"/>
    <w:link w:val="TextdecomentariCar"/>
    <w:semiHidden/>
    <w:unhideWhenUsed/>
    <w:rsid w:val="00CA716C"/>
  </w:style>
  <w:style w:type="character" w:customStyle="1" w:styleId="TextdecomentariCar">
    <w:name w:val="Text de comentari Car"/>
    <w:basedOn w:val="Tipusdelletraperdefectedelpargraf"/>
    <w:link w:val="Textdecomentari"/>
    <w:semiHidden/>
    <w:rsid w:val="00CA716C"/>
    <w:rPr>
      <w:sz w:val="24"/>
      <w:szCs w:val="24"/>
      <w:lang w:eastAsia="cs-CZ"/>
    </w:rPr>
  </w:style>
  <w:style w:type="paragraph" w:styleId="Temadelcomentari">
    <w:name w:val="annotation subject"/>
    <w:basedOn w:val="Textdecomentari"/>
    <w:next w:val="Textdecomentari"/>
    <w:link w:val="TemadelcomentariCar"/>
    <w:semiHidden/>
    <w:unhideWhenUsed/>
    <w:rsid w:val="00CA716C"/>
    <w:rPr>
      <w:b/>
      <w:bCs/>
      <w:sz w:val="20"/>
      <w:szCs w:val="20"/>
    </w:rPr>
  </w:style>
  <w:style w:type="character" w:customStyle="1" w:styleId="TemadelcomentariCar">
    <w:name w:val="Tema del comentari Car"/>
    <w:basedOn w:val="TextdecomentariCar"/>
    <w:link w:val="Temadelcomentari"/>
    <w:semiHidden/>
    <w:rsid w:val="00CA716C"/>
    <w:rPr>
      <w:b/>
      <w:bCs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7AE"/>
    <w:rPr>
      <w:sz w:val="24"/>
      <w:szCs w:val="24"/>
      <w:lang w:eastAsia="cs-CZ"/>
    </w:rPr>
  </w:style>
  <w:style w:type="paragraph" w:styleId="Ttol1">
    <w:name w:val="heading 1"/>
    <w:basedOn w:val="Normal"/>
    <w:next w:val="Normal"/>
    <w:link w:val="Ttol1C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deglobus">
    <w:name w:val="Balloon Text"/>
    <w:basedOn w:val="Normal"/>
    <w:link w:val="TextdeglobusCar"/>
    <w:rsid w:val="00882BE0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Tipusdelletraperdefectedelpargraf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Tipusdelletraperdefectedelpargraf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Capalera">
    <w:name w:val="header"/>
    <w:basedOn w:val="Normal"/>
    <w:link w:val="CapaleraCar"/>
    <w:rsid w:val="0039238A"/>
    <w:pPr>
      <w:tabs>
        <w:tab w:val="center" w:pos="4536"/>
        <w:tab w:val="right" w:pos="9072"/>
      </w:tabs>
    </w:pPr>
  </w:style>
  <w:style w:type="character" w:customStyle="1" w:styleId="CapaleraCar">
    <w:name w:val="Capçalera Car"/>
    <w:basedOn w:val="Tipusdelletraperdefectedelpargraf"/>
    <w:link w:val="Capalera"/>
    <w:rsid w:val="0039238A"/>
    <w:rPr>
      <w:sz w:val="24"/>
      <w:szCs w:val="24"/>
    </w:rPr>
  </w:style>
  <w:style w:type="paragraph" w:styleId="Peu">
    <w:name w:val="footer"/>
    <w:basedOn w:val="Normal"/>
    <w:link w:val="PeuCar"/>
    <w:rsid w:val="0039238A"/>
    <w:pPr>
      <w:tabs>
        <w:tab w:val="center" w:pos="4536"/>
        <w:tab w:val="right" w:pos="9072"/>
      </w:tabs>
    </w:pPr>
  </w:style>
  <w:style w:type="character" w:customStyle="1" w:styleId="PeuCar">
    <w:name w:val="Peu Car"/>
    <w:basedOn w:val="Tipusdelletraperdefectedelpargraf"/>
    <w:link w:val="Peu"/>
    <w:rsid w:val="0039238A"/>
    <w:rPr>
      <w:sz w:val="24"/>
      <w:szCs w:val="24"/>
    </w:rPr>
  </w:style>
  <w:style w:type="character" w:styleId="Textdelcontenidor">
    <w:name w:val="Placeholder Text"/>
    <w:basedOn w:val="Tipusdelletraperdefectedelpargraf"/>
    <w:uiPriority w:val="99"/>
    <w:semiHidden/>
    <w:rsid w:val="00CE070B"/>
    <w:rPr>
      <w:color w:val="808080"/>
    </w:rPr>
  </w:style>
  <w:style w:type="character" w:customStyle="1" w:styleId="hps">
    <w:name w:val="hps"/>
    <w:basedOn w:val="Tipusdelletraperdefectedelpargraf"/>
    <w:rsid w:val="005D4503"/>
  </w:style>
  <w:style w:type="character" w:customStyle="1" w:styleId="shorttext">
    <w:name w:val="short_text"/>
    <w:basedOn w:val="Tipusdelletraperdefectedelpargraf"/>
    <w:rsid w:val="005D4503"/>
  </w:style>
  <w:style w:type="character" w:customStyle="1" w:styleId="Ttol1Car">
    <w:name w:val="Títol 1 Car"/>
    <w:basedOn w:val="Tipusdelletraperdefectedelpargraf"/>
    <w:link w:val="Ttol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Ttol">
    <w:name w:val="Title"/>
    <w:basedOn w:val="Normal"/>
    <w:next w:val="Normal"/>
    <w:link w:val="TtolC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olCar">
    <w:name w:val="Títol Car"/>
    <w:basedOn w:val="Tipusdelletraperdefectedelpargraf"/>
    <w:link w:val="Ttol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al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DotList1">
    <w:name w:val="eDotList1"/>
    <w:basedOn w:val="Llistaambpics"/>
    <w:rsid w:val="00315638"/>
    <w:pPr>
      <w:spacing w:after="240"/>
    </w:pPr>
    <w:rPr>
      <w:lang w:eastAsia="en-US"/>
    </w:rPr>
  </w:style>
  <w:style w:type="paragraph" w:styleId="Llistaambpics">
    <w:name w:val="List Bullet"/>
    <w:basedOn w:val="Normal"/>
    <w:semiHidden/>
    <w:unhideWhenUsed/>
    <w:rsid w:val="00315638"/>
    <w:pPr>
      <w:tabs>
        <w:tab w:val="num" w:pos="340"/>
      </w:tabs>
      <w:ind w:left="340" w:hanging="340"/>
      <w:contextualSpacing/>
    </w:pPr>
  </w:style>
  <w:style w:type="character" w:styleId="Refernciadecomentari">
    <w:name w:val="annotation reference"/>
    <w:basedOn w:val="Tipusdelletraperdefectedelpargraf"/>
    <w:semiHidden/>
    <w:unhideWhenUsed/>
    <w:rsid w:val="00CA716C"/>
    <w:rPr>
      <w:sz w:val="18"/>
      <w:szCs w:val="18"/>
    </w:rPr>
  </w:style>
  <w:style w:type="paragraph" w:styleId="Textdecomentari">
    <w:name w:val="annotation text"/>
    <w:basedOn w:val="Normal"/>
    <w:link w:val="TextdecomentariCar"/>
    <w:semiHidden/>
    <w:unhideWhenUsed/>
    <w:rsid w:val="00CA716C"/>
  </w:style>
  <w:style w:type="character" w:customStyle="1" w:styleId="TextdecomentariCar">
    <w:name w:val="Text de comentari Car"/>
    <w:basedOn w:val="Tipusdelletraperdefectedelpargraf"/>
    <w:link w:val="Textdecomentari"/>
    <w:semiHidden/>
    <w:rsid w:val="00CA716C"/>
    <w:rPr>
      <w:sz w:val="24"/>
      <w:szCs w:val="24"/>
      <w:lang w:eastAsia="cs-CZ"/>
    </w:rPr>
  </w:style>
  <w:style w:type="paragraph" w:styleId="Temadelcomentari">
    <w:name w:val="annotation subject"/>
    <w:basedOn w:val="Textdecomentari"/>
    <w:next w:val="Textdecomentari"/>
    <w:link w:val="TemadelcomentariCar"/>
    <w:semiHidden/>
    <w:unhideWhenUsed/>
    <w:rsid w:val="00CA716C"/>
    <w:rPr>
      <w:b/>
      <w:bCs/>
      <w:sz w:val="20"/>
      <w:szCs w:val="20"/>
    </w:rPr>
  </w:style>
  <w:style w:type="character" w:customStyle="1" w:styleId="TemadelcomentariCar">
    <w:name w:val="Tema del comentari Car"/>
    <w:basedOn w:val="TextdecomentariCar"/>
    <w:link w:val="Temadelcomentari"/>
    <w:semiHidden/>
    <w:rsid w:val="00CA716C"/>
    <w:rPr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6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09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4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1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3A7C5-54D8-4871-94F3-7B161A9D4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4</TotalTime>
  <Pages>3</Pages>
  <Words>428</Words>
  <Characters>2442</Characters>
  <Application>Microsoft Office Word</Application>
  <DocSecurity>0</DocSecurity>
  <Lines>20</Lines>
  <Paragraphs>5</Paragraphs>
  <ScaleCrop>false</ScaleCrop>
  <HeadingPairs>
    <vt:vector size="8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UPC</cp:lastModifiedBy>
  <cp:revision>3</cp:revision>
  <cp:lastPrinted>2013-05-24T14:00:00Z</cp:lastPrinted>
  <dcterms:created xsi:type="dcterms:W3CDTF">2016-03-23T13:22:00Z</dcterms:created>
  <dcterms:modified xsi:type="dcterms:W3CDTF">2016-03-28T17:35:00Z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