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39" w:rsidRPr="008A7E4A" w:rsidRDefault="00710739" w:rsidP="00710739">
      <w:pPr>
        <w:pStyle w:val="eTask"/>
        <w:rPr>
          <w:lang w:val="es-ES"/>
        </w:rPr>
      </w:pPr>
      <w:r w:rsidRPr="008A7E4A">
        <w:rPr>
          <w:lang w:val="es-ES"/>
        </w:rPr>
        <w:t xml:space="preserve">Asigne </w:t>
      </w:r>
      <w:r>
        <w:rPr>
          <w:lang w:val="es-ES"/>
        </w:rPr>
        <w:t>lo</w:t>
      </w:r>
      <w:r w:rsidRPr="008A7E4A">
        <w:rPr>
          <w:lang w:val="es-ES"/>
        </w:rPr>
        <w:t>s organi</w:t>
      </w:r>
      <w:r>
        <w:rPr>
          <w:lang w:val="es-ES"/>
        </w:rPr>
        <w:t>nismos</w:t>
      </w:r>
      <w:r w:rsidRPr="008A7E4A">
        <w:rPr>
          <w:lang w:val="es-ES"/>
        </w:rPr>
        <w:t xml:space="preserve"> de estandarización ETSI y ITU-T para las siguientes definiciones de NGN (</w:t>
      </w:r>
      <w:r w:rsidRPr="008A7E4A">
        <w:rPr>
          <w:i/>
          <w:lang w:val="es-ES"/>
        </w:rPr>
        <w:t>Next Generation Networks</w:t>
      </w:r>
      <w:r w:rsidRPr="008A7E4A">
        <w:rPr>
          <w:lang w:val="es-ES"/>
        </w:rPr>
        <w:t>).</w:t>
      </w:r>
    </w:p>
    <w:p w:rsidR="00710739" w:rsidRPr="008A7E4A" w:rsidRDefault="00710739" w:rsidP="00710739">
      <w:pPr>
        <w:rPr>
          <w:lang w:val="es-ES"/>
        </w:rPr>
      </w:pPr>
    </w:p>
    <w:tbl>
      <w:tblPr>
        <w:tblStyle w:val="Taulaambq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855"/>
        <w:gridCol w:w="6923"/>
      </w:tblGrid>
      <w:tr w:rsidR="00710739" w:rsidRPr="00620173" w:rsidTr="00EB6293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710739" w:rsidRPr="00B06A7D" w:rsidRDefault="00710739" w:rsidP="002634F3">
            <w:pPr>
              <w:jc w:val="center"/>
              <w:rPr>
                <w:b/>
                <w:lang w:val="es-ES"/>
              </w:rPr>
            </w:pPr>
            <w:r w:rsidRPr="00B06A7D">
              <w:rPr>
                <w:b/>
                <w:lang w:val="es-ES"/>
              </w:rPr>
              <w:t>Nombre del o</w:t>
            </w:r>
            <w:r w:rsidR="00620173">
              <w:rPr>
                <w:b/>
                <w:lang w:val="es-ES"/>
              </w:rPr>
              <w:t>rga</w:t>
            </w:r>
            <w:r w:rsidRPr="00B06A7D">
              <w:rPr>
                <w:b/>
                <w:lang w:val="es-ES"/>
              </w:rPr>
              <w:t>nismo de estandarización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710739" w:rsidRPr="00B06A7D" w:rsidRDefault="00710739" w:rsidP="002634F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Definic</w:t>
            </w:r>
            <w:r w:rsidRPr="00B06A7D">
              <w:rPr>
                <w:b/>
                <w:lang w:val="es-ES"/>
              </w:rPr>
              <w:t>ión de la NGN basada en el</w:t>
            </w:r>
            <w:r w:rsidRPr="00B06A7D">
              <w:rPr>
                <w:lang w:val="es-ES"/>
              </w:rPr>
              <w:t xml:space="preserve"> </w:t>
            </w:r>
            <w:r w:rsidRPr="00B06A7D">
              <w:rPr>
                <w:b/>
                <w:lang w:val="es-ES"/>
              </w:rPr>
              <w:t>o</w:t>
            </w:r>
            <w:r w:rsidR="00620173">
              <w:rPr>
                <w:b/>
                <w:lang w:val="es-ES"/>
              </w:rPr>
              <w:t>rga</w:t>
            </w:r>
            <w:r w:rsidRPr="00B06A7D">
              <w:rPr>
                <w:b/>
                <w:lang w:val="es-ES"/>
              </w:rPr>
              <w:t xml:space="preserve">nismo de estandarización </w:t>
            </w:r>
          </w:p>
        </w:tc>
      </w:tr>
      <w:tr w:rsidR="00710739" w:rsidRPr="00620173" w:rsidTr="00EB6293">
        <w:tc>
          <w:tcPr>
            <w:tcW w:w="1855" w:type="dxa"/>
            <w:vAlign w:val="center"/>
          </w:tcPr>
          <w:p w:rsidR="00710739" w:rsidRPr="00B06A7D" w:rsidRDefault="00620173" w:rsidP="002634F3">
            <w:pPr>
              <w:jc w:val="center"/>
              <w:rPr>
                <w:b/>
                <w:color w:val="FF0000"/>
                <w:lang w:val="es-ES"/>
              </w:rPr>
            </w:pPr>
            <w:r w:rsidRPr="00620173">
              <w:rPr>
                <w:b/>
                <w:color w:val="FF0000"/>
                <w:lang w:val="es-ES"/>
              </w:rPr>
              <w:t xml:space="preserve"> </w:t>
            </w:r>
            <w:r w:rsidRPr="0048685F">
              <w:rPr>
                <w:b/>
                <w:color w:val="FF0000"/>
              </w:rPr>
              <w:t>ITU-T</w:t>
            </w:r>
          </w:p>
        </w:tc>
        <w:tc>
          <w:tcPr>
            <w:tcW w:w="6923" w:type="dxa"/>
          </w:tcPr>
          <w:p w:rsidR="00710739" w:rsidRPr="00E43982" w:rsidRDefault="00710739" w:rsidP="002634F3">
            <w:pPr>
              <w:rPr>
                <w:b/>
                <w:lang w:val="es-ES"/>
              </w:rPr>
            </w:pPr>
            <w:r w:rsidRPr="00E43982">
              <w:rPr>
                <w:lang w:val="es-ES"/>
              </w:rPr>
              <w:t>NGN es una red basada en la transferencia de paquetes, lo que permite proporcionar servicios que incluyen servicios de telecomunicaciones, y es capaz de utilizar varias tecnologías de transmisión de banda ancha que permite garantizar QoS.</w:t>
            </w:r>
          </w:p>
        </w:tc>
      </w:tr>
      <w:tr w:rsidR="00EB6293" w:rsidRPr="00620173" w:rsidTr="00EB6293">
        <w:tc>
          <w:tcPr>
            <w:tcW w:w="1855" w:type="dxa"/>
            <w:vAlign w:val="center"/>
          </w:tcPr>
          <w:p w:rsidR="00EB6293" w:rsidRPr="0048685F" w:rsidRDefault="00EB6293" w:rsidP="00EB6293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ETSI</w:t>
            </w:r>
          </w:p>
        </w:tc>
        <w:tc>
          <w:tcPr>
            <w:tcW w:w="6923" w:type="dxa"/>
          </w:tcPr>
          <w:p w:rsidR="00EB6293" w:rsidRPr="00E43982" w:rsidRDefault="00EB6293" w:rsidP="00EB6293">
            <w:pPr>
              <w:rPr>
                <w:b/>
                <w:lang w:val="es-ES"/>
              </w:rPr>
            </w:pPr>
            <w:r w:rsidRPr="00E43982">
              <w:rPr>
                <w:lang w:val="es-ES"/>
              </w:rPr>
              <w:t>Describe NGN como un concepto para la definición y el establecimiento de las redes, lo que permite una distribución formal de funcionalidades en capas y planos separados mediante el uso de interfaces abiertas.</w:t>
            </w:r>
            <w:r w:rsidRPr="00E43982">
              <w:rPr>
                <w:lang w:val="es-ES"/>
              </w:rPr>
              <w:br/>
            </w:r>
          </w:p>
        </w:tc>
      </w:tr>
      <w:tr w:rsidR="00EB6293" w:rsidRPr="00620173" w:rsidTr="00EB6293">
        <w:tc>
          <w:tcPr>
            <w:tcW w:w="1855" w:type="dxa"/>
            <w:vAlign w:val="center"/>
          </w:tcPr>
          <w:p w:rsidR="00EB6293" w:rsidRPr="0048685F" w:rsidRDefault="00EB6293" w:rsidP="00EB6293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ETSI</w:t>
            </w:r>
          </w:p>
        </w:tc>
        <w:tc>
          <w:tcPr>
            <w:tcW w:w="6923" w:type="dxa"/>
          </w:tcPr>
          <w:p w:rsidR="00EB6293" w:rsidRPr="00E43982" w:rsidRDefault="00EB6293" w:rsidP="00EB6293">
            <w:pPr>
              <w:rPr>
                <w:b/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Pr="00E43982">
              <w:rPr>
                <w:lang w:val="es-ES"/>
              </w:rPr>
              <w:t>concepto de NGN ofrece nuevas condiciones para la creación, implementación y gestión eficaz de los servicios innovadores.</w:t>
            </w:r>
            <w:r w:rsidRPr="00E43982">
              <w:rPr>
                <w:lang w:val="es-ES"/>
              </w:rPr>
              <w:br/>
            </w:r>
          </w:p>
        </w:tc>
      </w:tr>
      <w:tr w:rsidR="00EB6293" w:rsidRPr="00620173" w:rsidTr="00EB6293">
        <w:tc>
          <w:tcPr>
            <w:tcW w:w="1855" w:type="dxa"/>
            <w:vAlign w:val="center"/>
          </w:tcPr>
          <w:p w:rsidR="00EB6293" w:rsidRPr="0048685F" w:rsidRDefault="00EB6293" w:rsidP="00EB6293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ITU-T</w:t>
            </w:r>
          </w:p>
        </w:tc>
        <w:tc>
          <w:tcPr>
            <w:tcW w:w="6923" w:type="dxa"/>
          </w:tcPr>
          <w:p w:rsidR="00EB6293" w:rsidRPr="00E43982" w:rsidRDefault="00EB6293" w:rsidP="00EB6293">
            <w:pPr>
              <w:rPr>
                <w:lang w:val="es-ES"/>
              </w:rPr>
            </w:pPr>
            <w:r w:rsidRPr="00E43982">
              <w:rPr>
                <w:lang w:val="es-ES"/>
              </w:rPr>
              <w:t>Las funciones relacionadas con los servicios son al mismo tiempo independientes de las tecnologías de transmisión básicas. NGN proporciona acceso de usuario ilimitado a diferentes proveedores de servicios.</w:t>
            </w:r>
            <w:r w:rsidRPr="00E43982">
              <w:rPr>
                <w:lang w:val="es-ES"/>
              </w:rPr>
              <w:br/>
            </w:r>
          </w:p>
        </w:tc>
      </w:tr>
    </w:tbl>
    <w:p w:rsidR="00047A67" w:rsidRPr="0094126A" w:rsidRDefault="00047A67" w:rsidP="00047A67">
      <w:pPr>
        <w:pStyle w:val="eLineBottom"/>
        <w:rPr>
          <w:lang w:val="es-ES"/>
        </w:rPr>
      </w:pPr>
    </w:p>
    <w:p w:rsidR="00712DF2" w:rsidRDefault="00712DF2" w:rsidP="00047A67">
      <w:pPr>
        <w:rPr>
          <w:lang w:val="es-ES"/>
        </w:rPr>
      </w:pPr>
    </w:p>
    <w:p w:rsidR="00710739" w:rsidRPr="0074294A" w:rsidRDefault="00710739" w:rsidP="00710739">
      <w:pPr>
        <w:pStyle w:val="eTask"/>
        <w:rPr>
          <w:lang w:val="es-ES"/>
        </w:rPr>
      </w:pPr>
      <w:r>
        <w:rPr>
          <w:lang w:val="es-ES"/>
        </w:rPr>
        <w:t>Rodee</w:t>
      </w:r>
      <w:r w:rsidRPr="0074294A">
        <w:rPr>
          <w:lang w:val="es-ES"/>
        </w:rPr>
        <w:t xml:space="preserve"> </w:t>
      </w:r>
      <w:r>
        <w:rPr>
          <w:lang w:val="es-ES"/>
        </w:rPr>
        <w:t>los p</w:t>
      </w:r>
      <w:r w:rsidRPr="0074294A">
        <w:rPr>
          <w:lang w:val="es-ES"/>
        </w:rPr>
        <w:t xml:space="preserve">rotocolos que se pueden utilizar para implementar funcionalidades en una red SDN (Software Defined Networking). </w: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7C784" wp14:editId="73DDDE1A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35BA63C0" id="Oval 7" o:spid="_x0000_s1026" style="position:absolute;margin-left:5.3pt;margin-top:13.6pt;width:448.65pt;height:15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9E92C5" wp14:editId="5B7144D7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400685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219E92C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EB6293" w:rsidP="00EB6293">
      <w:pPr>
        <w:rPr>
          <w:lang w:val="es-ES"/>
        </w:rPr>
      </w:pPr>
      <w:r w:rsidRPr="00EB6293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29068F" wp14:editId="0AED8A52">
                <wp:simplePos x="0" y="0"/>
                <wp:positionH relativeFrom="column">
                  <wp:posOffset>520065</wp:posOffset>
                </wp:positionH>
                <wp:positionV relativeFrom="paragraph">
                  <wp:posOffset>915035</wp:posOffset>
                </wp:positionV>
                <wp:extent cx="913765" cy="391160"/>
                <wp:effectExtent l="0" t="0" r="19685" b="279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63A243DA" id="Oval 21" o:spid="_x0000_s1026" style="position:absolute;margin-left:40.95pt;margin-top:72.05pt;width:71.95pt;height:3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" filled="f" strokecolor="red" strokeweight="2pt"/>
            </w:pict>
          </mc:Fallback>
        </mc:AlternateContent>
      </w:r>
      <w:r w:rsidRPr="00EB6293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8B41E9" wp14:editId="256C3D12">
                <wp:simplePos x="0" y="0"/>
                <wp:positionH relativeFrom="column">
                  <wp:posOffset>2272030</wp:posOffset>
                </wp:positionH>
                <wp:positionV relativeFrom="paragraph">
                  <wp:posOffset>61595</wp:posOffset>
                </wp:positionV>
                <wp:extent cx="913765" cy="391160"/>
                <wp:effectExtent l="0" t="0" r="19685" b="2794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26EFF161" id="Oval 22" o:spid="_x0000_s1026" style="position:absolute;margin-left:178.9pt;margin-top:4.85pt;width:71.9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o5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" filled="f" strokecolor="red" strokeweight="2pt"/>
            </w:pict>
          </mc:Fallback>
        </mc:AlternateContent>
      </w:r>
      <w:r w:rsidRPr="00EB6293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71F561" wp14:editId="12DF534C">
                <wp:simplePos x="0" y="0"/>
                <wp:positionH relativeFrom="column">
                  <wp:posOffset>4275455</wp:posOffset>
                </wp:positionH>
                <wp:positionV relativeFrom="paragraph">
                  <wp:posOffset>839470</wp:posOffset>
                </wp:positionV>
                <wp:extent cx="913765" cy="391160"/>
                <wp:effectExtent l="0" t="0" r="1968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627619DC" id="Oval 23" o:spid="_x0000_s1026" style="position:absolute;margin-left:336.65pt;margin-top:66.1pt;width:71.95pt;height:3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UG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" filled="f" strokecolor="red" strokeweight="2pt"/>
            </w:pict>
          </mc:Fallback>
        </mc:AlternateContent>
      </w:r>
      <w:r w:rsidR="0071073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D7A835" wp14:editId="285CE261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781685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CD7A835" id="Text Box 25" o:spid="_x0000_s1027" type="#_x0000_t202" style="position:absolute;margin-left:103.5pt;margin-top:7.1pt;width:1in;height:19.5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71073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57716" wp14:editId="65964448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72263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roofErr w:type="spellStart"/>
                            <w:r w:rsidRPr="00874368">
                              <w:t>OpenFlow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E657716" id="Text Box 10" o:spid="_x0000_s1028" type="#_x0000_t202" style="position:absolute;margin-left:185.3pt;margin-top:9.5pt;width:1in;height:19.5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proofErr w:type="spellStart"/>
                      <w:r w:rsidRPr="00874368">
                        <w:t>OpenFlow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66E53" wp14:editId="67833CC4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21463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0C66E53" id="Text Box 12" o:spid="_x0000_s1029" type="#_x0000_t202" style="position:absolute;margin-left:297.9pt;margin-top:4.25pt;width:1in;height:19.5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F2A82" wp14:editId="30CE8802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476885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0BF2A82" id="Text Box 8" o:spid="_x0000_s1030" type="#_x0000_t202" style="position:absolute;margin-left:49.4pt;margin-top:9.95pt;width:1in;height:19.5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4472D7" wp14:editId="22F69233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476885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E4472D7" id="Text Box 17" o:spid="_x0000_s1031" type="#_x0000_t202" style="position:absolute;margin-left:376.55pt;margin-top:6.55pt;width:1in;height:19.5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537E2D" wp14:editId="661C6168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40894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8537E2D" id="Text Box 16" o:spid="_x0000_s1032" type="#_x0000_t202" style="position:absolute;margin-left:206.4pt;margin-top:12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D1C38C" wp14:editId="2F47B9DC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400685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9D1C38C" id="Text Box 11" o:spid="_x0000_s1033" type="#_x0000_t202" style="position:absolute;margin-left:122.8pt;margin-top:12.1pt;width:1in;height:19.5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20B41" wp14:editId="6266B0C0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400685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DB20B41" id="Text Box 18" o:spid="_x0000_s1034" type="#_x0000_t202" style="position:absolute;margin-left:273.3pt;margin-top:6.4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97A492" wp14:editId="0C914152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781685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897A492" id="Text Box 14" o:spid="_x0000_s1035" type="#_x0000_t202" style="position:absolute;margin-left:45.35pt;margin-top:9.1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8396D2" wp14:editId="423DBA53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57023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B8396D2" id="Text Box 13" o:spid="_x0000_s1036" type="#_x0000_t202" style="position:absolute;margin-left:349pt;margin-top:1pt;width:1in;height:19.5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710739" w:rsidRDefault="00710739" w:rsidP="00710739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</w:p>
    <w:p w:rsidR="00710739" w:rsidRPr="0074294A" w:rsidRDefault="00EB6293" w:rsidP="00EB6293">
      <w:pPr>
        <w:rPr>
          <w:lang w:val="es-ES"/>
        </w:rPr>
      </w:pPr>
      <w:r w:rsidRPr="00EB6293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6FE93D" wp14:editId="3753B043">
                <wp:simplePos x="0" y="0"/>
                <wp:positionH relativeFrom="column">
                  <wp:posOffset>1922145</wp:posOffset>
                </wp:positionH>
                <wp:positionV relativeFrom="paragraph">
                  <wp:posOffset>98425</wp:posOffset>
                </wp:positionV>
                <wp:extent cx="913765" cy="391160"/>
                <wp:effectExtent l="0" t="0" r="19685" b="2794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oval w14:anchorId="522B5E68" id="Oval 24" o:spid="_x0000_s1026" style="position:absolute;margin-left:151.35pt;margin-top:7.75pt;width:71.9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" filled="f" strokecolor="red" strokeweight="2pt"/>
            </w:pict>
          </mc:Fallback>
        </mc:AlternateContent>
      </w:r>
      <w:r w:rsidR="0071073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BAFE05" wp14:editId="42AFC475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54483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ABAFE05" id="Text Box 20" o:spid="_x0000_s1037" type="#_x0000_t202" style="position:absolute;margin-left:297.7pt;margin-top:1.6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71073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090A5" wp14:editId="528A0978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384175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17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C1090A5" id="Text Box 9" o:spid="_x0000_s1038" type="#_x0000_t202" style="position:absolute;margin-left:238.25pt;margin-top:1.65pt;width:1in;height:19.5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9A206E" wp14:editId="77DADBA6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49403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49A206E" id="Text Box 15" o:spid="_x0000_s1039" type="#_x0000_t202" style="position:absolute;margin-left:167.6pt;margin-top:1.35pt;width:1in;height:19.5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710739" w:rsidRDefault="00710739" w:rsidP="00710739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74294A" w:rsidRDefault="00710739" w:rsidP="00EB6293">
      <w:pPr>
        <w:rPr>
          <w:lang w:val="es-ES"/>
        </w:rPr>
      </w:pPr>
    </w:p>
    <w:p w:rsidR="00710739" w:rsidRPr="0074294A" w:rsidRDefault="00710739" w:rsidP="00EB6293">
      <w:pPr>
        <w:rPr>
          <w:lang w:val="es-ES"/>
        </w:rPr>
      </w:pPr>
    </w:p>
    <w:p w:rsidR="00710739" w:rsidRDefault="00710739">
      <w:pPr>
        <w:rPr>
          <w:lang w:val="es-ES"/>
        </w:rPr>
      </w:pPr>
      <w:r>
        <w:rPr>
          <w:lang w:val="es-ES"/>
        </w:rPr>
        <w:br w:type="page"/>
      </w:r>
    </w:p>
    <w:p w:rsidR="00710739" w:rsidRPr="009B2CFE" w:rsidRDefault="00710739" w:rsidP="00710739">
      <w:pPr>
        <w:pStyle w:val="eTask"/>
        <w:rPr>
          <w:lang w:val="es-ES"/>
        </w:rPr>
      </w:pPr>
      <w:r w:rsidRPr="009B2CFE">
        <w:rPr>
          <w:lang w:val="es-ES"/>
        </w:rPr>
        <w:lastRenderedPageBreak/>
        <w:t>Marque la combinación correcta de requisitos que deben ser cumplidos por la arquitectura NFV (Network Functions Virtualization</w:t>
      </w:r>
      <w:r>
        <w:rPr>
          <w:lang w:val="es-ES"/>
        </w:rPr>
        <w:t>).</w:t>
      </w:r>
    </w:p>
    <w:p w:rsidR="00710739" w:rsidRPr="002D4E10" w:rsidRDefault="00710739" w:rsidP="00710739">
      <w:pPr>
        <w:pStyle w:val="eCheckBoxText"/>
        <w:rPr>
          <w:lang w:val="es-ES"/>
        </w:rPr>
      </w:pPr>
      <w:r w:rsidRPr="009B2CFE">
        <w:rPr>
          <w:rStyle w:val="eCheckBoxSquareChar"/>
          <w:lang w:val="es-ES"/>
        </w:rPr>
        <w:t>□</w:t>
      </w:r>
      <w:r w:rsidRPr="009B2CFE">
        <w:rPr>
          <w:rStyle w:val="eCheckBoxSquareChar"/>
          <w:lang w:val="es-ES"/>
        </w:rPr>
        <w:tab/>
      </w:r>
      <w:r w:rsidRPr="002D4E10">
        <w:rPr>
          <w:lang w:val="es-ES"/>
        </w:rPr>
        <w:t>instalación física de los dispositivos, eficiencia energética, continuidad de los servicios</w:t>
      </w:r>
    </w:p>
    <w:p w:rsidR="00710739" w:rsidRPr="002D4E10" w:rsidRDefault="00EB6293" w:rsidP="00710739">
      <w:pPr>
        <w:pStyle w:val="eCheckBoxText"/>
        <w:rPr>
          <w:lang w:val="es-ES"/>
        </w:rPr>
      </w:pPr>
      <w:r w:rsidRPr="00F83553">
        <w:rPr>
          <w:rStyle w:val="eCheckBoxSquareChar"/>
          <w:b/>
          <w:color w:val="FF0000"/>
          <w:lang w:val="es-ES"/>
        </w:rPr>
        <w:t>x</w:t>
      </w:r>
      <w:r w:rsidR="00710739" w:rsidRPr="002D4E10">
        <w:rPr>
          <w:rStyle w:val="eCheckBoxSquareChar"/>
          <w:lang w:val="es-ES"/>
        </w:rPr>
        <w:tab/>
      </w:r>
      <w:r w:rsidR="00710739" w:rsidRPr="00EB6293">
        <w:rPr>
          <w:color w:val="FF0000"/>
          <w:lang w:val="es-ES"/>
        </w:rPr>
        <w:t>distribución remota de dispositivos, flexibilidad, continuidad de los servicios</w:t>
      </w:r>
    </w:p>
    <w:p w:rsidR="00710739" w:rsidRPr="002D4E10" w:rsidRDefault="00710739" w:rsidP="00710739">
      <w:pPr>
        <w:pStyle w:val="eCheckBoxText"/>
        <w:rPr>
          <w:b/>
          <w:lang w:val="es-ES"/>
        </w:rPr>
      </w:pPr>
      <w:r w:rsidRPr="002D4E10">
        <w:rPr>
          <w:rStyle w:val="eCheckBoxSquareChar"/>
          <w:lang w:val="es-ES"/>
        </w:rPr>
        <w:t>□</w:t>
      </w:r>
      <w:r w:rsidRPr="002D4E10">
        <w:rPr>
          <w:rStyle w:val="eCheckBoxSquareChar"/>
          <w:lang w:val="es-ES"/>
        </w:rPr>
        <w:tab/>
      </w:r>
      <w:r w:rsidRPr="00C82B22">
        <w:rPr>
          <w:lang w:val="es-ES"/>
        </w:rPr>
        <w:t>soporte de hardware variado</w:t>
      </w:r>
      <w:r w:rsidRPr="002D4E10">
        <w:rPr>
          <w:lang w:val="es-ES"/>
        </w:rPr>
        <w:t>, la instalación remota de dispositivos, la eficiencia energética</w:t>
      </w:r>
    </w:p>
    <w:p w:rsidR="00710739" w:rsidRPr="002D4E10" w:rsidRDefault="00710739" w:rsidP="00710739">
      <w:pPr>
        <w:pStyle w:val="eCheckBoxText"/>
        <w:rPr>
          <w:b/>
          <w:lang w:val="es-ES"/>
        </w:rPr>
      </w:pPr>
      <w:r w:rsidRPr="002D4E10">
        <w:rPr>
          <w:rStyle w:val="eCheckBoxSquareChar"/>
          <w:lang w:val="es-ES"/>
        </w:rPr>
        <w:t>□</w:t>
      </w:r>
      <w:r w:rsidRPr="002D4E10">
        <w:rPr>
          <w:rStyle w:val="eCheckBoxSquareChar"/>
          <w:lang w:val="es-ES"/>
        </w:rPr>
        <w:tab/>
      </w:r>
      <w:r w:rsidRPr="00C82B22">
        <w:rPr>
          <w:lang w:val="es-ES"/>
        </w:rPr>
        <w:t>eficiencia energética, soporte de hardware variado, flexibilidad</w:t>
      </w:r>
    </w:p>
    <w:p w:rsidR="00710739" w:rsidRPr="002D4E10" w:rsidRDefault="00710739" w:rsidP="00710739">
      <w:pPr>
        <w:pStyle w:val="eLineBottom"/>
        <w:rPr>
          <w:lang w:val="es-ES"/>
        </w:rPr>
      </w:pPr>
    </w:p>
    <w:p w:rsidR="00710739" w:rsidRPr="002D4E10" w:rsidRDefault="00710739" w:rsidP="00710739">
      <w:pPr>
        <w:rPr>
          <w:b/>
          <w:lang w:val="es-ES"/>
        </w:rPr>
      </w:pPr>
    </w:p>
    <w:p w:rsidR="00710739" w:rsidRPr="00605CBB" w:rsidRDefault="00710739" w:rsidP="00710739">
      <w:pPr>
        <w:pStyle w:val="eTask"/>
        <w:rPr>
          <w:lang w:val="es-ES"/>
        </w:rPr>
      </w:pPr>
      <w:r w:rsidRPr="00605CBB">
        <w:rPr>
          <w:lang w:val="es-ES"/>
        </w:rPr>
        <w:t>Marque el sistema correcto incluido en el component</w:t>
      </w:r>
      <w:r>
        <w:rPr>
          <w:lang w:val="es-ES"/>
        </w:rPr>
        <w:t>e</w:t>
      </w:r>
      <w:r w:rsidRPr="00605CBB">
        <w:rPr>
          <w:lang w:val="es-ES"/>
        </w:rPr>
        <w:t xml:space="preserve"> VNF (</w:t>
      </w:r>
      <w:r w:rsidRPr="00605CBB">
        <w:rPr>
          <w:i/>
          <w:lang w:val="es-ES"/>
        </w:rPr>
        <w:t>Virtualized Network Feature</w:t>
      </w:r>
      <w:r w:rsidRPr="00605CBB">
        <w:rPr>
          <w:lang w:val="es-ES"/>
        </w:rPr>
        <w:t>) .</w:t>
      </w:r>
    </w:p>
    <w:p w:rsidR="00710739" w:rsidRPr="00605CBB" w:rsidRDefault="00710739" w:rsidP="00710739">
      <w:pPr>
        <w:rPr>
          <w:lang w:val="es-ES"/>
        </w:rPr>
      </w:pPr>
    </w:p>
    <w:p w:rsidR="00710739" w:rsidRPr="00605CBB" w:rsidRDefault="00EB6293" w:rsidP="00710739">
      <w:pPr>
        <w:pStyle w:val="eCheckBoxText"/>
        <w:rPr>
          <w:b/>
          <w:lang w:val="es-ES"/>
        </w:rPr>
      </w:pPr>
      <w:r w:rsidRPr="00F83553">
        <w:rPr>
          <w:rStyle w:val="eCheckBoxSquareChar"/>
          <w:b/>
          <w:color w:val="FF0000"/>
          <w:lang w:val="es-ES"/>
        </w:rPr>
        <w:t>x</w:t>
      </w:r>
      <w:r w:rsidR="00710739" w:rsidRPr="00605CBB">
        <w:rPr>
          <w:rStyle w:val="eCheckBoxSquareChar"/>
          <w:lang w:val="es-ES"/>
        </w:rPr>
        <w:tab/>
      </w:r>
      <w:r w:rsidR="00710739" w:rsidRPr="00EB6293">
        <w:rPr>
          <w:color w:val="FF0000"/>
          <w:lang w:val="es-ES"/>
        </w:rPr>
        <w:t>Sistema de gestión de elementos</w:t>
      </w:r>
      <w:r w:rsidR="00710739" w:rsidRPr="00605CBB">
        <w:rPr>
          <w:rStyle w:val="eCheckBoxSquareChar"/>
          <w:lang w:val="es-ES"/>
        </w:rPr>
        <w:t xml:space="preserve"> </w:t>
      </w:r>
    </w:p>
    <w:p w:rsidR="00710739" w:rsidRPr="00FA45A2" w:rsidRDefault="00710739" w:rsidP="00710739">
      <w:pPr>
        <w:pStyle w:val="eCheckBoxText"/>
        <w:rPr>
          <w:b/>
          <w:lang w:val="es-ES"/>
        </w:rPr>
      </w:pPr>
      <w:r w:rsidRPr="00FA45A2">
        <w:rPr>
          <w:rStyle w:val="eCheckBoxSquareChar"/>
          <w:lang w:val="es-ES"/>
        </w:rPr>
        <w:t>□</w:t>
      </w:r>
      <w:r w:rsidRPr="00FA45A2">
        <w:rPr>
          <w:rStyle w:val="eCheckBoxSquareChar"/>
          <w:lang w:val="es-ES"/>
        </w:rPr>
        <w:tab/>
      </w:r>
      <w:r w:rsidRPr="00FA45A2">
        <w:rPr>
          <w:lang w:val="es-ES"/>
        </w:rPr>
        <w:t>Hardware de computación</w:t>
      </w:r>
      <w:r w:rsidRPr="00FA45A2">
        <w:rPr>
          <w:rStyle w:val="eCheckBoxSquareChar"/>
          <w:lang w:val="es-ES"/>
        </w:rPr>
        <w:t xml:space="preserve"> </w:t>
      </w:r>
    </w:p>
    <w:p w:rsidR="00710739" w:rsidRPr="00FA45A2" w:rsidRDefault="00710739" w:rsidP="00710739">
      <w:pPr>
        <w:pStyle w:val="eCheckBoxText"/>
        <w:rPr>
          <w:b/>
          <w:lang w:val="es-ES"/>
        </w:rPr>
      </w:pPr>
      <w:r w:rsidRPr="00FA45A2">
        <w:rPr>
          <w:rStyle w:val="eCheckBoxSquareChar"/>
          <w:lang w:val="es-ES"/>
        </w:rPr>
        <w:t>□</w:t>
      </w:r>
      <w:r w:rsidRPr="00FA45A2">
        <w:rPr>
          <w:rStyle w:val="eCheckBoxSquareChar"/>
          <w:lang w:val="es-ES"/>
        </w:rPr>
        <w:tab/>
      </w:r>
      <w:r w:rsidRPr="00FA45A2">
        <w:rPr>
          <w:lang w:val="es-ES"/>
        </w:rPr>
        <w:t>Organizador</w:t>
      </w:r>
    </w:p>
    <w:p w:rsidR="00710739" w:rsidRPr="001A117D" w:rsidRDefault="00710739" w:rsidP="00710739">
      <w:pPr>
        <w:pStyle w:val="eCheckBoxText"/>
        <w:rPr>
          <w:lang w:val="es-ES"/>
        </w:rPr>
      </w:pPr>
      <w:r w:rsidRPr="001A117D">
        <w:rPr>
          <w:rStyle w:val="eCheckBoxSquareChar"/>
          <w:lang w:val="es-ES"/>
        </w:rPr>
        <w:t>□</w:t>
      </w:r>
      <w:r w:rsidRPr="00620173">
        <w:rPr>
          <w:rStyle w:val="eCheckBoxSquareChar"/>
          <w:lang w:val="es-ES"/>
        </w:rPr>
        <w:tab/>
      </w:r>
      <w:r w:rsidRPr="001A117D">
        <w:rPr>
          <w:lang w:val="es-ES"/>
        </w:rPr>
        <w:t xml:space="preserve">Almacenamiento de hardware </w:t>
      </w:r>
    </w:p>
    <w:p w:rsidR="00710739" w:rsidRPr="001A117D" w:rsidRDefault="00710739" w:rsidP="00710739">
      <w:pPr>
        <w:pStyle w:val="eLineBottom"/>
        <w:rPr>
          <w:lang w:val="es-ES"/>
        </w:rPr>
      </w:pPr>
    </w:p>
    <w:p w:rsidR="00710739" w:rsidRPr="00620173" w:rsidRDefault="00710739" w:rsidP="00710739">
      <w:pPr>
        <w:rPr>
          <w:lang w:val="es-ES"/>
        </w:rPr>
      </w:pPr>
    </w:p>
    <w:p w:rsidR="00710739" w:rsidRPr="00367F5C" w:rsidRDefault="00710739" w:rsidP="00710739">
      <w:pPr>
        <w:pStyle w:val="eTask"/>
        <w:rPr>
          <w:lang w:val="es-ES"/>
        </w:rPr>
      </w:pPr>
      <w:r w:rsidRPr="00367F5C">
        <w:rPr>
          <w:lang w:val="es-ES"/>
        </w:rPr>
        <w:t>Marque aquellas funciones/servicios/sistemas que pueden ser virtualizados en la arquitectura NFV.</w: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43356C" wp14:editId="5E656E1D">
                <wp:simplePos x="0" y="0"/>
                <wp:positionH relativeFrom="column">
                  <wp:posOffset>2101428</wp:posOffset>
                </wp:positionH>
                <wp:positionV relativeFrom="paragraph">
                  <wp:posOffset>23074</wp:posOffset>
                </wp:positionV>
                <wp:extent cx="1604645" cy="518160"/>
                <wp:effectExtent l="0" t="0" r="14605" b="152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proofErr w:type="spellStart"/>
                            <w:r w:rsidRPr="00EB6293">
                              <w:rPr>
                                <w:color w:val="FF0000"/>
                              </w:rPr>
                              <w:t>Redes</w:t>
                            </w:r>
                            <w:proofErr w:type="spellEnd"/>
                            <w:r w:rsidRPr="00EB629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B6293">
                              <w:rPr>
                                <w:color w:val="FF0000"/>
                              </w:rPr>
                              <w:t>privadas</w:t>
                            </w:r>
                            <w:proofErr w:type="spellEnd"/>
                            <w:r w:rsidRPr="00EB629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EB6293">
                              <w:rPr>
                                <w:color w:val="FF0000"/>
                              </w:rPr>
                              <w:t>virtuales</w:t>
                            </w:r>
                            <w:proofErr w:type="spellEnd"/>
                            <w:r w:rsidRPr="00723F94">
                              <w:t xml:space="preserve"> </w:t>
                            </w:r>
                          </w:p>
                          <w:p w:rsidR="00710739" w:rsidRPr="00723F94" w:rsidRDefault="00EB6293" w:rsidP="00710739">
                            <w:pPr>
                              <w:pStyle w:val="eCheckBoxSquare"/>
                              <w:jc w:val="center"/>
                            </w:pPr>
                            <w:r w:rsidRPr="00F83553">
                              <w:rPr>
                                <w:rStyle w:val="eCheckBoxSquareChar"/>
                                <w:b/>
                                <w:color w:val="FF0000"/>
                                <w:lang w:val="es-ES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543356C" id="Text Box 38" o:spid="_x0000_s1040" type="#_x0000_t202" style="position:absolute;margin-left:165.45pt;margin-top:1.8pt;width:126.35pt;height:4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Xk6jQIAAIw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" filled="f" strokeweight=".5pt">
                <v:textbox inset="0,,0"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proofErr w:type="spellStart"/>
                      <w:r w:rsidRPr="00EB6293">
                        <w:rPr>
                          <w:color w:val="FF0000"/>
                        </w:rPr>
                        <w:t>Redes</w:t>
                      </w:r>
                      <w:proofErr w:type="spellEnd"/>
                      <w:r w:rsidRPr="00EB6293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EB6293">
                        <w:rPr>
                          <w:color w:val="FF0000"/>
                        </w:rPr>
                        <w:t>privadas</w:t>
                      </w:r>
                      <w:proofErr w:type="spellEnd"/>
                      <w:r w:rsidRPr="00EB6293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EB6293">
                        <w:rPr>
                          <w:color w:val="FF0000"/>
                        </w:rPr>
                        <w:t>virtuales</w:t>
                      </w:r>
                      <w:proofErr w:type="spellEnd"/>
                      <w:r w:rsidRPr="00723F94">
                        <w:t xml:space="preserve"> </w:t>
                      </w:r>
                    </w:p>
                    <w:p w:rsidR="00710739" w:rsidRPr="00723F94" w:rsidRDefault="00EB6293" w:rsidP="00710739">
                      <w:pPr>
                        <w:pStyle w:val="eCheckBoxSquare"/>
                        <w:jc w:val="center"/>
                      </w:pPr>
                      <w:r w:rsidRPr="00F83553">
                        <w:rPr>
                          <w:rStyle w:val="eCheckBoxSquareChar"/>
                          <w:b/>
                          <w:color w:val="FF0000"/>
                          <w:lang w:val="es-E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3E2E5E" wp14:editId="1085B234">
                <wp:simplePos x="0" y="0"/>
                <wp:positionH relativeFrom="column">
                  <wp:posOffset>3915967</wp:posOffset>
                </wp:positionH>
                <wp:positionV relativeFrom="paragraph">
                  <wp:posOffset>24130</wp:posOffset>
                </wp:positionV>
                <wp:extent cx="1619915" cy="518160"/>
                <wp:effectExtent l="0" t="0" r="18415" b="152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proofErr w:type="spellStart"/>
                            <w:r w:rsidRPr="00EB6293">
                              <w:rPr>
                                <w:color w:val="FF0000"/>
                              </w:rPr>
                              <w:t>Servicios</w:t>
                            </w:r>
                            <w:proofErr w:type="spellEnd"/>
                            <w:r w:rsidRPr="00EB6293">
                              <w:rPr>
                                <w:color w:val="FF0000"/>
                              </w:rPr>
                              <w:t xml:space="preserve"> de </w:t>
                            </w:r>
                            <w:proofErr w:type="spellStart"/>
                            <w:r w:rsidRPr="00EB6293">
                              <w:rPr>
                                <w:color w:val="FF0000"/>
                              </w:rPr>
                              <w:t>seguridad</w:t>
                            </w:r>
                            <w:proofErr w:type="spellEnd"/>
                          </w:p>
                          <w:p w:rsidR="00710739" w:rsidRPr="00723F94" w:rsidRDefault="00EB6293" w:rsidP="00710739">
                            <w:pPr>
                              <w:pStyle w:val="eCheckBoxSquare"/>
                              <w:jc w:val="center"/>
                            </w:pPr>
                            <w:r w:rsidRPr="00F83553">
                              <w:rPr>
                                <w:rStyle w:val="eCheckBoxSquareChar"/>
                                <w:b/>
                                <w:color w:val="FF0000"/>
                                <w:lang w:val="es-ES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43E2E5E" id="Text Box 40" o:spid="_x0000_s1041" type="#_x0000_t202" style="position:absolute;margin-left:308.35pt;margin-top:1.9pt;width:127.55pt;height:4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" filled="f" strokeweight=".5pt">
                <v:textbox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proofErr w:type="spellStart"/>
                      <w:r w:rsidRPr="00EB6293">
                        <w:rPr>
                          <w:color w:val="FF0000"/>
                        </w:rPr>
                        <w:t>Servicios</w:t>
                      </w:r>
                      <w:proofErr w:type="spellEnd"/>
                      <w:r w:rsidRPr="00EB6293">
                        <w:rPr>
                          <w:color w:val="FF0000"/>
                        </w:rPr>
                        <w:t xml:space="preserve"> de </w:t>
                      </w:r>
                      <w:proofErr w:type="spellStart"/>
                      <w:r w:rsidRPr="00EB6293">
                        <w:rPr>
                          <w:color w:val="FF0000"/>
                        </w:rPr>
                        <w:t>seguridad</w:t>
                      </w:r>
                      <w:proofErr w:type="spellEnd"/>
                    </w:p>
                    <w:p w:rsidR="00710739" w:rsidRPr="00723F94" w:rsidRDefault="00EB6293" w:rsidP="00710739">
                      <w:pPr>
                        <w:pStyle w:val="eCheckBoxSquare"/>
                        <w:jc w:val="center"/>
                      </w:pPr>
                      <w:r w:rsidRPr="00F83553">
                        <w:rPr>
                          <w:rStyle w:val="eCheckBoxSquareChar"/>
                          <w:b/>
                          <w:color w:val="FF0000"/>
                          <w:lang w:val="es-E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237A6" wp14:editId="79EDD56F">
                <wp:simplePos x="0" y="0"/>
                <wp:positionH relativeFrom="column">
                  <wp:posOffset>121920</wp:posOffset>
                </wp:positionH>
                <wp:positionV relativeFrom="paragraph">
                  <wp:posOffset>26035</wp:posOffset>
                </wp:positionV>
                <wp:extent cx="1780540" cy="518160"/>
                <wp:effectExtent l="0" t="0" r="10160" b="1524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723F94" w:rsidRDefault="00710739" w:rsidP="00710739">
                            <w:pPr>
                              <w:jc w:val="center"/>
                            </w:pPr>
                            <w:r w:rsidRPr="00EB6293">
                              <w:rPr>
                                <w:color w:val="FF0000"/>
                              </w:rPr>
                              <w:t>Routing virtual</w:t>
                            </w:r>
                          </w:p>
                          <w:p w:rsidR="00710739" w:rsidRPr="00723F94" w:rsidRDefault="00EB6293" w:rsidP="00710739">
                            <w:pPr>
                              <w:jc w:val="center"/>
                            </w:pPr>
                            <w:r w:rsidRPr="00F83553">
                              <w:rPr>
                                <w:rStyle w:val="eCheckBoxSquareChar"/>
                                <w:b/>
                                <w:color w:val="FF0000"/>
                                <w:lang w:val="es-ES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41237A6" id="Text Box 36" o:spid="_x0000_s1042" type="#_x0000_t202" style="position:absolute;margin-left:9.6pt;margin-top:2.05pt;width:140.2pt;height:4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" filled="f" strokeweight=".5pt">
                <v:textbox>
                  <w:txbxContent>
                    <w:p w:rsidR="00710739" w:rsidRPr="00723F94" w:rsidRDefault="00710739" w:rsidP="00710739">
                      <w:pPr>
                        <w:jc w:val="center"/>
                      </w:pPr>
                      <w:r w:rsidRPr="00EB6293">
                        <w:rPr>
                          <w:color w:val="FF0000"/>
                        </w:rPr>
                        <w:t>Routing virtual</w:t>
                      </w:r>
                    </w:p>
                    <w:p w:rsidR="00710739" w:rsidRPr="00723F94" w:rsidRDefault="00EB6293" w:rsidP="00710739">
                      <w:pPr>
                        <w:jc w:val="center"/>
                      </w:pPr>
                      <w:r w:rsidRPr="00F83553">
                        <w:rPr>
                          <w:rStyle w:val="eCheckBoxSquareChar"/>
                          <w:b/>
                          <w:color w:val="FF0000"/>
                          <w:lang w:val="es-E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220686" wp14:editId="18611E9F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Pr>
                              <w:jc w:val="center"/>
                            </w:pPr>
                            <w:r>
                              <w:t>Digital video broadcasting systems (DVB)</w:t>
                            </w:r>
                          </w:p>
                          <w:p w:rsidR="00710739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4220686" id="Text Box 37" o:spid="_x0000_s1043" type="#_x0000_t202" style="position:absolute;margin-left:9.7pt;margin-top:13.15pt;width:140.2pt;height:5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710739" w:rsidRDefault="00710739" w:rsidP="00710739">
                      <w:pPr>
                        <w:jc w:val="center"/>
                      </w:pPr>
                      <w:r>
                        <w:t>Digital video broadcasting systems (DVB)</w:t>
                      </w:r>
                    </w:p>
                    <w:p w:rsidR="00710739" w:rsidRDefault="00710739" w:rsidP="00710739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E0685E" wp14:editId="1C10B73E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Pr="00EB6293" w:rsidRDefault="00710739" w:rsidP="0071073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B6293">
                              <w:rPr>
                                <w:color w:val="FF0000"/>
                              </w:rPr>
                              <w:t>Radio access</w:t>
                            </w:r>
                          </w:p>
                          <w:p w:rsidR="00710739" w:rsidRPr="00723F94" w:rsidRDefault="00710739" w:rsidP="00710739">
                            <w:pPr>
                              <w:jc w:val="center"/>
                            </w:pPr>
                            <w:r w:rsidRPr="00EB6293">
                              <w:rPr>
                                <w:color w:val="FF0000"/>
                              </w:rPr>
                              <w:t>networks (RAN)</w:t>
                            </w:r>
                          </w:p>
                          <w:p w:rsidR="00710739" w:rsidRPr="00723F94" w:rsidRDefault="00EB6293" w:rsidP="00710739">
                            <w:pPr>
                              <w:pStyle w:val="eCheckBoxSquare"/>
                              <w:jc w:val="center"/>
                            </w:pPr>
                            <w:r w:rsidRPr="00F83553">
                              <w:rPr>
                                <w:rStyle w:val="eCheckBoxSquareChar"/>
                                <w:b/>
                                <w:color w:val="FF0000"/>
                                <w:lang w:val="es-ES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0E0685E" id="Text Box 39" o:spid="_x0000_s1044" type="#_x0000_t202" style="position:absolute;margin-left:165.4pt;margin-top:13.4pt;width:126.35pt;height:5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710739" w:rsidRPr="00EB6293" w:rsidRDefault="00710739" w:rsidP="00710739">
                      <w:pPr>
                        <w:jc w:val="center"/>
                        <w:rPr>
                          <w:color w:val="FF0000"/>
                        </w:rPr>
                      </w:pPr>
                      <w:r w:rsidRPr="00EB6293">
                        <w:rPr>
                          <w:color w:val="FF0000"/>
                        </w:rPr>
                        <w:t>Radio access</w:t>
                      </w:r>
                    </w:p>
                    <w:p w:rsidR="00710739" w:rsidRPr="00723F94" w:rsidRDefault="00710739" w:rsidP="00710739">
                      <w:pPr>
                        <w:jc w:val="center"/>
                      </w:pPr>
                      <w:r w:rsidRPr="00EB6293">
                        <w:rPr>
                          <w:color w:val="FF0000"/>
                        </w:rPr>
                        <w:t>networks (RAN)</w:t>
                      </w:r>
                    </w:p>
                    <w:p w:rsidR="00710739" w:rsidRPr="00723F94" w:rsidRDefault="00EB6293" w:rsidP="00710739">
                      <w:pPr>
                        <w:pStyle w:val="eCheckBoxSquare"/>
                        <w:jc w:val="center"/>
                      </w:pPr>
                      <w:r w:rsidRPr="00F83553">
                        <w:rPr>
                          <w:rStyle w:val="eCheckBoxSquareChar"/>
                          <w:b/>
                          <w:color w:val="FF0000"/>
                          <w:lang w:val="es-E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5277E0" wp14:editId="1ECDA89D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739" w:rsidRDefault="00710739" w:rsidP="00710739">
                            <w:pPr>
                              <w:jc w:val="center"/>
                            </w:pPr>
                            <w:proofErr w:type="spellStart"/>
                            <w:r>
                              <w:t>Posicionamiento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basado</w:t>
                            </w:r>
                            <w:proofErr w:type="spellEnd"/>
                            <w:r>
                              <w:t xml:space="preserve"> en GPS</w:t>
                            </w:r>
                          </w:p>
                          <w:p w:rsidR="00710739" w:rsidRDefault="00710739" w:rsidP="00710739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85277E0" id="Text Box 41" o:spid="_x0000_s1045" type="#_x0000_t202" style="position:absolute;margin-left:307.85pt;margin-top:13.3pt;width:127.55pt;height:5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710739" w:rsidRDefault="00710739" w:rsidP="00710739">
                      <w:pPr>
                        <w:jc w:val="center"/>
                      </w:pPr>
                      <w:proofErr w:type="spellStart"/>
                      <w:r>
                        <w:t>Posicionamiento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basado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GPS</w:t>
                      </w:r>
                    </w:p>
                    <w:p w:rsidR="00710739" w:rsidRDefault="00710739" w:rsidP="00710739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367F5C" w:rsidRDefault="00710739" w:rsidP="00710739">
      <w:pPr>
        <w:pStyle w:val="eLineBottom"/>
        <w:rPr>
          <w:lang w:val="es-ES"/>
        </w:rPr>
      </w:pPr>
    </w:p>
    <w:p w:rsidR="00710739" w:rsidRPr="00367F5C" w:rsidRDefault="00710739" w:rsidP="00710739">
      <w:pPr>
        <w:rPr>
          <w:lang w:val="es-ES"/>
        </w:rPr>
      </w:pPr>
    </w:p>
    <w:p w:rsidR="00710739" w:rsidRPr="00A9709A" w:rsidRDefault="00710739" w:rsidP="00710739">
      <w:pPr>
        <w:pStyle w:val="eTask"/>
        <w:rPr>
          <w:lang w:val="es-ES"/>
        </w:rPr>
      </w:pPr>
      <w:r w:rsidRPr="00A9709A">
        <w:rPr>
          <w:lang w:val="es-ES"/>
        </w:rPr>
        <w:t>Marque las características correctas de NFV MANO (</w:t>
      </w:r>
      <w:r w:rsidRPr="00A9709A">
        <w:rPr>
          <w:i/>
          <w:lang w:val="es-ES"/>
        </w:rPr>
        <w:t>Management and Orchestration</w:t>
      </w:r>
      <w:r w:rsidRPr="00A9709A">
        <w:rPr>
          <w:lang w:val="es-ES"/>
        </w:rPr>
        <w:t>).</w:t>
      </w:r>
    </w:p>
    <w:p w:rsidR="00710739" w:rsidRPr="00A9709A" w:rsidRDefault="00710739" w:rsidP="00710739">
      <w:pPr>
        <w:rPr>
          <w:lang w:val="es-ES"/>
        </w:rPr>
      </w:pPr>
    </w:p>
    <w:p w:rsidR="00710739" w:rsidRPr="00915357" w:rsidRDefault="00EB6293" w:rsidP="00710739">
      <w:pPr>
        <w:pStyle w:val="eCheckBoxText"/>
        <w:rPr>
          <w:b/>
          <w:lang w:val="es-ES"/>
        </w:rPr>
      </w:pPr>
      <w:r w:rsidRPr="00F83553">
        <w:rPr>
          <w:rStyle w:val="eCheckBoxSquareChar"/>
          <w:b/>
          <w:color w:val="FF0000"/>
          <w:lang w:val="es-ES"/>
        </w:rPr>
        <w:t>x</w:t>
      </w:r>
      <w:r w:rsidR="00710739" w:rsidRPr="00915357">
        <w:rPr>
          <w:rStyle w:val="eCheckBoxSquareChar"/>
          <w:lang w:val="es-ES"/>
        </w:rPr>
        <w:tab/>
      </w:r>
      <w:r w:rsidR="00710739" w:rsidRPr="00EB6293">
        <w:rPr>
          <w:color w:val="FF0000"/>
          <w:lang w:val="es-ES"/>
        </w:rPr>
        <w:t>NFV MANO consta de 3 componentes y un administrador de VNF es uno de ellos</w:t>
      </w:r>
      <w:r w:rsidR="00710739" w:rsidRPr="00915357">
        <w:rPr>
          <w:lang w:val="es-ES"/>
        </w:rPr>
        <w:t xml:space="preserve"> </w:t>
      </w:r>
    </w:p>
    <w:p w:rsidR="00710739" w:rsidRPr="00915357" w:rsidRDefault="00710739" w:rsidP="00710739">
      <w:pPr>
        <w:pStyle w:val="eCheckBoxText"/>
        <w:rPr>
          <w:b/>
          <w:lang w:val="es-ES"/>
        </w:rPr>
      </w:pPr>
      <w:r w:rsidRPr="00915357">
        <w:rPr>
          <w:rStyle w:val="eCheckBoxSquareChar"/>
          <w:lang w:val="es-ES"/>
        </w:rPr>
        <w:t>□</w:t>
      </w:r>
      <w:r w:rsidRPr="00915357">
        <w:rPr>
          <w:rStyle w:val="eCheckBoxSquareChar"/>
          <w:lang w:val="es-ES"/>
        </w:rPr>
        <w:tab/>
      </w:r>
      <w:r w:rsidRPr="00915357">
        <w:rPr>
          <w:lang w:val="es-ES"/>
        </w:rPr>
        <w:t xml:space="preserve">NFV MANO consta de 4 componentes  y un organizador NFV </w:t>
      </w:r>
      <w:r>
        <w:rPr>
          <w:lang w:val="es-ES"/>
        </w:rPr>
        <w:t>es uno de ello</w:t>
      </w:r>
      <w:r w:rsidRPr="00915357">
        <w:rPr>
          <w:lang w:val="es-ES"/>
        </w:rPr>
        <w:t>s</w:t>
      </w:r>
    </w:p>
    <w:p w:rsidR="00710739" w:rsidRPr="0069620B" w:rsidRDefault="00EB6293" w:rsidP="00710739">
      <w:pPr>
        <w:pStyle w:val="eCheckBoxText"/>
        <w:rPr>
          <w:lang w:val="es-ES"/>
        </w:rPr>
      </w:pPr>
      <w:r w:rsidRPr="00F83553">
        <w:rPr>
          <w:rStyle w:val="eCheckBoxSquareChar"/>
          <w:b/>
          <w:color w:val="FF0000"/>
          <w:lang w:val="es-ES"/>
        </w:rPr>
        <w:t>x</w:t>
      </w:r>
      <w:r w:rsidR="00710739" w:rsidRPr="0069620B">
        <w:rPr>
          <w:rStyle w:val="eCheckBoxSquareChar"/>
          <w:lang w:val="es-ES"/>
        </w:rPr>
        <w:tab/>
      </w:r>
      <w:r w:rsidR="00710739" w:rsidRPr="00EB6293">
        <w:rPr>
          <w:color w:val="FF0000"/>
          <w:lang w:val="es-ES"/>
        </w:rPr>
        <w:t>NFV MANO consta de 3 componentes y un administrador de la infraestructura virtualizada es uno de ellos</w:t>
      </w:r>
    </w:p>
    <w:p w:rsidR="00710739" w:rsidRPr="0069620B" w:rsidRDefault="00710739" w:rsidP="00710739">
      <w:pPr>
        <w:pStyle w:val="eCheckBoxText"/>
        <w:rPr>
          <w:lang w:val="es-ES"/>
        </w:rPr>
      </w:pPr>
      <w:r w:rsidRPr="0069620B">
        <w:rPr>
          <w:rStyle w:val="eCheckBoxSquareChar"/>
          <w:lang w:val="es-ES"/>
        </w:rPr>
        <w:t>□</w:t>
      </w:r>
      <w:r w:rsidRPr="0069620B">
        <w:rPr>
          <w:rStyle w:val="eCheckBoxSquareChar"/>
          <w:lang w:val="es-ES"/>
        </w:rPr>
        <w:tab/>
      </w:r>
      <w:r w:rsidRPr="0069620B">
        <w:rPr>
          <w:lang w:val="es-ES"/>
        </w:rPr>
        <w:t xml:space="preserve">NFV MANO consta de 4 componentes y un </w:t>
      </w:r>
      <w:r>
        <w:rPr>
          <w:lang w:val="es-ES"/>
        </w:rPr>
        <w:t>gestor</w:t>
      </w:r>
      <w:r w:rsidRPr="0069620B">
        <w:rPr>
          <w:lang w:val="es-ES"/>
        </w:rPr>
        <w:t xml:space="preserve"> de VNF es u</w:t>
      </w:r>
      <w:r w:rsidR="00620173">
        <w:rPr>
          <w:lang w:val="es-ES"/>
        </w:rPr>
        <w:t>no</w:t>
      </w:r>
      <w:r w:rsidRPr="0069620B">
        <w:rPr>
          <w:lang w:val="es-ES"/>
        </w:rPr>
        <w:t xml:space="preserve"> de e</w:t>
      </w:r>
      <w:r w:rsidR="00620173">
        <w:rPr>
          <w:lang w:val="es-ES"/>
        </w:rPr>
        <w:t>llo</w:t>
      </w:r>
      <w:r w:rsidRPr="0069620B">
        <w:rPr>
          <w:lang w:val="es-ES"/>
        </w:rPr>
        <w:t>s</w:t>
      </w:r>
      <w:bookmarkStart w:id="0" w:name="_GoBack"/>
      <w:bookmarkEnd w:id="0"/>
    </w:p>
    <w:p w:rsidR="00710739" w:rsidRDefault="00710739" w:rsidP="00710739">
      <w:pPr>
        <w:pStyle w:val="eTask"/>
        <w:rPr>
          <w:lang w:val="es-ES"/>
        </w:rPr>
      </w:pPr>
      <w:r w:rsidRPr="00C00F5F">
        <w:rPr>
          <w:lang w:val="es-ES"/>
        </w:rPr>
        <w:lastRenderedPageBreak/>
        <w:t>Clasifique los dispositivos ( en la derecha ) conectados a Internet en el año 2020 en función de su cantidad ( comenzando con la cantidad más baja ) siguiendo las previsiones.</w:t>
      </w:r>
    </w:p>
    <w:p w:rsidR="00710739" w:rsidRDefault="00710739" w:rsidP="00710739">
      <w:pPr>
        <w:rPr>
          <w:lang w:val="es-ES"/>
        </w:rPr>
      </w:pPr>
    </w:p>
    <w:p w:rsidR="00710739" w:rsidRPr="00EB6293" w:rsidRDefault="00710739" w:rsidP="00EB6293">
      <w:pPr>
        <w:spacing w:line="360" w:lineRule="auto"/>
        <w:ind w:left="308"/>
        <w:rPr>
          <w:b/>
          <w:color w:val="FF0000"/>
          <w:u w:val="single"/>
          <w:lang w:val="es-ES"/>
        </w:rPr>
      </w:pPr>
      <w:r w:rsidRPr="00C00F5F">
        <w:rPr>
          <w:lang w:val="es-ES"/>
        </w:rPr>
        <w:t>1.</w:t>
      </w:r>
      <w:r w:rsidRPr="00C00F5F">
        <w:rPr>
          <w:lang w:val="es-ES"/>
        </w:rPr>
        <w:tab/>
      </w:r>
      <w:r w:rsidR="00EB6293" w:rsidRPr="00EB6293">
        <w:rPr>
          <w:b/>
          <w:color w:val="FF0000"/>
          <w:lang w:val="es-ES"/>
        </w:rPr>
        <w:t>wearables</w:t>
      </w:r>
    </w:p>
    <w:p w:rsidR="00710739" w:rsidRPr="00710739" w:rsidRDefault="00710739" w:rsidP="00EB6293">
      <w:pPr>
        <w:spacing w:line="360" w:lineRule="auto"/>
        <w:ind w:left="308"/>
        <w:rPr>
          <w:noProof/>
          <w:u w:val="single"/>
          <w:lang w:val="es-ES" w:eastAsia="sk-SK"/>
        </w:rPr>
      </w:pPr>
      <w:r w:rsidRPr="00710739">
        <w:rPr>
          <w:noProof/>
          <w:lang w:val="es-ES" w:eastAsia="sk-SK"/>
        </w:rPr>
        <w:t>2.</w:t>
      </w:r>
      <w:r w:rsidRPr="00710739">
        <w:rPr>
          <w:lang w:val="es-ES"/>
        </w:rPr>
        <w:tab/>
      </w:r>
      <w:r w:rsidR="00EB6293" w:rsidRPr="00EB6293">
        <w:rPr>
          <w:b/>
          <w:color w:val="FF0000"/>
          <w:lang w:val="es-ES"/>
        </w:rPr>
        <w:t>tablets</w:t>
      </w:r>
    </w:p>
    <w:p w:rsidR="00710739" w:rsidRPr="00710739" w:rsidRDefault="00710739" w:rsidP="00EB6293">
      <w:pPr>
        <w:spacing w:line="360" w:lineRule="auto"/>
        <w:ind w:left="308"/>
        <w:rPr>
          <w:b/>
          <w:lang w:val="es-ES"/>
        </w:rPr>
      </w:pPr>
      <w:r w:rsidRPr="00710739">
        <w:rPr>
          <w:noProof/>
          <w:lang w:val="es-ES" w:eastAsia="sk-SK"/>
        </w:rPr>
        <w:t>3.</w:t>
      </w:r>
      <w:r w:rsidRPr="00710739">
        <w:rPr>
          <w:lang w:val="es-ES"/>
        </w:rPr>
        <w:tab/>
      </w:r>
      <w:r w:rsidR="00EB6293" w:rsidRPr="00EB6293">
        <w:rPr>
          <w:b/>
          <w:color w:val="FF0000"/>
          <w:lang w:val="es-ES"/>
        </w:rPr>
        <w:t>smart home devices</w:t>
      </w:r>
    </w:p>
    <w:p w:rsidR="00710739" w:rsidRPr="00C00F5F" w:rsidRDefault="00710739" w:rsidP="00710739">
      <w:pPr>
        <w:rPr>
          <w:lang w:val="es-ES"/>
        </w:rPr>
      </w:pPr>
    </w:p>
    <w:p w:rsidR="00710739" w:rsidRPr="0094126A" w:rsidRDefault="00710739" w:rsidP="00710739">
      <w:pPr>
        <w:rPr>
          <w:lang w:val="es-ES"/>
        </w:rPr>
      </w:pPr>
      <w:r w:rsidRPr="00C82B22">
        <w:rPr>
          <w:b/>
          <w:lang w:val="es-ES"/>
        </w:rPr>
        <w:t>tablets, wearables, dispositivos de casa inteligentes (smart home)</w:t>
      </w:r>
    </w:p>
    <w:sectPr w:rsidR="00710739" w:rsidRPr="0094126A" w:rsidSect="00F11D70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5AE" w:rsidRDefault="005325AE" w:rsidP="00861A1A">
      <w:r>
        <w:separator/>
      </w:r>
    </w:p>
  </w:endnote>
  <w:endnote w:type="continuationSeparator" w:id="0">
    <w:p w:rsidR="005325AE" w:rsidRDefault="005325A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RPr="00620173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126A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E86BE4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5AE" w:rsidRDefault="005325AE" w:rsidP="00861A1A">
      <w:r>
        <w:separator/>
      </w:r>
    </w:p>
  </w:footnote>
  <w:footnote w:type="continuationSeparator" w:id="0">
    <w:p w:rsidR="005325AE" w:rsidRDefault="005325A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4" w:rsidRPr="0094126A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10739">
      <w:rPr>
        <w:b/>
        <w:noProof/>
        <w:sz w:val="32"/>
        <w:szCs w:val="32"/>
        <w:lang w:val="es-ES"/>
      </w:rPr>
      <w:tab/>
    </w:r>
    <w:r w:rsidR="0094126A" w:rsidRPr="0094126A">
      <w:rPr>
        <w:rFonts w:ascii="Calibri" w:hAnsi="Calibri"/>
        <w:b/>
        <w:smallCaps/>
        <w:noProof/>
        <w:lang w:val="es-ES"/>
      </w:rPr>
      <w:t>EJERCICIO</w:t>
    </w:r>
  </w:p>
  <w:p w:rsidR="00E86BE4" w:rsidRPr="0094126A" w:rsidRDefault="002C5E10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94126A">
      <w:rPr>
        <w:rFonts w:ascii="Calibri" w:hAnsi="Calibri"/>
        <w:smallCaps/>
        <w:noProof/>
        <w:sz w:val="20"/>
        <w:szCs w:val="20"/>
        <w:lang w:val="es-ES"/>
      </w:rPr>
      <w:t>REDES FUTURAS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– SDN </w:t>
    </w:r>
    <w:r w:rsidR="0094126A" w:rsidRPr="0094126A">
      <w:rPr>
        <w:rFonts w:ascii="Calibri" w:hAnsi="Calibri"/>
        <w:smallCaps/>
        <w:noProof/>
        <w:sz w:val="20"/>
        <w:szCs w:val="20"/>
        <w:lang w:val="es-ES"/>
      </w:rPr>
      <w:t>y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NFV</w:t>
    </w:r>
  </w:p>
  <w:p w:rsidR="00E86BE4" w:rsidRPr="0094126A" w:rsidRDefault="00E86BE4">
    <w:pPr>
      <w:pStyle w:val="Capalera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0F77"/>
    <w:rsid w:val="000B3220"/>
    <w:rsid w:val="000C4026"/>
    <w:rsid w:val="000C6B3A"/>
    <w:rsid w:val="000C773D"/>
    <w:rsid w:val="000C78EC"/>
    <w:rsid w:val="000D58C5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737A7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C5E10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2B09"/>
    <w:rsid w:val="00403EA0"/>
    <w:rsid w:val="00407B20"/>
    <w:rsid w:val="0041011F"/>
    <w:rsid w:val="00417ED2"/>
    <w:rsid w:val="004213D5"/>
    <w:rsid w:val="0042217B"/>
    <w:rsid w:val="00424D8E"/>
    <w:rsid w:val="0042664A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1EE5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325AE"/>
    <w:rsid w:val="0053272A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0173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739"/>
    <w:rsid w:val="00710EF0"/>
    <w:rsid w:val="00712DF2"/>
    <w:rsid w:val="00733D2A"/>
    <w:rsid w:val="0073574D"/>
    <w:rsid w:val="00737263"/>
    <w:rsid w:val="00745A61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A1AF0"/>
    <w:rsid w:val="007B692A"/>
    <w:rsid w:val="007B6AFC"/>
    <w:rsid w:val="007B7C99"/>
    <w:rsid w:val="007C0FDD"/>
    <w:rsid w:val="007C1FB9"/>
    <w:rsid w:val="007C308E"/>
    <w:rsid w:val="007C5B85"/>
    <w:rsid w:val="007C6D5E"/>
    <w:rsid w:val="007D2CE2"/>
    <w:rsid w:val="007E16D1"/>
    <w:rsid w:val="007E6CED"/>
    <w:rsid w:val="007E7E2D"/>
    <w:rsid w:val="00802588"/>
    <w:rsid w:val="00811F45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26CB2"/>
    <w:rsid w:val="0094072E"/>
    <w:rsid w:val="00940A05"/>
    <w:rsid w:val="0094126A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4F8B"/>
    <w:rsid w:val="00A65E53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6A9E"/>
    <w:rsid w:val="00B177D0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031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1ACA"/>
    <w:rsid w:val="00C46516"/>
    <w:rsid w:val="00C55326"/>
    <w:rsid w:val="00C5580D"/>
    <w:rsid w:val="00C57915"/>
    <w:rsid w:val="00C6418C"/>
    <w:rsid w:val="00C7264E"/>
    <w:rsid w:val="00C767C9"/>
    <w:rsid w:val="00C878F0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26C20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293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811F45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811F45"/>
  </w:style>
  <w:style w:type="character" w:customStyle="1" w:styleId="TextdecomentariCar">
    <w:name w:val="Text de comentari Car"/>
    <w:basedOn w:val="Tipusdelletraperdefectedelpargraf"/>
    <w:link w:val="Textdecomentari"/>
    <w:semiHidden/>
    <w:rsid w:val="00811F45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811F4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811F45"/>
    <w:rPr>
      <w:b/>
      <w:bCs/>
      <w:sz w:val="24"/>
      <w:szCs w:val="24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811F45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811F45"/>
  </w:style>
  <w:style w:type="character" w:customStyle="1" w:styleId="TextdecomentariCar">
    <w:name w:val="Text de comentari Car"/>
    <w:basedOn w:val="Tipusdelletraperdefectedelpargraf"/>
    <w:link w:val="Textdecomentari"/>
    <w:semiHidden/>
    <w:rsid w:val="00811F45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811F4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811F45"/>
    <w:rPr>
      <w:b/>
      <w:bCs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10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UPC</cp:lastModifiedBy>
  <cp:revision>3</cp:revision>
  <cp:lastPrinted>2013-05-24T15:00:00Z</cp:lastPrinted>
  <dcterms:created xsi:type="dcterms:W3CDTF">2016-03-21T21:30:00Z</dcterms:created>
  <dcterms:modified xsi:type="dcterms:W3CDTF">2016-03-29T12:24:00Z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