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99A" w:rsidRPr="000B0F77" w:rsidRDefault="000B0F77" w:rsidP="000B0F77">
      <w:pPr>
        <w:pStyle w:val="eTask"/>
        <w:rPr>
          <w:lang w:val="es-ES"/>
        </w:rPr>
      </w:pPr>
      <w:r w:rsidRPr="000B0F77">
        <w:rPr>
          <w:lang w:val="es-ES"/>
        </w:rPr>
        <w:t>Asignar nombres de capa (acceso, servicio, control, manejo, transporte) a las definiciones correspondientes en el modelo conceptual de las NGN (</w:t>
      </w:r>
      <w:r w:rsidRPr="000B0F77">
        <w:rPr>
          <w:i/>
          <w:lang w:val="es-ES"/>
        </w:rPr>
        <w:t>Next Generation Networks</w:t>
      </w:r>
      <w:r w:rsidRPr="000B0F77">
        <w:rPr>
          <w:lang w:val="es-ES"/>
        </w:rPr>
        <w:t>).</w:t>
      </w:r>
    </w:p>
    <w:p w:rsidR="00F57337" w:rsidRPr="000B0F77" w:rsidRDefault="00F57337" w:rsidP="00047A67">
      <w:pPr>
        <w:rPr>
          <w:lang w:val="es-ES"/>
        </w:rPr>
      </w:pPr>
    </w:p>
    <w:tbl>
      <w:tblPr>
        <w:tblStyle w:val="Taulaambq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1951"/>
        <w:gridCol w:w="7053"/>
      </w:tblGrid>
      <w:tr w:rsidR="00403EA0" w:rsidRPr="00363EBA" w:rsidTr="000B0F77">
        <w:trPr>
          <w:trHeight w:val="285"/>
        </w:trPr>
        <w:tc>
          <w:tcPr>
            <w:tcW w:w="1951" w:type="dxa"/>
            <w:tcBorders>
              <w:bottom w:val="single" w:sz="4" w:space="0" w:color="auto"/>
            </w:tcBorders>
          </w:tcPr>
          <w:p w:rsidR="00403EA0" w:rsidRPr="00047A67" w:rsidRDefault="000B0F77" w:rsidP="00AB1D9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 la </w:t>
            </w:r>
            <w:proofErr w:type="spellStart"/>
            <w:r>
              <w:rPr>
                <w:b/>
              </w:rPr>
              <w:t>capa</w:t>
            </w:r>
            <w:proofErr w:type="spellEnd"/>
          </w:p>
        </w:tc>
        <w:tc>
          <w:tcPr>
            <w:tcW w:w="7053" w:type="dxa"/>
            <w:tcBorders>
              <w:bottom w:val="single" w:sz="4" w:space="0" w:color="auto"/>
            </w:tcBorders>
          </w:tcPr>
          <w:p w:rsidR="00403EA0" w:rsidRPr="000B0F77" w:rsidRDefault="000B0F77" w:rsidP="000B0F77">
            <w:pPr>
              <w:rPr>
                <w:b/>
                <w:lang w:val="es-ES"/>
              </w:rPr>
            </w:pPr>
            <w:r w:rsidRPr="000B0F77">
              <w:rPr>
                <w:b/>
                <w:lang w:val="es-ES"/>
              </w:rPr>
              <w:t>Características de la capa para modelo conceptual de redes NGN</w:t>
            </w:r>
          </w:p>
        </w:tc>
      </w:tr>
      <w:tr w:rsidR="00AD050D" w:rsidRPr="00363EBA" w:rsidTr="000B0F77"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:rsidR="00AD050D" w:rsidRPr="00047A67" w:rsidRDefault="00AD050D" w:rsidP="00D22734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control</w:t>
            </w:r>
          </w:p>
        </w:tc>
        <w:tc>
          <w:tcPr>
            <w:tcW w:w="7053" w:type="dxa"/>
            <w:tcBorders>
              <w:top w:val="single" w:sz="4" w:space="0" w:color="auto"/>
            </w:tcBorders>
          </w:tcPr>
          <w:p w:rsidR="00AD050D" w:rsidRPr="000B0F77" w:rsidRDefault="00AD050D" w:rsidP="000B0F77">
            <w:pPr>
              <w:spacing w:before="120" w:after="120"/>
              <w:rPr>
                <w:b/>
                <w:lang w:val="es-ES"/>
              </w:rPr>
            </w:pPr>
            <w:r w:rsidRPr="000B0F77">
              <w:rPr>
                <w:lang w:val="es-ES"/>
              </w:rPr>
              <w:t>Esta capa es responsable de la puesta a punto / el establecimiento, control y cancelación de la sesión multimedia.</w:t>
            </w:r>
          </w:p>
        </w:tc>
      </w:tr>
      <w:tr w:rsidR="00AD050D" w:rsidRPr="00363EBA" w:rsidTr="000B0F77">
        <w:tc>
          <w:tcPr>
            <w:tcW w:w="1951" w:type="dxa"/>
            <w:vAlign w:val="center"/>
          </w:tcPr>
          <w:p w:rsidR="00AD050D" w:rsidRPr="00047A67" w:rsidRDefault="00AD050D" w:rsidP="00AD050D">
            <w:pPr>
              <w:jc w:val="center"/>
              <w:rPr>
                <w:b/>
                <w:color w:val="FF0000"/>
              </w:rPr>
            </w:pPr>
            <w:proofErr w:type="spellStart"/>
            <w:r>
              <w:rPr>
                <w:b/>
                <w:color w:val="FF0000"/>
              </w:rPr>
              <w:t>acceso</w:t>
            </w:r>
            <w:proofErr w:type="spellEnd"/>
          </w:p>
        </w:tc>
        <w:tc>
          <w:tcPr>
            <w:tcW w:w="7053" w:type="dxa"/>
          </w:tcPr>
          <w:p w:rsidR="00AD050D" w:rsidRPr="000B0F77" w:rsidRDefault="00AD050D" w:rsidP="000B0F77">
            <w:pPr>
              <w:spacing w:before="120" w:after="120"/>
              <w:rPr>
                <w:b/>
                <w:lang w:val="es-ES"/>
              </w:rPr>
            </w:pPr>
            <w:r w:rsidRPr="000B0F77">
              <w:rPr>
                <w:lang w:val="es-ES"/>
              </w:rPr>
              <w:t xml:space="preserve">Esta capa proporciona la infraestructura, por ejemplo </w:t>
            </w:r>
            <w:r>
              <w:rPr>
                <w:lang w:val="es-ES"/>
              </w:rPr>
              <w:t xml:space="preserve">a </w:t>
            </w:r>
            <w:r w:rsidRPr="000B0F77">
              <w:rPr>
                <w:lang w:val="es-ES"/>
              </w:rPr>
              <w:t>una red de acceso entre el usuario final y la red de transporte.</w:t>
            </w:r>
          </w:p>
        </w:tc>
      </w:tr>
      <w:tr w:rsidR="00AD050D" w:rsidRPr="00363EBA" w:rsidTr="000B0F77">
        <w:tc>
          <w:tcPr>
            <w:tcW w:w="1951" w:type="dxa"/>
            <w:vAlign w:val="center"/>
          </w:tcPr>
          <w:p w:rsidR="00AD050D" w:rsidRPr="00047A67" w:rsidRDefault="00AD050D" w:rsidP="00D22734">
            <w:pPr>
              <w:jc w:val="center"/>
              <w:rPr>
                <w:b/>
                <w:color w:val="FF0000"/>
              </w:rPr>
            </w:pPr>
            <w:proofErr w:type="spellStart"/>
            <w:r w:rsidRPr="00047A67">
              <w:rPr>
                <w:b/>
                <w:color w:val="FF0000"/>
              </w:rPr>
              <w:t>s</w:t>
            </w:r>
            <w:r>
              <w:rPr>
                <w:b/>
                <w:color w:val="FF0000"/>
              </w:rPr>
              <w:t>ervicio</w:t>
            </w:r>
            <w:proofErr w:type="spellEnd"/>
          </w:p>
        </w:tc>
        <w:tc>
          <w:tcPr>
            <w:tcW w:w="7053" w:type="dxa"/>
          </w:tcPr>
          <w:p w:rsidR="00AD050D" w:rsidRPr="00AD050D" w:rsidRDefault="00AD050D" w:rsidP="000B0F77">
            <w:pPr>
              <w:spacing w:before="120" w:after="120"/>
              <w:rPr>
                <w:b/>
                <w:lang w:val="es-ES"/>
              </w:rPr>
            </w:pPr>
            <w:r w:rsidRPr="000B0F77">
              <w:rPr>
                <w:lang w:val="es-ES"/>
              </w:rPr>
              <w:t>Ofrece las funciones de servicio básicas, que se pueden utilizar para crear servicios y aplicaciones más complejas y sofisticadas.</w:t>
            </w:r>
          </w:p>
        </w:tc>
      </w:tr>
      <w:tr w:rsidR="00AD050D" w:rsidRPr="00363EBA" w:rsidTr="000B0F77">
        <w:tc>
          <w:tcPr>
            <w:tcW w:w="1951" w:type="dxa"/>
            <w:vAlign w:val="center"/>
          </w:tcPr>
          <w:p w:rsidR="00AD050D" w:rsidRPr="00047A67" w:rsidRDefault="00AD050D" w:rsidP="00D22734">
            <w:pPr>
              <w:jc w:val="center"/>
              <w:rPr>
                <w:b/>
                <w:color w:val="FF0000"/>
              </w:rPr>
            </w:pPr>
            <w:proofErr w:type="spellStart"/>
            <w:r w:rsidRPr="00047A67">
              <w:rPr>
                <w:b/>
                <w:color w:val="FF0000"/>
              </w:rPr>
              <w:t>transport</w:t>
            </w:r>
            <w:r>
              <w:rPr>
                <w:b/>
                <w:color w:val="FF0000"/>
              </w:rPr>
              <w:t>e</w:t>
            </w:r>
            <w:proofErr w:type="spellEnd"/>
          </w:p>
        </w:tc>
        <w:tc>
          <w:tcPr>
            <w:tcW w:w="7053" w:type="dxa"/>
          </w:tcPr>
          <w:p w:rsidR="00AD050D" w:rsidRPr="000B0F77" w:rsidRDefault="00AD050D" w:rsidP="000B0F77">
            <w:pPr>
              <w:spacing w:before="120" w:after="120"/>
              <w:rPr>
                <w:lang w:val="es-ES"/>
              </w:rPr>
            </w:pPr>
            <w:r w:rsidRPr="000B0F77">
              <w:rPr>
                <w:lang w:val="es-ES"/>
              </w:rPr>
              <w:t>Asegura el transporte entre los nodos individuales de la red.</w:t>
            </w:r>
          </w:p>
        </w:tc>
      </w:tr>
      <w:tr w:rsidR="00AD050D" w:rsidRPr="00363EBA" w:rsidTr="000B0F77">
        <w:tc>
          <w:tcPr>
            <w:tcW w:w="1951" w:type="dxa"/>
            <w:vAlign w:val="center"/>
          </w:tcPr>
          <w:p w:rsidR="00AD050D" w:rsidRPr="00047A67" w:rsidRDefault="00AD050D" w:rsidP="00D22734">
            <w:pPr>
              <w:jc w:val="center"/>
              <w:rPr>
                <w:b/>
                <w:color w:val="FF0000"/>
              </w:rPr>
            </w:pPr>
            <w:proofErr w:type="spellStart"/>
            <w:r>
              <w:rPr>
                <w:b/>
                <w:color w:val="FF0000"/>
              </w:rPr>
              <w:t>manejo</w:t>
            </w:r>
            <w:proofErr w:type="spellEnd"/>
          </w:p>
        </w:tc>
        <w:tc>
          <w:tcPr>
            <w:tcW w:w="7053" w:type="dxa"/>
          </w:tcPr>
          <w:p w:rsidR="00AD050D" w:rsidRPr="00AD050D" w:rsidRDefault="00AD050D" w:rsidP="00C41ACA">
            <w:pPr>
              <w:spacing w:before="120" w:after="120"/>
              <w:rPr>
                <w:lang w:val="es-ES"/>
              </w:rPr>
            </w:pPr>
            <w:r w:rsidRPr="00C41ACA">
              <w:rPr>
                <w:lang w:val="es-ES"/>
              </w:rPr>
              <w:t>Gestiona recursos (capacidad, puertos y elementos físicos), QoS en el acceso a la red y en la red de transporte, el procesamiento de varios medios, codificación, transmisión de datos (flujos de información).</w:t>
            </w:r>
          </w:p>
        </w:tc>
      </w:tr>
    </w:tbl>
    <w:p w:rsidR="00047A67" w:rsidRPr="00AD050D" w:rsidRDefault="00047A67" w:rsidP="00047A67">
      <w:pPr>
        <w:pStyle w:val="eLineBottom"/>
        <w:rPr>
          <w:lang w:val="es-ES"/>
        </w:rPr>
      </w:pPr>
    </w:p>
    <w:p w:rsidR="00712DF2" w:rsidRPr="00AD050D" w:rsidRDefault="00712DF2" w:rsidP="00047A67">
      <w:pPr>
        <w:rPr>
          <w:lang w:val="es-ES"/>
        </w:rPr>
      </w:pPr>
    </w:p>
    <w:p w:rsidR="00C11B1C" w:rsidRPr="00C41ACA" w:rsidRDefault="00C41ACA" w:rsidP="00C41ACA">
      <w:pPr>
        <w:pStyle w:val="eTask"/>
        <w:rPr>
          <w:lang w:val="es-ES"/>
        </w:rPr>
      </w:pPr>
      <w:r w:rsidRPr="00C41ACA">
        <w:rPr>
          <w:lang w:val="es-ES"/>
        </w:rPr>
        <w:t>Rellene los nombres de los planos y los componentes vacíos en la imagen de la arquitectura SDN (</w:t>
      </w:r>
      <w:r w:rsidRPr="00C41ACA">
        <w:rPr>
          <w:i/>
          <w:lang w:val="es-ES"/>
        </w:rPr>
        <w:t>Software Defined Networking,</w:t>
      </w:r>
      <w:r w:rsidRPr="00C41ACA">
        <w:rPr>
          <w:lang w:val="es-ES"/>
        </w:rPr>
        <w:t xml:space="preserve"> redes definidas por software).</w:t>
      </w:r>
    </w:p>
    <w:p w:rsidR="00F11D70" w:rsidRPr="00C41ACA" w:rsidRDefault="00F11D70" w:rsidP="00F11D70">
      <w:pPr>
        <w:rPr>
          <w:lang w:val="es-ES"/>
        </w:rPr>
      </w:pPr>
    </w:p>
    <w:p w:rsidR="00047A67" w:rsidRPr="00C41ACA" w:rsidRDefault="000D36EB" w:rsidP="005D11BA">
      <w:pPr>
        <w:jc w:val="center"/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8ACB6D9" wp14:editId="04EF68AB">
                <wp:simplePos x="0" y="0"/>
                <wp:positionH relativeFrom="column">
                  <wp:posOffset>2980055</wp:posOffset>
                </wp:positionH>
                <wp:positionV relativeFrom="paragraph">
                  <wp:posOffset>638810</wp:posOffset>
                </wp:positionV>
                <wp:extent cx="1530350" cy="155575"/>
                <wp:effectExtent l="0" t="0" r="1270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0350" cy="15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6EB" w:rsidRPr="004C540E" w:rsidRDefault="000D36EB" w:rsidP="000D36EB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Sistema</w:t>
                            </w:r>
                            <w:proofErr w:type="spellEnd"/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operación</w:t>
                            </w:r>
                            <w:proofErr w:type="spellEnd"/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de red</w:t>
                            </w:r>
                          </w:p>
                          <w:p w:rsidR="000D36EB" w:rsidRDefault="000D36EB" w:rsidP="000D36EB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type w14:anchorId="28ACB6D9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234.65pt;margin-top:50.3pt;width:1in;height:12.25pt;z-index:2517237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" filled="f" stroked="f" strokeweight=".5pt">
                <v:textbox inset="0,0,0,0">
                  <w:txbxContent>
                    <w:p w:rsidR="000D36EB" w:rsidRPr="004C540E" w:rsidRDefault="000D36EB" w:rsidP="000D36EB"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 xml:space="preserve">Sistema de </w:t>
                      </w:r>
                      <w:proofErr w:type="spellStart"/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operación</w:t>
                      </w:r>
                      <w:proofErr w:type="spellEnd"/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 xml:space="preserve"> de red</w:t>
                      </w:r>
                    </w:p>
                    <w:p w:rsidR="000D36EB" w:rsidRDefault="000D36EB" w:rsidP="000D36EB"/>
                  </w:txbxContent>
                </v:textbox>
              </v:shape>
            </w:pict>
          </mc:Fallback>
        </mc:AlternateContent>
      </w:r>
      <w:r w:rsidRPr="007D2A1F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ED59058" wp14:editId="220F55EA">
                <wp:simplePos x="0" y="0"/>
                <wp:positionH relativeFrom="column">
                  <wp:posOffset>3394075</wp:posOffset>
                </wp:positionH>
                <wp:positionV relativeFrom="paragraph">
                  <wp:posOffset>1340485</wp:posOffset>
                </wp:positionV>
                <wp:extent cx="602615" cy="320675"/>
                <wp:effectExtent l="0" t="0" r="10795" b="317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6EB" w:rsidRDefault="000D36EB" w:rsidP="000D36E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  <w:t xml:space="preserve">Reenvío de </w:t>
                            </w:r>
                          </w:p>
                          <w:p w:rsidR="000D36EB" w:rsidRPr="000D36EB" w:rsidRDefault="000D36EB" w:rsidP="000D36E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  <w:t>paquete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3ED59058" id="Text Box 31" o:spid="_x0000_s1027" type="#_x0000_t202" style="position:absolute;left:0;text-align:left;margin-left:267.25pt;margin-top:105.55pt;width:1in;height:25.25pt;z-index:2517258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" filled="f" stroked="f" strokeweight=".5pt">
                <v:textbox inset="0,0,0,0">
                  <w:txbxContent>
                    <w:p w:rsidR="000D36EB" w:rsidRDefault="000D36EB" w:rsidP="000D36E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  <w:t xml:space="preserve">Reenvío de </w:t>
                      </w:r>
                    </w:p>
                    <w:p w:rsidR="000D36EB" w:rsidRPr="000D36EB" w:rsidRDefault="000D36EB" w:rsidP="000D36E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  <w:t>paquete</w:t>
                      </w:r>
                    </w:p>
                  </w:txbxContent>
                </v:textbox>
              </v:shape>
            </w:pict>
          </mc:Fallback>
        </mc:AlternateContent>
      </w:r>
      <w:r w:rsidR="00AD050D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15FB299" wp14:editId="0F536117">
                <wp:simplePos x="0" y="0"/>
                <wp:positionH relativeFrom="column">
                  <wp:posOffset>811530</wp:posOffset>
                </wp:positionH>
                <wp:positionV relativeFrom="paragraph">
                  <wp:posOffset>290830</wp:posOffset>
                </wp:positionV>
                <wp:extent cx="697230" cy="6572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050D" w:rsidRPr="004C540E" w:rsidRDefault="00AD050D" w:rsidP="00AD050D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plano</w:t>
                            </w:r>
                            <w:proofErr w:type="spellEnd"/>
                          </w:p>
                          <w:p w:rsidR="00E34D52" w:rsidRPr="002D39C9" w:rsidRDefault="00AD050D" w:rsidP="00AD050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34D52">
                              <w:rPr>
                                <w:b/>
                                <w:color w:val="FF0000"/>
                              </w:rPr>
                              <w:t>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415FB299" id="Text Box 28" o:spid="_x0000_s1028" type="#_x0000_t202" style="position:absolute;left:0;text-align:left;margin-left:63.9pt;margin-top:22.9pt;width:1in;height:51.75pt;z-index:2517084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" filled="f" stroked="f" strokeweight=".5pt">
                <v:textbox>
                  <w:txbxContent>
                    <w:p w:rsidR="00AD050D" w:rsidRPr="004C540E" w:rsidRDefault="00AD050D" w:rsidP="00AD050D">
                      <w:pPr>
                        <w:jc w:val="center"/>
                      </w:pPr>
                      <w:proofErr w:type="spellStart"/>
                      <w:r>
                        <w:rPr>
                          <w:b/>
                        </w:rPr>
                        <w:t>plano</w:t>
                      </w:r>
                      <w:proofErr w:type="spellEnd"/>
                    </w:p>
                    <w:p w:rsidR="00E34D52" w:rsidRPr="002D39C9" w:rsidRDefault="00AD050D" w:rsidP="00AD050D">
                      <w:pPr>
                        <w:jc w:val="center"/>
                        <w:rPr>
                          <w:b/>
                        </w:rPr>
                      </w:pPr>
                      <w:r w:rsidRPr="00E34D52">
                        <w:rPr>
                          <w:b/>
                          <w:color w:val="FF0000"/>
                        </w:rPr>
                        <w:t>Control</w:t>
                      </w:r>
                    </w:p>
                  </w:txbxContent>
                </v:textbox>
              </v:shape>
            </w:pict>
          </mc:Fallback>
        </mc:AlternateContent>
      </w:r>
      <w:r w:rsidR="007D2CE2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CC06A1A" wp14:editId="4CB32A81">
                <wp:simplePos x="0" y="0"/>
                <wp:positionH relativeFrom="column">
                  <wp:posOffset>4324985</wp:posOffset>
                </wp:positionH>
                <wp:positionV relativeFrom="paragraph">
                  <wp:posOffset>277495</wp:posOffset>
                </wp:positionV>
                <wp:extent cx="563880" cy="146050"/>
                <wp:effectExtent l="0" t="0" r="7620" b="63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3F7" w:rsidRPr="00EB43F7" w:rsidRDefault="00EB43F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M</w:t>
                            </w:r>
                            <w:r w:rsidR="007D2CE2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ovilidad</w:t>
                            </w:r>
                            <w:proofErr w:type="spellEnd"/>
                          </w:p>
                          <w:p w:rsidR="00EB43F7" w:rsidRDefault="00EB43F7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0CC06A1A" id="Text Box 26" o:spid="_x0000_s1029" type="#_x0000_t202" style="position:absolute;left:0;text-align:left;margin-left:340.55pt;margin-top:21.85pt;width:1in;height:11.5pt;z-index:2517073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" filled="f" stroked="f" strokeweight=".5pt">
                <v:textbox inset="0,0,0,0">
                  <w:txbxContent>
                    <w:p w:rsidR="00EB43F7" w:rsidRPr="00EB43F7" w:rsidRDefault="00EB43F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M</w:t>
                      </w:r>
                      <w:r w:rsidR="007D2CE2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ovilidad</w:t>
                      </w:r>
                      <w:proofErr w:type="spellEnd"/>
                    </w:p>
                    <w:p w:rsidR="00EB43F7" w:rsidRDefault="00EB43F7"/>
                  </w:txbxContent>
                </v:textbox>
              </v:shape>
            </w:pict>
          </mc:Fallback>
        </mc:AlternateContent>
      </w:r>
      <w:r w:rsidR="002D39C9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0728682" wp14:editId="149EF56E">
                <wp:simplePos x="0" y="0"/>
                <wp:positionH relativeFrom="column">
                  <wp:posOffset>365760</wp:posOffset>
                </wp:positionH>
                <wp:positionV relativeFrom="paragraph">
                  <wp:posOffset>1292225</wp:posOffset>
                </wp:positionV>
                <wp:extent cx="1341755" cy="6572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75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050D" w:rsidRPr="004C540E" w:rsidRDefault="00AD050D" w:rsidP="00AD050D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plano</w:t>
                            </w:r>
                            <w:proofErr w:type="spellEnd"/>
                          </w:p>
                          <w:p w:rsidR="00AD050D" w:rsidRPr="002D39C9" w:rsidRDefault="00AD050D" w:rsidP="00AD050D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0000"/>
                              </w:rPr>
                              <w:t>Reenvío</w:t>
                            </w:r>
                            <w:proofErr w:type="spellEnd"/>
                            <w:r>
                              <w:rPr>
                                <w:b/>
                                <w:color w:val="FF0000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b/>
                                <w:color w:val="FF0000"/>
                              </w:rPr>
                              <w:t>datos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10728682" id="Text Box 29" o:spid="_x0000_s1030" type="#_x0000_t202" style="position:absolute;left:0;text-align:left;margin-left:28.8pt;margin-top:101.75pt;width:105.65pt;height:51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" filled="f" stroked="f" strokeweight=".5pt">
                <v:textbox>
                  <w:txbxContent>
                    <w:p w:rsidR="00AD050D" w:rsidRPr="004C540E" w:rsidRDefault="00AD050D" w:rsidP="00AD050D">
                      <w:pPr>
                        <w:jc w:val="center"/>
                      </w:pPr>
                      <w:proofErr w:type="spellStart"/>
                      <w:r>
                        <w:rPr>
                          <w:b/>
                        </w:rPr>
                        <w:t>plano</w:t>
                      </w:r>
                      <w:proofErr w:type="spellEnd"/>
                    </w:p>
                    <w:p w:rsidR="00AD050D" w:rsidRPr="002D39C9" w:rsidRDefault="00AD050D" w:rsidP="00AD050D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  <w:color w:val="FF0000"/>
                        </w:rPr>
                        <w:t>Reenvío</w:t>
                      </w:r>
                      <w:proofErr w:type="spellEnd"/>
                      <w:r>
                        <w:rPr>
                          <w:b/>
                          <w:color w:val="FF0000"/>
                        </w:rPr>
                        <w:t xml:space="preserve"> de </w:t>
                      </w:r>
                      <w:proofErr w:type="spellStart"/>
                      <w:r>
                        <w:rPr>
                          <w:b/>
                          <w:color w:val="FF0000"/>
                        </w:rPr>
                        <w:t>datos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34D52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13A4C63" wp14:editId="24913A1F">
                <wp:simplePos x="0" y="0"/>
                <wp:positionH relativeFrom="column">
                  <wp:posOffset>2613660</wp:posOffset>
                </wp:positionH>
                <wp:positionV relativeFrom="paragraph">
                  <wp:posOffset>275590</wp:posOffset>
                </wp:positionV>
                <wp:extent cx="444500" cy="155575"/>
                <wp:effectExtent l="0" t="0" r="1270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500" cy="15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3F7" w:rsidRPr="00EB43F7" w:rsidRDefault="00E34D5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Routing</w:t>
                            </w:r>
                          </w:p>
                          <w:p w:rsidR="00EB43F7" w:rsidRDefault="00EB43F7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313A4C63" id="Text Box 25" o:spid="_x0000_s1031" type="#_x0000_t202" style="position:absolute;left:0;text-align:left;margin-left:205.8pt;margin-top:21.7pt;width:1in;height:12.25pt;z-index:2517217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" filled="f" stroked="f" strokeweight=".5pt">
                <v:textbox inset="0,0,0,0">
                  <w:txbxContent>
                    <w:p w:rsidR="00EB43F7" w:rsidRPr="00EB43F7" w:rsidRDefault="00E34D5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Routing</w:t>
                      </w:r>
                    </w:p>
                    <w:p w:rsidR="00EB43F7" w:rsidRDefault="00EB43F7"/>
                  </w:txbxContent>
                </v:textbox>
              </v:shape>
            </w:pict>
          </mc:Fallback>
        </mc:AlternateContent>
      </w:r>
      <w:r w:rsidR="005D11BA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26F8E07" wp14:editId="3CA8896C">
                <wp:simplePos x="0" y="0"/>
                <wp:positionH relativeFrom="column">
                  <wp:posOffset>3613785</wp:posOffset>
                </wp:positionH>
                <wp:positionV relativeFrom="paragraph">
                  <wp:posOffset>277495</wp:posOffset>
                </wp:positionV>
                <wp:extent cx="175895" cy="146050"/>
                <wp:effectExtent l="0" t="0" r="14605" b="63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3F7" w:rsidRPr="00EB43F7" w:rsidRDefault="00EB43F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TE</w:t>
                            </w:r>
                          </w:p>
                          <w:p w:rsidR="00EB43F7" w:rsidRDefault="00EB43F7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726F8E07" id="Text Box 27" o:spid="_x0000_s1032" type="#_x0000_t202" style="position:absolute;left:0;text-align:left;margin-left:284.55pt;margin-top:21.85pt;width:1in;height:11.5pt;z-index:2517063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" filled="f" stroked="f" strokeweight=".5pt">
                <v:textbox inset="0,0,0,0">
                  <w:txbxContent>
                    <w:p w:rsidR="00EB43F7" w:rsidRPr="00EB43F7" w:rsidRDefault="00EB43F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TE</w:t>
                      </w:r>
                    </w:p>
                    <w:p w:rsidR="00EB43F7" w:rsidRDefault="00EB43F7"/>
                  </w:txbxContent>
                </v:textbox>
              </v:shape>
            </w:pict>
          </mc:Fallback>
        </mc:AlternateContent>
      </w:r>
    </w:p>
    <w:p w:rsidR="00AF352F" w:rsidRPr="00C41ACA" w:rsidRDefault="000D36EB" w:rsidP="00E86BE4">
      <w:pPr>
        <w:rPr>
          <w:lang w:val="es-ES"/>
        </w:rPr>
      </w:pPr>
      <w:r w:rsidRPr="007D2A1F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4C25961" wp14:editId="5EEBCDCE">
                <wp:simplePos x="0" y="0"/>
                <wp:positionH relativeFrom="column">
                  <wp:posOffset>4552950</wp:posOffset>
                </wp:positionH>
                <wp:positionV relativeFrom="paragraph">
                  <wp:posOffset>1639570</wp:posOffset>
                </wp:positionV>
                <wp:extent cx="602615" cy="320675"/>
                <wp:effectExtent l="0" t="0" r="6985" b="3175"/>
                <wp:wrapNone/>
                <wp:docPr id="32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6EB" w:rsidRDefault="000D36EB" w:rsidP="000D36E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  <w:t xml:space="preserve">Reenvío de </w:t>
                            </w:r>
                          </w:p>
                          <w:p w:rsidR="000D36EB" w:rsidRPr="000D36EB" w:rsidRDefault="000D36EB" w:rsidP="000D36E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  <w:t>paquete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74C25961" id="_x0000_s1033" type="#_x0000_t202" style="position:absolute;margin-left:358.5pt;margin-top:129.1pt;width:1in;height:25.25pt;z-index:2517319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" filled="f" stroked="f" strokeweight=".5pt">
                <v:textbox inset="0,0,0,0">
                  <w:txbxContent>
                    <w:p w:rsidR="000D36EB" w:rsidRDefault="000D36EB" w:rsidP="000D36E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  <w:t xml:space="preserve">Reenvío de </w:t>
                      </w:r>
                    </w:p>
                    <w:p w:rsidR="000D36EB" w:rsidRPr="000D36EB" w:rsidRDefault="000D36EB" w:rsidP="000D36E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  <w:t>paquete</w:t>
                      </w:r>
                    </w:p>
                  </w:txbxContent>
                </v:textbox>
              </v:shape>
            </w:pict>
          </mc:Fallback>
        </mc:AlternateContent>
      </w:r>
      <w:r w:rsidRPr="007D2A1F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AEBAD21" wp14:editId="5E5D9B16">
                <wp:simplePos x="0" y="0"/>
                <wp:positionH relativeFrom="column">
                  <wp:posOffset>3434715</wp:posOffset>
                </wp:positionH>
                <wp:positionV relativeFrom="paragraph">
                  <wp:posOffset>2105917</wp:posOffset>
                </wp:positionV>
                <wp:extent cx="602615" cy="320675"/>
                <wp:effectExtent l="0" t="0" r="6985" b="3175"/>
                <wp:wrapNone/>
                <wp:docPr id="15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6EB" w:rsidRDefault="000D36EB" w:rsidP="000D36E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  <w:t xml:space="preserve">Reenvío de </w:t>
                            </w:r>
                          </w:p>
                          <w:p w:rsidR="000D36EB" w:rsidRPr="000D36EB" w:rsidRDefault="000D36EB" w:rsidP="000D36E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  <w:t>paquete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1AEBAD21" id="_x0000_s1034" type="#_x0000_t202" style="position:absolute;margin-left:270.45pt;margin-top:165.8pt;width:1in;height:25.25pt;z-index:2517299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" filled="f" stroked="f" strokeweight=".5pt">
                <v:textbox inset="0,0,0,0">
                  <w:txbxContent>
                    <w:p w:rsidR="000D36EB" w:rsidRDefault="000D36EB" w:rsidP="000D36E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  <w:t xml:space="preserve">Reenvío de </w:t>
                      </w:r>
                    </w:p>
                    <w:p w:rsidR="000D36EB" w:rsidRPr="000D36EB" w:rsidRDefault="000D36EB" w:rsidP="000D36E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  <w:t>paquete</w:t>
                      </w:r>
                    </w:p>
                  </w:txbxContent>
                </v:textbox>
              </v:shape>
            </w:pict>
          </mc:Fallback>
        </mc:AlternateContent>
      </w:r>
      <w:r w:rsidRPr="007D2A1F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8137B80" wp14:editId="2E75B58B">
                <wp:simplePos x="0" y="0"/>
                <wp:positionH relativeFrom="column">
                  <wp:posOffset>2355850</wp:posOffset>
                </wp:positionH>
                <wp:positionV relativeFrom="paragraph">
                  <wp:posOffset>1641157</wp:posOffset>
                </wp:positionV>
                <wp:extent cx="602615" cy="320675"/>
                <wp:effectExtent l="0" t="0" r="6985" b="3175"/>
                <wp:wrapNone/>
                <wp:docPr id="3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6EB" w:rsidRDefault="000D36EB" w:rsidP="000D36E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  <w:t xml:space="preserve">Reenvío de </w:t>
                            </w:r>
                          </w:p>
                          <w:p w:rsidR="000D36EB" w:rsidRPr="000D36EB" w:rsidRDefault="000D36EB" w:rsidP="000D36E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a-ES"/>
                              </w:rPr>
                              <w:t>paquete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48137B80" id="_x0000_s1035" type="#_x0000_t202" style="position:absolute;margin-left:185.5pt;margin-top:129.2pt;width:1in;height:25.25pt;z-index:2517278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" filled="f" stroked="f" strokeweight=".5pt">
                <v:textbox inset="0,0,0,0">
                  <w:txbxContent>
                    <w:p w:rsidR="000D36EB" w:rsidRDefault="000D36EB" w:rsidP="000D36E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  <w:t xml:space="preserve">Reenvío de </w:t>
                      </w:r>
                    </w:p>
                    <w:p w:rsidR="000D36EB" w:rsidRPr="000D36EB" w:rsidRDefault="000D36EB" w:rsidP="000D36E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  <w:lang w:val="ca-ES"/>
                        </w:rPr>
                        <w:t>paquete</w:t>
                      </w:r>
                    </w:p>
                  </w:txbxContent>
                </v:textbox>
              </v:shape>
            </w:pict>
          </mc:Fallback>
        </mc:AlternateContent>
      </w:r>
      <w:r w:rsidR="005D11BA">
        <w:rPr>
          <w:noProof/>
          <w:lang w:val="ca-ES" w:eastAsia="ca-ES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8031C6C" wp14:editId="3A6641BD">
                <wp:simplePos x="0" y="0"/>
                <wp:positionH relativeFrom="column">
                  <wp:align>center</wp:align>
                </wp:positionH>
                <wp:positionV relativeFrom="paragraph">
                  <wp:posOffset>3598</wp:posOffset>
                </wp:positionV>
                <wp:extent cx="5130000" cy="2541600"/>
                <wp:effectExtent l="0" t="0" r="0" b="0"/>
                <wp:wrapTopAndBottom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0000" cy="2541600"/>
                          <a:chOff x="0" y="0"/>
                          <a:chExt cx="5129530" cy="2542752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5129530" cy="9817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1062567"/>
                            <a:ext cx="5129192" cy="14801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ounded Rectangle 8"/>
                        <wps:cNvSpPr/>
                        <wps:spPr>
                          <a:xfrm>
                            <a:off x="3928533" y="80433"/>
                            <a:ext cx="719750" cy="18559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518833" y="266700"/>
                            <a:ext cx="0" cy="18107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3399367" y="266700"/>
                            <a:ext cx="0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4301067" y="262467"/>
                            <a:ext cx="0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2315633" y="639233"/>
                            <a:ext cx="0" cy="9366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4487333" y="639233"/>
                            <a:ext cx="0" cy="9366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3412067" y="664633"/>
                            <a:ext cx="0" cy="4540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 flipV="1">
                            <a:off x="2717800" y="1473200"/>
                            <a:ext cx="276225" cy="16510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2717800" y="1938867"/>
                            <a:ext cx="276225" cy="16509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3805767" y="1473200"/>
                            <a:ext cx="301625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 flipV="1">
                            <a:off x="3822700" y="1938867"/>
                            <a:ext cx="250825" cy="16446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ounded Rectangle 9"/>
                        <wps:cNvSpPr/>
                        <wps:spPr>
                          <a:xfrm>
                            <a:off x="1955800" y="444500"/>
                            <a:ext cx="2888056" cy="190122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2840567" y="1117600"/>
                            <a:ext cx="1086422" cy="430040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1782233" y="1574800"/>
                            <a:ext cx="1086422" cy="430040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2865967" y="2027767"/>
                            <a:ext cx="1085850" cy="42989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3958167" y="1574800"/>
                            <a:ext cx="1085850" cy="42989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2154767" y="80433"/>
                            <a:ext cx="719750" cy="18559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ounded Rectangle 7"/>
                        <wps:cNvSpPr/>
                        <wps:spPr>
                          <a:xfrm>
                            <a:off x="3026833" y="80433"/>
                            <a:ext cx="719455" cy="18542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group w14:anchorId="343B5E70" id="Group 35" o:spid="_x0000_s1026" style="position:absolute;margin-left:0;margin-top:.3pt;width:403.95pt;height:200.15pt;z-index:251705344;mso-position-horizontal:center;mso-width-relative:margin;mso-height-relative:margin" coordsize="51295,2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">
                <v:rect id="Rectangle 4" o:spid="_x0000_s1027" style="position:absolute;width:51295;height:9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" fillcolor="#d8d8d8 [2732]" stroked="f" strokeweight="2pt"/>
                <v:rect id="Rectangle 5" o:spid="_x0000_s1028" style="position:absolute;top:10625;width:51291;height:148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" fillcolor="#a5a5a5 [2092]" stroked="f" strokeweight="2pt"/>
                <v:roundrect id="Rounded Rectangle 8" o:spid="_x0000_s1029" style="position:absolute;left:39285;top:804;width:7197;height:18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" fillcolor="#7f7f7f [1612]" stroked="f" strokeweight="2pt"/>
                <v:line id="Straight Connector 14" o:spid="_x0000_s1030" style="position:absolute;visibility:visible;mso-wrap-style:square" from="25188,2667" to="25188,4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" strokecolor="black [3213]" strokeweight="3pt"/>
                <v:line id="Straight Connector 16" o:spid="_x0000_s1031" style="position:absolute;visibility:visible;mso-wrap-style:square" from="33993,2667" to="33993,4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" strokecolor="black [3213]" strokeweight="3pt"/>
                <v:line id="Straight Connector 17" o:spid="_x0000_s1032" style="position:absolute;visibility:visible;mso-wrap-style:square" from="43010,2624" to="43010,4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" strokecolor="black [3213]" strokeweight="3pt"/>
                <v:line id="Straight Connector 18" o:spid="_x0000_s1033" style="position:absolute;visibility:visible;mso-wrap-style:square" from="23156,6392" to="23156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" strokecolor="black [3213]" strokeweight="3pt">
                  <v:stroke dashstyle="1 1"/>
                </v:line>
                <v:line id="Straight Connector 19" o:spid="_x0000_s1034" style="position:absolute;visibility:visible;mso-wrap-style:square" from="44873,6392" to="44873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" strokecolor="black [3213]" strokeweight="3pt">
                  <v:stroke dashstyle="1 1"/>
                </v:line>
                <v:line id="Straight Connector 20" o:spid="_x0000_s1035" style="position:absolute;visibility:visible;mso-wrap-style:square" from="34120,6646" to="34120,11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" strokecolor="black [3213]" strokeweight="3pt">
                  <v:stroke dashstyle="1 1"/>
                </v:line>
                <v:line id="Straight Connector 21" o:spid="_x0000_s1036" style="position:absolute;flip:y;visibility:visible;mso-wrap-style:square" from="27178,14732" to="29940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" strokecolor="black [3213]" strokeweight="3pt">
                  <v:stroke dashstyle="1 1"/>
                </v:line>
                <v:line id="Straight Connector 22" o:spid="_x0000_s1037" style="position:absolute;visibility:visible;mso-wrap-style:square" from="27178,19388" to="29940,21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" strokecolor="black [3213]" strokeweight="3pt">
                  <v:stroke dashstyle="1 1"/>
                </v:line>
                <v:line id="Straight Connector 23" o:spid="_x0000_s1038" style="position:absolute;visibility:visible;mso-wrap-style:square" from="38057,14732" to="41073,1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" strokecolor="black [3213]" strokeweight="3pt">
                  <v:stroke dashstyle="1 1"/>
                </v:line>
                <v:line id="Straight Connector 24" o:spid="_x0000_s1039" style="position:absolute;flip:y;visibility:visible;mso-wrap-style:square" from="38227,19388" to="40735,2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" strokecolor="black [3213]" strokeweight="3pt">
                  <v:stroke dashstyle="1 1"/>
                </v:line>
                <v:roundrect id="Rounded Rectangle 9" o:spid="_x0000_s1040" style="position:absolute;left:19558;top:4445;width:28880;height:190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" fillcolor="white [3201]" strokecolor="black [3213]" strokeweight="2pt"/>
                <v:oval id="Oval 10" o:spid="_x0000_s1041" style="position:absolute;left:28405;top:11176;width:10864;height: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" fillcolor="white [3201]" strokecolor="black [3213]" strokeweight="2pt"/>
                <v:oval id="Oval 13" o:spid="_x0000_s1042" style="position:absolute;left:17822;top:15748;width:10864;height: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" fillcolor="white [3201]" strokecolor="black [3213]" strokeweight="2pt"/>
                <v:oval id="Oval 11" o:spid="_x0000_s1043" style="position:absolute;left:28659;top:20277;width:10859;height:4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" fillcolor="white [3201]" strokecolor="black [3213]" strokeweight="2pt"/>
                <v:oval id="Oval 12" o:spid="_x0000_s1044" style="position:absolute;left:39581;top:15748;width:10859;height:4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" fillcolor="white [3201]" strokecolor="black [3213]" strokeweight="2pt"/>
                <v:roundrect id="Rounded Rectangle 6" o:spid="_x0000_s1045" style="position:absolute;left:21547;top:804;width:7198;height:18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" fillcolor="#7f7f7f [1612]" stroked="f" strokeweight="2pt"/>
                <v:roundrect id="Rounded Rectangle 7" o:spid="_x0000_s1046" style="position:absolute;left:30268;top:804;width:7194;height:1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" fillcolor="#7f7f7f [1612]" stroked="f" strokeweight="2pt"/>
                <w10:wrap type="topAndBottom"/>
              </v:group>
            </w:pict>
          </mc:Fallback>
        </mc:AlternateContent>
      </w:r>
    </w:p>
    <w:p w:rsidR="009435B3" w:rsidRPr="00C41ACA" w:rsidRDefault="009435B3" w:rsidP="00047A67">
      <w:pPr>
        <w:rPr>
          <w:lang w:val="es-ES"/>
        </w:rPr>
      </w:pPr>
    </w:p>
    <w:p w:rsidR="00E86BE4" w:rsidRPr="00C41ACA" w:rsidRDefault="00E86BE4" w:rsidP="00E86BE4">
      <w:pPr>
        <w:pStyle w:val="eLineBottom"/>
        <w:rPr>
          <w:lang w:val="es-ES"/>
        </w:rPr>
      </w:pPr>
    </w:p>
    <w:p w:rsidR="00450A85" w:rsidRPr="00C41ACA" w:rsidRDefault="00450A85">
      <w:pPr>
        <w:rPr>
          <w:b/>
          <w:lang w:val="es-ES"/>
        </w:rPr>
      </w:pPr>
      <w:r w:rsidRPr="00C41ACA">
        <w:rPr>
          <w:lang w:val="es-ES"/>
        </w:rPr>
        <w:br w:type="page"/>
      </w:r>
    </w:p>
    <w:p w:rsidR="009435B3" w:rsidRPr="00BD7031" w:rsidRDefault="00BD7031" w:rsidP="00BD7031">
      <w:pPr>
        <w:pStyle w:val="eTask"/>
        <w:rPr>
          <w:lang w:val="es-ES"/>
        </w:rPr>
      </w:pPr>
      <w:r w:rsidRPr="00BD7031">
        <w:rPr>
          <w:lang w:val="es-ES"/>
        </w:rPr>
        <w:lastRenderedPageBreak/>
        <w:t xml:space="preserve">Marque </w:t>
      </w:r>
      <w:r>
        <w:rPr>
          <w:lang w:val="es-ES"/>
        </w:rPr>
        <w:t xml:space="preserve">la </w:t>
      </w:r>
      <w:r w:rsidRPr="00BD7031">
        <w:rPr>
          <w:lang w:val="es-ES"/>
        </w:rPr>
        <w:t>combinación correcta de dispositivos d</w:t>
      </w:r>
      <w:r w:rsidR="00C55326">
        <w:rPr>
          <w:lang w:val="es-ES"/>
        </w:rPr>
        <w:t xml:space="preserve">e red que son utilizados por la </w:t>
      </w:r>
      <w:r w:rsidR="00C55326" w:rsidRPr="00BD7031">
        <w:rPr>
          <w:lang w:val="es-ES"/>
        </w:rPr>
        <w:t xml:space="preserve">arquitectura </w:t>
      </w:r>
      <w:r w:rsidRPr="00BD7031">
        <w:rPr>
          <w:lang w:val="es-ES"/>
        </w:rPr>
        <w:t>NFV (</w:t>
      </w:r>
      <w:r w:rsidR="00C55326" w:rsidRPr="00BD7031">
        <w:rPr>
          <w:i/>
          <w:lang w:val="es-ES"/>
        </w:rPr>
        <w:t>Network Functions Virtualization</w:t>
      </w:r>
      <w:r w:rsidR="00C55326" w:rsidRPr="00BD7031">
        <w:rPr>
          <w:lang w:val="es-ES"/>
        </w:rPr>
        <w:t xml:space="preserve"> </w:t>
      </w:r>
      <w:r w:rsidR="00C55326">
        <w:rPr>
          <w:lang w:val="es-ES"/>
        </w:rPr>
        <w:t>, virtualización de las</w:t>
      </w:r>
      <w:r w:rsidRPr="00BD7031">
        <w:rPr>
          <w:lang w:val="es-ES"/>
        </w:rPr>
        <w:t xml:space="preserve"> funciones de red).</w:t>
      </w:r>
      <w:r w:rsidR="00043380" w:rsidRPr="00BD7031">
        <w:rPr>
          <w:lang w:val="es-ES"/>
        </w:rPr>
        <w:t xml:space="preserve"> </w:t>
      </w:r>
      <w:r w:rsidR="00C55326">
        <w:rPr>
          <w:lang w:val="es-ES"/>
        </w:rPr>
        <w:t xml:space="preserve"> </w:t>
      </w:r>
    </w:p>
    <w:p w:rsidR="00047A67" w:rsidRPr="00BD7031" w:rsidRDefault="00047A67" w:rsidP="00450A85">
      <w:pPr>
        <w:rPr>
          <w:lang w:val="es-ES"/>
        </w:rPr>
      </w:pPr>
    </w:p>
    <w:p w:rsidR="009435B3" w:rsidRPr="00745A61" w:rsidRDefault="009435B3" w:rsidP="00047A67">
      <w:pPr>
        <w:pStyle w:val="eCheckBoxText"/>
        <w:rPr>
          <w:b/>
          <w:lang w:val="es-ES"/>
        </w:rPr>
      </w:pPr>
      <w:r w:rsidRPr="00745A61">
        <w:rPr>
          <w:rStyle w:val="eCheckBoxSquareChar"/>
          <w:lang w:val="es-ES"/>
        </w:rPr>
        <w:t>□</w:t>
      </w:r>
      <w:r w:rsidR="00DB0A17" w:rsidRPr="00745A61">
        <w:rPr>
          <w:rStyle w:val="eCheckBoxSquareChar"/>
          <w:lang w:val="es-ES"/>
        </w:rPr>
        <w:tab/>
      </w:r>
      <w:r w:rsidR="00745A61" w:rsidRPr="00AD050D">
        <w:rPr>
          <w:lang w:val="es-ES"/>
        </w:rPr>
        <w:t>Ro</w:t>
      </w:r>
      <w:r w:rsidR="00745A61" w:rsidRPr="00745A61">
        <w:rPr>
          <w:lang w:val="es-ES"/>
        </w:rPr>
        <w:t xml:space="preserve">uters </w:t>
      </w:r>
      <w:r w:rsidR="004D5428" w:rsidRPr="00745A61">
        <w:rPr>
          <w:lang w:val="es-ES"/>
        </w:rPr>
        <w:t xml:space="preserve">PE, </w:t>
      </w:r>
      <w:r w:rsidR="00745A61" w:rsidRPr="00745A61">
        <w:rPr>
          <w:lang w:val="es-ES"/>
        </w:rPr>
        <w:t xml:space="preserve">servidores </w:t>
      </w:r>
      <w:r w:rsidR="006B126F" w:rsidRPr="00745A61">
        <w:rPr>
          <w:lang w:val="es-ES"/>
        </w:rPr>
        <w:t xml:space="preserve">BRAS, </w:t>
      </w:r>
      <w:r w:rsidR="00745A61">
        <w:rPr>
          <w:lang w:val="es-ES"/>
        </w:rPr>
        <w:t>dispositivos de almacenaje</w:t>
      </w:r>
    </w:p>
    <w:p w:rsidR="009435B3" w:rsidRPr="00FA4DF2" w:rsidRDefault="00B406E5" w:rsidP="00DB0A17">
      <w:pPr>
        <w:pStyle w:val="eCheckBoxText"/>
        <w:rPr>
          <w:lang w:val="es-ES"/>
        </w:rPr>
      </w:pPr>
      <w:r w:rsidRPr="00B406E5">
        <w:rPr>
          <w:rStyle w:val="eCheckBoxSquareChar"/>
          <w:b/>
          <w:color w:val="FF0000"/>
          <w:lang w:val="es-ES"/>
        </w:rPr>
        <w:t>x</w:t>
      </w:r>
      <w:r w:rsidR="00DB0A17" w:rsidRPr="00745A61">
        <w:rPr>
          <w:lang w:val="es-ES"/>
        </w:rPr>
        <w:tab/>
      </w:r>
      <w:r w:rsidR="00745A61" w:rsidRPr="00FA4DF2">
        <w:rPr>
          <w:color w:val="FF0000"/>
          <w:lang w:val="es-ES"/>
        </w:rPr>
        <w:t xml:space="preserve">Conmutadores </w:t>
      </w:r>
      <w:r w:rsidR="00D47DDD" w:rsidRPr="00FA4DF2">
        <w:rPr>
          <w:color w:val="FF0000"/>
          <w:lang w:val="es-ES"/>
        </w:rPr>
        <w:t>E</w:t>
      </w:r>
      <w:r w:rsidR="00745A61" w:rsidRPr="00FA4DF2">
        <w:rPr>
          <w:color w:val="FF0000"/>
          <w:lang w:val="es-ES"/>
        </w:rPr>
        <w:t>thernet</w:t>
      </w:r>
      <w:r w:rsidR="00024C2C" w:rsidRPr="00FA4DF2">
        <w:rPr>
          <w:color w:val="FF0000"/>
          <w:lang w:val="es-ES"/>
        </w:rPr>
        <w:t xml:space="preserve">, </w:t>
      </w:r>
      <w:r w:rsidR="00745A61" w:rsidRPr="00FA4DF2">
        <w:rPr>
          <w:color w:val="FF0000"/>
          <w:lang w:val="es-ES"/>
        </w:rPr>
        <w:t>servidores de alto volumen y</w:t>
      </w:r>
      <w:r w:rsidR="00024C2C" w:rsidRPr="00FA4DF2">
        <w:rPr>
          <w:color w:val="FF0000"/>
          <w:lang w:val="es-ES"/>
        </w:rPr>
        <w:t xml:space="preserve"> </w:t>
      </w:r>
      <w:r w:rsidR="00745A61" w:rsidRPr="00FA4DF2">
        <w:rPr>
          <w:color w:val="FF0000"/>
          <w:lang w:val="es-ES"/>
        </w:rPr>
        <w:t>dispositivos de almacenaje</w:t>
      </w:r>
    </w:p>
    <w:p w:rsidR="009435B3" w:rsidRPr="00745A61" w:rsidRDefault="009435B3" w:rsidP="00047A67">
      <w:pPr>
        <w:pStyle w:val="eCheckBoxText"/>
        <w:rPr>
          <w:b/>
          <w:lang w:val="es-ES"/>
        </w:rPr>
      </w:pPr>
      <w:r w:rsidRPr="00745A61">
        <w:rPr>
          <w:rStyle w:val="eCheckBoxSquareChar"/>
          <w:lang w:val="es-ES"/>
        </w:rPr>
        <w:t>□</w:t>
      </w:r>
      <w:r w:rsidR="00DB0A17" w:rsidRPr="00745A61">
        <w:rPr>
          <w:rStyle w:val="eCheckBoxSquareChar"/>
          <w:lang w:val="es-ES"/>
        </w:rPr>
        <w:tab/>
      </w:r>
      <w:r w:rsidR="00745A61" w:rsidRPr="00745A61">
        <w:rPr>
          <w:lang w:val="es-ES"/>
        </w:rPr>
        <w:t>Conmutadores Ethernet, servidores de alto volumen</w:t>
      </w:r>
      <w:r w:rsidR="00964E1C" w:rsidRPr="00745A61">
        <w:rPr>
          <w:lang w:val="es-ES"/>
        </w:rPr>
        <w:t xml:space="preserve">, </w:t>
      </w:r>
      <w:r w:rsidR="00745A61" w:rsidRPr="00745A61">
        <w:rPr>
          <w:lang w:val="es-ES"/>
        </w:rPr>
        <w:t>servidores BRAS</w:t>
      </w:r>
    </w:p>
    <w:p w:rsidR="009435B3" w:rsidRPr="00745A61" w:rsidRDefault="009435B3" w:rsidP="00047A67">
      <w:pPr>
        <w:pStyle w:val="eCheckBoxText"/>
        <w:rPr>
          <w:lang w:val="es-ES"/>
        </w:rPr>
      </w:pPr>
      <w:r w:rsidRPr="00745A61">
        <w:rPr>
          <w:rStyle w:val="eCheckBoxSquareChar"/>
          <w:lang w:val="es-ES"/>
        </w:rPr>
        <w:t>□</w:t>
      </w:r>
      <w:r w:rsidR="00DB0A17" w:rsidRPr="00745A61">
        <w:rPr>
          <w:rStyle w:val="eCheckBoxSquareChar"/>
          <w:lang w:val="es-ES"/>
        </w:rPr>
        <w:tab/>
      </w:r>
      <w:r w:rsidR="00745A61" w:rsidRPr="00745A61">
        <w:rPr>
          <w:lang w:val="es-ES"/>
        </w:rPr>
        <w:t>Dispositivos de almacenaje</w:t>
      </w:r>
      <w:r w:rsidR="001F34B1" w:rsidRPr="00745A61">
        <w:rPr>
          <w:lang w:val="es-ES"/>
        </w:rPr>
        <w:t xml:space="preserve">, </w:t>
      </w:r>
      <w:r w:rsidR="00745A61" w:rsidRPr="00745A61">
        <w:rPr>
          <w:lang w:val="es-ES"/>
        </w:rPr>
        <w:t xml:space="preserve">conmutadores </w:t>
      </w:r>
      <w:r w:rsidR="00745A61">
        <w:rPr>
          <w:lang w:val="es-ES"/>
        </w:rPr>
        <w:t>PE</w:t>
      </w:r>
      <w:r w:rsidR="00FC4049" w:rsidRPr="00745A61">
        <w:rPr>
          <w:lang w:val="es-ES"/>
        </w:rPr>
        <w:t xml:space="preserve">, </w:t>
      </w:r>
      <w:r w:rsidR="00745A61" w:rsidRPr="00745A61">
        <w:rPr>
          <w:lang w:val="es-ES"/>
        </w:rPr>
        <w:t xml:space="preserve">conmutadores </w:t>
      </w:r>
      <w:r w:rsidR="00D47DDD" w:rsidRPr="00745A61">
        <w:rPr>
          <w:lang w:val="es-ES"/>
        </w:rPr>
        <w:t>E</w:t>
      </w:r>
      <w:r w:rsidR="00FC4049" w:rsidRPr="00745A61">
        <w:rPr>
          <w:lang w:val="es-ES"/>
        </w:rPr>
        <w:t>thernet</w:t>
      </w:r>
    </w:p>
    <w:p w:rsidR="009435B3" w:rsidRPr="00745A61" w:rsidRDefault="009435B3" w:rsidP="00047A67">
      <w:pPr>
        <w:pStyle w:val="eLineBottom"/>
        <w:rPr>
          <w:lang w:val="es-ES"/>
        </w:rPr>
      </w:pPr>
    </w:p>
    <w:p w:rsidR="00450A85" w:rsidRPr="00745A61" w:rsidRDefault="00450A85" w:rsidP="00450A85">
      <w:pPr>
        <w:rPr>
          <w:lang w:val="es-ES"/>
        </w:rPr>
      </w:pPr>
    </w:p>
    <w:p w:rsidR="00CA6FD5" w:rsidRPr="00745A61" w:rsidRDefault="00745A61" w:rsidP="00CA6FD5">
      <w:pPr>
        <w:pStyle w:val="eTask"/>
        <w:rPr>
          <w:lang w:val="es-ES"/>
        </w:rPr>
      </w:pPr>
      <w:r>
        <w:rPr>
          <w:lang w:val="es-ES"/>
        </w:rPr>
        <w:t>A</w:t>
      </w:r>
      <w:r w:rsidRPr="00745A61">
        <w:rPr>
          <w:lang w:val="es-ES"/>
        </w:rPr>
        <w:t>signe abreviaciones/nombres en la columna izquierda que correspondan a las afirmaciones</w:t>
      </w:r>
      <w:r>
        <w:rPr>
          <w:lang w:val="es-ES"/>
        </w:rPr>
        <w:t xml:space="preserve"> </w:t>
      </w:r>
      <w:r w:rsidRPr="00745A61">
        <w:rPr>
          <w:lang w:val="es-ES"/>
        </w:rPr>
        <w:t>correspondientes.</w:t>
      </w:r>
    </w:p>
    <w:p w:rsidR="00CA6FD5" w:rsidRPr="00745A61" w:rsidRDefault="00CA6FD5" w:rsidP="00CA6FD5">
      <w:pPr>
        <w:rPr>
          <w:lang w:val="es-ES"/>
        </w:rPr>
      </w:pPr>
    </w:p>
    <w:tbl>
      <w:tblPr>
        <w:tblStyle w:val="Taulaambquadrcula"/>
        <w:tblW w:w="0" w:type="auto"/>
        <w:tblLayout w:type="fixed"/>
        <w:tblLook w:val="04A0" w:firstRow="1" w:lastRow="0" w:firstColumn="1" w:lastColumn="0" w:noHBand="0" w:noVBand="1"/>
      </w:tblPr>
      <w:tblGrid>
        <w:gridCol w:w="1323"/>
        <w:gridCol w:w="1176"/>
        <w:gridCol w:w="6789"/>
      </w:tblGrid>
      <w:tr w:rsidR="00F659BE" w:rsidRPr="00363EBA" w:rsidTr="00F11D70">
        <w:trPr>
          <w:trHeight w:hRule="exact" w:val="851"/>
        </w:trPr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:rsidR="00F659BE" w:rsidRDefault="0037516C" w:rsidP="00BF7EEB">
            <w:pPr>
              <w:jc w:val="center"/>
            </w:pPr>
            <w:r w:rsidRPr="0037516C">
              <w:t>NETCONF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A4DF2" w:rsidP="00CA6FD5">
            <w:r>
              <w:rPr>
                <w:noProof/>
                <w:lang w:val="ca-ES" w:eastAsia="ca-ES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B2F7D40" wp14:editId="47E4F00B">
                      <wp:simplePos x="0" y="0"/>
                      <wp:positionH relativeFrom="column">
                        <wp:posOffset>-70588</wp:posOffset>
                      </wp:positionH>
                      <wp:positionV relativeFrom="paragraph">
                        <wp:posOffset>258785</wp:posOffset>
                      </wp:positionV>
                      <wp:extent cx="742950" cy="1648046"/>
                      <wp:effectExtent l="0" t="0" r="19050" b="28575"/>
                      <wp:wrapNone/>
                      <wp:docPr id="39" name="Přímá spojnic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1648046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      <w:pict>
                    <v:line w14:anchorId="3460EB4D" id="Přímá spojnice 39" o:spid="_x0000_s1026" style="position:absolute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55pt,20.4pt" to="52.95pt,1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" strokecolor="red" strokeweight="1.25pt"/>
                  </w:pict>
                </mc:Fallback>
              </mc:AlternateContent>
            </w:r>
            <w:r w:rsidR="00B406E5">
              <w:rPr>
                <w:noProof/>
                <w:lang w:val="ca-ES" w:eastAsia="ca-ES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EA236C6" wp14:editId="601C47A8">
                      <wp:simplePos x="0" y="0"/>
                      <wp:positionH relativeFrom="column">
                        <wp:posOffset>-70588</wp:posOffset>
                      </wp:positionH>
                      <wp:positionV relativeFrom="paragraph">
                        <wp:posOffset>205622</wp:posOffset>
                      </wp:positionV>
                      <wp:extent cx="742950" cy="2477091"/>
                      <wp:effectExtent l="0" t="0" r="19050" b="19050"/>
                      <wp:wrapNone/>
                      <wp:docPr id="34" name="Přímá spojnic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2950" cy="2477091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      <w:pict>
                    <v:line w14:anchorId="5F051132" id="Přímá spojnice 34" o:spid="_x0000_s1026" style="position:absolute;flip:y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55pt,16.2pt" to="52.95pt,2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" strokecolor="red" strokeweight="1.25pt"/>
                  </w:pict>
                </mc:Fallback>
              </mc:AlternateContent>
            </w:r>
          </w:p>
        </w:tc>
        <w:tc>
          <w:tcPr>
            <w:tcW w:w="6789" w:type="dxa"/>
            <w:tcBorders>
              <w:bottom w:val="single" w:sz="4" w:space="0" w:color="auto"/>
            </w:tcBorders>
            <w:vAlign w:val="center"/>
          </w:tcPr>
          <w:p w:rsidR="00F659BE" w:rsidRPr="00745A61" w:rsidRDefault="00745A61" w:rsidP="00745A61">
            <w:pPr>
              <w:rPr>
                <w:lang w:val="es-ES"/>
              </w:rPr>
            </w:pPr>
            <w:r w:rsidRPr="00745A61">
              <w:rPr>
                <w:lang w:val="es-ES"/>
              </w:rPr>
              <w:t>soluciones de redes de investigación basados en hardware para el procesamiento de velocidad de línea del tráfico.</w:t>
            </w:r>
          </w:p>
        </w:tc>
      </w:tr>
      <w:tr w:rsidR="00F11D70" w:rsidRPr="00363EBA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745A61" w:rsidRDefault="00F11D70" w:rsidP="00BF7EEB">
            <w:pPr>
              <w:jc w:val="center"/>
              <w:rPr>
                <w:lang w:val="es-E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Pr="00745A61" w:rsidRDefault="00F11D70" w:rsidP="00CA6FD5">
            <w:pPr>
              <w:rPr>
                <w:lang w:val="es-ES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745A61" w:rsidRDefault="00F11D70" w:rsidP="00F11D70">
            <w:pPr>
              <w:rPr>
                <w:lang w:val="es-ES"/>
              </w:rPr>
            </w:pPr>
          </w:p>
        </w:tc>
      </w:tr>
      <w:tr w:rsidR="00F659BE" w:rsidRPr="00363EBA" w:rsidTr="00745A61">
        <w:trPr>
          <w:trHeight w:hRule="exact" w:val="1179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BF7EEB" w:rsidP="00BF7EEB">
            <w:pPr>
              <w:jc w:val="center"/>
            </w:pPr>
            <w:r w:rsidRPr="00BF7EEB">
              <w:t>Cisco ONE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B406E5" w:rsidP="00CA6FD5">
            <w:r>
              <w:rPr>
                <w:noProof/>
                <w:lang w:val="ca-ES" w:eastAsia="ca-ES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EF07630" wp14:editId="79F2E77A">
                      <wp:simplePos x="0" y="0"/>
                      <wp:positionH relativeFrom="column">
                        <wp:posOffset>-70588</wp:posOffset>
                      </wp:positionH>
                      <wp:positionV relativeFrom="paragraph">
                        <wp:posOffset>378667</wp:posOffset>
                      </wp:positionV>
                      <wp:extent cx="742950" cy="3033380"/>
                      <wp:effectExtent l="0" t="0" r="19050" b="34290"/>
                      <wp:wrapNone/>
                      <wp:docPr id="38" name="Přímá spojnic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303338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      <w:pict>
                    <v:line w14:anchorId="4DCA27DB" id="Přímá spojnice 38" o:spid="_x0000_s1026" style="position:absolute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55pt,29.8pt" to="52.95pt,2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" strokecolor="red" strokeweight="1.25pt"/>
                  </w:pict>
                </mc:Fallback>
              </mc:AlternateContent>
            </w:r>
          </w:p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</w:tcPr>
          <w:p w:rsidR="00F659BE" w:rsidRPr="00745A61" w:rsidRDefault="00745A61" w:rsidP="00745A61">
            <w:pPr>
              <w:rPr>
                <w:lang w:val="es-ES"/>
              </w:rPr>
            </w:pPr>
            <w:r w:rsidRPr="00745A61">
              <w:rPr>
                <w:lang w:val="es-ES"/>
              </w:rPr>
              <w:t>Protocolo basado en “</w:t>
            </w:r>
            <w:r w:rsidR="00851CBB" w:rsidRPr="00745A61">
              <w:rPr>
                <w:lang w:val="es-ES"/>
              </w:rPr>
              <w:t>Forwarding Element Model</w:t>
            </w:r>
            <w:r w:rsidRPr="00745A61">
              <w:rPr>
                <w:lang w:val="es-ES"/>
              </w:rPr>
              <w:t>”</w:t>
            </w:r>
            <w:r>
              <w:rPr>
                <w:lang w:val="es-ES"/>
              </w:rPr>
              <w:t xml:space="preserve"> (modelo de reenvío de elementos)</w:t>
            </w:r>
            <w:r w:rsidRPr="00745A61">
              <w:rPr>
                <w:lang w:val="es-ES"/>
              </w:rPr>
              <w:t xml:space="preserve"> que permite la descripción de una nueva funcionalidad del plano de</w:t>
            </w:r>
            <w:r w:rsidR="00851CBB" w:rsidRPr="00745A61">
              <w:rPr>
                <w:lang w:val="es-ES"/>
              </w:rPr>
              <w:t xml:space="preserve"> </w:t>
            </w:r>
            <w:r w:rsidRPr="00745A61">
              <w:rPr>
                <w:lang w:val="es-ES"/>
              </w:rPr>
              <w:t>reenvío sin modificar el protocol entre control y reenv</w:t>
            </w:r>
            <w:r>
              <w:rPr>
                <w:lang w:val="es-ES"/>
              </w:rPr>
              <w:t>ío</w:t>
            </w:r>
            <w:r w:rsidR="0041011F">
              <w:rPr>
                <w:lang w:val="es-ES"/>
              </w:rPr>
              <w:t>.</w:t>
            </w:r>
          </w:p>
        </w:tc>
      </w:tr>
      <w:tr w:rsidR="00F11D70" w:rsidRPr="00363EBA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745A61" w:rsidRDefault="00F11D70" w:rsidP="00BF7EEB">
            <w:pPr>
              <w:jc w:val="center"/>
              <w:rPr>
                <w:lang w:val="es-E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Pr="00745A61" w:rsidRDefault="00F11D70" w:rsidP="00CA6FD5">
            <w:pPr>
              <w:rPr>
                <w:lang w:val="es-ES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D70" w:rsidRPr="00745A61" w:rsidRDefault="00F11D70" w:rsidP="00851CBB">
            <w:pPr>
              <w:rPr>
                <w:lang w:val="es-ES"/>
              </w:rPr>
            </w:pPr>
          </w:p>
        </w:tc>
      </w:tr>
      <w:tr w:rsidR="00F659BE" w:rsidRPr="00363EBA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F659BE" w:rsidP="00BF7EEB">
            <w:pPr>
              <w:jc w:val="center"/>
            </w:pPr>
            <w:proofErr w:type="spellStart"/>
            <w:r w:rsidRPr="0026066A">
              <w:t>OpenFlow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B406E5" w:rsidP="00CA6FD5">
            <w:r>
              <w:rPr>
                <w:noProof/>
                <w:lang w:val="ca-ES" w:eastAsia="ca-ES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6A71D91" wp14:editId="04263366">
                      <wp:simplePos x="0" y="0"/>
                      <wp:positionH relativeFrom="column">
                        <wp:posOffset>-70588</wp:posOffset>
                      </wp:positionH>
                      <wp:positionV relativeFrom="paragraph">
                        <wp:posOffset>162678</wp:posOffset>
                      </wp:positionV>
                      <wp:extent cx="742950" cy="1506944"/>
                      <wp:effectExtent l="0" t="0" r="19050" b="36195"/>
                      <wp:wrapNone/>
                      <wp:docPr id="37" name="Přímá spojnic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1506944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      <w:pict>
                    <v:line w14:anchorId="6AFA0AC1" id="Přímá spojnice 37" o:spid="_x0000_s1026" style="position:absolute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55pt,12.8pt" to="52.95pt,1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" strokecolor="red" strokeweight="1.25pt"/>
                  </w:pict>
                </mc:Fallback>
              </mc:AlternateContent>
            </w:r>
          </w:p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</w:tcPr>
          <w:p w:rsidR="00F659BE" w:rsidRPr="00745A61" w:rsidRDefault="00745A61" w:rsidP="00745A61">
            <w:pPr>
              <w:rPr>
                <w:lang w:val="es-ES"/>
              </w:rPr>
            </w:pPr>
            <w:r w:rsidRPr="00745A61">
              <w:rPr>
                <w:lang w:val="es-ES"/>
              </w:rPr>
              <w:t>desarrollado como sucesor de SNMP y algunos de los protocolos de la CLI para la configuración de los elementos de la red.</w:t>
            </w:r>
            <w:r w:rsidR="00F11D70" w:rsidRPr="00745A61">
              <w:rPr>
                <w:lang w:val="es-ES"/>
              </w:rPr>
              <w:br/>
            </w:r>
          </w:p>
        </w:tc>
      </w:tr>
      <w:tr w:rsidR="00F11D70" w:rsidRPr="00363EBA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745A61" w:rsidRDefault="00F11D70" w:rsidP="00BF7EEB">
            <w:pPr>
              <w:jc w:val="center"/>
              <w:rPr>
                <w:lang w:val="es-E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Pr="00745A61" w:rsidRDefault="00F11D70" w:rsidP="00CA6FD5">
            <w:pPr>
              <w:rPr>
                <w:lang w:val="es-ES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D70" w:rsidRPr="00745A61" w:rsidRDefault="00F11D70" w:rsidP="00CA6FD5">
            <w:pPr>
              <w:rPr>
                <w:lang w:val="es-ES"/>
              </w:rPr>
            </w:pPr>
          </w:p>
        </w:tc>
      </w:tr>
      <w:tr w:rsidR="00F659BE" w:rsidRPr="00363EBA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F659BE" w:rsidP="00BF7EEB">
            <w:pPr>
              <w:jc w:val="center"/>
            </w:pPr>
            <w:proofErr w:type="spellStart"/>
            <w:r w:rsidRPr="00F659BE">
              <w:t>NetFPGA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B406E5" w:rsidP="00CA6FD5">
            <w:r>
              <w:rPr>
                <w:noProof/>
                <w:lang w:val="ca-ES" w:eastAsia="ca-ES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88E7CF0" wp14:editId="1D5BD576">
                      <wp:simplePos x="0" y="0"/>
                      <wp:positionH relativeFrom="column">
                        <wp:posOffset>-70588</wp:posOffset>
                      </wp:positionH>
                      <wp:positionV relativeFrom="paragraph">
                        <wp:posOffset>313572</wp:posOffset>
                      </wp:positionV>
                      <wp:extent cx="742950" cy="1448686"/>
                      <wp:effectExtent l="0" t="0" r="19050" b="18415"/>
                      <wp:wrapNone/>
                      <wp:docPr id="36" name="Přímá spojnic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2950" cy="1448686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      <w:pict>
                    <v:line w14:anchorId="21531917" id="Přímá spojnice 32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24.7pt" to="52.95pt,1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" strokecolor="red" strokeweight="1.25pt"/>
                  </w:pict>
                </mc:Fallback>
              </mc:AlternateContent>
            </w:r>
          </w:p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Pr="0041011F" w:rsidRDefault="0041011F" w:rsidP="0041011F">
            <w:pPr>
              <w:rPr>
                <w:lang w:val="es-ES"/>
              </w:rPr>
            </w:pPr>
            <w:r w:rsidRPr="0041011F">
              <w:rPr>
                <w:lang w:val="es-ES"/>
              </w:rPr>
              <w:t>Tecnología similar a SDN peron sin plano de control centralizado</w:t>
            </w:r>
            <w:r w:rsidR="00851CBB" w:rsidRPr="0041011F">
              <w:rPr>
                <w:lang w:val="es-ES"/>
              </w:rPr>
              <w:t>.</w:t>
            </w:r>
          </w:p>
        </w:tc>
      </w:tr>
      <w:tr w:rsidR="00F11D70" w:rsidRPr="00363EBA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41011F" w:rsidRDefault="00F11D70" w:rsidP="00BF7EEB">
            <w:pPr>
              <w:jc w:val="center"/>
              <w:rPr>
                <w:lang w:val="es-E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Pr="0041011F" w:rsidRDefault="00FA4DF2" w:rsidP="00CA6FD5">
            <w:pPr>
              <w:rPr>
                <w:lang w:val="es-ES"/>
              </w:rPr>
            </w:pPr>
            <w:r>
              <w:rPr>
                <w:noProof/>
                <w:lang w:val="ca-ES" w:eastAsia="ca-ES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14F6041" wp14:editId="3D2C9A25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-1808480</wp:posOffset>
                      </wp:positionV>
                      <wp:extent cx="742950" cy="2219325"/>
                      <wp:effectExtent l="0" t="0" r="19050" b="28575"/>
                      <wp:wrapNone/>
                      <wp:docPr id="33" name="Přímá spojnic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2950" cy="22193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      <w:pict>
                    <v:line w14:anchorId="33755E34" id="Přímá spojnice 33" o:spid="_x0000_s1026" style="position:absolute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pt,-142.4pt" to="52.6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" strokecolor="red" strokeweight="1.25pt"/>
                  </w:pict>
                </mc:Fallback>
              </mc:AlternateContent>
            </w: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41011F" w:rsidRDefault="00F11D70" w:rsidP="00F11D70">
            <w:pPr>
              <w:rPr>
                <w:lang w:val="es-ES"/>
              </w:rPr>
            </w:pPr>
          </w:p>
        </w:tc>
      </w:tr>
      <w:tr w:rsidR="00F659BE" w:rsidRPr="00363EBA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F659BE" w:rsidP="00BF7EEB">
            <w:pPr>
              <w:jc w:val="center"/>
            </w:pPr>
            <w:proofErr w:type="spellStart"/>
            <w:r w:rsidRPr="00F659BE">
              <w:t>ForCES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Pr="0041011F" w:rsidRDefault="0041011F" w:rsidP="0041011F">
            <w:pPr>
              <w:rPr>
                <w:lang w:val="es-ES"/>
              </w:rPr>
            </w:pPr>
            <w:r w:rsidRPr="0041011F">
              <w:rPr>
                <w:lang w:val="es-ES"/>
              </w:rPr>
              <w:t>Un estándar abierto desarrollado por la Open</w:t>
            </w:r>
            <w:r w:rsidR="00851CBB" w:rsidRPr="0041011F">
              <w:rPr>
                <w:lang w:val="es-ES"/>
              </w:rPr>
              <w:t xml:space="preserve"> Network Foundation (ONF</w:t>
            </w:r>
            <w:r>
              <w:rPr>
                <w:lang w:val="es-ES"/>
              </w:rPr>
              <w:t>, fundación de red abierta</w:t>
            </w:r>
            <w:r w:rsidR="00851CBB" w:rsidRPr="0041011F">
              <w:rPr>
                <w:lang w:val="es-ES"/>
              </w:rPr>
              <w:t>).</w:t>
            </w:r>
          </w:p>
        </w:tc>
      </w:tr>
      <w:tr w:rsidR="00F11D70" w:rsidRPr="00363EBA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41011F" w:rsidRDefault="00F11D70" w:rsidP="00BF7EEB">
            <w:pPr>
              <w:jc w:val="center"/>
              <w:rPr>
                <w:lang w:val="es-E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Pr="0041011F" w:rsidRDefault="00F11D70" w:rsidP="00CA6FD5">
            <w:pPr>
              <w:rPr>
                <w:lang w:val="es-ES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41011F" w:rsidRDefault="00F11D70" w:rsidP="00F11D70">
            <w:pPr>
              <w:rPr>
                <w:lang w:val="es-ES"/>
              </w:rPr>
            </w:pPr>
          </w:p>
        </w:tc>
      </w:tr>
      <w:tr w:rsidR="00F659BE" w:rsidRPr="00363EBA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:rsidR="00F659BE" w:rsidRDefault="00BF7EEB" w:rsidP="00BF7EEB">
            <w:pPr>
              <w:jc w:val="center"/>
            </w:pPr>
            <w:r w:rsidRPr="0026066A">
              <w:t>MPLS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top w:val="single" w:sz="4" w:space="0" w:color="auto"/>
            </w:tcBorders>
            <w:vAlign w:val="center"/>
          </w:tcPr>
          <w:p w:rsidR="00F659BE" w:rsidRPr="0041011F" w:rsidRDefault="0041011F" w:rsidP="0041011F">
            <w:pPr>
              <w:rPr>
                <w:lang w:val="es-ES"/>
              </w:rPr>
            </w:pPr>
            <w:r w:rsidRPr="0041011F">
              <w:rPr>
                <w:lang w:val="es-ES"/>
              </w:rPr>
              <w:t>proporciona interfaz de programación para controlar directamente los equipos de Cisco.</w:t>
            </w:r>
          </w:p>
        </w:tc>
      </w:tr>
    </w:tbl>
    <w:p w:rsidR="00CA6FD5" w:rsidRPr="0041011F" w:rsidRDefault="00CA6FD5" w:rsidP="00CA6FD5">
      <w:pPr>
        <w:pStyle w:val="eLineBottom"/>
        <w:rPr>
          <w:lang w:val="es-ES"/>
        </w:rPr>
      </w:pPr>
    </w:p>
    <w:p w:rsidR="00F11D70" w:rsidRPr="0041011F" w:rsidRDefault="00F11D70" w:rsidP="00CA6FD5">
      <w:pPr>
        <w:pStyle w:val="eLineBottom"/>
        <w:rPr>
          <w:lang w:val="es-ES"/>
        </w:rPr>
      </w:pPr>
    </w:p>
    <w:p w:rsidR="00CA6FD5" w:rsidRPr="0041011F" w:rsidRDefault="00CA6FD5" w:rsidP="00CA6FD5">
      <w:pPr>
        <w:rPr>
          <w:lang w:val="es-ES"/>
        </w:rPr>
      </w:pPr>
    </w:p>
    <w:p w:rsidR="00F11D70" w:rsidRPr="0041011F" w:rsidRDefault="00F11D70">
      <w:pPr>
        <w:rPr>
          <w:b/>
          <w:lang w:val="es-ES"/>
        </w:rPr>
      </w:pPr>
      <w:r w:rsidRPr="0041011F">
        <w:rPr>
          <w:lang w:val="es-ES"/>
        </w:rPr>
        <w:br w:type="page"/>
      </w:r>
    </w:p>
    <w:p w:rsidR="00EF329B" w:rsidRPr="007A1AF0" w:rsidRDefault="007A1AF0" w:rsidP="00047A67">
      <w:pPr>
        <w:pStyle w:val="eTask"/>
        <w:rPr>
          <w:lang w:val="es-ES"/>
        </w:rPr>
      </w:pPr>
      <w:r w:rsidRPr="007A1AF0">
        <w:rPr>
          <w:lang w:val="es-ES"/>
        </w:rPr>
        <w:lastRenderedPageBreak/>
        <w:t>Marque los grupos correctos de los components para una infraestructura de virtualizaci</w:t>
      </w:r>
      <w:r>
        <w:rPr>
          <w:lang w:val="es-ES"/>
        </w:rPr>
        <w:t>ón de las funciones de red,</w:t>
      </w:r>
      <w:r w:rsidR="007C6D5E" w:rsidRPr="007A1AF0">
        <w:rPr>
          <w:lang w:val="es-ES"/>
        </w:rPr>
        <w:t xml:space="preserve"> </w:t>
      </w:r>
      <w:r w:rsidR="00EF329B" w:rsidRPr="007A1AF0">
        <w:rPr>
          <w:lang w:val="es-ES"/>
        </w:rPr>
        <w:t>Network Functions Virtualization</w:t>
      </w:r>
      <w:r w:rsidR="00222C9C" w:rsidRPr="007A1AF0">
        <w:rPr>
          <w:lang w:val="es-ES"/>
        </w:rPr>
        <w:t xml:space="preserve"> Infrastructure</w:t>
      </w:r>
      <w:r w:rsidR="007C6D5E" w:rsidRPr="007A1AF0">
        <w:rPr>
          <w:lang w:val="es-ES"/>
        </w:rPr>
        <w:t xml:space="preserve"> (NFVI).</w:t>
      </w:r>
    </w:p>
    <w:p w:rsidR="00047A67" w:rsidRPr="007A1AF0" w:rsidRDefault="00047A67" w:rsidP="00047A67">
      <w:pPr>
        <w:rPr>
          <w:sz w:val="20"/>
          <w:szCs w:val="20"/>
          <w:lang w:val="es-ES"/>
        </w:rPr>
      </w:pPr>
    </w:p>
    <w:p w:rsidR="00EF329B" w:rsidRPr="00FA4DF2" w:rsidRDefault="00125AD0" w:rsidP="00DB0A17">
      <w:pPr>
        <w:pStyle w:val="eCheckBoxText"/>
        <w:rPr>
          <w:lang w:val="es-ES"/>
        </w:rPr>
      </w:pPr>
      <w:r w:rsidRPr="00125AD0">
        <w:rPr>
          <w:rStyle w:val="eCheckBoxSquareChar"/>
          <w:b/>
          <w:color w:val="FF0000"/>
          <w:lang w:val="es-ES"/>
        </w:rPr>
        <w:t>x</w:t>
      </w:r>
      <w:r w:rsidR="00DB0A17" w:rsidRPr="000E1A7F">
        <w:rPr>
          <w:lang w:val="es-ES"/>
        </w:rPr>
        <w:tab/>
      </w:r>
      <w:r w:rsidR="007A1AF0" w:rsidRPr="00FA4DF2">
        <w:rPr>
          <w:color w:val="FF0000"/>
          <w:lang w:val="es-ES"/>
        </w:rPr>
        <w:t>hardware de computación, hardware de almacenamiento, hardware de red</w:t>
      </w:r>
    </w:p>
    <w:p w:rsidR="00EF329B" w:rsidRPr="00D26C20" w:rsidRDefault="00EF329B" w:rsidP="00D26C20">
      <w:pPr>
        <w:pStyle w:val="eCheckBoxText"/>
        <w:rPr>
          <w:sz w:val="40"/>
          <w:lang w:val="es-ES"/>
        </w:rPr>
      </w:pPr>
      <w:r w:rsidRPr="00D26C20">
        <w:rPr>
          <w:rStyle w:val="eCheckBoxSquareChar"/>
          <w:lang w:val="es-ES"/>
        </w:rPr>
        <w:t>□</w:t>
      </w:r>
      <w:r w:rsidR="00DB0A17" w:rsidRPr="00D26C20">
        <w:rPr>
          <w:rStyle w:val="eCheckBoxSquareChar"/>
          <w:lang w:val="es-ES"/>
        </w:rPr>
        <w:tab/>
      </w:r>
      <w:r w:rsidR="00D26C20" w:rsidRPr="00D26C20">
        <w:rPr>
          <w:lang w:val="es-ES"/>
        </w:rPr>
        <w:t xml:space="preserve">sistema de gestión de elementos, almacenamiento virtual, red virtual </w:t>
      </w:r>
    </w:p>
    <w:p w:rsidR="00EF329B" w:rsidRPr="00FA4DF2" w:rsidRDefault="00125AD0" w:rsidP="00D26C20">
      <w:pPr>
        <w:pStyle w:val="eCheckBoxText"/>
        <w:rPr>
          <w:sz w:val="40"/>
          <w:lang w:val="es-ES"/>
        </w:rPr>
      </w:pPr>
      <w:r w:rsidRPr="00125AD0">
        <w:rPr>
          <w:rStyle w:val="eCheckBoxSquareChar"/>
          <w:b/>
          <w:color w:val="FF0000"/>
          <w:lang w:val="es-ES"/>
        </w:rPr>
        <w:t>x</w:t>
      </w:r>
      <w:r w:rsidR="00DB0A17" w:rsidRPr="000E1A7F">
        <w:rPr>
          <w:rStyle w:val="eCheckBoxSquareChar"/>
          <w:lang w:val="es-ES"/>
        </w:rPr>
        <w:tab/>
      </w:r>
      <w:r w:rsidR="00D26C20" w:rsidRPr="00FA4DF2">
        <w:rPr>
          <w:color w:val="FF0000"/>
          <w:lang w:val="es-ES"/>
        </w:rPr>
        <w:t>hardware de computación, almacenamiento virtual, hardware de red</w:t>
      </w:r>
      <w:r w:rsidR="00D26C20" w:rsidRPr="00FA4DF2">
        <w:rPr>
          <w:rStyle w:val="eCheckBoxSquareChar"/>
          <w:color w:val="FF0000"/>
          <w:lang w:val="es-ES"/>
        </w:rPr>
        <w:t xml:space="preserve"> </w:t>
      </w:r>
    </w:p>
    <w:p w:rsidR="00EF329B" w:rsidRPr="000E1A7F" w:rsidRDefault="00EF329B" w:rsidP="00D26C20">
      <w:pPr>
        <w:pStyle w:val="eCheckBoxText"/>
        <w:rPr>
          <w:sz w:val="40"/>
          <w:lang w:val="es-ES"/>
        </w:rPr>
      </w:pPr>
      <w:r w:rsidRPr="000E1A7F">
        <w:rPr>
          <w:rStyle w:val="eCheckBoxSquareChar"/>
          <w:lang w:val="es-ES"/>
        </w:rPr>
        <w:t>□</w:t>
      </w:r>
      <w:r w:rsidR="00DB0A17" w:rsidRPr="000E1A7F">
        <w:rPr>
          <w:rStyle w:val="eCheckBoxSquareChar"/>
          <w:lang w:val="es-ES"/>
        </w:rPr>
        <w:tab/>
      </w:r>
      <w:r w:rsidR="00D26C20" w:rsidRPr="000E1A7F">
        <w:rPr>
          <w:lang w:val="es-ES"/>
        </w:rPr>
        <w:t>organizador, sistema de gestión de elementos, hardware de red</w:t>
      </w:r>
      <w:r w:rsidR="00D26C20" w:rsidRPr="000E1A7F">
        <w:rPr>
          <w:rStyle w:val="eCheckBoxSquareChar"/>
          <w:lang w:val="es-ES"/>
        </w:rPr>
        <w:t xml:space="preserve"> </w:t>
      </w:r>
    </w:p>
    <w:p w:rsidR="00625960" w:rsidRPr="000E1A7F" w:rsidRDefault="00625960" w:rsidP="00DB0A17">
      <w:pPr>
        <w:pStyle w:val="eLineBottom"/>
        <w:rPr>
          <w:lang w:val="es-ES"/>
        </w:rPr>
      </w:pPr>
    </w:p>
    <w:p w:rsidR="00C049FD" w:rsidRPr="000E1A7F" w:rsidRDefault="00C049FD" w:rsidP="00C049FD">
      <w:pPr>
        <w:rPr>
          <w:lang w:val="es-ES"/>
        </w:rPr>
      </w:pPr>
    </w:p>
    <w:p w:rsidR="00625960" w:rsidRPr="00491EE5" w:rsidRDefault="00491EE5" w:rsidP="00DB0A17">
      <w:pPr>
        <w:pStyle w:val="eTask"/>
        <w:rPr>
          <w:lang w:val="es-ES"/>
        </w:rPr>
      </w:pPr>
      <w:r w:rsidRPr="00491EE5">
        <w:rPr>
          <w:lang w:val="es-ES"/>
        </w:rPr>
        <w:t xml:space="preserve">Marque las características correctas de la </w:t>
      </w:r>
      <w:r w:rsidR="005B097B" w:rsidRPr="00491EE5">
        <w:rPr>
          <w:lang w:val="es-ES"/>
        </w:rPr>
        <w:t>NFVI</w:t>
      </w:r>
      <w:r w:rsidR="00625960" w:rsidRPr="00491EE5">
        <w:rPr>
          <w:lang w:val="es-ES"/>
        </w:rPr>
        <w:t xml:space="preserve"> (</w:t>
      </w:r>
      <w:r w:rsidR="00625960" w:rsidRPr="00491EE5">
        <w:rPr>
          <w:i/>
          <w:lang w:val="es-ES"/>
        </w:rPr>
        <w:t>Network Functions Virtualization Infrastructure</w:t>
      </w:r>
      <w:r w:rsidR="00625960" w:rsidRPr="00491EE5">
        <w:rPr>
          <w:lang w:val="es-ES"/>
        </w:rPr>
        <w:t>)</w:t>
      </w:r>
      <w:r w:rsidR="004E1166" w:rsidRPr="00491EE5">
        <w:rPr>
          <w:lang w:val="es-ES"/>
        </w:rPr>
        <w:t>.</w:t>
      </w:r>
    </w:p>
    <w:p w:rsidR="00DB0A17" w:rsidRPr="00491EE5" w:rsidRDefault="00DB0A17" w:rsidP="00DB0A17">
      <w:pPr>
        <w:rPr>
          <w:sz w:val="20"/>
          <w:szCs w:val="20"/>
          <w:lang w:val="es-ES"/>
        </w:rPr>
      </w:pPr>
    </w:p>
    <w:p w:rsidR="00625960" w:rsidRPr="00491EE5" w:rsidRDefault="00625960" w:rsidP="00DB0A17">
      <w:pPr>
        <w:pStyle w:val="eCheckBoxText"/>
        <w:rPr>
          <w:b/>
          <w:lang w:val="es-ES"/>
        </w:rPr>
      </w:pPr>
      <w:r w:rsidRPr="00491EE5">
        <w:rPr>
          <w:rStyle w:val="eCheckBoxSquareChar"/>
          <w:lang w:val="es-ES"/>
        </w:rPr>
        <w:t>□</w:t>
      </w:r>
      <w:r w:rsidR="00371D20" w:rsidRPr="00491EE5">
        <w:rPr>
          <w:rStyle w:val="eCheckBoxSquareChar"/>
          <w:lang w:val="es-ES"/>
        </w:rPr>
        <w:tab/>
      </w:r>
      <w:r w:rsidR="006B4188" w:rsidRPr="00491EE5">
        <w:rPr>
          <w:lang w:val="es-ES"/>
        </w:rPr>
        <w:t>NFVI</w:t>
      </w:r>
      <w:r w:rsidR="0009581D" w:rsidRPr="00491EE5">
        <w:rPr>
          <w:lang w:val="es-ES"/>
        </w:rPr>
        <w:t xml:space="preserve"> </w:t>
      </w:r>
      <w:r w:rsidR="00491EE5" w:rsidRPr="00491EE5">
        <w:rPr>
          <w:lang w:val="es-ES"/>
        </w:rPr>
        <w:t>está dividida en 4 dominios y el dominio de Computaci</w:t>
      </w:r>
      <w:r w:rsidR="00491EE5">
        <w:rPr>
          <w:lang w:val="es-ES"/>
        </w:rPr>
        <w:t>ón es uno de ellos</w:t>
      </w:r>
    </w:p>
    <w:p w:rsidR="00625960" w:rsidRPr="00FA4DF2" w:rsidRDefault="00125AD0" w:rsidP="00DB0A17">
      <w:pPr>
        <w:pStyle w:val="eCheckBoxText"/>
        <w:rPr>
          <w:lang w:val="es-ES"/>
        </w:rPr>
      </w:pPr>
      <w:r w:rsidRPr="00125AD0">
        <w:rPr>
          <w:rStyle w:val="eCheckBoxSquareChar"/>
          <w:b/>
          <w:color w:val="FF0000"/>
          <w:lang w:val="es-ES"/>
        </w:rPr>
        <w:t>x</w:t>
      </w:r>
      <w:r w:rsidR="00371D20" w:rsidRPr="00491EE5">
        <w:rPr>
          <w:rStyle w:val="eCheckBoxSquareChar"/>
          <w:lang w:val="es-ES"/>
        </w:rPr>
        <w:tab/>
      </w:r>
      <w:r w:rsidR="00E86C2C" w:rsidRPr="00FA4DF2">
        <w:rPr>
          <w:color w:val="FF0000"/>
          <w:lang w:val="es-ES"/>
        </w:rPr>
        <w:t>NFVI</w:t>
      </w:r>
      <w:r w:rsidR="00266F4D" w:rsidRPr="00FA4DF2">
        <w:rPr>
          <w:color w:val="FF0000"/>
          <w:lang w:val="es-ES"/>
        </w:rPr>
        <w:t xml:space="preserve"> </w:t>
      </w:r>
      <w:r w:rsidR="00491EE5" w:rsidRPr="00FA4DF2">
        <w:rPr>
          <w:color w:val="FF0000"/>
          <w:lang w:val="es-ES"/>
        </w:rPr>
        <w:t>está dividida en 3 dominios y el dominio Hipervisor es uno de ellos</w:t>
      </w:r>
    </w:p>
    <w:p w:rsidR="00625960" w:rsidRPr="00491EE5" w:rsidRDefault="00625960" w:rsidP="00DB0A17">
      <w:pPr>
        <w:pStyle w:val="eCheckBoxText"/>
        <w:rPr>
          <w:b/>
          <w:lang w:val="es-ES"/>
        </w:rPr>
      </w:pPr>
      <w:r w:rsidRPr="00491EE5">
        <w:rPr>
          <w:rStyle w:val="eCheckBoxSquareChar"/>
          <w:lang w:val="es-ES"/>
        </w:rPr>
        <w:t>□</w:t>
      </w:r>
      <w:r w:rsidR="00371D20" w:rsidRPr="00491EE5">
        <w:rPr>
          <w:rStyle w:val="eCheckBoxSquareChar"/>
          <w:lang w:val="es-ES"/>
        </w:rPr>
        <w:tab/>
      </w:r>
      <w:r w:rsidR="00940A05" w:rsidRPr="00491EE5">
        <w:rPr>
          <w:lang w:val="es-ES"/>
        </w:rPr>
        <w:t xml:space="preserve">NFVI </w:t>
      </w:r>
      <w:r w:rsidR="00491EE5" w:rsidRPr="00491EE5">
        <w:rPr>
          <w:lang w:val="es-ES"/>
        </w:rPr>
        <w:t>está dividida en 4 dominios y el dominio de</w:t>
      </w:r>
      <w:r w:rsidR="00491EE5">
        <w:rPr>
          <w:lang w:val="es-ES"/>
        </w:rPr>
        <w:t xml:space="preserve"> Infraestrutura de red</w:t>
      </w:r>
      <w:r w:rsidR="00491EE5" w:rsidRPr="00491EE5">
        <w:rPr>
          <w:lang w:val="es-ES"/>
        </w:rPr>
        <w:t xml:space="preserve"> </w:t>
      </w:r>
      <w:r w:rsidR="00491EE5">
        <w:rPr>
          <w:lang w:val="es-ES"/>
        </w:rPr>
        <w:t>es uno de ellos</w:t>
      </w:r>
      <w:r w:rsidR="00491EE5" w:rsidRPr="00491EE5">
        <w:rPr>
          <w:lang w:val="es-ES"/>
        </w:rPr>
        <w:t xml:space="preserve"> </w:t>
      </w:r>
    </w:p>
    <w:p w:rsidR="00625960" w:rsidRPr="00FA4DF2" w:rsidRDefault="00125AD0" w:rsidP="00DB0A17">
      <w:pPr>
        <w:pStyle w:val="eCheckBoxText"/>
        <w:rPr>
          <w:lang w:val="es-ES"/>
        </w:rPr>
      </w:pPr>
      <w:proofErr w:type="gramStart"/>
      <w:r w:rsidRPr="00125AD0">
        <w:rPr>
          <w:rStyle w:val="eCheckBoxSquareChar"/>
          <w:b/>
          <w:color w:val="FF0000"/>
          <w:lang w:val="es-ES"/>
        </w:rPr>
        <w:t>x</w:t>
      </w:r>
      <w:proofErr w:type="gramEnd"/>
      <w:r w:rsidR="00371D20" w:rsidRPr="00491EE5">
        <w:rPr>
          <w:rStyle w:val="eCheckBoxSquareChar"/>
          <w:lang w:val="es-ES"/>
        </w:rPr>
        <w:tab/>
      </w:r>
      <w:r w:rsidR="00733D2A" w:rsidRPr="00FA4DF2">
        <w:rPr>
          <w:color w:val="FF0000"/>
          <w:lang w:val="es-ES"/>
        </w:rPr>
        <w:t xml:space="preserve">NFVI </w:t>
      </w:r>
      <w:r w:rsidR="00491EE5" w:rsidRPr="00FA4DF2">
        <w:rPr>
          <w:color w:val="FF0000"/>
          <w:lang w:val="es-ES"/>
        </w:rPr>
        <w:t xml:space="preserve">está dividida en 3 dominios </w:t>
      </w:r>
      <w:r w:rsidR="00363EBA">
        <w:rPr>
          <w:color w:val="FF0000"/>
          <w:lang w:val="es-ES"/>
        </w:rPr>
        <w:t xml:space="preserve">y </w:t>
      </w:r>
      <w:r w:rsidR="00491EE5" w:rsidRPr="00FA4DF2">
        <w:rPr>
          <w:color w:val="FF0000"/>
          <w:lang w:val="es-ES"/>
        </w:rPr>
        <w:t>el dominio de Computación es uno de ellos</w:t>
      </w:r>
    </w:p>
    <w:p w:rsidR="003C49EE" w:rsidRPr="00FA4DF2" w:rsidRDefault="003C49EE" w:rsidP="00DB0A17">
      <w:pPr>
        <w:pStyle w:val="eLineBottom"/>
        <w:rPr>
          <w:lang w:val="es-ES"/>
        </w:rPr>
      </w:pPr>
    </w:p>
    <w:p w:rsidR="00625960" w:rsidRPr="00491EE5" w:rsidRDefault="00625960" w:rsidP="00DB0A17">
      <w:pPr>
        <w:rPr>
          <w:lang w:val="es-ES"/>
        </w:rPr>
      </w:pPr>
    </w:p>
    <w:p w:rsidR="003C0A29" w:rsidRPr="002737A7" w:rsidRDefault="002737A7" w:rsidP="002737A7">
      <w:pPr>
        <w:pStyle w:val="eTask"/>
        <w:rPr>
          <w:lang w:val="es-ES"/>
        </w:rPr>
      </w:pPr>
      <w:r w:rsidRPr="002737A7">
        <w:rPr>
          <w:lang w:val="es-ES"/>
        </w:rPr>
        <w:t xml:space="preserve">Relaciona los dispositivos </w:t>
      </w:r>
      <w:r w:rsidR="0042217B" w:rsidRPr="002737A7">
        <w:rPr>
          <w:lang w:val="es-ES"/>
        </w:rPr>
        <w:t>(</w:t>
      </w:r>
      <w:r w:rsidRPr="002737A7">
        <w:rPr>
          <w:lang w:val="es-ES"/>
        </w:rPr>
        <w:t>en la derecha</w:t>
      </w:r>
      <w:r w:rsidR="0042217B" w:rsidRPr="002737A7">
        <w:rPr>
          <w:lang w:val="es-ES"/>
        </w:rPr>
        <w:t xml:space="preserve">) </w:t>
      </w:r>
      <w:r w:rsidRPr="002737A7">
        <w:rPr>
          <w:lang w:val="es-ES"/>
        </w:rPr>
        <w:t>conectado</w:t>
      </w:r>
      <w:bookmarkStart w:id="0" w:name="_GoBack"/>
      <w:bookmarkEnd w:id="0"/>
      <w:r w:rsidR="00363EBA">
        <w:rPr>
          <w:lang w:val="es-ES"/>
        </w:rPr>
        <w:t>s</w:t>
      </w:r>
      <w:r w:rsidRPr="002737A7">
        <w:rPr>
          <w:lang w:val="es-ES"/>
        </w:rPr>
        <w:t xml:space="preserve"> a Internet en el año 2020 en función de su cantidad (comenzar con </w:t>
      </w:r>
      <w:r>
        <w:rPr>
          <w:lang w:val="es-ES"/>
        </w:rPr>
        <w:t>la cantidad más baja) siguiendo las</w:t>
      </w:r>
      <w:r w:rsidRPr="002737A7">
        <w:rPr>
          <w:lang w:val="es-ES"/>
        </w:rPr>
        <w:t xml:space="preserve"> previsiones</w:t>
      </w:r>
      <w:r w:rsidR="0042217B" w:rsidRPr="002737A7">
        <w:rPr>
          <w:lang w:val="es-ES"/>
        </w:rPr>
        <w:t>.</w:t>
      </w:r>
    </w:p>
    <w:p w:rsidR="00F11D70" w:rsidRPr="002737A7" w:rsidRDefault="00F11D70" w:rsidP="00F11D70">
      <w:pPr>
        <w:rPr>
          <w:lang w:val="es-ES"/>
        </w:rPr>
      </w:pPr>
    </w:p>
    <w:p w:rsidR="00A17EF2" w:rsidRDefault="00A17EF2" w:rsidP="00A17EF2">
      <w:pPr>
        <w:pStyle w:val="Pargrafdellista"/>
        <w:numPr>
          <w:ilvl w:val="0"/>
          <w:numId w:val="10"/>
        </w:numPr>
        <w:spacing w:line="480" w:lineRule="auto"/>
        <w:ind w:left="357" w:firstLine="0"/>
      </w:pPr>
      <w:r>
        <w:rPr>
          <w:b/>
          <w:color w:val="FF0000"/>
        </w:rPr>
        <w:t>smart TVs</w:t>
      </w:r>
    </w:p>
    <w:p w:rsidR="00A17EF2" w:rsidRPr="00371D20" w:rsidRDefault="00A17EF2" w:rsidP="00A17EF2">
      <w:pPr>
        <w:pStyle w:val="Pargrafdellista"/>
        <w:numPr>
          <w:ilvl w:val="0"/>
          <w:numId w:val="10"/>
        </w:numPr>
        <w:spacing w:line="480" w:lineRule="auto"/>
        <w:ind w:left="357" w:firstLine="0"/>
      </w:pPr>
      <w:proofErr w:type="spellStart"/>
      <w:r>
        <w:rPr>
          <w:b/>
          <w:color w:val="FF0000"/>
        </w:rPr>
        <w:t>ordenadores</w:t>
      </w:r>
      <w:proofErr w:type="spellEnd"/>
      <w:r>
        <w:rPr>
          <w:b/>
          <w:color w:val="FF0000"/>
        </w:rPr>
        <w:t xml:space="preserve"> </w:t>
      </w:r>
      <w:proofErr w:type="spellStart"/>
      <w:r>
        <w:rPr>
          <w:b/>
          <w:color w:val="FF0000"/>
        </w:rPr>
        <w:t>personales</w:t>
      </w:r>
      <w:proofErr w:type="spellEnd"/>
    </w:p>
    <w:p w:rsidR="00A17EF2" w:rsidRPr="00371D20" w:rsidRDefault="00A17EF2" w:rsidP="00A17EF2">
      <w:pPr>
        <w:pStyle w:val="Pargrafdellista"/>
        <w:numPr>
          <w:ilvl w:val="0"/>
          <w:numId w:val="10"/>
        </w:numPr>
        <w:spacing w:line="480" w:lineRule="auto"/>
        <w:ind w:left="357" w:firstLine="0"/>
      </w:pPr>
      <w:r w:rsidRPr="00D16A60">
        <w:rPr>
          <w:b/>
          <w:color w:val="FF0000"/>
        </w:rPr>
        <w:t>tablet</w:t>
      </w:r>
      <w:r>
        <w:rPr>
          <w:b/>
          <w:color w:val="FF0000"/>
        </w:rPr>
        <w:t>s</w:t>
      </w:r>
    </w:p>
    <w:p w:rsidR="00A17EF2" w:rsidRPr="00371D20" w:rsidRDefault="00A17EF2" w:rsidP="00A17EF2">
      <w:pPr>
        <w:pStyle w:val="Pargrafdellista"/>
        <w:numPr>
          <w:ilvl w:val="0"/>
          <w:numId w:val="10"/>
        </w:numPr>
        <w:spacing w:line="480" w:lineRule="auto"/>
        <w:ind w:left="357" w:firstLine="0"/>
      </w:pPr>
      <w:r>
        <w:rPr>
          <w:b/>
          <w:color w:val="FF0000"/>
        </w:rPr>
        <w:t>smartphones</w:t>
      </w:r>
    </w:p>
    <w:p w:rsidR="00F11D70" w:rsidRDefault="00F11D70" w:rsidP="00F11D70">
      <w:pPr>
        <w:pStyle w:val="Pargrafdellista"/>
      </w:pPr>
    </w:p>
    <w:p w:rsidR="00F11D70" w:rsidRPr="002C5E10" w:rsidRDefault="00F11D70" w:rsidP="00F11D70">
      <w:pPr>
        <w:rPr>
          <w:b/>
          <w:lang w:val="es-ES"/>
        </w:rPr>
      </w:pPr>
      <w:r w:rsidRPr="002C5E10">
        <w:rPr>
          <w:b/>
          <w:lang w:val="es-ES"/>
        </w:rPr>
        <w:t xml:space="preserve">tablets, smartphones, </w:t>
      </w:r>
      <w:r w:rsidR="00A64F8B" w:rsidRPr="002C5E10">
        <w:rPr>
          <w:b/>
          <w:lang w:val="es-ES"/>
        </w:rPr>
        <w:t>ordenadores personales</w:t>
      </w:r>
      <w:r w:rsidRPr="002C5E10">
        <w:rPr>
          <w:b/>
          <w:lang w:val="es-ES"/>
        </w:rPr>
        <w:t>, smart TVs</w:t>
      </w:r>
    </w:p>
    <w:sectPr w:rsidR="00F11D70" w:rsidRPr="002C5E10" w:rsidSect="00F11D70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CB2" w:rsidRDefault="00E16CB2" w:rsidP="00861A1A">
      <w:r>
        <w:separator/>
      </w:r>
    </w:p>
  </w:endnote>
  <w:endnote w:type="continuationSeparator" w:id="0">
    <w:p w:rsidR="00E16CB2" w:rsidRDefault="00E16CB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E86BE4" w:rsidRPr="00363EBA" w:rsidTr="004E75F8">
      <w:tc>
        <w:tcPr>
          <w:tcW w:w="2518" w:type="dxa"/>
        </w:tcPr>
        <w:p w:rsidR="00E86BE4" w:rsidRDefault="00E86BE4" w:rsidP="00E86BE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a-ES" w:eastAsia="ca-ES"/>
            </w:rPr>
            <w:drawing>
              <wp:inline distT="0" distB="0" distL="0" distR="0" wp14:anchorId="0144E02A" wp14:editId="4A5867CD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A4DF2" w:rsidRPr="00FA4DF2" w:rsidRDefault="00FA4DF2" w:rsidP="00FA4DF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FA4DF2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E86BE4" w:rsidRPr="00FA4DF2" w:rsidRDefault="00FA4DF2" w:rsidP="00FA4DF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FA4DF2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E86BE4" w:rsidTr="004E75F8">
      <w:tc>
        <w:tcPr>
          <w:tcW w:w="8472" w:type="dxa"/>
          <w:gridSpan w:val="2"/>
        </w:tcPr>
        <w:p w:rsidR="00E86BE4" w:rsidRPr="00CA51B5" w:rsidRDefault="00E86BE4" w:rsidP="00E86BE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E86BE4" w:rsidRPr="00CA51B5" w:rsidRDefault="00E86BE4" w:rsidP="00E86BE4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E86BE4" w:rsidRDefault="00E86BE4">
    <w:pPr>
      <w:pStyle w:val="Peu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CB2" w:rsidRDefault="00E16CB2" w:rsidP="00861A1A">
      <w:r>
        <w:separator/>
      </w:r>
    </w:p>
  </w:footnote>
  <w:footnote w:type="continuationSeparator" w:id="0">
    <w:p w:rsidR="00E16CB2" w:rsidRDefault="00E16CB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BE4" w:rsidRPr="00FA4DF2" w:rsidRDefault="00E86BE4" w:rsidP="00E86BE4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a-ES" w:eastAsia="ca-ES"/>
      </w:rPr>
      <w:drawing>
        <wp:anchor distT="0" distB="0" distL="114300" distR="114300" simplePos="0" relativeHeight="251659264" behindDoc="0" locked="0" layoutInCell="1" allowOverlap="1" wp14:anchorId="7136A59F" wp14:editId="587CB8E6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63EBA">
      <w:rPr>
        <w:b/>
        <w:noProof/>
        <w:sz w:val="32"/>
        <w:szCs w:val="32"/>
        <w:lang w:val="es-ES"/>
      </w:rPr>
      <w:tab/>
    </w:r>
    <w:r w:rsidR="00FA4DF2" w:rsidRPr="00FA4DF2">
      <w:rPr>
        <w:rFonts w:ascii="Calibri" w:hAnsi="Calibri"/>
        <w:b/>
        <w:smallCaps/>
        <w:noProof/>
        <w:lang w:val="es-ES"/>
      </w:rPr>
      <w:t>EJERCICIO</w:t>
    </w:r>
  </w:p>
  <w:p w:rsidR="00E86BE4" w:rsidRPr="00FA4DF2" w:rsidRDefault="002C5E10" w:rsidP="00E86BE4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FA4DF2">
      <w:rPr>
        <w:rFonts w:ascii="Calibri" w:hAnsi="Calibri"/>
        <w:smallCaps/>
        <w:noProof/>
        <w:sz w:val="20"/>
        <w:szCs w:val="20"/>
        <w:lang w:val="es-ES"/>
      </w:rPr>
      <w:t>REDES FUTURAS</w:t>
    </w:r>
    <w:r w:rsidR="00E86BE4" w:rsidRPr="00FA4DF2">
      <w:rPr>
        <w:rFonts w:ascii="Calibri" w:hAnsi="Calibri"/>
        <w:smallCaps/>
        <w:noProof/>
        <w:sz w:val="20"/>
        <w:szCs w:val="20"/>
        <w:lang w:val="es-ES"/>
      </w:rPr>
      <w:t xml:space="preserve"> – SDN </w:t>
    </w:r>
    <w:r w:rsidR="00FA4DF2" w:rsidRPr="00FA4DF2">
      <w:rPr>
        <w:rFonts w:ascii="Calibri" w:hAnsi="Calibri"/>
        <w:smallCaps/>
        <w:noProof/>
        <w:sz w:val="20"/>
        <w:szCs w:val="20"/>
        <w:lang w:val="es-ES"/>
      </w:rPr>
      <w:t>y</w:t>
    </w:r>
    <w:r w:rsidR="00E86BE4" w:rsidRPr="00FA4DF2">
      <w:rPr>
        <w:rFonts w:ascii="Calibri" w:hAnsi="Calibri"/>
        <w:smallCaps/>
        <w:noProof/>
        <w:sz w:val="20"/>
        <w:szCs w:val="20"/>
        <w:lang w:val="es-ES"/>
      </w:rPr>
      <w:t xml:space="preserve"> NFV</w:t>
    </w:r>
  </w:p>
  <w:p w:rsidR="00E86BE4" w:rsidRPr="00FA4DF2" w:rsidRDefault="00E86BE4">
    <w:pPr>
      <w:pStyle w:val="Capalera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C863D0"/>
    <w:multiLevelType w:val="hybridMultilevel"/>
    <w:tmpl w:val="BAB405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724"/>
    <w:rsid w:val="0000673F"/>
    <w:rsid w:val="00015E2D"/>
    <w:rsid w:val="00016AD8"/>
    <w:rsid w:val="00017595"/>
    <w:rsid w:val="00021197"/>
    <w:rsid w:val="00024C2C"/>
    <w:rsid w:val="00030EDA"/>
    <w:rsid w:val="00030F54"/>
    <w:rsid w:val="0003552B"/>
    <w:rsid w:val="00043380"/>
    <w:rsid w:val="00045BEB"/>
    <w:rsid w:val="00047A67"/>
    <w:rsid w:val="00066ECB"/>
    <w:rsid w:val="000710D9"/>
    <w:rsid w:val="00073ADF"/>
    <w:rsid w:val="000742BF"/>
    <w:rsid w:val="0007473C"/>
    <w:rsid w:val="000750C9"/>
    <w:rsid w:val="00087EAC"/>
    <w:rsid w:val="00094A16"/>
    <w:rsid w:val="0009581D"/>
    <w:rsid w:val="000A233F"/>
    <w:rsid w:val="000A55B3"/>
    <w:rsid w:val="000A6AEF"/>
    <w:rsid w:val="000A7258"/>
    <w:rsid w:val="000B0F77"/>
    <w:rsid w:val="000B3220"/>
    <w:rsid w:val="000C4026"/>
    <w:rsid w:val="000C6B3A"/>
    <w:rsid w:val="000C773D"/>
    <w:rsid w:val="000C78EC"/>
    <w:rsid w:val="000D36EB"/>
    <w:rsid w:val="000E1A7F"/>
    <w:rsid w:val="00125AD0"/>
    <w:rsid w:val="001301D8"/>
    <w:rsid w:val="00134E80"/>
    <w:rsid w:val="0013647D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1BC"/>
    <w:rsid w:val="001922A0"/>
    <w:rsid w:val="00195724"/>
    <w:rsid w:val="00195A08"/>
    <w:rsid w:val="001A745A"/>
    <w:rsid w:val="001B057D"/>
    <w:rsid w:val="001C0AEF"/>
    <w:rsid w:val="001D00A1"/>
    <w:rsid w:val="001D6F25"/>
    <w:rsid w:val="001E731C"/>
    <w:rsid w:val="001F34B1"/>
    <w:rsid w:val="001F6290"/>
    <w:rsid w:val="002071C6"/>
    <w:rsid w:val="00210091"/>
    <w:rsid w:val="00213F2C"/>
    <w:rsid w:val="00222C9C"/>
    <w:rsid w:val="00223478"/>
    <w:rsid w:val="00225015"/>
    <w:rsid w:val="0022583A"/>
    <w:rsid w:val="00246F58"/>
    <w:rsid w:val="00251444"/>
    <w:rsid w:val="00266F4D"/>
    <w:rsid w:val="00267909"/>
    <w:rsid w:val="00272012"/>
    <w:rsid w:val="002737A7"/>
    <w:rsid w:val="002825A8"/>
    <w:rsid w:val="00283A7C"/>
    <w:rsid w:val="002850DE"/>
    <w:rsid w:val="00292860"/>
    <w:rsid w:val="002976A9"/>
    <w:rsid w:val="002B0278"/>
    <w:rsid w:val="002B0866"/>
    <w:rsid w:val="002B41A8"/>
    <w:rsid w:val="002C1AB8"/>
    <w:rsid w:val="002C5E10"/>
    <w:rsid w:val="002D39C9"/>
    <w:rsid w:val="002E301D"/>
    <w:rsid w:val="002E7BAD"/>
    <w:rsid w:val="002F1E8E"/>
    <w:rsid w:val="002F22FA"/>
    <w:rsid w:val="002F4A19"/>
    <w:rsid w:val="00304ADA"/>
    <w:rsid w:val="00306B9F"/>
    <w:rsid w:val="00307892"/>
    <w:rsid w:val="00315203"/>
    <w:rsid w:val="00317047"/>
    <w:rsid w:val="00321951"/>
    <w:rsid w:val="00337851"/>
    <w:rsid w:val="00347E4D"/>
    <w:rsid w:val="00351AF3"/>
    <w:rsid w:val="00363EBA"/>
    <w:rsid w:val="00371D20"/>
    <w:rsid w:val="0037516C"/>
    <w:rsid w:val="00375AEF"/>
    <w:rsid w:val="003764DB"/>
    <w:rsid w:val="00383AC8"/>
    <w:rsid w:val="0039238A"/>
    <w:rsid w:val="003937B7"/>
    <w:rsid w:val="003A3A97"/>
    <w:rsid w:val="003B1326"/>
    <w:rsid w:val="003C0A29"/>
    <w:rsid w:val="003C49EE"/>
    <w:rsid w:val="003C5B45"/>
    <w:rsid w:val="003D41BB"/>
    <w:rsid w:val="003E01BE"/>
    <w:rsid w:val="003F03EB"/>
    <w:rsid w:val="003F0443"/>
    <w:rsid w:val="003F623C"/>
    <w:rsid w:val="003F7741"/>
    <w:rsid w:val="003F7F87"/>
    <w:rsid w:val="00402B09"/>
    <w:rsid w:val="00403EA0"/>
    <w:rsid w:val="00407B20"/>
    <w:rsid w:val="0041011F"/>
    <w:rsid w:val="00417ED2"/>
    <w:rsid w:val="004213D5"/>
    <w:rsid w:val="0042217B"/>
    <w:rsid w:val="00424D8E"/>
    <w:rsid w:val="00426A3E"/>
    <w:rsid w:val="00427A85"/>
    <w:rsid w:val="004363B1"/>
    <w:rsid w:val="00437C2D"/>
    <w:rsid w:val="00443B36"/>
    <w:rsid w:val="00445EC5"/>
    <w:rsid w:val="00450A85"/>
    <w:rsid w:val="0045253E"/>
    <w:rsid w:val="0046567F"/>
    <w:rsid w:val="00472203"/>
    <w:rsid w:val="004742F3"/>
    <w:rsid w:val="0047506D"/>
    <w:rsid w:val="00475954"/>
    <w:rsid w:val="00491EE5"/>
    <w:rsid w:val="00492966"/>
    <w:rsid w:val="004A01E5"/>
    <w:rsid w:val="004A7B44"/>
    <w:rsid w:val="004B7C8C"/>
    <w:rsid w:val="004C0E36"/>
    <w:rsid w:val="004C18F2"/>
    <w:rsid w:val="004C540E"/>
    <w:rsid w:val="004D3028"/>
    <w:rsid w:val="004D5428"/>
    <w:rsid w:val="004E1166"/>
    <w:rsid w:val="004E4656"/>
    <w:rsid w:val="004E5E95"/>
    <w:rsid w:val="004E6D03"/>
    <w:rsid w:val="004E70EA"/>
    <w:rsid w:val="004E78FE"/>
    <w:rsid w:val="004F1EB8"/>
    <w:rsid w:val="004F5AFF"/>
    <w:rsid w:val="005132B0"/>
    <w:rsid w:val="00517D43"/>
    <w:rsid w:val="00517E3A"/>
    <w:rsid w:val="0052284C"/>
    <w:rsid w:val="0053272A"/>
    <w:rsid w:val="0053725F"/>
    <w:rsid w:val="00546BDA"/>
    <w:rsid w:val="00561B7B"/>
    <w:rsid w:val="00561C5A"/>
    <w:rsid w:val="005728B3"/>
    <w:rsid w:val="005738D5"/>
    <w:rsid w:val="0057504E"/>
    <w:rsid w:val="00576956"/>
    <w:rsid w:val="005773B3"/>
    <w:rsid w:val="00581FEC"/>
    <w:rsid w:val="005832C4"/>
    <w:rsid w:val="005854DF"/>
    <w:rsid w:val="00587966"/>
    <w:rsid w:val="005A59FA"/>
    <w:rsid w:val="005B097B"/>
    <w:rsid w:val="005B2E55"/>
    <w:rsid w:val="005B37E2"/>
    <w:rsid w:val="005B460C"/>
    <w:rsid w:val="005C5A9B"/>
    <w:rsid w:val="005D11BA"/>
    <w:rsid w:val="005D7525"/>
    <w:rsid w:val="005E0227"/>
    <w:rsid w:val="005E1AB1"/>
    <w:rsid w:val="005E20B2"/>
    <w:rsid w:val="005E5A22"/>
    <w:rsid w:val="005F255A"/>
    <w:rsid w:val="005F3E3F"/>
    <w:rsid w:val="005F5FA1"/>
    <w:rsid w:val="005F6639"/>
    <w:rsid w:val="00625960"/>
    <w:rsid w:val="00625B5A"/>
    <w:rsid w:val="0063686B"/>
    <w:rsid w:val="006435FE"/>
    <w:rsid w:val="0064494B"/>
    <w:rsid w:val="00662BCF"/>
    <w:rsid w:val="0066326F"/>
    <w:rsid w:val="0068067D"/>
    <w:rsid w:val="0068131D"/>
    <w:rsid w:val="006860D9"/>
    <w:rsid w:val="00690FB1"/>
    <w:rsid w:val="006A24C7"/>
    <w:rsid w:val="006B126F"/>
    <w:rsid w:val="006B4188"/>
    <w:rsid w:val="006B5D59"/>
    <w:rsid w:val="006C437A"/>
    <w:rsid w:val="006D39B2"/>
    <w:rsid w:val="006D3F30"/>
    <w:rsid w:val="006D441F"/>
    <w:rsid w:val="006D50FA"/>
    <w:rsid w:val="006F0D5B"/>
    <w:rsid w:val="006F787A"/>
    <w:rsid w:val="007021F2"/>
    <w:rsid w:val="00706136"/>
    <w:rsid w:val="00710301"/>
    <w:rsid w:val="00710EF0"/>
    <w:rsid w:val="00712DF2"/>
    <w:rsid w:val="00733D2A"/>
    <w:rsid w:val="0073574D"/>
    <w:rsid w:val="00737263"/>
    <w:rsid w:val="00745A61"/>
    <w:rsid w:val="007460F9"/>
    <w:rsid w:val="00746A5F"/>
    <w:rsid w:val="007517C5"/>
    <w:rsid w:val="00762A85"/>
    <w:rsid w:val="00762BCD"/>
    <w:rsid w:val="0076745A"/>
    <w:rsid w:val="007738BD"/>
    <w:rsid w:val="007837ED"/>
    <w:rsid w:val="00783CA5"/>
    <w:rsid w:val="00790D07"/>
    <w:rsid w:val="007A1AF0"/>
    <w:rsid w:val="007B692A"/>
    <w:rsid w:val="007B6AFC"/>
    <w:rsid w:val="007B7C99"/>
    <w:rsid w:val="007C0FDD"/>
    <w:rsid w:val="007C1FB9"/>
    <w:rsid w:val="007C308E"/>
    <w:rsid w:val="007C5B85"/>
    <w:rsid w:val="007C6D5E"/>
    <w:rsid w:val="007D2CE2"/>
    <w:rsid w:val="007E16D1"/>
    <w:rsid w:val="007E6CED"/>
    <w:rsid w:val="007E7E2D"/>
    <w:rsid w:val="00802588"/>
    <w:rsid w:val="008128CD"/>
    <w:rsid w:val="00813612"/>
    <w:rsid w:val="0081479C"/>
    <w:rsid w:val="00825543"/>
    <w:rsid w:val="00825830"/>
    <w:rsid w:val="00826CB2"/>
    <w:rsid w:val="00830375"/>
    <w:rsid w:val="00831014"/>
    <w:rsid w:val="00832323"/>
    <w:rsid w:val="00851CBB"/>
    <w:rsid w:val="008533CF"/>
    <w:rsid w:val="00856685"/>
    <w:rsid w:val="00860149"/>
    <w:rsid w:val="00861A1A"/>
    <w:rsid w:val="00863EB7"/>
    <w:rsid w:val="00864D93"/>
    <w:rsid w:val="00872527"/>
    <w:rsid w:val="008773A2"/>
    <w:rsid w:val="00882BE0"/>
    <w:rsid w:val="008836CE"/>
    <w:rsid w:val="00891FF5"/>
    <w:rsid w:val="00893E89"/>
    <w:rsid w:val="008A3619"/>
    <w:rsid w:val="008B05F5"/>
    <w:rsid w:val="008B17B4"/>
    <w:rsid w:val="008B397A"/>
    <w:rsid w:val="008B6CCD"/>
    <w:rsid w:val="008C64E0"/>
    <w:rsid w:val="008D2816"/>
    <w:rsid w:val="008D38F1"/>
    <w:rsid w:val="008F1B37"/>
    <w:rsid w:val="008F396C"/>
    <w:rsid w:val="008F5585"/>
    <w:rsid w:val="00905C9E"/>
    <w:rsid w:val="00912A69"/>
    <w:rsid w:val="009134AE"/>
    <w:rsid w:val="00916DC9"/>
    <w:rsid w:val="00926CB2"/>
    <w:rsid w:val="0094072E"/>
    <w:rsid w:val="00940A05"/>
    <w:rsid w:val="009435B3"/>
    <w:rsid w:val="00950649"/>
    <w:rsid w:val="0095346A"/>
    <w:rsid w:val="00955A25"/>
    <w:rsid w:val="00963F86"/>
    <w:rsid w:val="00964E1C"/>
    <w:rsid w:val="00964E87"/>
    <w:rsid w:val="0097175A"/>
    <w:rsid w:val="009726FC"/>
    <w:rsid w:val="00974B16"/>
    <w:rsid w:val="009802AD"/>
    <w:rsid w:val="00981DCC"/>
    <w:rsid w:val="00984A7B"/>
    <w:rsid w:val="009A5885"/>
    <w:rsid w:val="009A5F9E"/>
    <w:rsid w:val="009B638C"/>
    <w:rsid w:val="009C59FB"/>
    <w:rsid w:val="009C7B24"/>
    <w:rsid w:val="009C7D3C"/>
    <w:rsid w:val="009D53B3"/>
    <w:rsid w:val="009E2A2A"/>
    <w:rsid w:val="009F189B"/>
    <w:rsid w:val="009F3EC6"/>
    <w:rsid w:val="009F6E5E"/>
    <w:rsid w:val="00A05871"/>
    <w:rsid w:val="00A1239D"/>
    <w:rsid w:val="00A17111"/>
    <w:rsid w:val="00A17EF2"/>
    <w:rsid w:val="00A25713"/>
    <w:rsid w:val="00A26A28"/>
    <w:rsid w:val="00A35930"/>
    <w:rsid w:val="00A41E41"/>
    <w:rsid w:val="00A50FFF"/>
    <w:rsid w:val="00A527AF"/>
    <w:rsid w:val="00A54992"/>
    <w:rsid w:val="00A633E1"/>
    <w:rsid w:val="00A64F8B"/>
    <w:rsid w:val="00A65E53"/>
    <w:rsid w:val="00A8234A"/>
    <w:rsid w:val="00A97C95"/>
    <w:rsid w:val="00AA0506"/>
    <w:rsid w:val="00AA5B23"/>
    <w:rsid w:val="00AB0478"/>
    <w:rsid w:val="00AB1D9B"/>
    <w:rsid w:val="00AB2C3E"/>
    <w:rsid w:val="00AB3D91"/>
    <w:rsid w:val="00AC4ED9"/>
    <w:rsid w:val="00AC6380"/>
    <w:rsid w:val="00AD050D"/>
    <w:rsid w:val="00AD2F36"/>
    <w:rsid w:val="00AD6E4D"/>
    <w:rsid w:val="00AD73DA"/>
    <w:rsid w:val="00AE34C1"/>
    <w:rsid w:val="00AF352F"/>
    <w:rsid w:val="00AF5281"/>
    <w:rsid w:val="00AF6D5D"/>
    <w:rsid w:val="00B01599"/>
    <w:rsid w:val="00B146FF"/>
    <w:rsid w:val="00B15DB4"/>
    <w:rsid w:val="00B177D0"/>
    <w:rsid w:val="00B2529B"/>
    <w:rsid w:val="00B3151A"/>
    <w:rsid w:val="00B323F9"/>
    <w:rsid w:val="00B349CA"/>
    <w:rsid w:val="00B362E1"/>
    <w:rsid w:val="00B37307"/>
    <w:rsid w:val="00B406E5"/>
    <w:rsid w:val="00B47A89"/>
    <w:rsid w:val="00B5145B"/>
    <w:rsid w:val="00B5173B"/>
    <w:rsid w:val="00B70507"/>
    <w:rsid w:val="00B707D0"/>
    <w:rsid w:val="00B7499A"/>
    <w:rsid w:val="00B75E1D"/>
    <w:rsid w:val="00B75FF7"/>
    <w:rsid w:val="00B816F4"/>
    <w:rsid w:val="00B822EA"/>
    <w:rsid w:val="00B84417"/>
    <w:rsid w:val="00B94FBB"/>
    <w:rsid w:val="00BA3595"/>
    <w:rsid w:val="00BB3C7F"/>
    <w:rsid w:val="00BB3CAA"/>
    <w:rsid w:val="00BB48C7"/>
    <w:rsid w:val="00BB697C"/>
    <w:rsid w:val="00BC1F6B"/>
    <w:rsid w:val="00BC732E"/>
    <w:rsid w:val="00BD3D30"/>
    <w:rsid w:val="00BD7031"/>
    <w:rsid w:val="00BD7612"/>
    <w:rsid w:val="00BE6648"/>
    <w:rsid w:val="00BF4A7D"/>
    <w:rsid w:val="00BF5E09"/>
    <w:rsid w:val="00BF6970"/>
    <w:rsid w:val="00BF7EEB"/>
    <w:rsid w:val="00C049FD"/>
    <w:rsid w:val="00C11B1C"/>
    <w:rsid w:val="00C148FD"/>
    <w:rsid w:val="00C2393A"/>
    <w:rsid w:val="00C41ACA"/>
    <w:rsid w:val="00C46516"/>
    <w:rsid w:val="00C55326"/>
    <w:rsid w:val="00C5580D"/>
    <w:rsid w:val="00C57915"/>
    <w:rsid w:val="00C6418C"/>
    <w:rsid w:val="00C7264E"/>
    <w:rsid w:val="00C767C9"/>
    <w:rsid w:val="00C878F0"/>
    <w:rsid w:val="00CA0E47"/>
    <w:rsid w:val="00CA51B5"/>
    <w:rsid w:val="00CA6FD5"/>
    <w:rsid w:val="00CB022F"/>
    <w:rsid w:val="00CB2170"/>
    <w:rsid w:val="00CB3C46"/>
    <w:rsid w:val="00CC2293"/>
    <w:rsid w:val="00CC266E"/>
    <w:rsid w:val="00CC4CC5"/>
    <w:rsid w:val="00CD05C7"/>
    <w:rsid w:val="00CD6ABB"/>
    <w:rsid w:val="00CE09BA"/>
    <w:rsid w:val="00CF0892"/>
    <w:rsid w:val="00CF4DFA"/>
    <w:rsid w:val="00D00747"/>
    <w:rsid w:val="00D060B3"/>
    <w:rsid w:val="00D06992"/>
    <w:rsid w:val="00D07248"/>
    <w:rsid w:val="00D16A60"/>
    <w:rsid w:val="00D20A5C"/>
    <w:rsid w:val="00D20E5C"/>
    <w:rsid w:val="00D22343"/>
    <w:rsid w:val="00D2650E"/>
    <w:rsid w:val="00D26C20"/>
    <w:rsid w:val="00D33524"/>
    <w:rsid w:val="00D45333"/>
    <w:rsid w:val="00D47DDD"/>
    <w:rsid w:val="00D573B0"/>
    <w:rsid w:val="00D64740"/>
    <w:rsid w:val="00D6535B"/>
    <w:rsid w:val="00D71B81"/>
    <w:rsid w:val="00D74577"/>
    <w:rsid w:val="00D773FA"/>
    <w:rsid w:val="00D85512"/>
    <w:rsid w:val="00DA18A6"/>
    <w:rsid w:val="00DA1F5C"/>
    <w:rsid w:val="00DA2091"/>
    <w:rsid w:val="00DA24E3"/>
    <w:rsid w:val="00DA2A27"/>
    <w:rsid w:val="00DB0A17"/>
    <w:rsid w:val="00DB2F24"/>
    <w:rsid w:val="00DB674B"/>
    <w:rsid w:val="00DC1DC7"/>
    <w:rsid w:val="00DD085D"/>
    <w:rsid w:val="00DD34CF"/>
    <w:rsid w:val="00DD6149"/>
    <w:rsid w:val="00DD79DD"/>
    <w:rsid w:val="00DE3767"/>
    <w:rsid w:val="00DE5708"/>
    <w:rsid w:val="00E0343F"/>
    <w:rsid w:val="00E04C36"/>
    <w:rsid w:val="00E06B07"/>
    <w:rsid w:val="00E10571"/>
    <w:rsid w:val="00E10DD0"/>
    <w:rsid w:val="00E11170"/>
    <w:rsid w:val="00E14EEB"/>
    <w:rsid w:val="00E16CB2"/>
    <w:rsid w:val="00E2272B"/>
    <w:rsid w:val="00E34D52"/>
    <w:rsid w:val="00E352FF"/>
    <w:rsid w:val="00E41087"/>
    <w:rsid w:val="00E516D7"/>
    <w:rsid w:val="00E5359D"/>
    <w:rsid w:val="00E54A46"/>
    <w:rsid w:val="00E65738"/>
    <w:rsid w:val="00E71668"/>
    <w:rsid w:val="00E73106"/>
    <w:rsid w:val="00E8518C"/>
    <w:rsid w:val="00E86BE4"/>
    <w:rsid w:val="00E86C2C"/>
    <w:rsid w:val="00E879F9"/>
    <w:rsid w:val="00E90BD9"/>
    <w:rsid w:val="00EA07CA"/>
    <w:rsid w:val="00EA1BDF"/>
    <w:rsid w:val="00EB079C"/>
    <w:rsid w:val="00EB3D8F"/>
    <w:rsid w:val="00EB43F7"/>
    <w:rsid w:val="00EB6B74"/>
    <w:rsid w:val="00EB6E4B"/>
    <w:rsid w:val="00EC77B0"/>
    <w:rsid w:val="00ED1F3C"/>
    <w:rsid w:val="00ED2956"/>
    <w:rsid w:val="00ED5B10"/>
    <w:rsid w:val="00EE3197"/>
    <w:rsid w:val="00EF2951"/>
    <w:rsid w:val="00EF329B"/>
    <w:rsid w:val="00EF4349"/>
    <w:rsid w:val="00F11D70"/>
    <w:rsid w:val="00F168D6"/>
    <w:rsid w:val="00F23A0A"/>
    <w:rsid w:val="00F24638"/>
    <w:rsid w:val="00F248A4"/>
    <w:rsid w:val="00F24B37"/>
    <w:rsid w:val="00F432AE"/>
    <w:rsid w:val="00F46B18"/>
    <w:rsid w:val="00F57337"/>
    <w:rsid w:val="00F659BE"/>
    <w:rsid w:val="00F67F2E"/>
    <w:rsid w:val="00F72C38"/>
    <w:rsid w:val="00F748A6"/>
    <w:rsid w:val="00F82C59"/>
    <w:rsid w:val="00F871C6"/>
    <w:rsid w:val="00F8749B"/>
    <w:rsid w:val="00F97B00"/>
    <w:rsid w:val="00FA4DF2"/>
    <w:rsid w:val="00FA74D9"/>
    <w:rsid w:val="00FB201E"/>
    <w:rsid w:val="00FC2641"/>
    <w:rsid w:val="00FC3113"/>
    <w:rsid w:val="00FC4049"/>
    <w:rsid w:val="00FE701D"/>
    <w:rsid w:val="00FE795E"/>
    <w:rsid w:val="00FF1C98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149"/>
    <w:rPr>
      <w:sz w:val="24"/>
      <w:szCs w:val="24"/>
      <w:lang w:val="en-US" w:eastAsia="cs-CZ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Textdelcontenidor">
    <w:name w:val="Placeholder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paragraph" w:customStyle="1" w:styleId="eDotList1">
    <w:name w:val="eDotList1"/>
    <w:basedOn w:val="Llistaambpics"/>
    <w:uiPriority w:val="99"/>
    <w:rsid w:val="009726FC"/>
    <w:pPr>
      <w:spacing w:after="240"/>
    </w:pPr>
    <w:rPr>
      <w:lang w:eastAsia="en-US"/>
    </w:rPr>
  </w:style>
  <w:style w:type="paragraph" w:styleId="Llistaambpics">
    <w:name w:val="List Bullet"/>
    <w:basedOn w:val="Normal"/>
    <w:rsid w:val="009726FC"/>
    <w:pPr>
      <w:tabs>
        <w:tab w:val="num" w:pos="340"/>
      </w:tabs>
      <w:ind w:left="340" w:hanging="340"/>
      <w:contextualSpacing/>
    </w:pPr>
  </w:style>
  <w:style w:type="paragraph" w:styleId="Pargrafdellista">
    <w:name w:val="List Paragraph"/>
    <w:basedOn w:val="Normal"/>
    <w:uiPriority w:val="34"/>
    <w:qFormat/>
    <w:rsid w:val="00F11D70"/>
    <w:pPr>
      <w:ind w:left="720"/>
      <w:contextualSpacing/>
    </w:pPr>
  </w:style>
  <w:style w:type="character" w:styleId="Refernciadecomentari">
    <w:name w:val="annotation reference"/>
    <w:basedOn w:val="Tipusdelletraperdefectedelpargraf"/>
    <w:semiHidden/>
    <w:unhideWhenUsed/>
    <w:rsid w:val="009F189B"/>
    <w:rPr>
      <w:sz w:val="18"/>
      <w:szCs w:val="18"/>
    </w:rPr>
  </w:style>
  <w:style w:type="paragraph" w:styleId="Textdecomentari">
    <w:name w:val="annotation text"/>
    <w:basedOn w:val="Normal"/>
    <w:link w:val="TextdecomentariCar"/>
    <w:semiHidden/>
    <w:unhideWhenUsed/>
    <w:rsid w:val="009F189B"/>
  </w:style>
  <w:style w:type="character" w:customStyle="1" w:styleId="TextdecomentariCar">
    <w:name w:val="Text de comentari Car"/>
    <w:basedOn w:val="Tipusdelletraperdefectedelpargraf"/>
    <w:link w:val="Textdecomentari"/>
    <w:semiHidden/>
    <w:rsid w:val="009F189B"/>
    <w:rPr>
      <w:sz w:val="24"/>
      <w:szCs w:val="24"/>
      <w:lang w:val="en-US" w:eastAsia="cs-CZ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9F189B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semiHidden/>
    <w:rsid w:val="009F189B"/>
    <w:rPr>
      <w:b/>
      <w:bCs/>
      <w:sz w:val="24"/>
      <w:szCs w:val="24"/>
      <w:lang w:val="en-US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149"/>
    <w:rPr>
      <w:sz w:val="24"/>
      <w:szCs w:val="24"/>
      <w:lang w:val="en-US" w:eastAsia="cs-CZ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Textdelcontenidor">
    <w:name w:val="Placeholder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paragraph" w:customStyle="1" w:styleId="eDotList1">
    <w:name w:val="eDotList1"/>
    <w:basedOn w:val="Llistaambpics"/>
    <w:uiPriority w:val="99"/>
    <w:rsid w:val="009726FC"/>
    <w:pPr>
      <w:spacing w:after="240"/>
    </w:pPr>
    <w:rPr>
      <w:lang w:eastAsia="en-US"/>
    </w:rPr>
  </w:style>
  <w:style w:type="paragraph" w:styleId="Llistaambpics">
    <w:name w:val="List Bullet"/>
    <w:basedOn w:val="Normal"/>
    <w:rsid w:val="009726FC"/>
    <w:pPr>
      <w:tabs>
        <w:tab w:val="num" w:pos="340"/>
      </w:tabs>
      <w:ind w:left="340" w:hanging="340"/>
      <w:contextualSpacing/>
    </w:pPr>
  </w:style>
  <w:style w:type="paragraph" w:styleId="Pargrafdellista">
    <w:name w:val="List Paragraph"/>
    <w:basedOn w:val="Normal"/>
    <w:uiPriority w:val="34"/>
    <w:qFormat/>
    <w:rsid w:val="00F11D70"/>
    <w:pPr>
      <w:ind w:left="720"/>
      <w:contextualSpacing/>
    </w:pPr>
  </w:style>
  <w:style w:type="character" w:styleId="Refernciadecomentari">
    <w:name w:val="annotation reference"/>
    <w:basedOn w:val="Tipusdelletraperdefectedelpargraf"/>
    <w:semiHidden/>
    <w:unhideWhenUsed/>
    <w:rsid w:val="009F189B"/>
    <w:rPr>
      <w:sz w:val="18"/>
      <w:szCs w:val="18"/>
    </w:rPr>
  </w:style>
  <w:style w:type="paragraph" w:styleId="Textdecomentari">
    <w:name w:val="annotation text"/>
    <w:basedOn w:val="Normal"/>
    <w:link w:val="TextdecomentariCar"/>
    <w:semiHidden/>
    <w:unhideWhenUsed/>
    <w:rsid w:val="009F189B"/>
  </w:style>
  <w:style w:type="character" w:customStyle="1" w:styleId="TextdecomentariCar">
    <w:name w:val="Text de comentari Car"/>
    <w:basedOn w:val="Tipusdelletraperdefectedelpargraf"/>
    <w:link w:val="Textdecomentari"/>
    <w:semiHidden/>
    <w:rsid w:val="009F189B"/>
    <w:rPr>
      <w:sz w:val="24"/>
      <w:szCs w:val="24"/>
      <w:lang w:val="en-US" w:eastAsia="cs-CZ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9F189B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semiHidden/>
    <w:rsid w:val="009F189B"/>
    <w:rPr>
      <w:b/>
      <w:bCs/>
      <w:sz w:val="24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UPC</cp:lastModifiedBy>
  <cp:revision>3</cp:revision>
  <cp:lastPrinted>2013-05-24T15:00:00Z</cp:lastPrinted>
  <dcterms:created xsi:type="dcterms:W3CDTF">2016-03-21T21:15:00Z</dcterms:created>
  <dcterms:modified xsi:type="dcterms:W3CDTF">2016-03-29T12:22:00Z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