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EB46F3" w:rsidRDefault="00F84523" w:rsidP="00336F49">
      <w:pPr>
        <w:pStyle w:val="eTask"/>
        <w:rPr>
          <w:lang w:val="es-ES"/>
        </w:rPr>
      </w:pPr>
      <w:bookmarkStart w:id="0" w:name="_GoBack"/>
      <w:bookmarkEnd w:id="0"/>
      <w:r w:rsidRPr="00EB46F3">
        <w:rPr>
          <w:lang w:val="es-ES"/>
        </w:rPr>
        <w:t>Rellena el espacio</w:t>
      </w:r>
      <w:r w:rsidR="006F29BC" w:rsidRPr="00EB46F3">
        <w:rPr>
          <w:lang w:val="es-ES"/>
        </w:rPr>
        <w:t>.</w:t>
      </w:r>
    </w:p>
    <w:p w:rsidR="00D121ED" w:rsidRPr="00EB46F3" w:rsidRDefault="00D121ED" w:rsidP="00D121ED">
      <w:pPr>
        <w:rPr>
          <w:lang w:val="es-ES"/>
        </w:rPr>
      </w:pPr>
    </w:p>
    <w:p w:rsidR="00C148FD" w:rsidRPr="00EB46F3" w:rsidRDefault="00F84523" w:rsidP="00D121ED">
      <w:pPr>
        <w:pStyle w:val="eText"/>
        <w:spacing w:line="360" w:lineRule="auto"/>
        <w:rPr>
          <w:lang w:val="es-ES"/>
        </w:rPr>
      </w:pPr>
      <w:r w:rsidRPr="00EB46F3">
        <w:rPr>
          <w:lang w:val="es-ES"/>
        </w:rPr>
        <w:t>Por razones de seguridad muchos sistemas y aplicaciones están aplicando una autenticación basada en</w:t>
      </w:r>
      <w:r w:rsidR="00905FFC" w:rsidRPr="00EB46F3">
        <w:rPr>
          <w:lang w:val="es-ES"/>
        </w:rPr>
        <w:t xml:space="preserve"> </w:t>
      </w:r>
      <w:r w:rsidR="00F331A6" w:rsidRPr="00EB46F3">
        <w:rPr>
          <w:lang w:val="es-ES"/>
        </w:rPr>
        <w:t xml:space="preserve"> </w:t>
      </w:r>
      <w:r w:rsidR="00905FFC" w:rsidRPr="00EB46F3">
        <w:rPr>
          <w:lang w:val="es-ES"/>
        </w:rPr>
        <w:t>dat</w:t>
      </w:r>
      <w:r w:rsidRPr="00EB46F3">
        <w:rPr>
          <w:lang w:val="es-ES"/>
        </w:rPr>
        <w:t>os</w:t>
      </w:r>
      <w:r w:rsidR="006F1CE8" w:rsidRPr="00EB46F3">
        <w:rPr>
          <w:lang w:val="es-ES"/>
        </w:rPr>
        <w:t xml:space="preserve"> _____________________________</w:t>
      </w:r>
      <w:r w:rsidR="00905FFC" w:rsidRPr="00EB46F3">
        <w:rPr>
          <w:lang w:val="es-ES"/>
        </w:rPr>
        <w:t>.</w:t>
      </w:r>
    </w:p>
    <w:p w:rsidR="001922A0" w:rsidRPr="00EB46F3" w:rsidRDefault="001922A0" w:rsidP="00414384">
      <w:pPr>
        <w:pStyle w:val="eLineBottom"/>
        <w:rPr>
          <w:lang w:val="es-ES"/>
        </w:rPr>
      </w:pPr>
    </w:p>
    <w:p w:rsidR="00985B1B" w:rsidRPr="00EB46F3" w:rsidRDefault="00985B1B" w:rsidP="00414384">
      <w:pPr>
        <w:rPr>
          <w:lang w:val="es-ES"/>
        </w:rPr>
      </w:pPr>
    </w:p>
    <w:p w:rsidR="001922A0" w:rsidRPr="00EB46F3" w:rsidRDefault="00F84523" w:rsidP="00F84523">
      <w:pPr>
        <w:pStyle w:val="eTask"/>
        <w:rPr>
          <w:lang w:val="es-ES"/>
        </w:rPr>
      </w:pPr>
      <w:r w:rsidRPr="00EB46F3">
        <w:rPr>
          <w:lang w:val="es-ES"/>
        </w:rPr>
        <w:t>Las actividades de identificación de locutor involucran 3 áreas de investigación</w:t>
      </w:r>
      <w:r w:rsidR="002A4E00" w:rsidRPr="00EB46F3">
        <w:rPr>
          <w:lang w:val="es-ES"/>
        </w:rPr>
        <w:t>:</w:t>
      </w:r>
    </w:p>
    <w:p w:rsidR="001E0F8B" w:rsidRPr="00EB46F3" w:rsidRDefault="001E0F8B" w:rsidP="00336F49">
      <w:pPr>
        <w:rPr>
          <w:lang w:val="es-ES"/>
        </w:rPr>
      </w:pPr>
    </w:p>
    <w:p w:rsidR="002A4E00" w:rsidRPr="00EB46F3" w:rsidRDefault="002A4E00" w:rsidP="00414384">
      <w:pPr>
        <w:pStyle w:val="eText"/>
        <w:rPr>
          <w:lang w:val="es-ES"/>
        </w:rPr>
      </w:pPr>
      <w:r w:rsidRPr="00EB46F3">
        <w:rPr>
          <w:lang w:val="es-ES"/>
        </w:rPr>
        <w:t>1.</w:t>
      </w:r>
      <w:r w:rsidRPr="00EB46F3">
        <w:rPr>
          <w:lang w:val="es-ES"/>
        </w:rPr>
        <w:tab/>
      </w:r>
      <w:r w:rsidR="00414384" w:rsidRPr="00EB46F3">
        <w:rPr>
          <w:lang w:val="es-ES"/>
        </w:rPr>
        <w:t>_____________________________</w:t>
      </w:r>
    </w:p>
    <w:p w:rsidR="002A4E00" w:rsidRPr="00EB46F3" w:rsidRDefault="002A4E00" w:rsidP="00414384">
      <w:pPr>
        <w:pStyle w:val="eText"/>
        <w:rPr>
          <w:lang w:val="es-ES"/>
        </w:rPr>
      </w:pPr>
      <w:r w:rsidRPr="00EB46F3">
        <w:rPr>
          <w:lang w:val="es-ES"/>
        </w:rPr>
        <w:t>2.</w:t>
      </w:r>
      <w:r w:rsidRPr="00EB46F3">
        <w:rPr>
          <w:lang w:val="es-ES"/>
        </w:rPr>
        <w:tab/>
      </w:r>
      <w:r w:rsidR="00414384" w:rsidRPr="00EB46F3">
        <w:rPr>
          <w:lang w:val="es-ES"/>
        </w:rPr>
        <w:t>_____________________________</w:t>
      </w:r>
    </w:p>
    <w:p w:rsidR="002A4E00" w:rsidRPr="00EB46F3" w:rsidRDefault="002A4E00" w:rsidP="00414384">
      <w:pPr>
        <w:pStyle w:val="eText"/>
        <w:rPr>
          <w:lang w:val="es-ES"/>
        </w:rPr>
      </w:pPr>
      <w:r w:rsidRPr="00EB46F3">
        <w:rPr>
          <w:lang w:val="es-ES"/>
        </w:rPr>
        <w:t>3.</w:t>
      </w:r>
      <w:r w:rsidRPr="00EB46F3">
        <w:rPr>
          <w:lang w:val="es-ES"/>
        </w:rPr>
        <w:tab/>
      </w:r>
      <w:r w:rsidR="00414384" w:rsidRPr="00EB46F3">
        <w:rPr>
          <w:lang w:val="es-ES"/>
        </w:rPr>
        <w:t>_____________________________</w:t>
      </w:r>
    </w:p>
    <w:p w:rsidR="002A4E00" w:rsidRPr="00EB46F3" w:rsidRDefault="002A4E00" w:rsidP="00414384">
      <w:pPr>
        <w:pStyle w:val="eLineBottom"/>
        <w:rPr>
          <w:lang w:val="es-ES"/>
        </w:rPr>
      </w:pPr>
    </w:p>
    <w:p w:rsidR="001E0F8B" w:rsidRPr="00EB46F3" w:rsidRDefault="001E0F8B" w:rsidP="00414384">
      <w:pPr>
        <w:rPr>
          <w:lang w:val="es-ES"/>
        </w:rPr>
      </w:pPr>
    </w:p>
    <w:p w:rsidR="001E0F8B" w:rsidRPr="00EB46F3" w:rsidRDefault="00F84523" w:rsidP="00F84523">
      <w:pPr>
        <w:pStyle w:val="eTask"/>
        <w:rPr>
          <w:lang w:val="es-ES"/>
        </w:rPr>
      </w:pPr>
      <w:r w:rsidRPr="00EB46F3">
        <w:rPr>
          <w:lang w:val="es-ES"/>
        </w:rPr>
        <w:t>Las características del habla utilizadas para la identificación se dividen en:</w:t>
      </w:r>
    </w:p>
    <w:p w:rsidR="002A4E00" w:rsidRPr="00EB46F3" w:rsidRDefault="002A4E00" w:rsidP="00414384">
      <w:pPr>
        <w:rPr>
          <w:lang w:val="es-ES"/>
        </w:rPr>
      </w:pPr>
    </w:p>
    <w:p w:rsidR="002A4E00" w:rsidRPr="00EB46F3" w:rsidRDefault="002A4E00" w:rsidP="00336F49">
      <w:pPr>
        <w:rPr>
          <w:lang w:val="es-ES"/>
        </w:rPr>
      </w:pPr>
      <w:r w:rsidRPr="00EB46F3">
        <w:rPr>
          <w:rStyle w:val="eCheckBoxSquareChar"/>
          <w:lang w:val="es-ES"/>
        </w:rPr>
        <w:t>□</w:t>
      </w:r>
      <w:r w:rsidR="00507561" w:rsidRPr="00EB46F3">
        <w:rPr>
          <w:szCs w:val="40"/>
          <w:lang w:val="es-ES"/>
        </w:rPr>
        <w:tab/>
      </w:r>
      <w:r w:rsidR="00507561" w:rsidRPr="00EB46F3">
        <w:rPr>
          <w:lang w:val="es-ES"/>
        </w:rPr>
        <w:t>Ac</w:t>
      </w:r>
      <w:r w:rsidR="00F84523" w:rsidRPr="00EB46F3">
        <w:rPr>
          <w:lang w:val="es-ES"/>
        </w:rPr>
        <w:t>ú</w:t>
      </w:r>
      <w:r w:rsidR="00507561" w:rsidRPr="00EB46F3">
        <w:rPr>
          <w:lang w:val="es-ES"/>
        </w:rPr>
        <w:t>stic</w:t>
      </w:r>
      <w:r w:rsidR="00F84523" w:rsidRPr="00EB46F3">
        <w:rPr>
          <w:lang w:val="es-ES"/>
        </w:rPr>
        <w:t>as</w:t>
      </w:r>
    </w:p>
    <w:p w:rsidR="002A4E00" w:rsidRPr="00EB46F3" w:rsidRDefault="002A4E00" w:rsidP="00336F49">
      <w:pPr>
        <w:rPr>
          <w:rStyle w:val="eCheckBoxTextChar"/>
          <w:lang w:val="es-ES"/>
        </w:rPr>
      </w:pPr>
      <w:r w:rsidRPr="00EB46F3">
        <w:rPr>
          <w:rStyle w:val="eCheckBoxSquareChar"/>
          <w:lang w:val="es-ES"/>
        </w:rPr>
        <w:t>□</w:t>
      </w:r>
      <w:r w:rsidRPr="00EB46F3">
        <w:rPr>
          <w:szCs w:val="40"/>
          <w:lang w:val="es-ES"/>
        </w:rPr>
        <w:tab/>
      </w:r>
      <w:r w:rsidR="00F84523" w:rsidRPr="00EB46F3">
        <w:rPr>
          <w:lang w:val="es-ES"/>
        </w:rPr>
        <w:t>Características de bajo nivel</w:t>
      </w:r>
    </w:p>
    <w:p w:rsidR="002A4E00" w:rsidRPr="00EB46F3" w:rsidRDefault="002A4E00" w:rsidP="00336F49">
      <w:pPr>
        <w:rPr>
          <w:rStyle w:val="eTerm"/>
          <w:lang w:val="es-ES"/>
        </w:rPr>
      </w:pPr>
      <w:r w:rsidRPr="00EB46F3">
        <w:rPr>
          <w:rStyle w:val="eCheckBoxSquareChar"/>
          <w:lang w:val="es-ES"/>
        </w:rPr>
        <w:t>□</w:t>
      </w:r>
      <w:r w:rsidR="00507561" w:rsidRPr="00EB46F3">
        <w:rPr>
          <w:szCs w:val="40"/>
          <w:lang w:val="es-ES"/>
        </w:rPr>
        <w:tab/>
      </w:r>
      <w:r w:rsidR="00507561" w:rsidRPr="00EB46F3">
        <w:rPr>
          <w:lang w:val="es-ES"/>
        </w:rPr>
        <w:t>Pros</w:t>
      </w:r>
      <w:r w:rsidR="00F84523" w:rsidRPr="00EB46F3">
        <w:rPr>
          <w:lang w:val="es-ES"/>
        </w:rPr>
        <w:t>ó</w:t>
      </w:r>
      <w:r w:rsidR="00507561" w:rsidRPr="00EB46F3">
        <w:rPr>
          <w:lang w:val="es-ES"/>
        </w:rPr>
        <w:t>dic</w:t>
      </w:r>
      <w:r w:rsidR="00F84523" w:rsidRPr="00EB46F3">
        <w:rPr>
          <w:lang w:val="es-ES"/>
        </w:rPr>
        <w:t>as</w:t>
      </w:r>
    </w:p>
    <w:p w:rsidR="002A4E00" w:rsidRPr="00EB46F3" w:rsidRDefault="002A4E00" w:rsidP="00336F49">
      <w:pPr>
        <w:rPr>
          <w:rStyle w:val="eTerm"/>
          <w:lang w:val="es-ES"/>
        </w:rPr>
      </w:pPr>
      <w:r w:rsidRPr="00EB46F3">
        <w:rPr>
          <w:rStyle w:val="eCheckBoxSquareChar"/>
          <w:lang w:val="es-ES"/>
        </w:rPr>
        <w:t>□</w:t>
      </w:r>
      <w:r w:rsidR="00507561" w:rsidRPr="00EB46F3">
        <w:rPr>
          <w:rStyle w:val="eCheckBoxSquareChar"/>
          <w:lang w:val="es-ES"/>
        </w:rPr>
        <w:tab/>
      </w:r>
      <w:r w:rsidR="00F84523" w:rsidRPr="00EB46F3">
        <w:rPr>
          <w:lang w:val="es-ES"/>
        </w:rPr>
        <w:t>Características de alto nivel</w:t>
      </w:r>
    </w:p>
    <w:p w:rsidR="002A4E00" w:rsidRPr="00EB46F3" w:rsidRDefault="002A4E00" w:rsidP="00414384">
      <w:pPr>
        <w:pStyle w:val="eLineBottom"/>
        <w:rPr>
          <w:rStyle w:val="eTerm"/>
          <w:lang w:val="es-ES"/>
        </w:rPr>
      </w:pPr>
    </w:p>
    <w:p w:rsidR="00985B1B" w:rsidRPr="00EB46F3" w:rsidRDefault="00985B1B" w:rsidP="00414384">
      <w:pPr>
        <w:rPr>
          <w:lang w:val="es-ES"/>
        </w:rPr>
      </w:pPr>
    </w:p>
    <w:p w:rsidR="00985B1B" w:rsidRPr="00EB46F3" w:rsidRDefault="00F84523" w:rsidP="00F84523">
      <w:pPr>
        <w:pStyle w:val="eTask"/>
        <w:rPr>
          <w:lang w:val="es-ES"/>
        </w:rPr>
      </w:pPr>
      <w:r w:rsidRPr="00EB46F3">
        <w:rPr>
          <w:lang w:val="es-ES"/>
        </w:rPr>
        <w:t>¿Cuál de l</w:t>
      </w:r>
      <w:r w:rsidR="007818FE" w:rsidRPr="00EB46F3">
        <w:rPr>
          <w:lang w:val="es-ES"/>
        </w:rPr>
        <w:t>o</w:t>
      </w:r>
      <w:r w:rsidRPr="00EB46F3">
        <w:rPr>
          <w:lang w:val="es-ES"/>
        </w:rPr>
        <w:t xml:space="preserve">s siguientes </w:t>
      </w:r>
      <w:r w:rsidR="007818FE" w:rsidRPr="00EB46F3">
        <w:rPr>
          <w:lang w:val="es-ES"/>
        </w:rPr>
        <w:t>métodos de clasificación</w:t>
      </w:r>
      <w:r w:rsidRPr="00EB46F3">
        <w:rPr>
          <w:lang w:val="es-ES"/>
        </w:rPr>
        <w:t xml:space="preserve"> no se utilizan para tomar una decisión sobre la identidad del </w:t>
      </w:r>
      <w:r w:rsidR="007818FE" w:rsidRPr="00EB46F3">
        <w:rPr>
          <w:lang w:val="es-ES"/>
        </w:rPr>
        <w:t>locutor</w:t>
      </w:r>
      <w:r w:rsidRPr="00EB46F3">
        <w:rPr>
          <w:lang w:val="es-ES"/>
        </w:rPr>
        <w:t xml:space="preserve"> </w:t>
      </w:r>
      <w:r w:rsidR="007818FE" w:rsidRPr="00EB46F3">
        <w:rPr>
          <w:lang w:val="es-ES"/>
        </w:rPr>
        <w:t>a partir de las características del habla?</w:t>
      </w:r>
      <w:r w:rsidR="00985B1B" w:rsidRPr="00EB46F3">
        <w:rPr>
          <w:lang w:val="es-ES"/>
        </w:rPr>
        <w:t>:</w:t>
      </w:r>
    </w:p>
    <w:p w:rsidR="00985B1B" w:rsidRPr="00EB46F3" w:rsidRDefault="00985B1B" w:rsidP="00414384">
      <w:pPr>
        <w:rPr>
          <w:lang w:val="es-ES"/>
        </w:rPr>
      </w:pPr>
    </w:p>
    <w:p w:rsidR="00985B1B" w:rsidRPr="00EB46F3" w:rsidRDefault="00985B1B" w:rsidP="00336F49">
      <w:pPr>
        <w:rPr>
          <w:lang w:val="es-ES"/>
        </w:rPr>
      </w:pPr>
      <w:r w:rsidRPr="00EB46F3">
        <w:rPr>
          <w:rStyle w:val="eCheckBoxSquareChar"/>
          <w:lang w:val="es-ES"/>
        </w:rPr>
        <w:t>□</w:t>
      </w:r>
      <w:r w:rsidRPr="00EB46F3">
        <w:rPr>
          <w:szCs w:val="40"/>
          <w:lang w:val="es-ES"/>
        </w:rPr>
        <w:tab/>
      </w:r>
      <w:r w:rsidR="007818FE" w:rsidRPr="00EB46F3">
        <w:rPr>
          <w:lang w:val="es-ES"/>
        </w:rPr>
        <w:t>Métodos paramétricos</w:t>
      </w:r>
    </w:p>
    <w:p w:rsidR="00985B1B" w:rsidRPr="00EB46F3" w:rsidRDefault="00985B1B" w:rsidP="00336F49">
      <w:pPr>
        <w:rPr>
          <w:rStyle w:val="eTerm"/>
          <w:lang w:val="es-ES"/>
        </w:rPr>
      </w:pPr>
      <w:r w:rsidRPr="00EB46F3">
        <w:rPr>
          <w:rStyle w:val="eCheckBoxSquareChar"/>
          <w:lang w:val="es-ES"/>
        </w:rPr>
        <w:t>□</w:t>
      </w:r>
      <w:r w:rsidRPr="00EB46F3">
        <w:rPr>
          <w:szCs w:val="40"/>
          <w:lang w:val="es-ES"/>
        </w:rPr>
        <w:tab/>
      </w:r>
      <w:r w:rsidR="007818FE" w:rsidRPr="00EB46F3">
        <w:rPr>
          <w:lang w:val="es-ES"/>
        </w:rPr>
        <w:t>Métodos de aproximación</w:t>
      </w:r>
    </w:p>
    <w:p w:rsidR="00985B1B" w:rsidRPr="00EB46F3" w:rsidRDefault="00985B1B" w:rsidP="00336F49">
      <w:pPr>
        <w:rPr>
          <w:rStyle w:val="eTerm"/>
          <w:lang w:val="es-ES"/>
        </w:rPr>
      </w:pPr>
      <w:r w:rsidRPr="00EB46F3">
        <w:rPr>
          <w:rStyle w:val="eCheckBoxSquareChar"/>
          <w:lang w:val="es-ES"/>
        </w:rPr>
        <w:t>□</w:t>
      </w:r>
      <w:r w:rsidRPr="00EB46F3">
        <w:rPr>
          <w:szCs w:val="40"/>
          <w:lang w:val="es-ES"/>
        </w:rPr>
        <w:tab/>
      </w:r>
      <w:r w:rsidR="007818FE" w:rsidRPr="00EB46F3">
        <w:rPr>
          <w:lang w:val="es-ES"/>
        </w:rPr>
        <w:t>Métodos no paramétricos</w:t>
      </w:r>
    </w:p>
    <w:p w:rsidR="00985B1B" w:rsidRPr="00EB46F3" w:rsidRDefault="00985B1B" w:rsidP="00336F49">
      <w:pPr>
        <w:rPr>
          <w:lang w:val="es-ES"/>
        </w:rPr>
      </w:pPr>
      <w:r w:rsidRPr="00EB46F3">
        <w:rPr>
          <w:rStyle w:val="eCheckBoxSquareChar"/>
          <w:lang w:val="es-ES"/>
        </w:rPr>
        <w:t>□</w:t>
      </w:r>
      <w:r w:rsidR="00507561" w:rsidRPr="00EB46F3">
        <w:rPr>
          <w:rStyle w:val="eCheckBoxSquareChar"/>
          <w:lang w:val="es-ES"/>
        </w:rPr>
        <w:tab/>
      </w:r>
      <w:r w:rsidR="007818FE" w:rsidRPr="00EB46F3">
        <w:rPr>
          <w:lang w:val="es-ES"/>
        </w:rPr>
        <w:t>Métodos discriminatorios</w:t>
      </w:r>
    </w:p>
    <w:p w:rsidR="00F0467D" w:rsidRPr="00EB46F3" w:rsidRDefault="00F0467D" w:rsidP="00414384">
      <w:pPr>
        <w:pStyle w:val="eLineBottom"/>
        <w:rPr>
          <w:lang w:val="es-ES"/>
        </w:rPr>
      </w:pPr>
    </w:p>
    <w:p w:rsidR="00985B1B" w:rsidRPr="00EB46F3" w:rsidRDefault="00985B1B" w:rsidP="00336F49">
      <w:pPr>
        <w:rPr>
          <w:lang w:val="es-ES"/>
        </w:rPr>
      </w:pPr>
    </w:p>
    <w:p w:rsidR="00D121ED" w:rsidRPr="00EB46F3" w:rsidRDefault="00D121ED">
      <w:pPr>
        <w:rPr>
          <w:b/>
          <w:lang w:val="es-ES"/>
        </w:rPr>
      </w:pPr>
      <w:r w:rsidRPr="00EB46F3">
        <w:rPr>
          <w:lang w:val="es-ES"/>
        </w:rPr>
        <w:br w:type="page"/>
      </w:r>
    </w:p>
    <w:p w:rsidR="00C444FD" w:rsidRPr="00EB46F3" w:rsidRDefault="007818FE" w:rsidP="00D121ED">
      <w:pPr>
        <w:pStyle w:val="eTask"/>
        <w:tabs>
          <w:tab w:val="clear" w:pos="426"/>
        </w:tabs>
        <w:rPr>
          <w:lang w:val="es-ES"/>
        </w:rPr>
      </w:pPr>
      <w:r w:rsidRPr="00EB46F3">
        <w:rPr>
          <w:lang w:val="es-ES"/>
        </w:rPr>
        <w:lastRenderedPageBreak/>
        <w:t>El propósito principal de la señal de voz es transmitir información léxica. Sin embargo, contiene información adicional, por ejemplo, específicos de la persona que habla, que incluyen</w:t>
      </w:r>
      <w:r w:rsidR="00905FFC" w:rsidRPr="00EB46F3">
        <w:rPr>
          <w:lang w:val="es-ES"/>
        </w:rPr>
        <w:t>:</w:t>
      </w:r>
    </w:p>
    <w:p w:rsidR="00C444FD" w:rsidRPr="00EB46F3" w:rsidRDefault="00C444FD" w:rsidP="00414384">
      <w:pPr>
        <w:rPr>
          <w:lang w:val="es-ES"/>
        </w:rPr>
      </w:pPr>
    </w:p>
    <w:p w:rsidR="00C444FD" w:rsidRPr="00EB46F3" w:rsidRDefault="00C444FD" w:rsidP="00414384">
      <w:pPr>
        <w:pStyle w:val="eText"/>
        <w:rPr>
          <w:lang w:val="es-ES"/>
        </w:rPr>
      </w:pPr>
      <w:r w:rsidRPr="00EB46F3">
        <w:rPr>
          <w:lang w:val="es-ES"/>
        </w:rPr>
        <w:t>1.</w:t>
      </w:r>
      <w:r w:rsidRPr="00EB46F3">
        <w:rPr>
          <w:lang w:val="es-ES"/>
        </w:rPr>
        <w:tab/>
      </w:r>
      <w:r w:rsidR="006E04B9" w:rsidRPr="00EB46F3">
        <w:rPr>
          <w:lang w:val="es-ES"/>
        </w:rPr>
        <w:t>_____________________________</w:t>
      </w:r>
    </w:p>
    <w:p w:rsidR="00C444FD" w:rsidRPr="00EB46F3" w:rsidRDefault="00C444FD" w:rsidP="00414384">
      <w:pPr>
        <w:pStyle w:val="eText"/>
        <w:rPr>
          <w:lang w:val="es-ES"/>
        </w:rPr>
      </w:pPr>
      <w:r w:rsidRPr="00EB46F3">
        <w:rPr>
          <w:lang w:val="es-ES"/>
        </w:rPr>
        <w:t>2.</w:t>
      </w:r>
      <w:r w:rsidR="00414384" w:rsidRPr="00EB46F3">
        <w:rPr>
          <w:lang w:val="es-ES"/>
        </w:rPr>
        <w:tab/>
      </w:r>
      <w:r w:rsidR="006E04B9" w:rsidRPr="00EB46F3">
        <w:rPr>
          <w:lang w:val="es-ES"/>
        </w:rPr>
        <w:t>_____________________________</w:t>
      </w:r>
    </w:p>
    <w:p w:rsidR="00C444FD" w:rsidRPr="00EB46F3" w:rsidRDefault="00C444FD" w:rsidP="00414384">
      <w:pPr>
        <w:pStyle w:val="eText"/>
        <w:rPr>
          <w:lang w:val="es-ES"/>
        </w:rPr>
      </w:pPr>
      <w:r w:rsidRPr="00EB46F3">
        <w:rPr>
          <w:lang w:val="es-ES"/>
        </w:rPr>
        <w:t>3.</w:t>
      </w:r>
      <w:r w:rsidR="00414384" w:rsidRPr="00EB46F3">
        <w:rPr>
          <w:lang w:val="es-ES"/>
        </w:rPr>
        <w:tab/>
      </w:r>
      <w:r w:rsidR="006E04B9" w:rsidRPr="00EB46F3">
        <w:rPr>
          <w:lang w:val="es-ES"/>
        </w:rPr>
        <w:t>_____________________________</w:t>
      </w:r>
    </w:p>
    <w:p w:rsidR="00D121ED" w:rsidRPr="00EB46F3" w:rsidRDefault="00D121ED" w:rsidP="00D121ED">
      <w:pPr>
        <w:pStyle w:val="eText"/>
        <w:pBdr>
          <w:bottom w:val="single" w:sz="4" w:space="1" w:color="auto"/>
        </w:pBdr>
        <w:rPr>
          <w:lang w:val="es-ES"/>
        </w:rPr>
      </w:pPr>
    </w:p>
    <w:p w:rsidR="002E1F57" w:rsidRPr="00EB46F3" w:rsidRDefault="007818FE" w:rsidP="00336F49">
      <w:pPr>
        <w:pStyle w:val="eTask"/>
        <w:rPr>
          <w:lang w:val="es-ES"/>
        </w:rPr>
      </w:pPr>
      <w:r w:rsidRPr="00EB46F3">
        <w:rPr>
          <w:lang w:val="es-ES"/>
        </w:rPr>
        <w:t>Asigna la definición correcta</w:t>
      </w:r>
    </w:p>
    <w:p w:rsidR="002E1F57" w:rsidRPr="00EB46F3" w:rsidRDefault="002E1F57" w:rsidP="00414384">
      <w:pPr>
        <w:rPr>
          <w:lang w:val="es-ES"/>
        </w:rPr>
      </w:pPr>
    </w:p>
    <w:p w:rsidR="002E1F57" w:rsidRPr="00EB46F3" w:rsidRDefault="002E1F57" w:rsidP="00414384">
      <w:pPr>
        <w:pStyle w:val="eText"/>
        <w:tabs>
          <w:tab w:val="left" w:pos="709"/>
          <w:tab w:val="left" w:pos="2835"/>
        </w:tabs>
        <w:rPr>
          <w:lang w:val="es-ES"/>
        </w:rPr>
      </w:pPr>
      <w:r w:rsidRPr="00EB46F3">
        <w:rPr>
          <w:lang w:val="es-ES"/>
        </w:rPr>
        <w:t>1.</w:t>
      </w:r>
      <w:r w:rsidRPr="00EB46F3">
        <w:rPr>
          <w:lang w:val="es-ES"/>
        </w:rPr>
        <w:tab/>
        <w:t>Identifi</w:t>
      </w:r>
      <w:r w:rsidR="004E016E" w:rsidRPr="00EB46F3">
        <w:rPr>
          <w:lang w:val="es-ES"/>
        </w:rPr>
        <w:t>ca</w:t>
      </w:r>
      <w:r w:rsidR="007818FE" w:rsidRPr="00EB46F3">
        <w:rPr>
          <w:lang w:val="es-ES"/>
        </w:rPr>
        <w:t>ció</w:t>
      </w:r>
      <w:r w:rsidR="004E016E" w:rsidRPr="00EB46F3">
        <w:rPr>
          <w:lang w:val="es-ES"/>
        </w:rPr>
        <w:t>n</w:t>
      </w:r>
      <w:r w:rsidR="00414384" w:rsidRPr="00EB46F3">
        <w:rPr>
          <w:lang w:val="es-ES"/>
        </w:rPr>
        <w:tab/>
        <w:t>__________________________</w:t>
      </w:r>
    </w:p>
    <w:p w:rsidR="002E1F57" w:rsidRPr="00EB46F3" w:rsidRDefault="002E1F57" w:rsidP="00414384">
      <w:pPr>
        <w:pStyle w:val="eText"/>
        <w:tabs>
          <w:tab w:val="left" w:pos="709"/>
          <w:tab w:val="left" w:pos="2835"/>
        </w:tabs>
        <w:rPr>
          <w:lang w:val="es-ES"/>
        </w:rPr>
      </w:pPr>
      <w:r w:rsidRPr="00EB46F3">
        <w:rPr>
          <w:lang w:val="es-ES"/>
        </w:rPr>
        <w:t>2.</w:t>
      </w:r>
      <w:r w:rsidRPr="00EB46F3">
        <w:rPr>
          <w:lang w:val="es-ES"/>
        </w:rPr>
        <w:tab/>
        <w:t>Aut</w:t>
      </w:r>
      <w:r w:rsidR="004E016E" w:rsidRPr="00EB46F3">
        <w:rPr>
          <w:lang w:val="es-ES"/>
        </w:rPr>
        <w:t>entica</w:t>
      </w:r>
      <w:r w:rsidR="007818FE" w:rsidRPr="00EB46F3">
        <w:rPr>
          <w:lang w:val="es-ES"/>
        </w:rPr>
        <w:t>ció</w:t>
      </w:r>
      <w:r w:rsidR="004E016E" w:rsidRPr="00EB46F3">
        <w:rPr>
          <w:lang w:val="es-ES"/>
        </w:rPr>
        <w:t>n</w:t>
      </w:r>
      <w:r w:rsidR="00414384" w:rsidRPr="00EB46F3">
        <w:rPr>
          <w:lang w:val="es-ES"/>
        </w:rPr>
        <w:tab/>
        <w:t>__________________________</w:t>
      </w:r>
    </w:p>
    <w:p w:rsidR="002E1F57" w:rsidRPr="00EB46F3" w:rsidRDefault="002E1F57" w:rsidP="00414384">
      <w:pPr>
        <w:pStyle w:val="eText"/>
        <w:tabs>
          <w:tab w:val="left" w:pos="709"/>
          <w:tab w:val="left" w:pos="2835"/>
        </w:tabs>
        <w:rPr>
          <w:lang w:val="es-ES"/>
        </w:rPr>
      </w:pPr>
      <w:r w:rsidRPr="00EB46F3">
        <w:rPr>
          <w:lang w:val="es-ES"/>
        </w:rPr>
        <w:t>3.</w:t>
      </w:r>
      <w:r w:rsidRPr="00EB46F3">
        <w:rPr>
          <w:lang w:val="es-ES"/>
        </w:rPr>
        <w:tab/>
        <w:t>Au</w:t>
      </w:r>
      <w:r w:rsidR="007818FE" w:rsidRPr="00EB46F3">
        <w:rPr>
          <w:lang w:val="es-ES"/>
        </w:rPr>
        <w:t>t</w:t>
      </w:r>
      <w:r w:rsidR="004E016E" w:rsidRPr="00EB46F3">
        <w:rPr>
          <w:lang w:val="es-ES"/>
        </w:rPr>
        <w:t>oriza</w:t>
      </w:r>
      <w:r w:rsidR="007818FE" w:rsidRPr="00EB46F3">
        <w:rPr>
          <w:lang w:val="es-ES"/>
        </w:rPr>
        <w:t>ción</w:t>
      </w:r>
      <w:r w:rsidR="00414384" w:rsidRPr="00EB46F3">
        <w:rPr>
          <w:lang w:val="es-ES"/>
        </w:rPr>
        <w:tab/>
        <w:t>__________________________</w:t>
      </w:r>
    </w:p>
    <w:p w:rsidR="00D121ED" w:rsidRPr="00EB46F3" w:rsidRDefault="00D121ED" w:rsidP="00414384">
      <w:pPr>
        <w:pStyle w:val="eText"/>
        <w:tabs>
          <w:tab w:val="left" w:pos="709"/>
          <w:tab w:val="left" w:pos="2835"/>
        </w:tabs>
        <w:rPr>
          <w:lang w:val="es-ES"/>
        </w:rPr>
      </w:pPr>
    </w:p>
    <w:p w:rsidR="002E1F57" w:rsidRPr="00EB46F3" w:rsidRDefault="002E1F57" w:rsidP="00B117F7">
      <w:pPr>
        <w:spacing w:after="120"/>
        <w:ind w:left="335" w:hanging="335"/>
        <w:rPr>
          <w:lang w:val="es-ES"/>
        </w:rPr>
      </w:pPr>
      <w:r w:rsidRPr="00EB46F3">
        <w:rPr>
          <w:b/>
          <w:lang w:val="es-ES"/>
        </w:rPr>
        <w:t>1</w:t>
      </w:r>
      <w:r w:rsidR="00414384" w:rsidRPr="00EB46F3">
        <w:rPr>
          <w:lang w:val="es-ES"/>
        </w:rPr>
        <w:t xml:space="preserve"> – </w:t>
      </w:r>
      <w:r w:rsidR="007818FE" w:rsidRPr="00EB46F3">
        <w:rPr>
          <w:lang w:val="es-ES"/>
        </w:rPr>
        <w:t>tras aceptar la secuencia de identificación o token, el usuario debe demostrar su identidad.</w:t>
      </w:r>
    </w:p>
    <w:p w:rsidR="002E1F57" w:rsidRPr="00EB46F3" w:rsidRDefault="002E1F57" w:rsidP="00B117F7">
      <w:pPr>
        <w:spacing w:after="120"/>
        <w:ind w:left="335" w:hanging="335"/>
        <w:rPr>
          <w:lang w:val="es-ES"/>
        </w:rPr>
      </w:pPr>
      <w:r w:rsidRPr="00EB46F3">
        <w:rPr>
          <w:b/>
          <w:lang w:val="es-ES"/>
        </w:rPr>
        <w:t>2</w:t>
      </w:r>
      <w:r w:rsidR="00414384" w:rsidRPr="00EB46F3">
        <w:rPr>
          <w:lang w:val="es-ES"/>
        </w:rPr>
        <w:t xml:space="preserve"> – </w:t>
      </w:r>
      <w:r w:rsidR="007818FE" w:rsidRPr="00EB46F3">
        <w:rPr>
          <w:lang w:val="es-ES"/>
        </w:rPr>
        <w:t>permitir o denegar el acceso de los usuarios al contenido solicitado o a un conjunto de acciones en base a sus derechos de acceso</w:t>
      </w:r>
      <w:r w:rsidR="00886CBF" w:rsidRPr="00EB46F3">
        <w:rPr>
          <w:lang w:val="es-ES"/>
        </w:rPr>
        <w:t>.</w:t>
      </w:r>
    </w:p>
    <w:p w:rsidR="002E1F57" w:rsidRPr="00EB46F3" w:rsidRDefault="002E1F57" w:rsidP="00B117F7">
      <w:pPr>
        <w:spacing w:after="120"/>
        <w:ind w:left="335" w:hanging="335"/>
        <w:rPr>
          <w:lang w:val="es-ES"/>
        </w:rPr>
      </w:pPr>
      <w:r w:rsidRPr="00EB46F3">
        <w:rPr>
          <w:b/>
          <w:lang w:val="es-ES"/>
        </w:rPr>
        <w:t>3</w:t>
      </w:r>
      <w:r w:rsidR="00414384" w:rsidRPr="00EB46F3">
        <w:rPr>
          <w:lang w:val="es-ES"/>
        </w:rPr>
        <w:t xml:space="preserve"> –</w:t>
      </w:r>
      <w:r w:rsidR="007818FE" w:rsidRPr="00EB46F3">
        <w:rPr>
          <w:lang w:val="es-ES"/>
        </w:rPr>
        <w:t xml:space="preserve"> el usuario se identifica mediante un token o una secuencia de identificación (número de teléfono o dirección de correo electrónico)</w:t>
      </w:r>
      <w:r w:rsidR="00886CBF" w:rsidRPr="00EB46F3">
        <w:rPr>
          <w:lang w:val="es-ES"/>
        </w:rPr>
        <w:t>.</w:t>
      </w:r>
    </w:p>
    <w:p w:rsidR="008A0046" w:rsidRPr="00EB46F3" w:rsidRDefault="008A0046" w:rsidP="00414384">
      <w:pPr>
        <w:pStyle w:val="eLineBottom"/>
        <w:rPr>
          <w:lang w:val="es-ES"/>
        </w:rPr>
      </w:pPr>
    </w:p>
    <w:p w:rsidR="00414384" w:rsidRPr="00EB46F3" w:rsidRDefault="00414384" w:rsidP="00336F49">
      <w:pPr>
        <w:rPr>
          <w:lang w:val="es-ES"/>
        </w:rPr>
      </w:pPr>
    </w:p>
    <w:p w:rsidR="00D121ED" w:rsidRPr="00EB46F3" w:rsidRDefault="00D121ED">
      <w:pPr>
        <w:rPr>
          <w:b/>
          <w:lang w:val="es-ES"/>
        </w:rPr>
      </w:pPr>
      <w:r w:rsidRPr="00EB46F3">
        <w:rPr>
          <w:lang w:val="es-ES"/>
        </w:rPr>
        <w:br w:type="page"/>
      </w:r>
    </w:p>
    <w:p w:rsidR="002E1F57" w:rsidRPr="00EB46F3" w:rsidRDefault="008A0046" w:rsidP="00336F49">
      <w:pPr>
        <w:pStyle w:val="eTask"/>
        <w:rPr>
          <w:lang w:val="es-ES"/>
        </w:rPr>
      </w:pPr>
      <w:r w:rsidRPr="00EB46F3">
        <w:rPr>
          <w:lang w:val="es-ES"/>
        </w:rPr>
        <w:lastRenderedPageBreak/>
        <w:t>Complet</w:t>
      </w:r>
      <w:r w:rsidR="007818FE" w:rsidRPr="00EB46F3">
        <w:rPr>
          <w:lang w:val="es-ES"/>
        </w:rPr>
        <w:t>a</w:t>
      </w:r>
      <w:r w:rsidRPr="00EB46F3">
        <w:rPr>
          <w:lang w:val="es-ES"/>
        </w:rPr>
        <w:t xml:space="preserve"> </w:t>
      </w:r>
      <w:r w:rsidR="007818FE" w:rsidRPr="00EB46F3">
        <w:rPr>
          <w:lang w:val="es-ES"/>
        </w:rPr>
        <w:t>las entidades implicadas en un proceso de autenticación</w:t>
      </w:r>
      <w:r w:rsidR="006F29BC" w:rsidRPr="00EB46F3">
        <w:rPr>
          <w:lang w:val="es-ES"/>
        </w:rPr>
        <w:t>.</w:t>
      </w:r>
    </w:p>
    <w:p w:rsidR="00C933EB" w:rsidRPr="00EB46F3" w:rsidRDefault="00C933EB" w:rsidP="00336F49">
      <w:pPr>
        <w:rPr>
          <w:lang w:val="es-ES"/>
        </w:rPr>
      </w:pPr>
    </w:p>
    <w:p w:rsidR="00C933EB" w:rsidRPr="00EB46F3" w:rsidRDefault="003E2732" w:rsidP="00336F49">
      <w:pPr>
        <w:ind w:left="364"/>
        <w:rPr>
          <w:lang w:val="es-ES"/>
        </w:rPr>
      </w:pP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5C6DF3" wp14:editId="50F2B52E">
                <wp:simplePos x="0" y="0"/>
                <wp:positionH relativeFrom="column">
                  <wp:posOffset>4796155</wp:posOffset>
                </wp:positionH>
                <wp:positionV relativeFrom="paragraph">
                  <wp:posOffset>360680</wp:posOffset>
                </wp:positionV>
                <wp:extent cx="1043940" cy="565150"/>
                <wp:effectExtent l="0" t="0" r="0" b="635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Default="003E2732" w:rsidP="003E2732">
                            <w:pPr>
                              <w:spacing w:line="360" w:lineRule="auto"/>
                            </w:pPr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5C6DF3" id="_x0000_t202" coordsize="21600,21600" o:spt="202" path="m,l,21600r21600,l21600,xe">
                <v:stroke joinstyle="miter"/>
                <v:path gradientshapeok="t" o:connecttype="rect"/>
              </v:shapetype>
              <v:shape id="Textové pole 24" o:spid="_x0000_s1026" type="#_x0000_t202" style="position:absolute;left:0;text-align:left;margin-left:377.65pt;margin-top:28.4pt;width:82.2pt;height:4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" filled="f" stroked="f" strokeweight=".5pt">
                <v:textbox>
                  <w:txbxContent>
                    <w:p w:rsidR="003E2732" w:rsidRDefault="003E2732" w:rsidP="003E2732">
                      <w:pPr>
                        <w:spacing w:line="360" w:lineRule="auto"/>
                      </w:pPr>
                      <w: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1D7E81" wp14:editId="288AD7B5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933450" cy="56515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Default="003E2732" w:rsidP="003E2732">
                            <w:pPr>
                              <w:spacing w:line="360" w:lineRule="auto"/>
                            </w:pPr>
                            <w: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D7E81" id="Textové pole 23" o:spid="_x0000_s1027" type="#_x0000_t202" style="position:absolute;left:0;text-align:left;margin-left:250.5pt;margin-top:12.15pt;width:73.5pt;height:4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" filled="f" stroked="f" strokeweight=".5pt">
                <v:textbox>
                  <w:txbxContent>
                    <w:p w:rsidR="003E2732" w:rsidRDefault="003E2732" w:rsidP="003E2732">
                      <w:pPr>
                        <w:spacing w:line="360" w:lineRule="auto"/>
                      </w:pPr>
                      <w: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82011C" wp14:editId="23717E84">
                <wp:simplePos x="0" y="0"/>
                <wp:positionH relativeFrom="column">
                  <wp:posOffset>1384300</wp:posOffset>
                </wp:positionH>
                <wp:positionV relativeFrom="paragraph">
                  <wp:posOffset>1138555</wp:posOffset>
                </wp:positionV>
                <wp:extent cx="933450" cy="565150"/>
                <wp:effectExtent l="0" t="0" r="0" b="63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Default="003E2732" w:rsidP="003E2732">
                            <w:pPr>
                              <w:spacing w:line="360" w:lineRule="auto"/>
                            </w:pPr>
                            <w: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2011C" id="Textové pole 22" o:spid="_x0000_s1028" type="#_x0000_t202" style="position:absolute;left:0;text-align:left;margin-left:109pt;margin-top:89.65pt;width:73.5pt;height:4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" filled="f" stroked="f" strokeweight=".5pt">
                <v:textbox>
                  <w:txbxContent>
                    <w:p w:rsidR="003E2732" w:rsidRDefault="003E2732" w:rsidP="003E2732">
                      <w:pPr>
                        <w:spacing w:line="360" w:lineRule="auto"/>
                      </w:pPr>
                      <w: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0F64CB" wp14:editId="6D9AAD97">
                <wp:simplePos x="0" y="0"/>
                <wp:positionH relativeFrom="column">
                  <wp:posOffset>1386205</wp:posOffset>
                </wp:positionH>
                <wp:positionV relativeFrom="paragraph">
                  <wp:posOffset>157480</wp:posOffset>
                </wp:positionV>
                <wp:extent cx="933450" cy="565150"/>
                <wp:effectExtent l="0" t="0" r="0" b="63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Default="003E2732" w:rsidP="003E2732">
                            <w:pPr>
                              <w:spacing w:line="360" w:lineRule="auto"/>
                            </w:pPr>
                            <w: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F64CB" id="Textové pole 21" o:spid="_x0000_s1029" type="#_x0000_t202" style="position:absolute;left:0;text-align:left;margin-left:109.15pt;margin-top:12.4pt;width:73.5pt;height:44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" filled="f" stroked="f" strokeweight=".5pt">
                <v:textbox>
                  <w:txbxContent>
                    <w:p w:rsidR="003E2732" w:rsidRDefault="003E2732" w:rsidP="003E2732">
                      <w:pPr>
                        <w:spacing w:line="360" w:lineRule="auto"/>
                      </w:pPr>
                      <w: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025EA2" wp14:editId="0FF55288">
                <wp:simplePos x="0" y="0"/>
                <wp:positionH relativeFrom="column">
                  <wp:posOffset>1392555</wp:posOffset>
                </wp:positionH>
                <wp:positionV relativeFrom="paragraph">
                  <wp:posOffset>2896397</wp:posOffset>
                </wp:positionV>
                <wp:extent cx="1105319" cy="454275"/>
                <wp:effectExtent l="0" t="0" r="0" b="31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319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7818FE" w:rsidP="003E273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"/>
                              </w:rPr>
                              <w:t>Disponibilidad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25EA2" id="Textové pole 19" o:spid="_x0000_s1030" type="#_x0000_t202" style="position:absolute;left:0;text-align:left;margin-left:109.65pt;margin-top:228.05pt;width:87.05pt;height:3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" filled="f" stroked="f" strokeweight=".5pt">
                <v:textbox>
                  <w:txbxContent>
                    <w:p w:rsidR="003E2732" w:rsidRPr="003E2732" w:rsidRDefault="007818FE" w:rsidP="003E273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lang w:val="en"/>
                        </w:rPr>
                        <w:t>Disponibilidad</w:t>
                      </w:r>
                    </w:p>
                  </w:txbxContent>
                </v:textbox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6BF18A" wp14:editId="351E1592">
                <wp:simplePos x="0" y="0"/>
                <wp:positionH relativeFrom="column">
                  <wp:posOffset>906632</wp:posOffset>
                </wp:positionH>
                <wp:positionV relativeFrom="paragraph">
                  <wp:posOffset>3633441</wp:posOffset>
                </wp:positionV>
                <wp:extent cx="4430926" cy="454275"/>
                <wp:effectExtent l="0" t="0" r="0" b="317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092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7818FE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"/>
                              </w:rPr>
                              <w:t>Seguridad y vulnerabilidad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BF18A" id="Textové pole 20" o:spid="_x0000_s1031" type="#_x0000_t202" style="position:absolute;left:0;text-align:left;margin-left:71.4pt;margin-top:286.1pt;width:348.9pt;height: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" filled="f" stroked="f" strokeweight=".5pt">
                <v:textbox>
                  <w:txbxContent>
                    <w:p w:rsidR="003E2732" w:rsidRPr="003E2732" w:rsidRDefault="007818FE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lang w:val="en"/>
                        </w:rPr>
                        <w:t>Seguridad y vulnerabilidad</w:t>
                      </w:r>
                    </w:p>
                  </w:txbxContent>
                </v:textbox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2E6518" wp14:editId="34E92881">
                <wp:simplePos x="0" y="0"/>
                <wp:positionH relativeFrom="column">
                  <wp:posOffset>2091675</wp:posOffset>
                </wp:positionH>
                <wp:positionV relativeFrom="paragraph">
                  <wp:posOffset>2073481</wp:posOffset>
                </wp:positionV>
                <wp:extent cx="3335697" cy="454275"/>
                <wp:effectExtent l="0" t="0" r="0" b="31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97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Tec</w:t>
                            </w:r>
                            <w:r w:rsidR="007818FE">
                              <w:rPr>
                                <w:sz w:val="22"/>
                                <w:szCs w:val="22"/>
                              </w:rPr>
                              <w:t>nología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E6518" id="Textové pole 18" o:spid="_x0000_s1032" type="#_x0000_t202" style="position:absolute;left:0;text-align:left;margin-left:164.7pt;margin-top:163.25pt;width:262.65pt;height:3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" filled="f" stroked="f" strokeweight=".5pt">
                <v:textbox>
                  <w:txbxContent>
                    <w:p w:rsidR="003E2732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Tec</w:t>
                      </w:r>
                      <w:r w:rsidR="007818FE">
                        <w:rPr>
                          <w:sz w:val="22"/>
                          <w:szCs w:val="22"/>
                        </w:rPr>
                        <w:t>nología</w:t>
                      </w:r>
                    </w:p>
                  </w:txbxContent>
                </v:textbox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C3AE15" wp14:editId="40FA57EF">
                <wp:simplePos x="0" y="0"/>
                <wp:positionH relativeFrom="column">
                  <wp:posOffset>673573</wp:posOffset>
                </wp:positionH>
                <wp:positionV relativeFrom="paragraph">
                  <wp:posOffset>2072005</wp:posOffset>
                </wp:positionV>
                <wp:extent cx="787546" cy="454275"/>
                <wp:effectExtent l="0" t="0" r="0" b="31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33EB" w:rsidRPr="007818FE" w:rsidRDefault="007818FE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-GB"/>
                              </w:rPr>
                              <w:t>Factores humanos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3AE15" id="Textové pole 17" o:spid="_x0000_s1033" type="#_x0000_t202" style="position:absolute;left:0;text-align:left;margin-left:53.05pt;margin-top:163.15pt;width:62pt;height:35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" filled="f" stroked="f" strokeweight=".5pt">
                <v:textbox>
                  <w:txbxContent>
                    <w:p w:rsidR="00C933EB" w:rsidRPr="007818FE" w:rsidRDefault="007818FE" w:rsidP="00C933EB">
                      <w:pPr>
                        <w:jc w:val="center"/>
                        <w:rPr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sz w:val="22"/>
                          <w:szCs w:val="22"/>
                          <w:lang w:val="en-GB"/>
                        </w:rPr>
                        <w:t>Factores humanos</w:t>
                      </w:r>
                    </w:p>
                  </w:txbxContent>
                </v:textbox>
              </v:shape>
            </w:pict>
          </mc:Fallback>
        </mc:AlternateContent>
      </w:r>
      <w:r w:rsidR="00C933EB" w:rsidRPr="00EB46F3">
        <w:rPr>
          <w:noProof/>
        </w:rPr>
        <w:drawing>
          <wp:inline distT="0" distB="0" distL="0" distR="0" wp14:anchorId="5F0C52D9" wp14:editId="76D345AA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46F3">
        <w:rPr>
          <w:lang w:val="es-ES"/>
        </w:rPr>
        <w:t xml:space="preserve"> </w:t>
      </w:r>
    </w:p>
    <w:p w:rsidR="00B44915" w:rsidRPr="00EB46F3" w:rsidRDefault="00B44915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E2732" w:rsidRPr="00EB46F3" w:rsidRDefault="007818FE">
      <w:pPr>
        <w:rPr>
          <w:lang w:val="es-ES"/>
        </w:rPr>
      </w:pPr>
      <w:r w:rsidRPr="00EB46F3">
        <w:rPr>
          <w:lang w:val="es-ES"/>
        </w:rPr>
        <w:t>Mecanismo de autenticación, Sistema, Base de datos, Mecanismo de entrada</w:t>
      </w:r>
      <w:r w:rsidR="003E2732" w:rsidRPr="00EB46F3">
        <w:rPr>
          <w:lang w:val="es-ES"/>
        </w:rPr>
        <w:br w:type="page"/>
      </w:r>
    </w:p>
    <w:p w:rsidR="00336F49" w:rsidRPr="00EB46F3" w:rsidRDefault="007818FE" w:rsidP="00336F49">
      <w:pPr>
        <w:pStyle w:val="eTask"/>
        <w:rPr>
          <w:lang w:val="es-ES"/>
        </w:rPr>
      </w:pPr>
      <w:r w:rsidRPr="00EB46F3">
        <w:rPr>
          <w:lang w:val="es-ES"/>
        </w:rPr>
        <w:lastRenderedPageBreak/>
        <w:t>Rellenar los objetos de acuerdo al modelo de control de acceso</w:t>
      </w:r>
      <w:r w:rsidR="00336F49" w:rsidRPr="00EB46F3">
        <w:rPr>
          <w:lang w:val="es-ES"/>
        </w:rPr>
        <w:t>.</w:t>
      </w: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248E1C" wp14:editId="6F6C8BAE">
                <wp:simplePos x="0" y="0"/>
                <wp:positionH relativeFrom="column">
                  <wp:posOffset>4452824</wp:posOffset>
                </wp:positionH>
                <wp:positionV relativeFrom="paragraph">
                  <wp:posOffset>120650</wp:posOffset>
                </wp:positionV>
                <wp:extent cx="1228725" cy="810260"/>
                <wp:effectExtent l="0" t="0" r="28575" b="2794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10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628C7" id="Obdélník 28" o:spid="_x0000_s1026" style="position:absolute;margin-left:350.6pt;margin-top:9.5pt;width:96.75pt;height:6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" filled="f" strokecolor="black [3213]" strokeweight="1pt"/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37854D" wp14:editId="1701B4D1">
                <wp:simplePos x="0" y="0"/>
                <wp:positionH relativeFrom="column">
                  <wp:posOffset>2449678</wp:posOffset>
                </wp:positionH>
                <wp:positionV relativeFrom="paragraph">
                  <wp:posOffset>120650</wp:posOffset>
                </wp:positionV>
                <wp:extent cx="1228954" cy="810587"/>
                <wp:effectExtent l="0" t="0" r="28575" b="279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87FC4" id="Obdélník 26" o:spid="_x0000_s1026" style="position:absolute;margin-left:192.9pt;margin-top:9.5pt;width:96.75pt;height:6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" filled="f" strokecolor="black [3213]" strokeweight="1pt"/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82613C" wp14:editId="1FD91430">
                <wp:simplePos x="0" y="0"/>
                <wp:positionH relativeFrom="column">
                  <wp:posOffset>416941</wp:posOffset>
                </wp:positionH>
                <wp:positionV relativeFrom="paragraph">
                  <wp:posOffset>120701</wp:posOffset>
                </wp:positionV>
                <wp:extent cx="1228954" cy="810587"/>
                <wp:effectExtent l="0" t="0" r="28575" b="2794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CA6434" id="Obdélník 25" o:spid="_x0000_s1026" style="position:absolute;margin-left:32.85pt;margin-top:9.5pt;width:96.75pt;height:63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" filled="f" strokecolor="black [3213]" strokeweight="1pt"/>
            </w:pict>
          </mc:Fallback>
        </mc:AlternateContent>
      </w: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5E843A9" wp14:editId="1A789C83">
                <wp:simplePos x="0" y="0"/>
                <wp:positionH relativeFrom="column">
                  <wp:posOffset>3086989</wp:posOffset>
                </wp:positionH>
                <wp:positionV relativeFrom="paragraph">
                  <wp:posOffset>56693</wp:posOffset>
                </wp:positionV>
                <wp:extent cx="0" cy="1463040"/>
                <wp:effectExtent l="76200" t="0" r="57150" b="60960"/>
                <wp:wrapNone/>
                <wp:docPr id="36" name="Přímá spojnice se šipko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968C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6" o:spid="_x0000_s1026" type="#_x0000_t32" style="position:absolute;margin-left:243.05pt;margin-top:4.45pt;width:0;height:11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" strokecolor="black [3213]" strokeweight="1pt">
                <v:stroke endarrow="block"/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0191992" wp14:editId="7DF6B08E">
                <wp:simplePos x="0" y="0"/>
                <wp:positionH relativeFrom="column">
                  <wp:posOffset>5084064</wp:posOffset>
                </wp:positionH>
                <wp:positionV relativeFrom="paragraph">
                  <wp:posOffset>57277</wp:posOffset>
                </wp:positionV>
                <wp:extent cx="0" cy="462584"/>
                <wp:effectExtent l="76200" t="0" r="57150" b="52070"/>
                <wp:wrapNone/>
                <wp:docPr id="34" name="Přímá spojnice se šipko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E2DF5D" id="Přímá spojnice se šipkou 34" o:spid="_x0000_s1026" type="#_x0000_t32" style="position:absolute;margin-left:400.3pt;margin-top:4.5pt;width:0;height:36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" strokecolor="black [3213]" strokeweight="1pt">
                <v:stroke endarrow="block"/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E03277" wp14:editId="62FCFB3C">
                <wp:simplePos x="0" y="0"/>
                <wp:positionH relativeFrom="column">
                  <wp:posOffset>1018845</wp:posOffset>
                </wp:positionH>
                <wp:positionV relativeFrom="paragraph">
                  <wp:posOffset>54966</wp:posOffset>
                </wp:positionV>
                <wp:extent cx="0" cy="462584"/>
                <wp:effectExtent l="76200" t="0" r="57150" b="52070"/>
                <wp:wrapNone/>
                <wp:docPr id="33" name="Přímá spojnice se šipko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0069B6" id="Přímá spojnice se šipkou 33" o:spid="_x0000_s1026" type="#_x0000_t32" style="position:absolute;margin-left:80.2pt;margin-top:4.35pt;width:0;height:36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" strokecolor="black [3213]" strokeweight="1pt">
                <v:stroke endarrow="block"/>
              </v:shape>
            </w:pict>
          </mc:Fallback>
        </mc:AlternateContent>
      </w: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3F1E51" wp14:editId="767AC404">
                <wp:simplePos x="0" y="0"/>
                <wp:positionH relativeFrom="column">
                  <wp:posOffset>4490745</wp:posOffset>
                </wp:positionH>
                <wp:positionV relativeFrom="paragraph">
                  <wp:posOffset>164465</wp:posOffset>
                </wp:positionV>
                <wp:extent cx="1228954" cy="810587"/>
                <wp:effectExtent l="0" t="0" r="28575" b="2794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43653" id="Obdélník 30" o:spid="_x0000_s1026" style="position:absolute;margin-left:353.6pt;margin-top:12.95pt;width:96.75pt;height:6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" filled="f" strokecolor="black [3213]" strokeweight="1pt"/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EBECF4D" wp14:editId="5923B4EE">
                <wp:simplePos x="0" y="0"/>
                <wp:positionH relativeFrom="column">
                  <wp:posOffset>416560</wp:posOffset>
                </wp:positionH>
                <wp:positionV relativeFrom="paragraph">
                  <wp:posOffset>164719</wp:posOffset>
                </wp:positionV>
                <wp:extent cx="1228954" cy="810587"/>
                <wp:effectExtent l="0" t="0" r="28575" b="2794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03BE0" id="Obdélník 29" o:spid="_x0000_s1026" style="position:absolute;margin-left:32.8pt;margin-top:12.95pt;width:96.75pt;height:6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" filled="f" strokecolor="black [3213]" strokeweight="1pt"/>
            </w:pict>
          </mc:Fallback>
        </mc:AlternateContent>
      </w: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E1073F" wp14:editId="58DFCE3B">
                <wp:simplePos x="0" y="0"/>
                <wp:positionH relativeFrom="column">
                  <wp:posOffset>3679292</wp:posOffset>
                </wp:positionH>
                <wp:positionV relativeFrom="paragraph">
                  <wp:posOffset>102718</wp:posOffset>
                </wp:positionV>
                <wp:extent cx="1455953" cy="584835"/>
                <wp:effectExtent l="38100" t="0" r="11430" b="100965"/>
                <wp:wrapNone/>
                <wp:docPr id="38" name="Pravoúhl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5953" cy="584835"/>
                        </a:xfrm>
                        <a:prstGeom prst="bentConnector3">
                          <a:avLst>
                            <a:gd name="adj1" fmla="val 74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46015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8" o:spid="_x0000_s1026" type="#_x0000_t34" style="position:absolute;margin-left:289.7pt;margin-top:8.1pt;width:114.65pt;height:46.0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" adj="160" strokecolor="black [3213]" strokeweight="1pt">
                <v:stroke endarrow="block"/>
              </v:shape>
            </w:pict>
          </mc:Fallback>
        </mc:AlternateContent>
      </w: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CF79F2D" wp14:editId="62A250D8">
                <wp:simplePos x="0" y="0"/>
                <wp:positionH relativeFrom="column">
                  <wp:posOffset>1016787</wp:posOffset>
                </wp:positionH>
                <wp:positionV relativeFrom="paragraph">
                  <wp:posOffset>102718</wp:posOffset>
                </wp:positionV>
                <wp:extent cx="1433780" cy="585216"/>
                <wp:effectExtent l="0" t="0" r="71755" b="100965"/>
                <wp:wrapNone/>
                <wp:docPr id="37" name="Pravoúhl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3780" cy="585216"/>
                        </a:xfrm>
                        <a:prstGeom prst="bentConnector3">
                          <a:avLst>
                            <a:gd name="adj1" fmla="val 489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33199" id="Pravoúhlá spojnice 37" o:spid="_x0000_s1026" type="#_x0000_t34" style="position:absolute;margin-left:80.05pt;margin-top:8.1pt;width:112.9pt;height:46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" adj="106" strokecolor="black [3213]" strokeweight="1pt">
                <v:stroke endarrow="block"/>
              </v:shape>
            </w:pict>
          </mc:Fallback>
        </mc:AlternateContent>
      </w:r>
    </w:p>
    <w:p w:rsidR="00336F49" w:rsidRPr="00EB46F3" w:rsidRDefault="00336F49" w:rsidP="00336F49">
      <w:pPr>
        <w:rPr>
          <w:lang w:val="es-ES"/>
        </w:rPr>
      </w:pP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0463F6" wp14:editId="2B7B80A7">
                <wp:simplePos x="0" y="0"/>
                <wp:positionH relativeFrom="column">
                  <wp:posOffset>2449195</wp:posOffset>
                </wp:positionH>
                <wp:positionV relativeFrom="paragraph">
                  <wp:posOffset>115037</wp:posOffset>
                </wp:positionV>
                <wp:extent cx="1228954" cy="810587"/>
                <wp:effectExtent l="0" t="0" r="28575" b="2794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388E9" id="Obdélník 31" o:spid="_x0000_s1026" style="position:absolute;margin-left:192.85pt;margin-top:9.05pt;width:96.75pt;height:6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" filled="f" strokecolor="black [3213]" strokeweight="1pt"/>
            </w:pict>
          </mc:Fallback>
        </mc:AlternateContent>
      </w: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336F49" w:rsidP="00336F49">
      <w:pPr>
        <w:rPr>
          <w:lang w:val="es-ES"/>
        </w:rPr>
      </w:pP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C03478E" wp14:editId="64DCF7F6">
                <wp:simplePos x="0" y="0"/>
                <wp:positionH relativeFrom="column">
                  <wp:posOffset>3086989</wp:posOffset>
                </wp:positionH>
                <wp:positionV relativeFrom="paragraph">
                  <wp:posOffset>51613</wp:posOffset>
                </wp:positionV>
                <wp:extent cx="0" cy="469900"/>
                <wp:effectExtent l="76200" t="0" r="57150" b="63500"/>
                <wp:wrapNone/>
                <wp:docPr id="39" name="Přímá spojnice se šipko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6F8157" id="Přímá spojnice se šipkou 39" o:spid="_x0000_s1026" type="#_x0000_t32" style="position:absolute;margin-left:243.05pt;margin-top:4.05pt;width:0;height:3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" strokecolor="black [3213]" strokeweight="1pt">
                <v:stroke endarrow="block"/>
              </v:shape>
            </w:pict>
          </mc:Fallback>
        </mc:AlternateContent>
      </w:r>
    </w:p>
    <w:p w:rsidR="00336F49" w:rsidRPr="00EB46F3" w:rsidRDefault="00336F49" w:rsidP="00336F49">
      <w:pPr>
        <w:rPr>
          <w:lang w:val="es-ES"/>
        </w:rPr>
      </w:pPr>
    </w:p>
    <w:p w:rsidR="00336F49" w:rsidRPr="00EB46F3" w:rsidRDefault="00A869EB" w:rsidP="00336F49">
      <w:pPr>
        <w:rPr>
          <w:lang w:val="es-ES"/>
        </w:rPr>
      </w:pPr>
      <w:r w:rsidRPr="00EB46F3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218F5B" wp14:editId="7E855A9D">
                <wp:simplePos x="0" y="0"/>
                <wp:positionH relativeFrom="column">
                  <wp:posOffset>2532075</wp:posOffset>
                </wp:positionH>
                <wp:positionV relativeFrom="paragraph">
                  <wp:posOffset>167005</wp:posOffset>
                </wp:positionV>
                <wp:extent cx="1123950" cy="742950"/>
                <wp:effectExtent l="0" t="0" r="0" b="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69EB" w:rsidRPr="0011203C" w:rsidRDefault="00A869EB" w:rsidP="00A869EB">
                            <w:pPr>
                              <w:jc w:val="center"/>
                            </w:pPr>
                            <w:r w:rsidRPr="0011203C">
                              <w:t>Opera</w:t>
                            </w:r>
                            <w:r w:rsidR="00A23B18">
                              <w:t>ció</w:t>
                            </w:r>
                            <w:r w:rsidRPr="0011203C"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18F5B" id="Textové pole 46" o:spid="_x0000_s1034" type="#_x0000_t202" style="position:absolute;margin-left:199.4pt;margin-top:13.15pt;width:88.5pt;height:58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" filled="f" stroked="f" strokeweight=".5pt">
                <v:textbox>
                  <w:txbxContent>
                    <w:p w:rsidR="00A869EB" w:rsidRPr="0011203C" w:rsidRDefault="00A869EB" w:rsidP="00A869EB">
                      <w:pPr>
                        <w:jc w:val="center"/>
                      </w:pPr>
                      <w:r w:rsidRPr="0011203C">
                        <w:t>Opera</w:t>
                      </w:r>
                      <w:r w:rsidR="00A23B18">
                        <w:t>ció</w:t>
                      </w:r>
                      <w:r w:rsidRPr="0011203C"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336F49" w:rsidRPr="00EB46F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F240F4" wp14:editId="54B2BDA9">
                <wp:simplePos x="0" y="0"/>
                <wp:positionH relativeFrom="column">
                  <wp:posOffset>2703525</wp:posOffset>
                </wp:positionH>
                <wp:positionV relativeFrom="paragraph">
                  <wp:posOffset>170180</wp:posOffset>
                </wp:positionV>
                <wp:extent cx="768706" cy="768706"/>
                <wp:effectExtent l="0" t="0" r="0" b="0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706" cy="76870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64055A" id="Ovál 32" o:spid="_x0000_s1026" style="position:absolute;margin-left:212.9pt;margin-top:13.4pt;width:60.55pt;height:60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" fillcolor="#bfbfbf [2412]" stroked="f" strokeweight="1pt"/>
            </w:pict>
          </mc:Fallback>
        </mc:AlternateContent>
      </w:r>
    </w:p>
    <w:p w:rsidR="00336F49" w:rsidRPr="00EB46F3" w:rsidRDefault="00336F49" w:rsidP="00336F49">
      <w:pPr>
        <w:rPr>
          <w:lang w:val="es-ES"/>
        </w:rPr>
      </w:pPr>
    </w:p>
    <w:p w:rsidR="00B44915" w:rsidRPr="00EB46F3" w:rsidRDefault="00B44915" w:rsidP="001E514B">
      <w:pPr>
        <w:pStyle w:val="eCheckBoxText"/>
        <w:rPr>
          <w:rStyle w:val="eTerm"/>
          <w:bCs/>
          <w:iCs/>
          <w:lang w:val="es-ES"/>
        </w:rPr>
      </w:pPr>
    </w:p>
    <w:p w:rsidR="00B44915" w:rsidRPr="00EB46F3" w:rsidRDefault="00B44915" w:rsidP="001E514B">
      <w:pPr>
        <w:pStyle w:val="eCheckBoxText"/>
        <w:rPr>
          <w:rStyle w:val="eTerm"/>
          <w:bCs/>
          <w:iCs/>
          <w:lang w:val="es-ES"/>
        </w:rPr>
      </w:pPr>
    </w:p>
    <w:p w:rsidR="00B44915" w:rsidRPr="00EB46F3" w:rsidRDefault="00B44915" w:rsidP="001E514B">
      <w:pPr>
        <w:pStyle w:val="eCheckBoxText"/>
        <w:rPr>
          <w:rStyle w:val="eTerm"/>
          <w:bCs/>
          <w:iCs/>
          <w:lang w:val="es-ES"/>
        </w:rPr>
      </w:pPr>
    </w:p>
    <w:p w:rsidR="00B44915" w:rsidRPr="00EB46F3" w:rsidRDefault="00B44915" w:rsidP="001E514B">
      <w:pPr>
        <w:pStyle w:val="eCheckBoxText"/>
        <w:rPr>
          <w:lang w:val="es-ES"/>
        </w:rPr>
      </w:pPr>
    </w:p>
    <w:p w:rsidR="00336F49" w:rsidRPr="00EB46F3" w:rsidRDefault="00336F49" w:rsidP="001E514B">
      <w:pPr>
        <w:pStyle w:val="eCheckBoxText"/>
        <w:rPr>
          <w:lang w:val="es-ES"/>
        </w:rPr>
      </w:pPr>
    </w:p>
    <w:p w:rsidR="00336F49" w:rsidRPr="00EB46F3" w:rsidRDefault="00336F49" w:rsidP="001E514B">
      <w:pPr>
        <w:pStyle w:val="eCheckBoxText"/>
        <w:rPr>
          <w:lang w:val="es-ES"/>
        </w:rPr>
      </w:pPr>
    </w:p>
    <w:p w:rsidR="00A23B18" w:rsidRPr="00EB46F3" w:rsidRDefault="00A23B18" w:rsidP="00A23B18">
      <w:pPr>
        <w:rPr>
          <w:lang w:val="es-ES"/>
        </w:rPr>
      </w:pPr>
    </w:p>
    <w:p w:rsidR="00B44915" w:rsidRPr="00EB46F3" w:rsidRDefault="009324D5" w:rsidP="00A23B18">
      <w:pPr>
        <w:rPr>
          <w:lang w:val="es-ES"/>
        </w:rPr>
      </w:pPr>
      <w:r w:rsidRPr="00EB46F3">
        <w:rPr>
          <w:lang w:val="es-ES"/>
        </w:rPr>
        <w:t>Sujeto</w:t>
      </w:r>
      <w:r w:rsidR="00A23B18" w:rsidRPr="00EB46F3">
        <w:rPr>
          <w:lang w:val="es-ES"/>
        </w:rPr>
        <w:t>, objeto, operación, permiso, clasificación, función</w:t>
      </w:r>
    </w:p>
    <w:sectPr w:rsidR="00B44915" w:rsidRPr="00EB46F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039" w:rsidRDefault="00637039" w:rsidP="00861A1A">
      <w:r>
        <w:separator/>
      </w:r>
    </w:p>
  </w:endnote>
  <w:endnote w:type="continuationSeparator" w:id="0">
    <w:p w:rsidR="00637039" w:rsidRDefault="0063703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121ED" w:rsidRPr="00D121ED" w:rsidRDefault="00D121ED" w:rsidP="00D121E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121E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D121ED" w:rsidP="00D121E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121E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039" w:rsidRDefault="00637039" w:rsidP="00861A1A">
      <w:r>
        <w:separator/>
      </w:r>
    </w:p>
  </w:footnote>
  <w:footnote w:type="continuationSeparator" w:id="0">
    <w:p w:rsidR="00637039" w:rsidRDefault="0063703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D121ED" w:rsidRPr="0030665B">
      <w:rPr>
        <w:rFonts w:ascii="Calibri" w:hAnsi="Calibri"/>
        <w:b/>
        <w:smallCaps/>
        <w:noProof/>
      </w:rPr>
      <w:t>EJERCICIO</w:t>
    </w:r>
  </w:p>
  <w:p w:rsidR="00C148FD" w:rsidRPr="00D121ED" w:rsidRDefault="00D121ED" w:rsidP="00C148FD">
    <w:pPr>
      <w:ind w:left="1843"/>
      <w:jc w:val="right"/>
      <w:rPr>
        <w:rFonts w:asciiTheme="minorHAnsi" w:hAnsiTheme="minorHAnsi"/>
        <w:smallCaps/>
        <w:noProof/>
        <w:sz w:val="20"/>
        <w:szCs w:val="20"/>
        <w:lang w:val="en-US"/>
      </w:rPr>
    </w:pPr>
    <w:r w:rsidRPr="00D121ED">
      <w:rPr>
        <w:rFonts w:asciiTheme="minorHAnsi" w:hAnsiTheme="minorHAnsi"/>
        <w:sz w:val="20"/>
        <w:szCs w:val="20"/>
      </w:rPr>
      <w:t>IDENTIFICACIÓN DE USUARIO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A409BB4"/>
    <w:lvl w:ilvl="0" w:tplc="E91EC4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25E5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B3A72"/>
    <w:rsid w:val="001D00A1"/>
    <w:rsid w:val="001E0F8B"/>
    <w:rsid w:val="001E514B"/>
    <w:rsid w:val="001F6290"/>
    <w:rsid w:val="0020224F"/>
    <w:rsid w:val="00213F2C"/>
    <w:rsid w:val="00223478"/>
    <w:rsid w:val="00225015"/>
    <w:rsid w:val="00272012"/>
    <w:rsid w:val="0027268B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304ADA"/>
    <w:rsid w:val="00306B9F"/>
    <w:rsid w:val="00307892"/>
    <w:rsid w:val="00315203"/>
    <w:rsid w:val="00336F49"/>
    <w:rsid w:val="00337851"/>
    <w:rsid w:val="00347E4D"/>
    <w:rsid w:val="00351AF3"/>
    <w:rsid w:val="0039238A"/>
    <w:rsid w:val="003944C2"/>
    <w:rsid w:val="003B1326"/>
    <w:rsid w:val="003C13BC"/>
    <w:rsid w:val="003C5B45"/>
    <w:rsid w:val="003D41BB"/>
    <w:rsid w:val="003E01BE"/>
    <w:rsid w:val="003E2732"/>
    <w:rsid w:val="003F03EB"/>
    <w:rsid w:val="003F6027"/>
    <w:rsid w:val="003F623C"/>
    <w:rsid w:val="003F7F87"/>
    <w:rsid w:val="00402B09"/>
    <w:rsid w:val="00414384"/>
    <w:rsid w:val="00417ED2"/>
    <w:rsid w:val="0046567F"/>
    <w:rsid w:val="00472203"/>
    <w:rsid w:val="00475954"/>
    <w:rsid w:val="00492966"/>
    <w:rsid w:val="004955A7"/>
    <w:rsid w:val="004A01E5"/>
    <w:rsid w:val="004A1EC0"/>
    <w:rsid w:val="004A7B44"/>
    <w:rsid w:val="004B6F8D"/>
    <w:rsid w:val="004C0E36"/>
    <w:rsid w:val="004D5C21"/>
    <w:rsid w:val="004E016E"/>
    <w:rsid w:val="004E5E95"/>
    <w:rsid w:val="004E70EA"/>
    <w:rsid w:val="004F5AFF"/>
    <w:rsid w:val="00507561"/>
    <w:rsid w:val="005132B0"/>
    <w:rsid w:val="005154BC"/>
    <w:rsid w:val="00517E3A"/>
    <w:rsid w:val="0052284C"/>
    <w:rsid w:val="005418D3"/>
    <w:rsid w:val="00561B7B"/>
    <w:rsid w:val="00561C5A"/>
    <w:rsid w:val="005728B3"/>
    <w:rsid w:val="005738D5"/>
    <w:rsid w:val="0057504E"/>
    <w:rsid w:val="0057642F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37039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04B9"/>
    <w:rsid w:val="006E6D59"/>
    <w:rsid w:val="006F0D5B"/>
    <w:rsid w:val="006F1CE8"/>
    <w:rsid w:val="006F29BC"/>
    <w:rsid w:val="006F787A"/>
    <w:rsid w:val="00710301"/>
    <w:rsid w:val="00734028"/>
    <w:rsid w:val="0073574D"/>
    <w:rsid w:val="007460F9"/>
    <w:rsid w:val="00753333"/>
    <w:rsid w:val="0076745A"/>
    <w:rsid w:val="00771462"/>
    <w:rsid w:val="007738BD"/>
    <w:rsid w:val="007818FE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13A2"/>
    <w:rsid w:val="00825830"/>
    <w:rsid w:val="00826CB2"/>
    <w:rsid w:val="00830375"/>
    <w:rsid w:val="00831014"/>
    <w:rsid w:val="00832323"/>
    <w:rsid w:val="00861A1A"/>
    <w:rsid w:val="00861EAE"/>
    <w:rsid w:val="00864D93"/>
    <w:rsid w:val="00875F1F"/>
    <w:rsid w:val="00882BE0"/>
    <w:rsid w:val="008836CE"/>
    <w:rsid w:val="00886CBF"/>
    <w:rsid w:val="00891FF5"/>
    <w:rsid w:val="00893E89"/>
    <w:rsid w:val="008A0046"/>
    <w:rsid w:val="008A3619"/>
    <w:rsid w:val="008B05F5"/>
    <w:rsid w:val="008B6CCD"/>
    <w:rsid w:val="008C64E0"/>
    <w:rsid w:val="008D38F1"/>
    <w:rsid w:val="008D6149"/>
    <w:rsid w:val="008F1B37"/>
    <w:rsid w:val="008F5585"/>
    <w:rsid w:val="00905FFC"/>
    <w:rsid w:val="00912A69"/>
    <w:rsid w:val="00914456"/>
    <w:rsid w:val="009151B7"/>
    <w:rsid w:val="00916DC9"/>
    <w:rsid w:val="009324D5"/>
    <w:rsid w:val="0093254C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0B74"/>
    <w:rsid w:val="009C7B24"/>
    <w:rsid w:val="009E1B9A"/>
    <w:rsid w:val="009E2A2A"/>
    <w:rsid w:val="009F6E5E"/>
    <w:rsid w:val="00A17111"/>
    <w:rsid w:val="00A23B18"/>
    <w:rsid w:val="00A26A28"/>
    <w:rsid w:val="00A32F5C"/>
    <w:rsid w:val="00A41E41"/>
    <w:rsid w:val="00A50FFF"/>
    <w:rsid w:val="00A527AF"/>
    <w:rsid w:val="00A54992"/>
    <w:rsid w:val="00A633E1"/>
    <w:rsid w:val="00A65E53"/>
    <w:rsid w:val="00A8234A"/>
    <w:rsid w:val="00A869EB"/>
    <w:rsid w:val="00A976EE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43A2"/>
    <w:rsid w:val="00B117F7"/>
    <w:rsid w:val="00B15DB4"/>
    <w:rsid w:val="00B177D0"/>
    <w:rsid w:val="00B3151A"/>
    <w:rsid w:val="00B37307"/>
    <w:rsid w:val="00B44915"/>
    <w:rsid w:val="00B5145B"/>
    <w:rsid w:val="00B60F10"/>
    <w:rsid w:val="00B62C22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4FD"/>
    <w:rsid w:val="00C45D0F"/>
    <w:rsid w:val="00C5580D"/>
    <w:rsid w:val="00C57915"/>
    <w:rsid w:val="00C7264E"/>
    <w:rsid w:val="00C767C9"/>
    <w:rsid w:val="00C878F0"/>
    <w:rsid w:val="00C933EB"/>
    <w:rsid w:val="00C97B84"/>
    <w:rsid w:val="00CA51B5"/>
    <w:rsid w:val="00CB1345"/>
    <w:rsid w:val="00CC2293"/>
    <w:rsid w:val="00CC266E"/>
    <w:rsid w:val="00CD74CF"/>
    <w:rsid w:val="00CE09BA"/>
    <w:rsid w:val="00CF4DFA"/>
    <w:rsid w:val="00D060B3"/>
    <w:rsid w:val="00D06992"/>
    <w:rsid w:val="00D121ED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46F3"/>
    <w:rsid w:val="00EB6B74"/>
    <w:rsid w:val="00EB6E4B"/>
    <w:rsid w:val="00EC77B0"/>
    <w:rsid w:val="00ED2956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452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028991"/>
  <w15:docId w15:val="{FC6438DC-CF8F-4D23-8FCE-39644C28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336F49"/>
    <w:pPr>
      <w:numPr>
        <w:numId w:val="2"/>
      </w:numPr>
      <w:tabs>
        <w:tab w:val="left" w:pos="426"/>
      </w:tabs>
      <w:ind w:left="322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styleId="Zdraznn">
    <w:name w:val="Emphasis"/>
    <w:basedOn w:val="Standardnpsmoodstavce"/>
    <w:qFormat/>
    <w:rsid w:val="00F84523"/>
    <w:rPr>
      <w:i/>
      <w:iCs/>
    </w:rPr>
  </w:style>
  <w:style w:type="character" w:styleId="Odkaznakoment">
    <w:name w:val="annotation reference"/>
    <w:basedOn w:val="Standardnpsmoodstavce"/>
    <w:semiHidden/>
    <w:unhideWhenUsed/>
    <w:rsid w:val="00886CB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86C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86CBF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86C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86CBF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4</Pages>
  <Words>279</Words>
  <Characters>1651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2017-07-15T00:18:00Z</dcterms:created>
  <dcterms:modified xsi:type="dcterms:W3CDTF">2017-07-15T00:18:00Z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