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BA" w:rsidRPr="00F018C9" w:rsidRDefault="00F206BA" w:rsidP="00F206BA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018C9">
        <w:rPr>
          <w:lang w:val="es-ES"/>
        </w:rPr>
        <w:t xml:space="preserve">Marcar la opción correcta: </w:t>
      </w:r>
      <w:r w:rsidRPr="00F018C9">
        <w:rPr>
          <w:b w:val="0"/>
          <w:i/>
          <w:color w:val="000000"/>
          <w:lang w:val="es-ES"/>
        </w:rPr>
        <w:t>Bus de instalación Europea (EIB)</w:t>
      </w:r>
    </w:p>
    <w:p w:rsidR="002510FF" w:rsidRPr="00F206BA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:rsidR="00386182" w:rsidRPr="00F206BA" w:rsidRDefault="00456D3E" w:rsidP="00456D3E">
      <w:pPr>
        <w:pStyle w:val="eCheckBoxText"/>
        <w:rPr>
          <w:lang w:val="es-ES"/>
        </w:rPr>
      </w:pPr>
      <w:r w:rsidRPr="00F206BA">
        <w:rPr>
          <w:rStyle w:val="eCheckBoxSquareChar"/>
          <w:lang w:val="es-ES"/>
        </w:rPr>
        <w:t>□</w:t>
      </w:r>
      <w:r w:rsidRPr="00F206BA">
        <w:rPr>
          <w:lang w:val="es-ES"/>
        </w:rPr>
        <w:tab/>
      </w:r>
      <w:r w:rsidR="00F206BA" w:rsidRPr="00F018C9">
        <w:rPr>
          <w:lang w:val="es-ES"/>
        </w:rPr>
        <w:t>Tiene una estructura centralizada con topología lineal, circular o ramificada</w:t>
      </w:r>
    </w:p>
    <w:p w:rsidR="00456D3E" w:rsidRPr="00F206BA" w:rsidRDefault="00A8211E" w:rsidP="00456D3E">
      <w:pPr>
        <w:pStyle w:val="eCheckBoxText"/>
        <w:rPr>
          <w:rStyle w:val="eCheckBoxSquareChar"/>
          <w:b/>
          <w:color w:val="FF0000"/>
          <w:lang w:val="es-ES"/>
        </w:rPr>
      </w:pPr>
      <w:r w:rsidRPr="00F206BA">
        <w:rPr>
          <w:rStyle w:val="eCheckBoxSquareChar"/>
          <w:b/>
          <w:color w:val="FF0000"/>
          <w:lang w:val="es-ES"/>
        </w:rPr>
        <w:t>x</w:t>
      </w:r>
      <w:r w:rsidR="00456D3E" w:rsidRPr="00F206BA">
        <w:rPr>
          <w:b/>
          <w:color w:val="FF0000"/>
          <w:lang w:val="es-ES"/>
        </w:rPr>
        <w:tab/>
      </w:r>
      <w:r w:rsidR="00F206BA" w:rsidRPr="00F206BA">
        <w:rPr>
          <w:color w:val="FF0000"/>
          <w:lang w:val="es-ES"/>
        </w:rPr>
        <w:t>Tiene una estructura descentralizada con topología lineal, circular o ramificada</w:t>
      </w:r>
    </w:p>
    <w:p w:rsidR="00F206BA" w:rsidRPr="00F018C9" w:rsidRDefault="00F206BA" w:rsidP="00F206BA">
      <w:pPr>
        <w:pStyle w:val="eCheckBoxText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lang w:val="es-ES"/>
        </w:rPr>
        <w:tab/>
        <w:t>Es un servicio proporcionado a través del bus RS-485</w:t>
      </w:r>
    </w:p>
    <w:p w:rsidR="00F206BA" w:rsidRPr="00F018C9" w:rsidRDefault="00F206BA" w:rsidP="00F206BA">
      <w:pPr>
        <w:pStyle w:val="eCheckBoxText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rStyle w:val="eCheckBoxSquareChar"/>
          <w:lang w:val="es-ES"/>
        </w:rPr>
        <w:tab/>
      </w:r>
      <w:r w:rsidRPr="00F018C9">
        <w:rPr>
          <w:lang w:val="es-ES"/>
        </w:rPr>
        <w:t xml:space="preserve">Es un </w:t>
      </w:r>
      <w:r w:rsidR="0037591D">
        <w:rPr>
          <w:lang w:val="es-ES"/>
        </w:rPr>
        <w:t>servicio</w:t>
      </w:r>
      <w:r w:rsidRPr="00F018C9">
        <w:rPr>
          <w:lang w:val="es-ES"/>
        </w:rPr>
        <w:t xml:space="preserve"> que proporciona una interfaz entre los sistemas SCADA y BMS</w:t>
      </w:r>
    </w:p>
    <w:p w:rsidR="00F206BA" w:rsidRPr="00F018C9" w:rsidRDefault="00F206BA" w:rsidP="00F206BA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rStyle w:val="eCheckBoxSquareChar"/>
          <w:lang w:val="es-ES"/>
        </w:rPr>
        <w:tab/>
      </w:r>
      <w:r w:rsidRPr="00F018C9">
        <w:rPr>
          <w:lang w:val="es-ES"/>
        </w:rPr>
        <w:t>Es un servicio proporcionado a través del bus RS-232C</w:t>
      </w:r>
    </w:p>
    <w:p w:rsidR="00B87089" w:rsidRPr="00F206BA" w:rsidRDefault="00B87089" w:rsidP="00456D3E">
      <w:pPr>
        <w:pStyle w:val="eLineBottom"/>
        <w:rPr>
          <w:lang w:val="es-ES"/>
        </w:rPr>
      </w:pPr>
    </w:p>
    <w:p w:rsidR="00056FF0" w:rsidRPr="00F206BA" w:rsidRDefault="00056FF0" w:rsidP="00056FF0">
      <w:pPr>
        <w:rPr>
          <w:lang w:val="es-ES"/>
        </w:rPr>
      </w:pPr>
    </w:p>
    <w:p w:rsidR="00254F1D" w:rsidRPr="00F018C9" w:rsidRDefault="00254F1D" w:rsidP="00254F1D">
      <w:pPr>
        <w:pStyle w:val="eTask"/>
        <w:rPr>
          <w:lang w:val="es-ES"/>
        </w:rPr>
      </w:pPr>
      <w:r w:rsidRPr="00F018C9">
        <w:rPr>
          <w:lang w:val="es-ES"/>
        </w:rPr>
        <w:t>Completar la frase</w:t>
      </w:r>
    </w:p>
    <w:p w:rsidR="00056FF0" w:rsidRPr="00AE3AC6" w:rsidRDefault="00056FF0" w:rsidP="008426C2">
      <w:pPr>
        <w:rPr>
          <w:sz w:val="20"/>
          <w:szCs w:val="20"/>
          <w:lang w:val="en-GB"/>
        </w:rPr>
      </w:pPr>
    </w:p>
    <w:p w:rsidR="00B87089" w:rsidRPr="00AE3AC6" w:rsidRDefault="009B458D" w:rsidP="00386182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RJ-45</m:t>
                </m:r>
              </m:e>
            </m:eqArr>
          </m:e>
        </m:d>
      </m:oMath>
      <w:r w:rsidR="0051036E" w:rsidRPr="00254F1D">
        <w:rPr>
          <w:lang w:val="es-ES"/>
        </w:rPr>
        <w:t xml:space="preserve"> </w:t>
      </w:r>
      <w:r w:rsidR="00254F1D">
        <w:rPr>
          <w:lang w:val="es-ES"/>
        </w:rPr>
        <w:t xml:space="preserve">es un estándar de comunicación </w:t>
      </w:r>
      <w:r w:rsidR="00254F1D" w:rsidRPr="00F018C9">
        <w:rPr>
          <w:lang w:val="es-ES"/>
        </w:rPr>
        <w:t xml:space="preserve"> serie definido en 1983 por la asociación EIA. Se utiliza principalmente en el entorno industrial.</w:t>
      </w:r>
    </w:p>
    <w:p w:rsidR="00AE3AC6" w:rsidRPr="00AE3AC6" w:rsidRDefault="00AE3AC6" w:rsidP="00AE3AC6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8B4839" w:rsidRPr="00AE3AC6" w:rsidRDefault="008B4839" w:rsidP="008426C2">
      <w:pPr>
        <w:rPr>
          <w:sz w:val="20"/>
          <w:szCs w:val="20"/>
          <w:lang w:val="en-GB"/>
        </w:rPr>
      </w:pPr>
    </w:p>
    <w:p w:rsidR="00254F1D" w:rsidRPr="00F018C9" w:rsidRDefault="00254F1D" w:rsidP="00254F1D">
      <w:pPr>
        <w:pStyle w:val="eTask"/>
        <w:rPr>
          <w:lang w:val="es-ES"/>
        </w:rPr>
      </w:pPr>
      <w:r w:rsidRPr="00F018C9">
        <w:rPr>
          <w:lang w:val="es-ES"/>
        </w:rPr>
        <w:t>As</w:t>
      </w:r>
      <w:r>
        <w:rPr>
          <w:lang w:val="es-ES"/>
        </w:rPr>
        <w:t>ignar las abreviaciones con sus correspondientes definiciones</w:t>
      </w:r>
    </w:p>
    <w:p w:rsidR="00B05FE7" w:rsidRPr="00254F1D" w:rsidRDefault="00B05FE7" w:rsidP="002510FF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AE3AC6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rPr>
                <w:lang w:val="en-GB"/>
              </w:rPr>
            </w:pPr>
            <w:r w:rsidRPr="00AE3AC6">
              <w:rPr>
                <w:lang w:val="en-GB"/>
              </w:rPr>
              <w:t>Protocol Data Unit</w:t>
            </w:r>
            <w:r w:rsidR="007F6FA5" w:rsidRPr="00AE3AC6">
              <w:rPr>
                <w:lang w:val="en-GB"/>
              </w:rPr>
              <w:t>.</w:t>
            </w:r>
          </w:p>
        </w:tc>
      </w:tr>
      <w:tr w:rsidR="002510FF" w:rsidRPr="00AE3AC6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AE3AC6" w:rsidRDefault="00AE3AC6" w:rsidP="00B05FE7">
            <w:pPr>
              <w:pStyle w:val="eText"/>
              <w:rPr>
                <w:sz w:val="10"/>
                <w:szCs w:val="10"/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266B04A" wp14:editId="0885B63E">
                      <wp:simplePos x="0" y="0"/>
                      <wp:positionH relativeFrom="column">
                        <wp:posOffset>-55879</wp:posOffset>
                      </wp:positionH>
                      <wp:positionV relativeFrom="page">
                        <wp:posOffset>-195580</wp:posOffset>
                      </wp:positionV>
                      <wp:extent cx="781050" cy="1295400"/>
                      <wp:effectExtent l="0" t="0" r="19050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1295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C14789" id="Přímá spojnice 10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4pt,-15.4pt" to="57.1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I0lNMvfAAAACgEAAA8AAABkcnMvZG93&#10;bnJldi54bWxMjzFPwzAQhXck/oN1SGyt0xTRKo1TIVAXMiBaBrpdY5NEjc+R7TTh33Od6HTvdE/v&#10;vpdvJ9uJi/GhdaRgMU9AGKqcbqlW8HXYzdYgQkTS2DkyCn5NgG1xf5djpt1In+ayj7XgEAoZKmhi&#10;7DMpQ9UYi2HuekN8+3HeYuTV11J7HDncdjJNkmdpsSX+0GBvXhtTnfeDVUDvh+8jlqF0w9vZ7z7G&#10;lUt9qdTjw/SyARHNFP/NcMVndCiY6eQG0kF0CmZrJo88lwmLq2HxlII4sVgtU5BFLm8rFH8A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jSU0y98AAAAKAQAADwAAAAAAAAAAAAAAAABP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37591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254F1D" w:rsidRDefault="00254F1D" w:rsidP="002510FF">
            <w:pPr>
              <w:rPr>
                <w:lang w:val="es-ES"/>
              </w:rPr>
            </w:pPr>
            <w:r>
              <w:rPr>
                <w:lang w:val="es-ES"/>
              </w:rPr>
              <w:t>Control de supervisión y adquisición de datos</w:t>
            </w:r>
          </w:p>
        </w:tc>
      </w:tr>
      <w:tr w:rsidR="002510FF" w:rsidRPr="0037591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254F1D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254F1D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254F1D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AE3AC6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AE3AC6" w:rsidP="00B05FE7">
            <w:pPr>
              <w:pStyle w:val="eText"/>
              <w:rPr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ACCC3" wp14:editId="36FE484E">
                      <wp:simplePos x="0" y="0"/>
                      <wp:positionH relativeFrom="column">
                        <wp:posOffset>-84455</wp:posOffset>
                      </wp:positionH>
                      <wp:positionV relativeFrom="page">
                        <wp:posOffset>-449581</wp:posOffset>
                      </wp:positionV>
                      <wp:extent cx="819150" cy="1343025"/>
                      <wp:effectExtent l="0" t="0" r="19050" b="2857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150" cy="1343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9DEFF8" id="Přímá spojnice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4pt" to="57.8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58D93C" wp14:editId="50928FA3">
                      <wp:simplePos x="0" y="0"/>
                      <wp:positionH relativeFrom="column">
                        <wp:posOffset>-74929</wp:posOffset>
                      </wp:positionH>
                      <wp:positionV relativeFrom="page">
                        <wp:posOffset>-1144905</wp:posOffset>
                      </wp:positionV>
                      <wp:extent cx="800100" cy="676275"/>
                      <wp:effectExtent l="0" t="0" r="19050" b="2857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762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CA255B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-90.15pt" to="57.1pt,-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DCDFA34" wp14:editId="22047349">
                      <wp:simplePos x="0" y="0"/>
                      <wp:positionH relativeFrom="column">
                        <wp:posOffset>-65406</wp:posOffset>
                      </wp:positionH>
                      <wp:positionV relativeFrom="page">
                        <wp:posOffset>217169</wp:posOffset>
                      </wp:positionV>
                      <wp:extent cx="790575" cy="695325"/>
                      <wp:effectExtent l="0" t="0" r="28575" b="2857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E05D5" id="Přímá spojnice 1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17.1pt" to="57.1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254F1D" w:rsidP="002510FF">
            <w:pPr>
              <w:rPr>
                <w:lang w:val="en-GB"/>
              </w:rPr>
            </w:pPr>
            <w:r>
              <w:rPr>
                <w:lang w:val="es-ES"/>
              </w:rPr>
              <w:t>Bus de instalación Europea</w:t>
            </w:r>
          </w:p>
        </w:tc>
      </w:tr>
      <w:tr w:rsidR="002510FF" w:rsidRPr="00AE3AC6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AE3AC6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AE3AC6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254F1D" w:rsidP="00D51C8B">
            <w:pPr>
              <w:rPr>
                <w:lang w:val="en-GB"/>
              </w:rPr>
            </w:pPr>
            <w:r>
              <w:rPr>
                <w:lang w:val="es-ES"/>
              </w:rPr>
              <w:t>Interfaz hombre-máquina</w:t>
            </w:r>
          </w:p>
        </w:tc>
      </w:tr>
    </w:tbl>
    <w:p w:rsidR="00EB3231" w:rsidRPr="00AE3AC6" w:rsidRDefault="00EB3231" w:rsidP="000525F8">
      <w:pPr>
        <w:pStyle w:val="eLineBottom"/>
        <w:rPr>
          <w:bCs/>
          <w:lang w:val="en-GB"/>
        </w:rPr>
      </w:pPr>
    </w:p>
    <w:p w:rsidR="00DD5AD3" w:rsidRPr="00AE3AC6" w:rsidRDefault="00DD5AD3" w:rsidP="000525F8">
      <w:pPr>
        <w:pStyle w:val="eLineBottom"/>
        <w:rPr>
          <w:bCs/>
          <w:lang w:val="en-GB"/>
        </w:rPr>
      </w:pPr>
    </w:p>
    <w:p w:rsidR="00B05FE7" w:rsidRPr="00AE3AC6" w:rsidRDefault="00B05FE7" w:rsidP="00056FF0">
      <w:pPr>
        <w:rPr>
          <w:lang w:val="en-GB"/>
        </w:rPr>
      </w:pPr>
    </w:p>
    <w:p w:rsidR="002510FF" w:rsidRPr="00AE3AC6" w:rsidRDefault="002510FF">
      <w:pPr>
        <w:rPr>
          <w:b/>
          <w:lang w:val="en-GB"/>
        </w:rPr>
      </w:pPr>
      <w:r w:rsidRPr="00AE3AC6">
        <w:rPr>
          <w:lang w:val="en-GB"/>
        </w:rPr>
        <w:br w:type="page"/>
      </w:r>
    </w:p>
    <w:p w:rsidR="000D52EB" w:rsidRPr="00F018C9" w:rsidRDefault="000D52EB" w:rsidP="000D52EB">
      <w:pPr>
        <w:pStyle w:val="eTask"/>
        <w:rPr>
          <w:lang w:val="es-ES"/>
        </w:rPr>
      </w:pPr>
      <w:r>
        <w:rPr>
          <w:lang w:val="es-ES"/>
        </w:rPr>
        <w:lastRenderedPageBreak/>
        <w:t>Selecciona la tecnología correcta</w:t>
      </w:r>
    </w:p>
    <w:p w:rsidR="00F91E95" w:rsidRPr="00AE3AC6" w:rsidRDefault="00F91E95" w:rsidP="00F91E95">
      <w:pPr>
        <w:rPr>
          <w:lang w:val="en-GB"/>
        </w:rPr>
      </w:pPr>
    </w:p>
    <w:p w:rsidR="00F91E95" w:rsidRPr="000D52EB" w:rsidRDefault="009B458D" w:rsidP="00F91E95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  <w:lang w:val="es-ES"/>
                  </w:rPr>
                  <m:t>MEADs</m:t>
                </m:r>
              </m:e>
            </m:eqArr>
          </m:e>
        </m:d>
      </m:oMath>
      <w:r w:rsidR="00F91E95" w:rsidRPr="000D52EB">
        <w:rPr>
          <w:lang w:val="es-ES"/>
        </w:rPr>
        <w:t xml:space="preserve"> </w:t>
      </w:r>
      <w:r w:rsidR="000D52EB" w:rsidRPr="004E0A02">
        <w:rPr>
          <w:lang w:val="es-ES"/>
        </w:rPr>
        <w:t>Alcanza significativamente mayor velocidad y sensibilidad en comparación con los enfoques macroscópicos.</w:t>
      </w:r>
    </w:p>
    <w:p w:rsidR="00F91E95" w:rsidRPr="000D52EB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es-ES"/>
        </w:rPr>
      </w:pPr>
    </w:p>
    <w:p w:rsidR="00F91E95" w:rsidRPr="000D52EB" w:rsidRDefault="00F91E95" w:rsidP="00F91E95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0D52EB" w:rsidRPr="00F018C9" w:rsidRDefault="000D52EB" w:rsidP="000D52EB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018C9">
        <w:rPr>
          <w:lang w:val="es-ES"/>
        </w:rPr>
        <w:t>Mar</w:t>
      </w:r>
      <w:r>
        <w:rPr>
          <w:lang w:val="es-ES"/>
        </w:rPr>
        <w:t>ca los elementos correctos</w:t>
      </w:r>
      <w:r w:rsidR="0037591D">
        <w:rPr>
          <w:lang w:val="es-ES"/>
        </w:rPr>
        <w:t xml:space="preserve"> </w:t>
      </w:r>
      <w:r w:rsidRPr="00F018C9">
        <w:rPr>
          <w:rStyle w:val="eAbbreviationMeaning"/>
          <w:color w:val="auto"/>
          <w:lang w:val="es-ES"/>
        </w:rPr>
        <w:t xml:space="preserve">SCADA </w:t>
      </w:r>
      <w:r>
        <w:rPr>
          <w:rStyle w:val="eAbbreviationMeaning"/>
          <w:color w:val="auto"/>
          <w:lang w:val="es-ES"/>
        </w:rPr>
        <w:t>incluye</w:t>
      </w:r>
      <w:r w:rsidRPr="00F018C9">
        <w:rPr>
          <w:rStyle w:val="eAbbreviationMeaning"/>
          <w:color w:val="auto"/>
          <w:lang w:val="es-ES"/>
        </w:rPr>
        <w:t>:</w:t>
      </w:r>
    </w:p>
    <w:p w:rsidR="002510FF" w:rsidRPr="000D52EB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es-ES"/>
        </w:rPr>
      </w:pPr>
    </w:p>
    <w:p w:rsidR="00456D3E" w:rsidRPr="000D52EB" w:rsidRDefault="00A8211E" w:rsidP="00456D3E">
      <w:pPr>
        <w:pStyle w:val="eCheckBoxText"/>
        <w:rPr>
          <w:rStyle w:val="eCheckBoxSquareChar"/>
          <w:b/>
          <w:color w:val="FF0000"/>
          <w:lang w:val="es-ES"/>
        </w:rPr>
      </w:pPr>
      <w:r w:rsidRPr="000D52EB">
        <w:rPr>
          <w:rStyle w:val="eCheckBoxSquareChar"/>
          <w:b/>
          <w:color w:val="FF0000"/>
          <w:lang w:val="es-ES"/>
        </w:rPr>
        <w:t>x</w:t>
      </w:r>
      <w:r w:rsidR="00456D3E" w:rsidRPr="000D52EB">
        <w:rPr>
          <w:b/>
          <w:color w:val="FF0000"/>
          <w:lang w:val="es-ES"/>
        </w:rPr>
        <w:tab/>
      </w:r>
      <w:r w:rsidR="000D52EB" w:rsidRPr="000D52EB">
        <w:rPr>
          <w:color w:val="FF0000"/>
          <w:lang w:val="es-ES"/>
        </w:rPr>
        <w:t>Lenguaje de escritura</w:t>
      </w:r>
    </w:p>
    <w:p w:rsidR="0099032F" w:rsidRPr="000D52EB" w:rsidRDefault="00A8211E" w:rsidP="002510FF">
      <w:pPr>
        <w:pStyle w:val="eCheckBoxText"/>
        <w:rPr>
          <w:b/>
          <w:color w:val="FF0000"/>
          <w:lang w:val="es-ES"/>
        </w:rPr>
      </w:pPr>
      <w:r w:rsidRPr="000D52EB">
        <w:rPr>
          <w:rStyle w:val="eCheckBoxSquareChar"/>
          <w:b/>
          <w:color w:val="FF0000"/>
          <w:lang w:val="es-ES"/>
        </w:rPr>
        <w:t>x</w:t>
      </w:r>
      <w:r w:rsidR="002510FF" w:rsidRPr="000D52EB">
        <w:rPr>
          <w:b/>
          <w:color w:val="FF0000"/>
          <w:lang w:val="es-ES"/>
        </w:rPr>
        <w:tab/>
      </w:r>
      <w:r w:rsidR="0037591D">
        <w:rPr>
          <w:color w:val="FF0000"/>
          <w:lang w:val="es-ES"/>
        </w:rPr>
        <w:t>C</w:t>
      </w:r>
      <w:r w:rsidR="0037591D" w:rsidRPr="000D52EB">
        <w:rPr>
          <w:color w:val="FF0000"/>
          <w:lang w:val="es-ES"/>
        </w:rPr>
        <w:t>omunicación</w:t>
      </w:r>
      <w:r w:rsidR="0037591D" w:rsidRPr="000D52EB">
        <w:rPr>
          <w:color w:val="FF0000"/>
          <w:lang w:val="es-ES"/>
        </w:rPr>
        <w:t xml:space="preserve"> </w:t>
      </w:r>
      <w:r w:rsidR="000D52EB" w:rsidRPr="000D52EB">
        <w:rPr>
          <w:color w:val="FF0000"/>
          <w:lang w:val="es-ES"/>
        </w:rPr>
        <w:t>con HW</w:t>
      </w:r>
    </w:p>
    <w:p w:rsidR="002510FF" w:rsidRPr="000D52EB" w:rsidRDefault="002510FF" w:rsidP="002510FF">
      <w:pPr>
        <w:pStyle w:val="eCheckBoxText"/>
        <w:rPr>
          <w:lang w:val="es-ES"/>
        </w:rPr>
      </w:pPr>
      <w:r w:rsidRPr="000D52EB">
        <w:rPr>
          <w:rStyle w:val="eCheckBoxSquareChar"/>
          <w:lang w:val="es-ES"/>
        </w:rPr>
        <w:t>□</w:t>
      </w:r>
      <w:r w:rsidRPr="000D52EB">
        <w:rPr>
          <w:lang w:val="es-ES"/>
        </w:rPr>
        <w:tab/>
      </w:r>
      <w:r w:rsidR="0037591D">
        <w:rPr>
          <w:lang w:val="es-ES"/>
        </w:rPr>
        <w:t>Conector</w:t>
      </w:r>
      <w:r w:rsidR="0037591D" w:rsidRPr="00F018C9">
        <w:rPr>
          <w:lang w:val="es-ES"/>
        </w:rPr>
        <w:t xml:space="preserve"> </w:t>
      </w:r>
      <w:r w:rsidR="000D52EB" w:rsidRPr="00F018C9">
        <w:rPr>
          <w:lang w:val="es-ES"/>
        </w:rPr>
        <w:t>SAP</w:t>
      </w:r>
    </w:p>
    <w:p w:rsidR="00AE3AC6" w:rsidRPr="000D52EB" w:rsidRDefault="00AE3AC6" w:rsidP="00AE3AC6">
      <w:pPr>
        <w:pStyle w:val="eCheckBoxText"/>
        <w:rPr>
          <w:b/>
          <w:color w:val="FF0000"/>
          <w:lang w:val="es-ES"/>
        </w:rPr>
      </w:pPr>
      <w:r w:rsidRPr="000D52EB">
        <w:rPr>
          <w:rStyle w:val="eCheckBoxSquareChar"/>
          <w:b/>
          <w:color w:val="FF0000"/>
          <w:lang w:val="es-ES"/>
        </w:rPr>
        <w:t>x</w:t>
      </w:r>
      <w:r w:rsidRPr="000D52EB">
        <w:rPr>
          <w:b/>
          <w:color w:val="FF0000"/>
          <w:lang w:val="es-ES"/>
        </w:rPr>
        <w:tab/>
      </w:r>
      <w:r w:rsidR="0037591D">
        <w:rPr>
          <w:color w:val="FF0000"/>
          <w:lang w:val="es-ES"/>
        </w:rPr>
        <w:t>C</w:t>
      </w:r>
      <w:r w:rsidR="0037591D" w:rsidRPr="000D52EB">
        <w:rPr>
          <w:color w:val="FF0000"/>
          <w:lang w:val="es-ES"/>
        </w:rPr>
        <w:t>onexión</w:t>
      </w:r>
      <w:r w:rsidR="0037591D" w:rsidRPr="000D52EB">
        <w:rPr>
          <w:color w:val="FF0000"/>
          <w:lang w:val="es-ES"/>
        </w:rPr>
        <w:t xml:space="preserve"> </w:t>
      </w:r>
      <w:r w:rsidR="000D52EB" w:rsidRPr="000D52EB">
        <w:rPr>
          <w:color w:val="FF0000"/>
          <w:lang w:val="es-ES"/>
        </w:rPr>
        <w:t>a varias redes</w:t>
      </w:r>
    </w:p>
    <w:p w:rsidR="002510FF" w:rsidRPr="000D52EB" w:rsidRDefault="002510FF" w:rsidP="002510FF">
      <w:pPr>
        <w:pStyle w:val="eCheckBoxText"/>
        <w:rPr>
          <w:lang w:val="es-ES"/>
        </w:rPr>
      </w:pPr>
      <w:r w:rsidRPr="000D52EB">
        <w:rPr>
          <w:rStyle w:val="eCheckBoxSquareChar"/>
          <w:lang w:val="es-ES"/>
        </w:rPr>
        <w:t>□</w:t>
      </w:r>
      <w:r w:rsidRPr="000D52EB">
        <w:rPr>
          <w:lang w:val="es-ES"/>
        </w:rPr>
        <w:tab/>
      </w:r>
      <w:r w:rsidR="0037591D">
        <w:rPr>
          <w:lang w:val="es-ES"/>
        </w:rPr>
        <w:t>Lenguaje</w:t>
      </w:r>
      <w:r w:rsidR="0037591D">
        <w:rPr>
          <w:lang w:val="es-ES"/>
        </w:rPr>
        <w:t xml:space="preserve"> </w:t>
      </w:r>
      <w:r w:rsidR="000D52EB">
        <w:rPr>
          <w:lang w:val="es-ES"/>
        </w:rPr>
        <w:t>C# interno</w:t>
      </w:r>
    </w:p>
    <w:p w:rsidR="00AE3AC6" w:rsidRPr="000D52EB" w:rsidRDefault="00AE3AC6" w:rsidP="00AE3AC6">
      <w:pPr>
        <w:pStyle w:val="eCheckBoxSquare"/>
        <w:rPr>
          <w:rStyle w:val="eCheckBoxSquareChar"/>
          <w:b/>
          <w:color w:val="FF0000"/>
          <w:lang w:val="es-ES"/>
        </w:rPr>
      </w:pPr>
      <w:r w:rsidRPr="000D52EB">
        <w:rPr>
          <w:rStyle w:val="eCheckBoxSquareChar"/>
          <w:b/>
          <w:color w:val="FF0000"/>
          <w:lang w:val="es-ES"/>
        </w:rPr>
        <w:t>x</w:t>
      </w:r>
      <w:r w:rsidRPr="000D52EB">
        <w:rPr>
          <w:b/>
          <w:color w:val="FF0000"/>
          <w:lang w:val="es-ES"/>
        </w:rPr>
        <w:tab/>
      </w:r>
      <w:r w:rsidR="0037591D">
        <w:rPr>
          <w:rStyle w:val="eCheckBoxTextChar"/>
          <w:color w:val="FF0000"/>
          <w:lang w:val="es-ES"/>
        </w:rPr>
        <w:t>T</w:t>
      </w:r>
      <w:r w:rsidR="0037591D" w:rsidRPr="000D52EB">
        <w:rPr>
          <w:rStyle w:val="eCheckBoxTextChar"/>
          <w:color w:val="FF0000"/>
          <w:lang w:val="es-ES"/>
        </w:rPr>
        <w:t>erminales</w:t>
      </w:r>
      <w:r w:rsidR="0037591D" w:rsidRPr="000D52EB">
        <w:rPr>
          <w:rStyle w:val="eCheckBoxTextChar"/>
          <w:color w:val="FF0000"/>
          <w:lang w:val="es-ES"/>
        </w:rPr>
        <w:t xml:space="preserve"> </w:t>
      </w:r>
      <w:r w:rsidR="000D52EB" w:rsidRPr="000D52EB">
        <w:rPr>
          <w:rStyle w:val="eCheckBoxTextChar"/>
          <w:color w:val="FF0000"/>
          <w:lang w:val="es-ES"/>
        </w:rPr>
        <w:t>re</w:t>
      </w:r>
      <w:r w:rsidRPr="000D52EB">
        <w:rPr>
          <w:rStyle w:val="eCheckBoxTextChar"/>
          <w:color w:val="FF0000"/>
          <w:lang w:val="es-ES"/>
        </w:rPr>
        <w:t>mot</w:t>
      </w:r>
      <w:r w:rsidR="000D52EB" w:rsidRPr="000D52EB">
        <w:rPr>
          <w:rStyle w:val="eCheckBoxTextChar"/>
          <w:color w:val="FF0000"/>
          <w:lang w:val="es-ES"/>
        </w:rPr>
        <w:t>os</w:t>
      </w:r>
    </w:p>
    <w:p w:rsidR="00B87089" w:rsidRPr="000D52EB" w:rsidRDefault="00B87089" w:rsidP="00456D3E">
      <w:pPr>
        <w:pStyle w:val="eLineBottom"/>
        <w:rPr>
          <w:lang w:val="es-ES"/>
        </w:rPr>
      </w:pPr>
    </w:p>
    <w:p w:rsidR="00B05FE7" w:rsidRPr="000D52EB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0D52EB" w:rsidRPr="00F018C9" w:rsidRDefault="000D52EB" w:rsidP="000D52EB">
      <w:pPr>
        <w:pStyle w:val="eTask"/>
        <w:rPr>
          <w:lang w:val="es-ES"/>
        </w:rPr>
      </w:pPr>
      <w:r>
        <w:rPr>
          <w:lang w:val="es-ES"/>
        </w:rPr>
        <w:t>Elije el nombre correcto</w:t>
      </w:r>
    </w:p>
    <w:p w:rsidR="00B05FE7" w:rsidRPr="00AE3AC6" w:rsidRDefault="00B05FE7" w:rsidP="00056FF0">
      <w:pPr>
        <w:rPr>
          <w:lang w:val="en-GB"/>
        </w:rPr>
      </w:pPr>
    </w:p>
    <w:p w:rsidR="005C6F71" w:rsidRPr="000D52EB" w:rsidRDefault="009B458D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SPI</m:t>
                </m:r>
              </m:e>
            </m:eqArr>
          </m:e>
        </m:d>
      </m:oMath>
      <w:r w:rsidR="00056FF0" w:rsidRPr="000D52EB">
        <w:rPr>
          <w:lang w:val="es-ES"/>
        </w:rPr>
        <w:t xml:space="preserve"> </w:t>
      </w:r>
      <w:r w:rsidR="000D52EB">
        <w:rPr>
          <w:lang w:val="es-ES"/>
        </w:rPr>
        <w:t>e</w:t>
      </w:r>
      <w:r w:rsidR="000D52EB" w:rsidRPr="005E1D17">
        <w:rPr>
          <w:lang w:val="es-ES"/>
        </w:rPr>
        <w:t>s un controlador para la regu</w:t>
      </w:r>
      <w:r w:rsidR="000D52EB">
        <w:rPr>
          <w:lang w:val="es-ES"/>
        </w:rPr>
        <w:t>lación eficiente utilizado p</w:t>
      </w:r>
      <w:r w:rsidR="000D52EB" w:rsidRPr="005E1D17">
        <w:rPr>
          <w:lang w:val="es-ES"/>
        </w:rPr>
        <w:t>ara aire acondicionado o control de ventilación en edificios.</w:t>
      </w:r>
    </w:p>
    <w:p w:rsidR="005C6F71" w:rsidRPr="000D52EB" w:rsidRDefault="005C6F71" w:rsidP="002510FF">
      <w:pPr>
        <w:pStyle w:val="eLineBottom"/>
        <w:rPr>
          <w:lang w:val="es-ES"/>
        </w:rPr>
      </w:pPr>
    </w:p>
    <w:p w:rsidR="00A51BF7" w:rsidRPr="000D52EB" w:rsidRDefault="00A51BF7">
      <w:pPr>
        <w:rPr>
          <w:lang w:val="es-ES"/>
        </w:rPr>
      </w:pPr>
    </w:p>
    <w:p w:rsidR="000D52EB" w:rsidRPr="00F018C9" w:rsidRDefault="000D52EB" w:rsidP="000D52EB">
      <w:pPr>
        <w:pStyle w:val="eTask"/>
        <w:rPr>
          <w:lang w:val="es-ES"/>
        </w:rPr>
      </w:pPr>
      <w:r w:rsidRPr="00F018C9">
        <w:rPr>
          <w:lang w:val="es-ES"/>
        </w:rPr>
        <w:t>Complet</w:t>
      </w:r>
      <w:r>
        <w:rPr>
          <w:lang w:val="es-ES"/>
        </w:rPr>
        <w:t>a la  frase</w:t>
      </w:r>
    </w:p>
    <w:p w:rsidR="004E167C" w:rsidRPr="00AE3AC6" w:rsidRDefault="004E167C" w:rsidP="004E167C">
      <w:pPr>
        <w:rPr>
          <w:lang w:val="en-GB"/>
        </w:rPr>
      </w:pPr>
    </w:p>
    <w:p w:rsidR="0016079A" w:rsidRPr="000D52EB" w:rsidRDefault="009B458D" w:rsidP="004E167C">
      <w:pPr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strike/>
                    <w:lang w:val="es-ES"/>
                  </w:rPr>
                  <m:t>D</m:t>
                </m:r>
                <m:r>
                  <m:rPr>
                    <m:nor/>
                  </m:rPr>
                  <w:rPr>
                    <w:strike/>
                    <w:lang w:val="es-ES"/>
                  </w:rPr>
                  <m:t xml:space="preserve">iodo LED </m:t>
                </m:r>
                <m:r>
                  <m:rPr>
                    <m:nor/>
                  </m:rPr>
                  <w:rPr>
                    <w:b/>
                    <w:color w:val="FF0000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Barrera física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Semiconductor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Barrera óptica</m:t>
                </m:r>
              </m:e>
            </m:eqArr>
          </m:e>
        </m:d>
      </m:oMath>
      <w:r w:rsidR="0016079A" w:rsidRPr="000D52EB">
        <w:rPr>
          <w:lang w:val="es-ES"/>
        </w:rPr>
        <w:t xml:space="preserve"> </w:t>
      </w:r>
      <w:r w:rsidR="000D52EB" w:rsidRPr="000D52EB">
        <w:rPr>
          <w:lang w:val="es-ES"/>
        </w:rPr>
        <w:t>Evalúa si un objeto se encuentra en la trayectoria de un haz de luz o no.</w:t>
      </w:r>
    </w:p>
    <w:p w:rsidR="00B87089" w:rsidRPr="000D52EB" w:rsidRDefault="00B87089" w:rsidP="00B87089">
      <w:pPr>
        <w:pStyle w:val="eLineBottom"/>
        <w:rPr>
          <w:lang w:val="es-ES"/>
        </w:rPr>
      </w:pPr>
    </w:p>
    <w:p w:rsidR="00B31FDE" w:rsidRPr="000D52EB" w:rsidRDefault="00B31FDE" w:rsidP="00B31FDE">
      <w:pPr>
        <w:rPr>
          <w:lang w:val="es-ES"/>
        </w:rPr>
      </w:pPr>
    </w:p>
    <w:p w:rsidR="002510FF" w:rsidRPr="000D52EB" w:rsidRDefault="002510FF">
      <w:pPr>
        <w:rPr>
          <w:b/>
          <w:lang w:val="es-ES"/>
        </w:rPr>
      </w:pPr>
      <w:r w:rsidRPr="000D52EB">
        <w:rPr>
          <w:lang w:val="es-ES"/>
        </w:rPr>
        <w:br w:type="page"/>
      </w:r>
    </w:p>
    <w:p w:rsidR="0077465E" w:rsidRPr="00F018C9" w:rsidRDefault="0077465E" w:rsidP="0077465E">
      <w:pPr>
        <w:pStyle w:val="eTask"/>
        <w:rPr>
          <w:lang w:val="es-ES"/>
        </w:rPr>
      </w:pPr>
      <w:r>
        <w:rPr>
          <w:lang w:val="es-ES"/>
        </w:rPr>
        <w:lastRenderedPageBreak/>
        <w:t>As</w:t>
      </w:r>
      <w:r w:rsidRPr="00F018C9">
        <w:rPr>
          <w:lang w:val="es-ES"/>
        </w:rPr>
        <w:t>ign</w:t>
      </w:r>
      <w:r>
        <w:rPr>
          <w:lang w:val="es-ES"/>
        </w:rPr>
        <w:t>ar los tipos de actuadores a su uso</w:t>
      </w:r>
    </w:p>
    <w:p w:rsidR="00C1794E" w:rsidRPr="0077465E" w:rsidRDefault="00C1794E" w:rsidP="004E167C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37591D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AE3AC6" w:rsidRDefault="0077465E" w:rsidP="005C0BB2">
            <w:pPr>
              <w:jc w:val="center"/>
              <w:rPr>
                <w:lang w:val="en-GB"/>
              </w:rPr>
            </w:pPr>
            <w:r>
              <w:rPr>
                <w:lang w:val="es-ES"/>
              </w:rPr>
              <w:t>Actuadores de dos posiciones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AE3AC6" w:rsidRDefault="00C1794E" w:rsidP="004E167C">
            <w:pPr>
              <w:rPr>
                <w:lang w:val="en-GB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77465E" w:rsidRDefault="0077465E" w:rsidP="0071374D">
            <w:pPr>
              <w:rPr>
                <w:lang w:val="es-ES"/>
              </w:rPr>
            </w:pPr>
            <w:r w:rsidRPr="0070578E">
              <w:rPr>
                <w:lang w:val="es-ES"/>
              </w:rPr>
              <w:t>Válvula de control para el suministro de gas al horno de gas del quemador o válvula reductora</w:t>
            </w:r>
          </w:p>
        </w:tc>
      </w:tr>
      <w:tr w:rsidR="005C0BB2" w:rsidRPr="0037591D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77465E" w:rsidRDefault="005C0BB2" w:rsidP="005C0BB2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77465E" w:rsidRDefault="00AE3AC6" w:rsidP="004E167C">
            <w:pPr>
              <w:rPr>
                <w:lang w:val="es-ES"/>
              </w:rPr>
            </w:pPr>
            <w:r w:rsidRPr="00AE3AC6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2B9FB6" wp14:editId="729AC76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-290830</wp:posOffset>
                      </wp:positionV>
                      <wp:extent cx="790575" cy="847725"/>
                      <wp:effectExtent l="0" t="0" r="2857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1A0A5" id="Přímá spojnice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22.9pt" to="56.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77465E" w:rsidRDefault="005C0BB2" w:rsidP="006B120C">
            <w:pPr>
              <w:rPr>
                <w:lang w:val="es-ES"/>
              </w:rPr>
            </w:pPr>
          </w:p>
        </w:tc>
      </w:tr>
      <w:tr w:rsidR="00C1794E" w:rsidRPr="0037591D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AE3AC6" w:rsidRDefault="0077465E" w:rsidP="005C0BB2">
            <w:pPr>
              <w:jc w:val="center"/>
              <w:rPr>
                <w:lang w:val="en-GB"/>
              </w:rPr>
            </w:pPr>
            <w:r>
              <w:rPr>
                <w:lang w:val="es-ES"/>
              </w:rPr>
              <w:t>Actuadores con salida continua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AE3AC6" w:rsidRDefault="00AE3AC6" w:rsidP="00B05FE7">
            <w:pPr>
              <w:pStyle w:val="eText"/>
              <w:rPr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BE635D" wp14:editId="29F6C905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-573405</wp:posOffset>
                      </wp:positionV>
                      <wp:extent cx="781050" cy="847725"/>
                      <wp:effectExtent l="0" t="0" r="19050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08E11C" id="Přímá spojnice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45.15pt" to="55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77465E" w:rsidRDefault="0077465E" w:rsidP="00D51C8B">
            <w:pPr>
              <w:pStyle w:val="Normlnweb"/>
              <w:spacing w:after="0"/>
              <w:rPr>
                <w:lang w:val="es-ES"/>
              </w:rPr>
            </w:pPr>
            <w:r w:rsidRPr="0070578E">
              <w:rPr>
                <w:lang w:val="es-ES"/>
              </w:rPr>
              <w:t>Cerradura eléctrica de la puerta, contactor que por la disminución de la temperatura en un calentador conecta el calentador a la tensión eléctrica</w:t>
            </w:r>
          </w:p>
        </w:tc>
      </w:tr>
    </w:tbl>
    <w:p w:rsidR="00B87089" w:rsidRPr="0077465E" w:rsidRDefault="00B87089" w:rsidP="00B87089">
      <w:pPr>
        <w:pStyle w:val="eLineBottom"/>
        <w:rPr>
          <w:lang w:val="es-ES"/>
        </w:rPr>
      </w:pPr>
    </w:p>
    <w:p w:rsidR="00B87089" w:rsidRPr="0077465E" w:rsidRDefault="00B87089" w:rsidP="00B87089">
      <w:pPr>
        <w:rPr>
          <w:lang w:val="es-ES"/>
        </w:rPr>
      </w:pPr>
    </w:p>
    <w:p w:rsidR="0077465E" w:rsidRPr="00F018C9" w:rsidRDefault="0077465E" w:rsidP="0077465E">
      <w:pPr>
        <w:pStyle w:val="eTask"/>
        <w:rPr>
          <w:lang w:val="es-ES"/>
        </w:rPr>
      </w:pPr>
      <w:r w:rsidRPr="00F018C9">
        <w:rPr>
          <w:lang w:val="es-ES"/>
        </w:rPr>
        <w:t>Selec</w:t>
      </w:r>
      <w:r>
        <w:rPr>
          <w:lang w:val="es-ES"/>
        </w:rPr>
        <w:t>ciona la opción correcta</w:t>
      </w:r>
      <w:bookmarkStart w:id="0" w:name="_GoBack"/>
      <w:bookmarkEnd w:id="0"/>
    </w:p>
    <w:p w:rsidR="004E167C" w:rsidRPr="00AE3AC6" w:rsidRDefault="004E167C" w:rsidP="000F7352">
      <w:pPr>
        <w:rPr>
          <w:lang w:val="en-GB"/>
        </w:rPr>
      </w:pPr>
    </w:p>
    <w:p w:rsidR="000F7352" w:rsidRPr="0077465E" w:rsidRDefault="009B458D" w:rsidP="005C0BB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Sistema de iluminación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 xml:space="preserve">Sistema SCADA 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 xml:space="preserve">Sistema de Control 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Sistema de Transporte</m:t>
                </m:r>
              </m:e>
            </m:eqArr>
          </m:e>
        </m:d>
      </m:oMath>
      <w:r w:rsidR="000F7352" w:rsidRPr="0077465E">
        <w:rPr>
          <w:lang w:val="es-ES"/>
        </w:rPr>
        <w:t xml:space="preserve"> </w:t>
      </w:r>
      <w:r w:rsidR="0077465E">
        <w:rPr>
          <w:lang w:val="es-ES"/>
        </w:rPr>
        <w:t>e</w:t>
      </w:r>
      <w:r w:rsidR="0077465E" w:rsidRPr="000330CA">
        <w:rPr>
          <w:lang w:val="es-ES"/>
        </w:rPr>
        <w:t>s un dispositivo o conjunto de dispositivos, que gestiona y dirige comandos o controla el comportamiento de otros dispositivos o sistemas.</w:t>
      </w:r>
    </w:p>
    <w:p w:rsidR="000F7352" w:rsidRPr="0077465E" w:rsidRDefault="000F7352" w:rsidP="000F7352">
      <w:pPr>
        <w:rPr>
          <w:lang w:val="es-ES"/>
        </w:rPr>
      </w:pPr>
    </w:p>
    <w:sectPr w:rsidR="000F7352" w:rsidRPr="0077465E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58D" w:rsidRDefault="009B458D" w:rsidP="00861A1A">
      <w:r>
        <w:separator/>
      </w:r>
    </w:p>
  </w:endnote>
  <w:endnote w:type="continuationSeparator" w:id="0">
    <w:p w:rsidR="009B458D" w:rsidRDefault="009B458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37591D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20995" w:rsidRPr="00A755AA" w:rsidRDefault="00D20995" w:rsidP="00D2099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D973EC" w:rsidRPr="00D20995" w:rsidRDefault="00D20995" w:rsidP="00D2099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58D" w:rsidRDefault="009B458D" w:rsidP="00861A1A">
      <w:r>
        <w:separator/>
      </w:r>
    </w:p>
  </w:footnote>
  <w:footnote w:type="continuationSeparator" w:id="0">
    <w:p w:rsidR="009B458D" w:rsidRDefault="009B458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37591D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591D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591D">
      <w:rPr>
        <w:b/>
        <w:noProof/>
        <w:sz w:val="32"/>
        <w:szCs w:val="32"/>
        <w:lang w:val="es-ES"/>
      </w:rPr>
      <w:tab/>
    </w:r>
    <w:r w:rsidR="00D20995" w:rsidRPr="0037591D">
      <w:rPr>
        <w:rFonts w:ascii="Calibri" w:hAnsi="Calibri"/>
        <w:b/>
        <w:smallCaps/>
        <w:noProof/>
        <w:lang w:val="es-ES"/>
      </w:rPr>
      <w:t>EJERCICIO</w:t>
    </w:r>
  </w:p>
  <w:p w:rsidR="00D973EC" w:rsidRPr="00D20995" w:rsidRDefault="00D20995" w:rsidP="0071374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777E14">
      <w:rPr>
        <w:rFonts w:ascii="Calibri" w:hAnsi="Calibri"/>
        <w:smallCaps/>
        <w:noProof/>
        <w:sz w:val="20"/>
        <w:szCs w:val="20"/>
        <w:lang w:val="es-ES"/>
      </w:rPr>
      <w:t>SISTEMAS PARA EDIFICIOS Y CASAS INTELIGENTES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677B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52EB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54F1D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591D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15B5"/>
    <w:rsid w:val="004C6FC0"/>
    <w:rsid w:val="004D10A8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465E"/>
    <w:rsid w:val="00777BB7"/>
    <w:rsid w:val="007837ED"/>
    <w:rsid w:val="0078706A"/>
    <w:rsid w:val="00790D07"/>
    <w:rsid w:val="007A11F2"/>
    <w:rsid w:val="007A3AC2"/>
    <w:rsid w:val="007B3007"/>
    <w:rsid w:val="007C096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E510E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458D"/>
    <w:rsid w:val="009B5E16"/>
    <w:rsid w:val="009B638C"/>
    <w:rsid w:val="009C1AA6"/>
    <w:rsid w:val="009C238F"/>
    <w:rsid w:val="009C5117"/>
    <w:rsid w:val="009C5C13"/>
    <w:rsid w:val="009C7B24"/>
    <w:rsid w:val="009E2A2A"/>
    <w:rsid w:val="009E7F6A"/>
    <w:rsid w:val="009F0EEC"/>
    <w:rsid w:val="009F6E5E"/>
    <w:rsid w:val="00A14508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0E7D"/>
    <w:rsid w:val="00AC4ED9"/>
    <w:rsid w:val="00AC6380"/>
    <w:rsid w:val="00AD2F36"/>
    <w:rsid w:val="00AD3CB1"/>
    <w:rsid w:val="00AD5F36"/>
    <w:rsid w:val="00AD6E4D"/>
    <w:rsid w:val="00AE3AC6"/>
    <w:rsid w:val="00AF0FE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995"/>
    <w:rsid w:val="00D20A5C"/>
    <w:rsid w:val="00D25851"/>
    <w:rsid w:val="00D2650E"/>
    <w:rsid w:val="00D3228E"/>
    <w:rsid w:val="00D33524"/>
    <w:rsid w:val="00D41D22"/>
    <w:rsid w:val="00D46C4F"/>
    <w:rsid w:val="00D51C8B"/>
    <w:rsid w:val="00D573B0"/>
    <w:rsid w:val="00D57C2E"/>
    <w:rsid w:val="00D62073"/>
    <w:rsid w:val="00D6535B"/>
    <w:rsid w:val="00D71B81"/>
    <w:rsid w:val="00D773FA"/>
    <w:rsid w:val="00D77BF0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029A6"/>
    <w:rsid w:val="00F12783"/>
    <w:rsid w:val="00F13366"/>
    <w:rsid w:val="00F15F0A"/>
    <w:rsid w:val="00F168D6"/>
    <w:rsid w:val="00F206BA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4C67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0C8D5"/>
  <w15:docId w15:val="{DE23BEBF-6272-4252-B6C2-4F011D11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4C15B5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4C15B5"/>
  </w:style>
  <w:style w:type="character" w:customStyle="1" w:styleId="TextkomenteChar">
    <w:name w:val="Text komentáře Char"/>
    <w:basedOn w:val="Standardnpsmoodstavce"/>
    <w:link w:val="Textkomente"/>
    <w:semiHidden/>
    <w:rsid w:val="004C15B5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C15B5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4C15B5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00E0-31EB-4667-8B1E-BC3ADA3A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17</TotalTime>
  <Pages>3</Pages>
  <Words>305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2017-01-25T18:54:00Z</dcterms:created>
  <dcterms:modified xsi:type="dcterms:W3CDTF">2017-06-01T06:49:00Z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