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AB333" w14:textId="77777777" w:rsidR="00141E1A" w:rsidRPr="001511CB" w:rsidRDefault="001511CB" w:rsidP="00F7747B">
      <w:pPr>
        <w:pStyle w:val="eTask"/>
        <w:rPr>
          <w:lang w:val="es-ES"/>
        </w:rPr>
      </w:pPr>
      <w:r>
        <w:t>Modifica las siguientes frases, de forma que las sentencias sean ciertas</w:t>
      </w:r>
    </w:p>
    <w:p w14:paraId="08E96766" w14:textId="77777777" w:rsidR="001922A0" w:rsidRPr="001511CB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14:paraId="7D306C8C" w14:textId="77777777" w:rsidR="00170488" w:rsidRPr="006D27C7" w:rsidRDefault="00E06864" w:rsidP="006D27C7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suplantación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captura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170488" w:rsidRPr="00B023AC">
        <w:rPr>
          <w:lang w:val="es-ES"/>
        </w:rPr>
        <w:t xml:space="preserve"> </w:t>
      </w:r>
      <w:r w:rsidR="001511CB" w:rsidRPr="00B023AC">
        <w:rPr>
          <w:lang w:val="es-ES"/>
        </w:rPr>
        <w:t xml:space="preserve">de correo electrónico supone enviar mails desde una cuenta de correo electrónico falsa o desde la cuenta de correo de otro usuario. </w:t>
      </w:r>
    </w:p>
    <w:p w14:paraId="45C1356A" w14:textId="77777777" w:rsidR="00170488" w:rsidRPr="006D27C7" w:rsidRDefault="00170488" w:rsidP="006D27C7">
      <w:pPr>
        <w:spacing w:line="360" w:lineRule="auto"/>
        <w:rPr>
          <w:lang w:val="es-ES"/>
        </w:rPr>
      </w:pPr>
      <w:bookmarkStart w:id="0" w:name="_GoBack"/>
      <w:bookmarkEnd w:id="0"/>
    </w:p>
    <w:p w14:paraId="202AF568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Los ataques de denegación de servicio</w:t>
      </w:r>
      <w:r w:rsidR="00170488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destruy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destruy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en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>y</w:t>
      </w:r>
      <w:r w:rsidR="00F7747B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roban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roban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 xml:space="preserve">datos, tal como ocurre en otros tipos de ataques. </w:t>
      </w:r>
    </w:p>
    <w:p w14:paraId="2B155EB7" w14:textId="77777777" w:rsidR="00AE2985" w:rsidRPr="00B023AC" w:rsidRDefault="00AE2985" w:rsidP="006D27C7">
      <w:pPr>
        <w:spacing w:line="360" w:lineRule="auto"/>
        <w:rPr>
          <w:lang w:val="es-ES"/>
        </w:rPr>
      </w:pPr>
    </w:p>
    <w:p w14:paraId="6DDF5457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El objetivo de ataques DDoS</w:t>
      </w:r>
      <w:r w:rsidR="00F7747B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basados en volumen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protocol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o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554277" w:rsidRPr="00B023AC">
        <w:rPr>
          <w:lang w:val="es-ES"/>
        </w:rPr>
        <w:t xml:space="preserve"> </w:t>
      </w:r>
      <w:r w:rsidRPr="00B023AC">
        <w:rPr>
          <w:lang w:val="es-ES"/>
        </w:rPr>
        <w:t>es saturar el ancho de banda de la red</w:t>
      </w:r>
      <w:r w:rsidR="00C43E9A">
        <w:rPr>
          <w:lang w:val="es-ES"/>
        </w:rPr>
        <w:t>.</w:t>
      </w:r>
    </w:p>
    <w:p w14:paraId="2BB380D9" w14:textId="77777777" w:rsidR="001316F0" w:rsidRPr="00B023AC" w:rsidRDefault="001316F0" w:rsidP="006D27C7">
      <w:pPr>
        <w:spacing w:line="360" w:lineRule="auto"/>
        <w:rPr>
          <w:lang w:val="es-ES"/>
        </w:rPr>
      </w:pPr>
    </w:p>
    <w:p w14:paraId="2062C666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Los ataques de ingeniería social</w:t>
      </w:r>
      <w:r w:rsidR="00AE2985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se refieren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se refieren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>a manipulaciones tecnológicas</w:t>
      </w:r>
      <w:r w:rsidR="00AE2985" w:rsidRPr="00B023AC">
        <w:rPr>
          <w:lang w:val="es-ES"/>
        </w:rPr>
        <w:t xml:space="preserve"> </w:t>
      </w:r>
      <w:r w:rsidRPr="00B023AC">
        <w:rPr>
          <w:lang w:val="es-ES"/>
        </w:rPr>
        <w:t xml:space="preserve">del hardware o </w:t>
      </w:r>
      <w:r w:rsidR="00AE2985" w:rsidRPr="00B023AC">
        <w:rPr>
          <w:lang w:val="es-ES"/>
        </w:rPr>
        <w:t xml:space="preserve">software </w:t>
      </w:r>
      <w:r w:rsidRPr="00B023AC">
        <w:rPr>
          <w:lang w:val="es-ES"/>
        </w:rPr>
        <w:t>y</w:t>
      </w:r>
      <w:r w:rsidR="00AE2985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requieren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requieren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AE2985" w:rsidRPr="00B023AC">
        <w:rPr>
          <w:lang w:val="es-ES"/>
        </w:rPr>
        <w:t xml:space="preserve"> </w:t>
      </w:r>
      <w:r w:rsidRPr="00B023AC">
        <w:rPr>
          <w:lang w:val="es-ES"/>
        </w:rPr>
        <w:t>grandes habilidades tecnológicas.</w:t>
      </w:r>
    </w:p>
    <w:p w14:paraId="0861E810" w14:textId="77777777" w:rsidR="00211FB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 xml:space="preserve">La detección de virus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basada en firmas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con enfoque heurístico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  <m:r>
          <w:rPr>
            <w:rFonts w:ascii="Cambria Math"/>
            <w:lang w:val="es-ES"/>
          </w:rPr>
          <m:t xml:space="preserve"> </m:t>
        </m:r>
      </m:oMath>
      <w:r w:rsidR="005156F1" w:rsidRPr="00B023AC">
        <w:rPr>
          <w:lang w:val="es-ES"/>
        </w:rPr>
        <w:t>puede identificar</w:t>
      </w:r>
      <w:r w:rsidR="00554277" w:rsidRPr="00B023AC">
        <w:rPr>
          <w:lang w:val="es-ES"/>
        </w:rPr>
        <w:t xml:space="preserve"> </w:t>
      </w:r>
      <w:r w:rsidR="005156F1" w:rsidRPr="00B023AC">
        <w:rPr>
          <w:lang w:val="es-ES"/>
        </w:rPr>
        <w:t>nuevos virus</w:t>
      </w:r>
      <w:r w:rsidR="00AE2985" w:rsidRPr="00B023AC">
        <w:rPr>
          <w:lang w:val="es-ES"/>
        </w:rPr>
        <w:t xml:space="preserve"> o variant</w:t>
      </w:r>
      <w:r w:rsidR="005156F1" w:rsidRPr="00B023AC">
        <w:rPr>
          <w:lang w:val="es-ES"/>
        </w:rPr>
        <w:t>e</w:t>
      </w:r>
      <w:r w:rsidR="00AE2985" w:rsidRPr="00B023AC">
        <w:rPr>
          <w:lang w:val="es-ES"/>
        </w:rPr>
        <w:t xml:space="preserve">s </w:t>
      </w:r>
      <w:r w:rsidR="005156F1" w:rsidRPr="00B023AC">
        <w:rPr>
          <w:lang w:val="es-ES"/>
        </w:rPr>
        <w:t>de</w:t>
      </w:r>
      <w:r w:rsidR="00AE2985" w:rsidRPr="00B023AC">
        <w:rPr>
          <w:lang w:val="es-ES"/>
        </w:rPr>
        <w:t xml:space="preserve"> </w:t>
      </w:r>
      <w:r w:rsidR="005156F1" w:rsidRPr="00B023AC">
        <w:rPr>
          <w:lang w:val="es-ES"/>
        </w:rPr>
        <w:t xml:space="preserve">virus </w:t>
      </w:r>
      <w:r w:rsidR="00AE2985" w:rsidRPr="00B023AC">
        <w:rPr>
          <w:lang w:val="es-ES"/>
        </w:rPr>
        <w:t>exist</w:t>
      </w:r>
      <w:r w:rsidR="005156F1" w:rsidRPr="00B023AC">
        <w:rPr>
          <w:lang w:val="es-ES"/>
        </w:rPr>
        <w:t>entes</w:t>
      </w:r>
      <w:r w:rsidR="00AE2985" w:rsidRPr="00B023AC">
        <w:rPr>
          <w:lang w:val="es-ES"/>
        </w:rPr>
        <w:t xml:space="preserve"> </w:t>
      </w:r>
      <w:r w:rsidR="005156F1" w:rsidRPr="00B023AC">
        <w:rPr>
          <w:lang w:val="es-ES"/>
        </w:rPr>
        <w:t>buscando en los ficheros código malicioso</w:t>
      </w:r>
      <w:r w:rsidR="00AE2985" w:rsidRPr="00B023AC">
        <w:rPr>
          <w:lang w:val="es-ES"/>
        </w:rPr>
        <w:t xml:space="preserve">, o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ligeras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considerables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  <m:r>
          <w:rPr>
            <w:rFonts w:ascii="Cambria Math"/>
            <w:lang w:val="es-ES"/>
          </w:rPr>
          <m:t xml:space="preserve"> </m:t>
        </m:r>
      </m:oMath>
      <w:r w:rsidR="005156F1" w:rsidRPr="00B023AC">
        <w:rPr>
          <w:lang w:val="es-ES"/>
        </w:rPr>
        <w:t>variaciones de dicho código.</w:t>
      </w:r>
    </w:p>
    <w:p w14:paraId="2F105959" w14:textId="77777777" w:rsidR="00141E1A" w:rsidRPr="005156F1" w:rsidRDefault="00141E1A" w:rsidP="00141E1A">
      <w:pPr>
        <w:pStyle w:val="eLineBottom"/>
        <w:rPr>
          <w:lang w:val="es-ES"/>
        </w:rPr>
      </w:pPr>
    </w:p>
    <w:p w14:paraId="21407344" w14:textId="77777777" w:rsidR="001922A0" w:rsidRPr="005156F1" w:rsidRDefault="001922A0" w:rsidP="001922A0">
      <w:pPr>
        <w:rPr>
          <w:lang w:val="es-ES"/>
        </w:rPr>
      </w:pPr>
    </w:p>
    <w:p w14:paraId="4092B991" w14:textId="77777777" w:rsidR="003A1E6F" w:rsidRPr="003A1E6F" w:rsidRDefault="003A1E6F" w:rsidP="003A1E6F">
      <w:pPr>
        <w:pStyle w:val="eTask"/>
        <w:rPr>
          <w:lang w:val="en-US"/>
        </w:rPr>
      </w:pPr>
      <w:proofErr w:type="spellStart"/>
      <w:r w:rsidRPr="003A1E6F">
        <w:rPr>
          <w:lang w:val="en-US"/>
        </w:rPr>
        <w:t>Mar</w:t>
      </w:r>
      <w:r w:rsidR="005156F1">
        <w:rPr>
          <w:lang w:val="en-US"/>
        </w:rPr>
        <w:t>ca</w:t>
      </w:r>
      <w:proofErr w:type="spellEnd"/>
      <w:r w:rsidR="005156F1">
        <w:rPr>
          <w:lang w:val="en-US"/>
        </w:rPr>
        <w:t xml:space="preserve"> las </w:t>
      </w:r>
      <w:proofErr w:type="spellStart"/>
      <w:r w:rsidR="005156F1">
        <w:rPr>
          <w:lang w:val="en-US"/>
        </w:rPr>
        <w:t>frases</w:t>
      </w:r>
      <w:proofErr w:type="spellEnd"/>
      <w:r w:rsidR="005156F1">
        <w:rPr>
          <w:lang w:val="en-US"/>
        </w:rPr>
        <w:t xml:space="preserve"> </w:t>
      </w:r>
      <w:proofErr w:type="spellStart"/>
      <w:r w:rsidR="005156F1">
        <w:rPr>
          <w:lang w:val="en-US"/>
        </w:rPr>
        <w:t>correctas</w:t>
      </w:r>
      <w:proofErr w:type="spellEnd"/>
      <w:r w:rsidRPr="003A1E6F">
        <w:rPr>
          <w:lang w:val="en-US"/>
        </w:rPr>
        <w:t xml:space="preserve">. </w:t>
      </w:r>
    </w:p>
    <w:p w14:paraId="57E5BC8D" w14:textId="77777777" w:rsidR="003A1E6F" w:rsidRPr="00A65E53" w:rsidRDefault="003A1E6F" w:rsidP="003A1E6F">
      <w:pPr>
        <w:rPr>
          <w:lang w:val="en-US"/>
        </w:rPr>
      </w:pPr>
    </w:p>
    <w:p w14:paraId="237F5500" w14:textId="77777777" w:rsidR="00A21623" w:rsidRPr="00352A45" w:rsidRDefault="00352A45" w:rsidP="003A1E6F">
      <w:pPr>
        <w:pStyle w:val="eCheckBoxText"/>
        <w:rPr>
          <w:color w:val="FF0000"/>
          <w:szCs w:val="40"/>
          <w:lang w:val="es-ES"/>
        </w:rPr>
      </w:pPr>
      <w:r w:rsidRPr="00352A45">
        <w:rPr>
          <w:rStyle w:val="eCheckBoxSquareChar"/>
          <w:b/>
          <w:color w:val="FF0000"/>
        </w:rPr>
        <w:t>x</w:t>
      </w:r>
      <w:r w:rsidR="003A1E6F" w:rsidRPr="00352A45">
        <w:rPr>
          <w:color w:val="FF0000"/>
          <w:szCs w:val="40"/>
          <w:lang w:val="es-ES"/>
        </w:rPr>
        <w:tab/>
      </w:r>
      <w:r w:rsidR="00373279" w:rsidRPr="00352A45">
        <w:rPr>
          <w:color w:val="FF0000"/>
          <w:szCs w:val="40"/>
          <w:lang w:val="es-ES"/>
        </w:rPr>
        <w:t>Un ataque DoS es una acción deliberada que impide que un ordenador o los equipos de red funcionen correctamente (por ejemplo, evitando que los usuarios puedan conectarse a la red</w:t>
      </w:r>
      <w:r w:rsidR="00C43E9A">
        <w:rPr>
          <w:color w:val="FF0000"/>
          <w:szCs w:val="40"/>
          <w:lang w:val="es-ES"/>
        </w:rPr>
        <w:t>).</w:t>
      </w:r>
    </w:p>
    <w:p w14:paraId="66ECAA6D" w14:textId="77777777" w:rsidR="00877FE6" w:rsidRPr="00B023AC" w:rsidRDefault="006D27C7" w:rsidP="003A1E6F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E61FF5" w:rsidRPr="00B023AC">
        <w:rPr>
          <w:rStyle w:val="eCheckBoxSquareChar"/>
          <w:sz w:val="24"/>
          <w:szCs w:val="24"/>
          <w:lang w:val="es-ES"/>
        </w:rPr>
        <w:t>Se considera 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dware </w:t>
      </w:r>
      <w:r w:rsidR="00E61FF5" w:rsidRPr="00B023AC">
        <w:rPr>
          <w:rStyle w:val="eCheckBoxSquareChar"/>
          <w:sz w:val="24"/>
          <w:szCs w:val="24"/>
          <w:lang w:val="es-ES"/>
        </w:rPr>
        <w:t>como una alternativa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 i</w:t>
      </w:r>
      <w:r w:rsidR="00E61FF5" w:rsidRPr="00B023AC">
        <w:rPr>
          <w:rStyle w:val="eCheckBoxSquareChar"/>
          <w:sz w:val="24"/>
          <w:szCs w:val="24"/>
          <w:lang w:val="es-ES"/>
        </w:rPr>
        <w:t>legítima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 </w:t>
      </w:r>
      <w:r w:rsidR="00E61FF5" w:rsidRPr="00B023AC">
        <w:rPr>
          <w:rStyle w:val="eCheckBoxSquareChar"/>
          <w:sz w:val="24"/>
          <w:szCs w:val="24"/>
          <w:lang w:val="es-ES"/>
        </w:rPr>
        <w:t>que se ofrece a los usuarios que no desean pagar por el software</w:t>
      </w:r>
      <w:r w:rsidR="00877FE6" w:rsidRPr="00B023AC">
        <w:rPr>
          <w:rStyle w:val="eCheckBoxSquareChar"/>
          <w:sz w:val="24"/>
          <w:szCs w:val="24"/>
          <w:lang w:val="es-ES"/>
        </w:rPr>
        <w:t>.</w:t>
      </w:r>
    </w:p>
    <w:p w14:paraId="2053181A" w14:textId="77777777" w:rsidR="00170488" w:rsidRPr="00B023AC" w:rsidRDefault="006D27C7" w:rsidP="003A1E6F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E61FF5" w:rsidRPr="00B023AC">
        <w:rPr>
          <w:rStyle w:val="eCheckBoxSquareChar"/>
          <w:sz w:val="24"/>
          <w:szCs w:val="24"/>
          <w:lang w:val="es-ES"/>
        </w:rPr>
        <w:t xml:space="preserve">Una infección de software espía no genera </w:t>
      </w:r>
      <w:r w:rsidR="00980338" w:rsidRPr="00B023AC">
        <w:rPr>
          <w:rStyle w:val="eCheckBoxSquareChar"/>
          <w:sz w:val="24"/>
          <w:szCs w:val="24"/>
          <w:lang w:val="es-ES"/>
        </w:rPr>
        <w:t xml:space="preserve">tráfico adicional de red, uso de disco o </w:t>
      </w:r>
      <w:r w:rsidR="00E61FF5" w:rsidRPr="00B023AC">
        <w:rPr>
          <w:rStyle w:val="eCheckBoxSquareChar"/>
          <w:sz w:val="24"/>
          <w:szCs w:val="24"/>
          <w:lang w:val="es-ES"/>
        </w:rPr>
        <w:t xml:space="preserve">actividad </w:t>
      </w:r>
      <w:r w:rsidR="007A760B" w:rsidRPr="00B023AC">
        <w:rPr>
          <w:rStyle w:val="eCheckBoxSquareChar"/>
          <w:sz w:val="24"/>
          <w:szCs w:val="24"/>
          <w:lang w:val="es-ES"/>
        </w:rPr>
        <w:t>in</w:t>
      </w:r>
      <w:r w:rsidR="00E61FF5" w:rsidRPr="00B023AC">
        <w:rPr>
          <w:rStyle w:val="eCheckBoxSquareChar"/>
          <w:sz w:val="24"/>
          <w:szCs w:val="24"/>
          <w:lang w:val="es-ES"/>
        </w:rPr>
        <w:t>deseada de la CPU</w:t>
      </w:r>
      <w:r w:rsidR="00C43E9A">
        <w:rPr>
          <w:rStyle w:val="eCheckBoxSquareChar"/>
          <w:sz w:val="24"/>
          <w:szCs w:val="24"/>
          <w:lang w:val="es-ES"/>
        </w:rPr>
        <w:t>.</w:t>
      </w:r>
    </w:p>
    <w:p w14:paraId="2ED064A1" w14:textId="77777777" w:rsidR="00A21623" w:rsidRPr="00352A45" w:rsidRDefault="00352A45" w:rsidP="003A1E6F">
      <w:pPr>
        <w:pStyle w:val="eCheckBoxText"/>
        <w:rPr>
          <w:rStyle w:val="eCheckBoxSquareChar"/>
          <w:color w:val="FF0000"/>
          <w:sz w:val="24"/>
          <w:szCs w:val="24"/>
          <w:lang w:val="es-ES"/>
        </w:rPr>
      </w:pPr>
      <w:r w:rsidRPr="00352A45">
        <w:rPr>
          <w:rStyle w:val="eCheckBoxSquareChar"/>
          <w:b/>
          <w:color w:val="FF0000"/>
        </w:rPr>
        <w:t>x</w:t>
      </w:r>
      <w:r w:rsidR="003A1E6F" w:rsidRPr="00352A45">
        <w:rPr>
          <w:rStyle w:val="eCheckBoxSquareChar"/>
          <w:color w:val="FF0000"/>
          <w:lang w:val="es-ES"/>
        </w:rPr>
        <w:tab/>
      </w:r>
      <w:r w:rsidR="00953BA1" w:rsidRPr="00352A45">
        <w:rPr>
          <w:rStyle w:val="eCheckBoxSquareChar"/>
          <w:color w:val="FF0000"/>
          <w:sz w:val="24"/>
          <w:szCs w:val="24"/>
          <w:lang w:val="es-ES"/>
        </w:rPr>
        <w:t>Se denomina código malicioso a un programa informático que realiza una acción que intencionalmente daña a un sistema o a sus datos</w:t>
      </w:r>
      <w:r w:rsidR="00C43E9A">
        <w:rPr>
          <w:rStyle w:val="eCheckBoxSquareChar"/>
          <w:color w:val="FF0000"/>
          <w:sz w:val="24"/>
          <w:szCs w:val="24"/>
          <w:lang w:val="es-ES"/>
        </w:rPr>
        <w:t>.</w:t>
      </w:r>
    </w:p>
    <w:p w14:paraId="0BB13D66" w14:textId="77777777" w:rsidR="00953BA1" w:rsidRPr="00352A45" w:rsidRDefault="00352A45" w:rsidP="00953BA1">
      <w:pPr>
        <w:pStyle w:val="eCheckBoxText"/>
        <w:rPr>
          <w:rStyle w:val="eCheckBoxSquareChar"/>
          <w:color w:val="FF0000"/>
          <w:sz w:val="24"/>
          <w:szCs w:val="24"/>
          <w:lang w:val="es-ES"/>
        </w:rPr>
      </w:pPr>
      <w:r w:rsidRPr="00352A45">
        <w:rPr>
          <w:rStyle w:val="eCheckBoxSquareChar"/>
          <w:b/>
          <w:color w:val="FF0000"/>
        </w:rPr>
        <w:t>x</w:t>
      </w:r>
      <w:r w:rsidR="003A1E6F" w:rsidRPr="00352A45">
        <w:rPr>
          <w:rStyle w:val="eCheckBoxSquareChar"/>
          <w:color w:val="FF0000"/>
          <w:lang w:val="es-ES"/>
        </w:rPr>
        <w:tab/>
      </w:r>
      <w:r w:rsidR="00953BA1" w:rsidRPr="00352A45">
        <w:rPr>
          <w:rStyle w:val="eCheckBoxSquareChar"/>
          <w:color w:val="FF0000"/>
          <w:sz w:val="24"/>
          <w:szCs w:val="24"/>
          <w:lang w:val="es-ES"/>
        </w:rPr>
        <w:t>Un ataque de suplantación de identidad es cuando una persona maliciosa se ​​hace pasar por otro usuario o dispositivo en una red.</w:t>
      </w:r>
    </w:p>
    <w:p w14:paraId="298D1B6B" w14:textId="77777777" w:rsidR="00141E1A" w:rsidRPr="00B023AC" w:rsidRDefault="006D27C7" w:rsidP="00211FB6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211FB6" w:rsidRPr="00B023AC">
        <w:rPr>
          <w:rStyle w:val="eCheckBoxSquareChar"/>
          <w:lang w:val="es-ES"/>
        </w:rPr>
        <w:tab/>
      </w:r>
      <w:r w:rsidR="00953BA1" w:rsidRPr="00B023AC">
        <w:rPr>
          <w:rStyle w:val="eCheckBoxSquareChar"/>
          <w:sz w:val="24"/>
          <w:szCs w:val="24"/>
          <w:lang w:val="es-ES"/>
        </w:rPr>
        <w:t>Los ataques de día cer</w:t>
      </w:r>
      <w:r w:rsidR="00C43E9A">
        <w:rPr>
          <w:rStyle w:val="eCheckBoxSquareChar"/>
          <w:sz w:val="24"/>
          <w:szCs w:val="24"/>
          <w:lang w:val="es-ES"/>
        </w:rPr>
        <w:t>o se descubren en pocos minutos.</w:t>
      </w:r>
    </w:p>
    <w:p w14:paraId="2561958A" w14:textId="77777777" w:rsidR="00EB68C8" w:rsidRPr="00EB68C8" w:rsidRDefault="00EB68C8" w:rsidP="00352A45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>A</w:t>
      </w:r>
      <w:r w:rsidR="00B023AC">
        <w:rPr>
          <w:lang w:val="ca-ES"/>
        </w:rPr>
        <w:t xml:space="preserve">signa los términos de la columna izquierda con </w:t>
      </w:r>
      <w:r w:rsidR="00B023AC" w:rsidRPr="00C43E9A">
        <w:rPr>
          <w:lang w:val="es-ES_tradnl"/>
        </w:rPr>
        <w:t>sus definicion</w:t>
      </w:r>
      <w:r w:rsidR="00C43E9A" w:rsidRPr="00C43E9A">
        <w:rPr>
          <w:lang w:val="es-ES_tradnl"/>
        </w:rPr>
        <w:t>e</w:t>
      </w:r>
      <w:r w:rsidR="00B023AC" w:rsidRPr="00C43E9A">
        <w:rPr>
          <w:lang w:val="es-ES_tradnl"/>
        </w:rPr>
        <w:t>s correspondientes</w:t>
      </w:r>
      <w:r w:rsidR="00B023AC">
        <w:rPr>
          <w:lang w:val="ca-ES"/>
        </w:rPr>
        <w:t xml:space="preserve"> en la derecha </w:t>
      </w:r>
    </w:p>
    <w:p w14:paraId="2BB2956B" w14:textId="698F9856" w:rsidR="00EE4E6D" w:rsidRPr="006D27C7" w:rsidRDefault="00082B06" w:rsidP="00F7747B">
      <w:pPr>
        <w:rPr>
          <w:lang w:val="es-ES"/>
        </w:rPr>
      </w:pPr>
      <w:r w:rsidRPr="00352A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36E44" wp14:editId="11B531FA">
                <wp:simplePos x="0" y="0"/>
                <wp:positionH relativeFrom="column">
                  <wp:posOffset>1891173</wp:posOffset>
                </wp:positionH>
                <wp:positionV relativeFrom="paragraph">
                  <wp:posOffset>504967</wp:posOffset>
                </wp:positionV>
                <wp:extent cx="1936892" cy="2687320"/>
                <wp:effectExtent l="0" t="0" r="25400" b="1778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6892" cy="2687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1EF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48.9pt;margin-top:39.75pt;width:152.5pt;height:211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" strokecolor="red" strokeweight="1.25pt"/>
            </w:pict>
          </mc:Fallback>
        </mc:AlternateContent>
      </w:r>
      <w:r w:rsidRPr="00352A4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4D3A49" wp14:editId="7254208F">
                <wp:simplePos x="0" y="0"/>
                <wp:positionH relativeFrom="column">
                  <wp:posOffset>1891173</wp:posOffset>
                </wp:positionH>
                <wp:positionV relativeFrom="paragraph">
                  <wp:posOffset>504967</wp:posOffset>
                </wp:positionV>
                <wp:extent cx="1936892" cy="1851025"/>
                <wp:effectExtent l="0" t="0" r="25400" b="349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892" cy="18510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EF50" id="AutoShape 2" o:spid="_x0000_s1026" type="#_x0000_t32" style="position:absolute;margin-left:148.9pt;margin-top:39.75pt;width:152.5pt;height:14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747B" w14:paraId="60D0DDAC" w14:textId="77777777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1AEBE1" w14:textId="77777777" w:rsidR="00F7747B" w:rsidRPr="00F7747B" w:rsidRDefault="00F7747B" w:rsidP="00953BA1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Confiden</w:t>
            </w:r>
            <w:r w:rsidR="00953BA1">
              <w:rPr>
                <w:rFonts w:eastAsia="MS Mincho"/>
                <w:color w:val="000000"/>
                <w:kern w:val="24"/>
                <w:lang w:val="en-US"/>
              </w:rPr>
              <w:t>cialidad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17EB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A4B8A" w14:textId="77777777" w:rsidR="00F7747B" w:rsidRPr="00953BA1" w:rsidRDefault="00953BA1" w:rsidP="00F7747B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Garantizar la identidad de las entidades comunicantes</w:t>
            </w:r>
            <w:r w:rsidR="00F7747B" w:rsidRPr="00953BA1">
              <w:rPr>
                <w:rFonts w:eastAsia="MS Mincho"/>
                <w:color w:val="000000"/>
                <w:kern w:val="24"/>
                <w:lang w:val="es-ES"/>
              </w:rPr>
              <w:t>.</w:t>
            </w:r>
          </w:p>
        </w:tc>
      </w:tr>
      <w:tr w:rsidR="00F7747B" w14:paraId="36D3D7CA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D508F1" w14:textId="77777777" w:rsidR="00F7747B" w:rsidRPr="00953BA1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52C4F03F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4193E6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22BEFBC4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362C" w14:textId="77777777" w:rsidR="00F7747B" w:rsidRPr="00F7747B" w:rsidRDefault="00953BA1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Integridad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de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datos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355D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50288" w14:textId="77777777" w:rsidR="00F7747B" w:rsidRPr="00953BA1" w:rsidRDefault="00F7747B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Preven</w:t>
            </w:r>
            <w:r w:rsidR="00953BA1" w:rsidRPr="00953BA1">
              <w:rPr>
                <w:rFonts w:eastAsia="MS Mincho"/>
                <w:color w:val="000000"/>
                <w:kern w:val="24"/>
                <w:lang w:val="es-ES"/>
              </w:rPr>
              <w:t>ció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n </w:t>
            </w:r>
            <w:r w:rsidR="00953BA1" w:rsidRPr="00953BA1">
              <w:rPr>
                <w:rFonts w:eastAsia="MS Mincho"/>
                <w:color w:val="000000"/>
                <w:kern w:val="24"/>
                <w:lang w:val="es-ES"/>
              </w:rPr>
              <w:t>del uso de un recurso no autorizado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>.</w:t>
            </w:r>
          </w:p>
        </w:tc>
      </w:tr>
      <w:tr w:rsidR="00F7747B" w14:paraId="4988B1A4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D5876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47C75A91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EA5341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28A89B4E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AFEE" w14:textId="77777777" w:rsidR="00F7747B" w:rsidRDefault="00953BA1" w:rsidP="00F7747B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Disponibilidad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FEA6" w14:textId="0CB43C94" w:rsidR="00F7747B" w:rsidRDefault="00082B06" w:rsidP="00F7747B">
            <w:pPr>
              <w:rPr>
                <w:lang w:val="en-US"/>
              </w:rPr>
            </w:pPr>
            <w:r w:rsidRPr="00352A4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CA9499" wp14:editId="1CB68FDC">
                      <wp:simplePos x="0" y="0"/>
                      <wp:positionH relativeFrom="column">
                        <wp:posOffset>-58278</wp:posOffset>
                      </wp:positionH>
                      <wp:positionV relativeFrom="paragraph">
                        <wp:posOffset>-535485</wp:posOffset>
                      </wp:positionV>
                      <wp:extent cx="1936892" cy="2696513"/>
                      <wp:effectExtent l="0" t="0" r="25400" b="27940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36892" cy="26965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BE906" id="AutoShape 6" o:spid="_x0000_s1026" type="#_x0000_t32" style="position:absolute;margin-left:-4.6pt;margin-top:-42.15pt;width:152.5pt;height:212.3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" strokecolor="red" strokeweight="1.25pt"/>
                  </w:pict>
                </mc:Fallback>
              </mc:AlternateContent>
            </w:r>
            <w:r w:rsidRPr="00352A4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A933665" wp14:editId="78D73725">
                      <wp:simplePos x="0" y="0"/>
                      <wp:positionH relativeFrom="column">
                        <wp:posOffset>-58278</wp:posOffset>
                      </wp:positionH>
                      <wp:positionV relativeFrom="paragraph">
                        <wp:posOffset>-494542</wp:posOffset>
                      </wp:positionV>
                      <wp:extent cx="1937982" cy="2703830"/>
                      <wp:effectExtent l="0" t="0" r="24765" b="2032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7982" cy="2703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CB172" id="AutoShape 3" o:spid="_x0000_s1026" type="#_x0000_t32" style="position:absolute;margin-left:-4.6pt;margin-top:-38.95pt;width:152.6pt;height:21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460131" w14:textId="77777777" w:rsidR="00F7747B" w:rsidRPr="00953BA1" w:rsidRDefault="00F7747B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>Protec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>ció</w:t>
            </w: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n 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frente a divulgación no autorizada de </w:t>
            </w: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 informa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>c</w:t>
            </w:r>
            <w:r w:rsidR="00953BA1">
              <w:rPr>
                <w:rFonts w:eastAsia="MS Mincho"/>
                <w:color w:val="000000" w:themeColor="text1"/>
                <w:kern w:val="24"/>
                <w:lang w:val="es-ES"/>
              </w:rPr>
              <w:t>ión</w:t>
            </w:r>
          </w:p>
        </w:tc>
      </w:tr>
      <w:tr w:rsidR="00F7747B" w14:paraId="0A02EBF4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AC564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053872A" w14:textId="77777777" w:rsidR="00F7747B" w:rsidRPr="00953BA1" w:rsidRDefault="00352A45" w:rsidP="00F7747B">
            <w:pPr>
              <w:rPr>
                <w:lang w:val="es-ES"/>
              </w:rPr>
            </w:pPr>
            <w:r w:rsidRPr="00352A4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4FE5CC" wp14:editId="26A37481">
                      <wp:simplePos x="0" y="0"/>
                      <wp:positionH relativeFrom="column">
                        <wp:posOffset>-58278</wp:posOffset>
                      </wp:positionH>
                      <wp:positionV relativeFrom="paragraph">
                        <wp:posOffset>-383066</wp:posOffset>
                      </wp:positionV>
                      <wp:extent cx="1937385" cy="996286"/>
                      <wp:effectExtent l="0" t="0" r="24765" b="33020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7385" cy="9962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882BB" id="AutoShape 4" o:spid="_x0000_s1026" type="#_x0000_t32" style="position:absolute;margin-left:-4.6pt;margin-top:-30.15pt;width:152.55pt;height:7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751712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40BE8D66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9E06" w14:textId="77777777" w:rsidR="00F7747B" w:rsidRDefault="00953BA1" w:rsidP="00F7747B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Autenticación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105E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21A4DD" w14:textId="77777777" w:rsidR="00F7747B" w:rsidRPr="00953BA1" w:rsidRDefault="00953BA1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Tener acceso a la informaci</w:t>
            </w:r>
            <w:r>
              <w:rPr>
                <w:rFonts w:eastAsia="MS Mincho"/>
                <w:color w:val="000000"/>
                <w:kern w:val="24"/>
                <w:lang w:val="es-ES"/>
              </w:rPr>
              <w:t>ón cuando se desea</w:t>
            </w:r>
          </w:p>
        </w:tc>
      </w:tr>
      <w:tr w:rsidR="00F7747B" w14:paraId="2AF3E219" w14:textId="77777777" w:rsidTr="006D27C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35719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57713A24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04BAC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2167271D" w14:textId="77777777" w:rsidTr="006D27C7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A009" w14:textId="77777777" w:rsidR="00F7747B" w:rsidRDefault="00953BA1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C</w:t>
            </w:r>
            <w:r w:rsidR="00F7747B">
              <w:rPr>
                <w:rFonts w:eastAsia="MS Mincho"/>
                <w:color w:val="000000"/>
                <w:kern w:val="24"/>
                <w:lang w:val="en-US"/>
              </w:rPr>
              <w:t>ontrol</w:t>
            </w:r>
            <w:r>
              <w:rPr>
                <w:rFonts w:eastAsia="MS Mincho"/>
                <w:color w:val="000000"/>
                <w:kern w:val="24"/>
                <w:lang w:val="en-US"/>
              </w:rPr>
              <w:t xml:space="preserve"> de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acceso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979FF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DA07BA" w14:textId="77777777" w:rsidR="00F7747B" w:rsidRPr="00953BA1" w:rsidRDefault="00953BA1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Protección</w:t>
            </w:r>
            <w:r>
              <w:rPr>
                <w:rFonts w:eastAsia="MS Mincho"/>
                <w:color w:val="000000"/>
                <w:kern w:val="24"/>
                <w:lang w:val="es-ES"/>
              </w:rPr>
              <w:t xml:space="preserve"> de datos frente a la creación, modificación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, supresión, duplicación o reordenación </w:t>
            </w:r>
            <w:r>
              <w:rPr>
                <w:rFonts w:eastAsia="MS Mincho"/>
                <w:color w:val="000000"/>
                <w:kern w:val="24"/>
                <w:lang w:val="es-ES"/>
              </w:rPr>
              <w:t>por parte de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 entidades no autorizadas</w:t>
            </w:r>
          </w:p>
        </w:tc>
      </w:tr>
    </w:tbl>
    <w:p w14:paraId="0D545463" w14:textId="77777777" w:rsidR="00F7747B" w:rsidRPr="00953BA1" w:rsidRDefault="00F7747B" w:rsidP="00F7747B">
      <w:pPr>
        <w:rPr>
          <w:lang w:val="es-ES"/>
        </w:rPr>
      </w:pPr>
    </w:p>
    <w:p w14:paraId="77360D10" w14:textId="77777777" w:rsidR="00F7747B" w:rsidRPr="00953BA1" w:rsidRDefault="00F7747B" w:rsidP="00F7747B">
      <w:pPr>
        <w:rPr>
          <w:lang w:val="es-ES"/>
        </w:rPr>
      </w:pPr>
    </w:p>
    <w:p w14:paraId="6FA01A5E" w14:textId="77777777" w:rsidR="00F7747B" w:rsidRPr="00953BA1" w:rsidRDefault="00F7747B">
      <w:pPr>
        <w:rPr>
          <w:b/>
          <w:lang w:val="es-ES"/>
        </w:rPr>
      </w:pPr>
      <w:r w:rsidRPr="00953BA1">
        <w:rPr>
          <w:lang w:val="es-ES"/>
        </w:rPr>
        <w:br w:type="page"/>
      </w:r>
    </w:p>
    <w:p w14:paraId="6C207637" w14:textId="77777777" w:rsidR="007C2A3B" w:rsidRPr="00953BA1" w:rsidRDefault="00953BA1" w:rsidP="00541560">
      <w:pPr>
        <w:pStyle w:val="eTask"/>
        <w:rPr>
          <w:lang w:val="es-ES"/>
        </w:rPr>
      </w:pPr>
      <w:r w:rsidRPr="00953BA1">
        <w:rPr>
          <w:lang w:val="es-ES"/>
        </w:rPr>
        <w:lastRenderedPageBreak/>
        <w:t>Rellena los números de las sentencias correctas</w:t>
      </w:r>
      <w:r w:rsidR="00F25BAD" w:rsidRPr="00953BA1">
        <w:rPr>
          <w:lang w:val="es-ES"/>
        </w:rPr>
        <w:t>.</w:t>
      </w:r>
    </w:p>
    <w:p w14:paraId="346415BD" w14:textId="77777777" w:rsidR="00290885" w:rsidRPr="00953BA1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352A45" w14:paraId="47A9AE0D" w14:textId="77777777" w:rsidTr="00C97642">
        <w:trPr>
          <w:trHeight w:val="117"/>
          <w:jc w:val="center"/>
        </w:trPr>
        <w:tc>
          <w:tcPr>
            <w:tcW w:w="2223" w:type="dxa"/>
          </w:tcPr>
          <w:p w14:paraId="7EA2D3F1" w14:textId="77777777" w:rsidR="00352A45" w:rsidRPr="00671E5A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  <w:r w:rsidRPr="00671E5A">
              <w:rPr>
                <w:color w:val="FF0000"/>
                <w:lang w:val="es-ES"/>
              </w:rPr>
              <w:t>2</w:t>
            </w:r>
          </w:p>
        </w:tc>
      </w:tr>
      <w:tr w:rsidR="00352A45" w14:paraId="7C0A3089" w14:textId="77777777" w:rsidTr="00290885">
        <w:trPr>
          <w:trHeight w:val="117"/>
          <w:jc w:val="center"/>
        </w:trPr>
        <w:tc>
          <w:tcPr>
            <w:tcW w:w="2223" w:type="dxa"/>
          </w:tcPr>
          <w:p w14:paraId="5386F8F8" w14:textId="77777777" w:rsidR="00352A45" w:rsidRPr="00671E5A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  <w:r w:rsidRPr="00671E5A">
              <w:rPr>
                <w:color w:val="FF0000"/>
                <w:lang w:val="es-ES"/>
              </w:rPr>
              <w:t>4</w:t>
            </w:r>
          </w:p>
        </w:tc>
      </w:tr>
      <w:tr w:rsidR="00352A45" w14:paraId="2858AE89" w14:textId="77777777" w:rsidTr="00290885">
        <w:trPr>
          <w:jc w:val="center"/>
        </w:trPr>
        <w:tc>
          <w:tcPr>
            <w:tcW w:w="2223" w:type="dxa"/>
          </w:tcPr>
          <w:p w14:paraId="2DF4EDEF" w14:textId="77777777" w:rsidR="00352A45" w:rsidRPr="00671E5A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  <w:r w:rsidRPr="00671E5A">
              <w:rPr>
                <w:color w:val="FF0000"/>
                <w:lang w:val="es-ES"/>
              </w:rPr>
              <w:t>5</w:t>
            </w:r>
          </w:p>
        </w:tc>
      </w:tr>
      <w:tr w:rsidR="00352A45" w14:paraId="60400A2F" w14:textId="77777777" w:rsidTr="00290885">
        <w:trPr>
          <w:jc w:val="center"/>
        </w:trPr>
        <w:tc>
          <w:tcPr>
            <w:tcW w:w="2223" w:type="dxa"/>
          </w:tcPr>
          <w:p w14:paraId="6D2C86E6" w14:textId="77777777" w:rsidR="00352A45" w:rsidRPr="00671E5A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  <w:r w:rsidRPr="00671E5A">
              <w:rPr>
                <w:color w:val="FF0000"/>
                <w:lang w:val="es-ES"/>
              </w:rPr>
              <w:t>7</w:t>
            </w:r>
          </w:p>
        </w:tc>
      </w:tr>
      <w:tr w:rsidR="00352A45" w14:paraId="349B144D" w14:textId="77777777" w:rsidTr="00290885">
        <w:trPr>
          <w:jc w:val="center"/>
        </w:trPr>
        <w:tc>
          <w:tcPr>
            <w:tcW w:w="2223" w:type="dxa"/>
          </w:tcPr>
          <w:p w14:paraId="13D384D1" w14:textId="77777777" w:rsidR="00352A45" w:rsidRPr="00953BA1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  <w:tr w:rsidR="00352A45" w14:paraId="493AE87E" w14:textId="77777777" w:rsidTr="00290885">
        <w:trPr>
          <w:jc w:val="center"/>
        </w:trPr>
        <w:tc>
          <w:tcPr>
            <w:tcW w:w="2223" w:type="dxa"/>
          </w:tcPr>
          <w:p w14:paraId="3C66A7AA" w14:textId="77777777" w:rsidR="00352A45" w:rsidRPr="00953BA1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  <w:tr w:rsidR="00352A45" w14:paraId="41206242" w14:textId="77777777" w:rsidTr="00290885">
        <w:trPr>
          <w:jc w:val="center"/>
        </w:trPr>
        <w:tc>
          <w:tcPr>
            <w:tcW w:w="2223" w:type="dxa"/>
          </w:tcPr>
          <w:p w14:paraId="73F60B67" w14:textId="77777777" w:rsidR="00352A45" w:rsidRPr="00953BA1" w:rsidRDefault="00352A45" w:rsidP="00352A45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</w:tbl>
    <w:p w14:paraId="126650ED" w14:textId="77777777" w:rsidR="00290885" w:rsidRPr="00953BA1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7A3B4A7E" w14:textId="77777777" w:rsidR="00EB68C8" w:rsidRPr="00EB68C8" w:rsidRDefault="0084076A" w:rsidP="0084076A">
      <w:pPr>
        <w:spacing w:after="120"/>
        <w:ind w:left="357" w:hanging="357"/>
      </w:pPr>
      <w:r w:rsidRPr="00953BA1">
        <w:rPr>
          <w:b/>
          <w:lang w:val="es-ES"/>
        </w:rPr>
        <w:t>1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>El servicio de</w:t>
      </w:r>
      <w:r w:rsidR="00953BA1" w:rsidRPr="00953BA1">
        <w:t xml:space="preserve"> </w:t>
      </w:r>
      <w:r w:rsidR="00953BA1">
        <w:rPr>
          <w:lang w:val="es-ES"/>
        </w:rPr>
        <w:t>n</w:t>
      </w:r>
      <w:r w:rsidR="00953BA1" w:rsidRPr="00953BA1">
        <w:rPr>
          <w:lang w:val="es-ES"/>
        </w:rPr>
        <w:t>o repudio permite a un individuo mantener el derecho a controlar l</w:t>
      </w:r>
      <w:r w:rsidR="00953BA1">
        <w:rPr>
          <w:lang w:val="es-ES"/>
        </w:rPr>
        <w:t xml:space="preserve">a información relativa a </w:t>
      </w:r>
      <w:r w:rsidR="00953BA1" w:rsidRPr="00953BA1">
        <w:rPr>
          <w:lang w:val="es-ES"/>
        </w:rPr>
        <w:t>él, cómo se utiliza y qu</w:t>
      </w:r>
      <w:r w:rsidR="00953BA1">
        <w:rPr>
          <w:lang w:val="es-ES"/>
        </w:rPr>
        <w:t>ién</w:t>
      </w:r>
      <w:r w:rsidR="00953BA1" w:rsidRPr="00953BA1">
        <w:rPr>
          <w:lang w:val="es-ES"/>
        </w:rPr>
        <w:t xml:space="preserve"> l</w:t>
      </w:r>
      <w:r w:rsidR="00953BA1">
        <w:rPr>
          <w:lang w:val="es-ES"/>
        </w:rPr>
        <w:t>a</w:t>
      </w:r>
      <w:r w:rsidR="00953BA1" w:rsidRPr="00953BA1">
        <w:rPr>
          <w:lang w:val="es-ES"/>
        </w:rPr>
        <w:t xml:space="preserve"> utiliza</w:t>
      </w:r>
      <w:r w:rsidR="00953BA1">
        <w:rPr>
          <w:lang w:val="es-ES"/>
        </w:rPr>
        <w:t>.</w:t>
      </w:r>
    </w:p>
    <w:p w14:paraId="4FA5BF08" w14:textId="77777777" w:rsidR="000072E4" w:rsidRPr="00352A45" w:rsidRDefault="0084076A" w:rsidP="0084076A">
      <w:pPr>
        <w:spacing w:after="120"/>
        <w:ind w:left="357" w:hanging="357"/>
        <w:rPr>
          <w:color w:val="FF0000"/>
          <w:lang w:val="es-ES"/>
        </w:rPr>
      </w:pPr>
      <w:r w:rsidRPr="00352A45">
        <w:rPr>
          <w:b/>
          <w:color w:val="FF0000"/>
          <w:lang w:val="es-ES"/>
        </w:rPr>
        <w:t>2</w:t>
      </w:r>
      <w:r w:rsidRPr="00352A45">
        <w:rPr>
          <w:color w:val="FF0000"/>
          <w:lang w:val="es-ES"/>
        </w:rPr>
        <w:t xml:space="preserve"> – </w:t>
      </w:r>
      <w:r w:rsidR="00953BA1" w:rsidRPr="00352A45">
        <w:rPr>
          <w:color w:val="FF0000"/>
          <w:lang w:val="es-ES"/>
        </w:rPr>
        <w:t>El tráfico de relleno es un mecanismo que inserta bits en el flujo de datos para frustrar o dificultar los intentos de análisis de tráfico.</w:t>
      </w:r>
      <w:r w:rsidR="000072E4" w:rsidRPr="00352A45">
        <w:rPr>
          <w:color w:val="FF0000"/>
          <w:lang w:val="es-ES"/>
        </w:rPr>
        <w:t xml:space="preserve"> </w:t>
      </w:r>
    </w:p>
    <w:p w14:paraId="249E681B" w14:textId="77777777" w:rsidR="00EB68C8" w:rsidRPr="007C2A3B" w:rsidRDefault="0084076A" w:rsidP="0084076A">
      <w:pPr>
        <w:spacing w:after="120"/>
        <w:ind w:left="357" w:hanging="357"/>
      </w:pPr>
      <w:r w:rsidRPr="00953BA1">
        <w:rPr>
          <w:b/>
          <w:lang w:val="es-ES"/>
        </w:rPr>
        <w:t>3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 xml:space="preserve">La </w:t>
      </w:r>
      <w:r w:rsidR="00953BA1" w:rsidRPr="00953BA1">
        <w:rPr>
          <w:lang w:val="es-ES"/>
        </w:rPr>
        <w:t xml:space="preserve">privacidad de datos se refiere a la protección de la información </w:t>
      </w:r>
      <w:r w:rsidR="00953BA1">
        <w:rPr>
          <w:lang w:val="es-ES"/>
        </w:rPr>
        <w:t>frente a</w:t>
      </w:r>
      <w:r w:rsidR="00953BA1" w:rsidRPr="00953BA1">
        <w:rPr>
          <w:lang w:val="es-ES"/>
        </w:rPr>
        <w:t xml:space="preserve"> su divulgación </w:t>
      </w:r>
      <w:r w:rsidR="00953BA1">
        <w:rPr>
          <w:lang w:val="es-ES"/>
        </w:rPr>
        <w:t>por parte de</w:t>
      </w:r>
      <w:r w:rsidR="00953BA1" w:rsidRPr="00953BA1">
        <w:rPr>
          <w:lang w:val="es-ES"/>
        </w:rPr>
        <w:t xml:space="preserve"> entidades no autorizadas</w:t>
      </w:r>
      <w:r w:rsidRPr="00953BA1">
        <w:rPr>
          <w:lang w:val="es-ES"/>
        </w:rPr>
        <w:t>.</w:t>
      </w:r>
    </w:p>
    <w:p w14:paraId="6C0C913F" w14:textId="77777777" w:rsidR="00660358" w:rsidRPr="00352A45" w:rsidRDefault="0084076A" w:rsidP="0084076A">
      <w:pPr>
        <w:spacing w:after="120"/>
        <w:ind w:left="357" w:hanging="357"/>
        <w:rPr>
          <w:color w:val="FF0000"/>
          <w:lang w:val="es-ES"/>
        </w:rPr>
      </w:pPr>
      <w:r w:rsidRPr="00352A45">
        <w:rPr>
          <w:b/>
          <w:color w:val="FF0000"/>
          <w:lang w:val="es-ES"/>
        </w:rPr>
        <w:t>4</w:t>
      </w:r>
      <w:r w:rsidRPr="00352A45">
        <w:rPr>
          <w:color w:val="FF0000"/>
          <w:lang w:val="es-ES"/>
        </w:rPr>
        <w:t xml:space="preserve"> – </w:t>
      </w:r>
      <w:r w:rsidR="00660358" w:rsidRPr="00352A45">
        <w:rPr>
          <w:color w:val="FF0000"/>
          <w:lang w:val="es-ES"/>
        </w:rPr>
        <w:t>N</w:t>
      </w:r>
      <w:r w:rsidR="00953BA1" w:rsidRPr="00352A45">
        <w:rPr>
          <w:color w:val="FF0000"/>
          <w:lang w:val="es-ES"/>
        </w:rPr>
        <w:t>otarización es un mecanismo que utiliza una tercera parte de confianza para garantizar ciertas propiedades durante un intercambio de datos</w:t>
      </w:r>
      <w:r w:rsidRPr="00352A45">
        <w:rPr>
          <w:color w:val="FF0000"/>
          <w:lang w:val="es-ES"/>
        </w:rPr>
        <w:t>.</w:t>
      </w:r>
    </w:p>
    <w:p w14:paraId="392D1BFE" w14:textId="77777777" w:rsidR="00A21623" w:rsidRPr="00352A45" w:rsidRDefault="0084076A" w:rsidP="0084076A">
      <w:pPr>
        <w:spacing w:after="120"/>
        <w:ind w:left="357" w:hanging="357"/>
        <w:rPr>
          <w:color w:val="FF0000"/>
          <w:lang w:val="es-ES"/>
        </w:rPr>
      </w:pPr>
      <w:r w:rsidRPr="00352A45">
        <w:rPr>
          <w:b/>
          <w:color w:val="FF0000"/>
          <w:lang w:val="es-ES"/>
        </w:rPr>
        <w:t>5</w:t>
      </w:r>
      <w:r w:rsidRPr="00352A45">
        <w:rPr>
          <w:color w:val="FF0000"/>
          <w:lang w:val="es-ES"/>
        </w:rPr>
        <w:t xml:space="preserve"> – </w:t>
      </w:r>
      <w:r w:rsidR="00953BA1" w:rsidRPr="00352A45">
        <w:rPr>
          <w:color w:val="FF0000"/>
          <w:lang w:val="es-ES"/>
        </w:rPr>
        <w:t xml:space="preserve">Un ataque semi-invasivo puede manipular el dispositivo atacado pero sin establecer contacto eléctrico directo con la superficie del chip. </w:t>
      </w:r>
    </w:p>
    <w:p w14:paraId="1297ADBA" w14:textId="77777777" w:rsidR="00EB68C8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6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>La</w:t>
      </w:r>
      <w:r w:rsidR="00953BA1" w:rsidRPr="00953BA1">
        <w:t xml:space="preserve"> </w:t>
      </w:r>
      <w:r w:rsidR="00953BA1" w:rsidRPr="00953BA1">
        <w:rPr>
          <w:lang w:val="es-ES"/>
        </w:rPr>
        <w:t>replicación de nodo y la suplantación de identidad</w:t>
      </w:r>
      <w:r w:rsidR="00C43E9A">
        <w:rPr>
          <w:lang w:val="es-ES"/>
        </w:rPr>
        <w:t xml:space="preserve"> son ejemplos o ataques pasivos.</w:t>
      </w:r>
    </w:p>
    <w:p w14:paraId="5FF072DD" w14:textId="77777777" w:rsidR="00A21623" w:rsidRPr="00352A45" w:rsidRDefault="0084076A" w:rsidP="0084076A">
      <w:pPr>
        <w:spacing w:after="120"/>
        <w:ind w:left="357" w:hanging="357"/>
        <w:rPr>
          <w:color w:val="FF0000"/>
          <w:lang w:val="es-ES"/>
        </w:rPr>
      </w:pPr>
      <w:r w:rsidRPr="00352A45">
        <w:rPr>
          <w:b/>
          <w:color w:val="FF0000"/>
          <w:lang w:val="es-ES"/>
        </w:rPr>
        <w:t>7</w:t>
      </w:r>
      <w:r w:rsidRPr="00352A45">
        <w:rPr>
          <w:color w:val="FF0000"/>
          <w:lang w:val="es-ES"/>
        </w:rPr>
        <w:t xml:space="preserve"> –</w:t>
      </w:r>
      <w:r w:rsidR="006D27C7" w:rsidRPr="00352A45">
        <w:rPr>
          <w:color w:val="FF0000"/>
          <w:lang w:val="es-ES"/>
        </w:rPr>
        <w:t xml:space="preserve"> </w:t>
      </w:r>
      <w:r w:rsidR="00953BA1" w:rsidRPr="00352A45">
        <w:rPr>
          <w:color w:val="FF0000"/>
          <w:lang w:val="es-ES"/>
        </w:rPr>
        <w:t>Una forma de romper de un sistema es poniendo más datos en una memoria intermedia de la que dicha memoria es capaz de almacenar</w:t>
      </w:r>
      <w:r w:rsidRPr="00352A45">
        <w:rPr>
          <w:color w:val="FF0000"/>
          <w:lang w:val="es-ES"/>
        </w:rPr>
        <w:t>.</w:t>
      </w:r>
    </w:p>
    <w:sectPr w:rsidR="00A21623" w:rsidRPr="00352A4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B8293" w14:textId="77777777" w:rsidR="00E06864" w:rsidRDefault="00E06864" w:rsidP="00861A1A">
      <w:r>
        <w:separator/>
      </w:r>
    </w:p>
  </w:endnote>
  <w:endnote w:type="continuationSeparator" w:id="0">
    <w:p w14:paraId="0B24689D" w14:textId="77777777" w:rsidR="00E06864" w:rsidRDefault="00E0686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B335E" w14:paraId="08786E62" w14:textId="77777777" w:rsidTr="00CA51B5">
      <w:tc>
        <w:tcPr>
          <w:tcW w:w="2518" w:type="dxa"/>
        </w:tcPr>
        <w:p w14:paraId="09F73648" w14:textId="77777777" w:rsidR="006B335E" w:rsidRDefault="006B335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432B9F6D" wp14:editId="7B8FF2B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BEA30E9" w14:textId="77777777" w:rsidR="006B335E" w:rsidRPr="00D32B5B" w:rsidRDefault="006B335E" w:rsidP="006D27C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126359CB" w14:textId="77777777" w:rsidR="006B335E" w:rsidRPr="00CA51B5" w:rsidRDefault="006B335E" w:rsidP="006D27C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6B335E" w14:paraId="110E98E7" w14:textId="77777777" w:rsidTr="00CA51B5">
      <w:tc>
        <w:tcPr>
          <w:tcW w:w="8472" w:type="dxa"/>
          <w:gridSpan w:val="2"/>
        </w:tcPr>
        <w:p w14:paraId="0F2F4A78" w14:textId="77777777" w:rsidR="006B335E" w:rsidRPr="00CA51B5" w:rsidRDefault="006B335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24489F28" w14:textId="77777777" w:rsidR="006B335E" w:rsidRPr="00CA51B5" w:rsidRDefault="006B335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80C8173" w14:textId="77777777" w:rsidR="006B335E" w:rsidRPr="00BF5E09" w:rsidRDefault="006B335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F146D" w14:textId="77777777" w:rsidR="00E06864" w:rsidRDefault="00E06864" w:rsidP="00861A1A">
      <w:r>
        <w:separator/>
      </w:r>
    </w:p>
  </w:footnote>
  <w:footnote w:type="continuationSeparator" w:id="0">
    <w:p w14:paraId="2876D96F" w14:textId="77777777" w:rsidR="00E06864" w:rsidRDefault="00E0686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9E106" w14:textId="77777777" w:rsidR="006B335E" w:rsidRPr="002B41A8" w:rsidRDefault="006B335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16689D15" wp14:editId="465EF00B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30665B">
      <w:rPr>
        <w:rFonts w:ascii="Calibri" w:hAnsi="Calibri"/>
        <w:b/>
        <w:smallCaps/>
        <w:noProof/>
      </w:rPr>
      <w:t>EJERCICIO</w:t>
    </w:r>
  </w:p>
  <w:p w14:paraId="30BA9B71" w14:textId="77777777" w:rsidR="006B335E" w:rsidRPr="00C148FD" w:rsidRDefault="006B335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27C7">
      <w:rPr>
        <w:rFonts w:ascii="Calibri" w:hAnsi="Calibri"/>
        <w:smallCaps/>
        <w:noProof/>
        <w:sz w:val="20"/>
        <w:szCs w:val="20"/>
        <w:lang w:val="en-US"/>
      </w:rPr>
      <w:t>SISTEMAS DE SEGURIDAD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2B06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1CB"/>
    <w:rsid w:val="00151ED1"/>
    <w:rsid w:val="00154968"/>
    <w:rsid w:val="00160E07"/>
    <w:rsid w:val="00164458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659"/>
    <w:rsid w:val="003275A8"/>
    <w:rsid w:val="00337851"/>
    <w:rsid w:val="00347E4D"/>
    <w:rsid w:val="00351AF3"/>
    <w:rsid w:val="00352A45"/>
    <w:rsid w:val="00373279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A01E5"/>
    <w:rsid w:val="004A3DD9"/>
    <w:rsid w:val="004A7B44"/>
    <w:rsid w:val="004B2F14"/>
    <w:rsid w:val="004C0E36"/>
    <w:rsid w:val="004E5E95"/>
    <w:rsid w:val="004E70EA"/>
    <w:rsid w:val="004F5AFF"/>
    <w:rsid w:val="005132B0"/>
    <w:rsid w:val="00513369"/>
    <w:rsid w:val="005156F1"/>
    <w:rsid w:val="00517E3A"/>
    <w:rsid w:val="0052284C"/>
    <w:rsid w:val="00530ABA"/>
    <w:rsid w:val="00541560"/>
    <w:rsid w:val="00544F27"/>
    <w:rsid w:val="00554277"/>
    <w:rsid w:val="00561B7B"/>
    <w:rsid w:val="00561C5A"/>
    <w:rsid w:val="005728B3"/>
    <w:rsid w:val="005738D5"/>
    <w:rsid w:val="0057504E"/>
    <w:rsid w:val="00575DCB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71E5A"/>
    <w:rsid w:val="0068067D"/>
    <w:rsid w:val="0068131D"/>
    <w:rsid w:val="00690FB1"/>
    <w:rsid w:val="006A24C7"/>
    <w:rsid w:val="006B335E"/>
    <w:rsid w:val="006B5D59"/>
    <w:rsid w:val="006D27C7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A760B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43E7"/>
    <w:rsid w:val="008F1B37"/>
    <w:rsid w:val="008F5585"/>
    <w:rsid w:val="00912A69"/>
    <w:rsid w:val="00916DC9"/>
    <w:rsid w:val="0094072E"/>
    <w:rsid w:val="00950649"/>
    <w:rsid w:val="0095346A"/>
    <w:rsid w:val="00953BA1"/>
    <w:rsid w:val="00955A25"/>
    <w:rsid w:val="00963F86"/>
    <w:rsid w:val="0097175A"/>
    <w:rsid w:val="00974B16"/>
    <w:rsid w:val="009802AD"/>
    <w:rsid w:val="00980338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023AC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43E9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6864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1FF5"/>
    <w:rsid w:val="00E65738"/>
    <w:rsid w:val="00E8518C"/>
    <w:rsid w:val="00E879F9"/>
    <w:rsid w:val="00E90BD9"/>
    <w:rsid w:val="00EA1BDF"/>
    <w:rsid w:val="00EA35F0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25BAD"/>
    <w:rsid w:val="00F46B18"/>
    <w:rsid w:val="00F52949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803E86"/>
  <w15:docId w15:val="{839F3031-DA85-498F-BD1B-29CF9484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6B335E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6B335E"/>
  </w:style>
  <w:style w:type="character" w:customStyle="1" w:styleId="TextkomenteChar">
    <w:name w:val="Text komentáře Char"/>
    <w:basedOn w:val="Standardnpsmoodstavce"/>
    <w:link w:val="Textkomente"/>
    <w:semiHidden/>
    <w:rsid w:val="006B335E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B335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6B335E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2016-05-02T18:20:00Z</dcterms:created>
  <dcterms:modified xsi:type="dcterms:W3CDTF">2016-07-19T12:32:00Z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