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02D35" w14:textId="77777777" w:rsidR="00141E1A" w:rsidRPr="004B3141" w:rsidRDefault="00023AFE" w:rsidP="00F570E7">
      <w:pPr>
        <w:pStyle w:val="eTask"/>
        <w:rPr>
          <w:lang w:val="es-ES"/>
        </w:rPr>
      </w:pPr>
      <w:r w:rsidRPr="004B3141">
        <w:rPr>
          <w:lang w:val="es-ES"/>
        </w:rPr>
        <w:t xml:space="preserve">Modifique los siguientes textos de manera que las afirmaciones sean ciertas. </w:t>
      </w:r>
    </w:p>
    <w:p w14:paraId="28C32645" w14:textId="77777777" w:rsidR="001922A0" w:rsidRPr="004B3141" w:rsidRDefault="001922A0" w:rsidP="00F570E7">
      <w:pPr>
        <w:rPr>
          <w:lang w:val="es-ES"/>
        </w:rPr>
      </w:pPr>
    </w:p>
    <w:p w14:paraId="619FDAA3" w14:textId="167B277D" w:rsidR="0091109C" w:rsidRPr="004B3141" w:rsidRDefault="00023AFE" w:rsidP="00F570E7">
      <w:pPr>
        <w:rPr>
          <w:lang w:val="es-ES"/>
        </w:rPr>
      </w:pPr>
      <w:r w:rsidRPr="004B3141">
        <w:rPr>
          <w:lang w:val="es-ES"/>
        </w:rPr>
        <w:t>Uno de los mayor</w:t>
      </w:r>
      <w:r w:rsidR="00654DFF" w:rsidRPr="004B3141">
        <w:rPr>
          <w:lang w:val="es-ES"/>
        </w:rPr>
        <w:t>e</w:t>
      </w:r>
      <w:r w:rsidRPr="004B3141">
        <w:rPr>
          <w:lang w:val="es-ES"/>
        </w:rPr>
        <w:t>s problemas de la criptografía</w:t>
      </w:r>
      <w:r w:rsidR="00141E1A" w:rsidRPr="004B314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simétrica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de clave pública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41E1A" w:rsidRPr="004B3141">
        <w:rPr>
          <w:lang w:val="es-ES"/>
        </w:rPr>
        <w:t xml:space="preserve"> </w:t>
      </w:r>
      <w:r w:rsidRPr="004B3141">
        <w:rPr>
          <w:lang w:val="es-ES"/>
        </w:rPr>
        <w:t xml:space="preserve">es el proceso de transferir las claves al destinatario. </w:t>
      </w:r>
    </w:p>
    <w:p w14:paraId="4C939A8C" w14:textId="77777777" w:rsidR="00023AFE" w:rsidRPr="004B3141" w:rsidRDefault="00023AFE" w:rsidP="00F570E7">
      <w:pPr>
        <w:rPr>
          <w:lang w:val="es-ES"/>
        </w:rPr>
      </w:pPr>
    </w:p>
    <w:p w14:paraId="559CC5F3" w14:textId="4B8CE996" w:rsidR="00C148FD" w:rsidRPr="004B3141" w:rsidRDefault="00023AFE" w:rsidP="00F570E7">
      <w:pPr>
        <w:rPr>
          <w:lang w:val="es-ES"/>
        </w:rPr>
      </w:pPr>
      <w:r w:rsidRPr="004B3141">
        <w:rPr>
          <w:lang w:val="es-ES"/>
        </w:rPr>
        <w:t xml:space="preserve">La criptografía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simétrica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de clave pública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4B314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puede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puede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41E1A" w:rsidRPr="004B3141">
        <w:rPr>
          <w:lang w:val="es-ES"/>
        </w:rPr>
        <w:t xml:space="preserve"> </w:t>
      </w:r>
      <w:r w:rsidRPr="004B3141">
        <w:rPr>
          <w:lang w:val="es-ES"/>
        </w:rPr>
        <w:t>ser usada para crear firmas digitales.</w:t>
      </w:r>
    </w:p>
    <w:p w14:paraId="7A62D3FD" w14:textId="77777777" w:rsidR="0091109C" w:rsidRPr="004B3141" w:rsidRDefault="0091109C" w:rsidP="00F570E7">
      <w:pPr>
        <w:rPr>
          <w:lang w:val="es-ES"/>
        </w:rPr>
      </w:pPr>
    </w:p>
    <w:p w14:paraId="3C6B9383" w14:textId="77777777" w:rsidR="00141E1A" w:rsidRPr="004B3141" w:rsidRDefault="00141E1A" w:rsidP="00F570E7">
      <w:pPr>
        <w:rPr>
          <w:lang w:val="es-ES"/>
        </w:rPr>
      </w:pPr>
    </w:p>
    <w:p w14:paraId="0606D326" w14:textId="64545777" w:rsidR="00141E1A" w:rsidRPr="004B3141" w:rsidRDefault="00023AFE" w:rsidP="00F570E7">
      <w:pPr>
        <w:rPr>
          <w:lang w:val="es-ES"/>
        </w:rPr>
      </w:pPr>
      <w:r w:rsidRPr="004B3141">
        <w:rPr>
          <w:lang w:val="es-ES"/>
        </w:rPr>
        <w:t>Cuando se aplica el modo de operación</w:t>
      </w:r>
      <w:r w:rsidR="00141E1A" w:rsidRPr="004B314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ECB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CBC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41E1A" w:rsidRPr="004B3141">
        <w:rPr>
          <w:lang w:val="es-ES"/>
        </w:rPr>
        <w:t xml:space="preserve">, </w:t>
      </w:r>
      <w:r w:rsidRPr="004B3141">
        <w:rPr>
          <w:lang w:val="es-ES"/>
        </w:rPr>
        <w:t>la información</w:t>
      </w:r>
      <w:r w:rsidR="00141E1A" w:rsidRPr="004B3141">
        <w:rPr>
          <w:lang w:val="es-ES"/>
        </w:rPr>
        <w:t xml:space="preserve"> </w:t>
      </w:r>
      <w:r w:rsidRPr="004B3141">
        <w:rPr>
          <w:lang w:val="es-ES"/>
        </w:rPr>
        <w:t>e</w:t>
      </w:r>
      <w:r w:rsidR="00141E1A" w:rsidRPr="004B3141">
        <w:rPr>
          <w:lang w:val="es-ES"/>
        </w:rPr>
        <w:t xml:space="preserve">structural </w:t>
      </w:r>
      <w:r w:rsidRPr="004B3141">
        <w:rPr>
          <w:lang w:val="es-ES"/>
        </w:rPr>
        <w:t>del texto en claro puede quedar comprometida</w:t>
      </w:r>
      <w:r w:rsidR="00141E1A" w:rsidRPr="004B3141">
        <w:rPr>
          <w:lang w:val="es-ES"/>
        </w:rPr>
        <w:t>.</w:t>
      </w:r>
    </w:p>
    <w:p w14:paraId="4EDF0204" w14:textId="77777777" w:rsidR="0091109C" w:rsidRPr="004B3141" w:rsidRDefault="0091109C" w:rsidP="00F570E7">
      <w:pPr>
        <w:rPr>
          <w:lang w:val="es-ES"/>
        </w:rPr>
      </w:pPr>
    </w:p>
    <w:p w14:paraId="5C5D298B" w14:textId="77777777" w:rsidR="00141E1A" w:rsidRPr="004B3141" w:rsidRDefault="00141E1A" w:rsidP="00F570E7">
      <w:pPr>
        <w:rPr>
          <w:lang w:val="es-ES"/>
        </w:rPr>
      </w:pPr>
    </w:p>
    <w:p w14:paraId="7D0FAE61" w14:textId="3D1DD6E9" w:rsidR="00023AFE" w:rsidRPr="004B3141" w:rsidRDefault="00023AFE" w:rsidP="00023AFE">
      <w:pPr>
        <w:rPr>
          <w:lang w:val="es-ES"/>
        </w:rPr>
      </w:pPr>
      <w:r w:rsidRPr="004B3141">
        <w:rPr>
          <w:lang w:val="es-ES"/>
        </w:rPr>
        <w:t xml:space="preserve">Cuando se aplica el modo de operación </w:t>
      </w:r>
      <w:r w:rsidR="00141E1A" w:rsidRPr="004B3141">
        <w:rPr>
          <w:lang w:val="es-ES"/>
        </w:rPr>
        <w:t>CBC</w:t>
      </w:r>
      <w:r w:rsidRPr="004B3141">
        <w:rPr>
          <w:lang w:val="es-ES"/>
        </w:rPr>
        <w:t>, los errores de propagación</w:t>
      </w:r>
      <w:r w:rsidR="00141E1A" w:rsidRPr="004B314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si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4B3141">
        <w:rPr>
          <w:lang w:val="es-ES"/>
        </w:rPr>
        <w:t xml:space="preserve"> están limitados</w:t>
      </w:r>
      <w:r w:rsidR="00093FA0">
        <w:rPr>
          <w:lang w:val="es-ES"/>
        </w:rPr>
        <w:t>.</w:t>
      </w:r>
    </w:p>
    <w:p w14:paraId="5DA1CD3A" w14:textId="77777777" w:rsidR="00141E1A" w:rsidRPr="004B3141" w:rsidRDefault="00141E1A" w:rsidP="00F570E7">
      <w:pPr>
        <w:rPr>
          <w:lang w:val="es-ES"/>
        </w:rPr>
      </w:pPr>
    </w:p>
    <w:p w14:paraId="234B0C01" w14:textId="4D1E7C6F" w:rsidR="00141E1A" w:rsidRPr="004B3141" w:rsidRDefault="00023AFE" w:rsidP="00F570E7">
      <w:pPr>
        <w:rPr>
          <w:lang w:val="es-ES"/>
        </w:rPr>
      </w:pPr>
      <w:r w:rsidRPr="004B3141">
        <w:rPr>
          <w:lang w:val="es-ES"/>
        </w:rPr>
        <w:t>En caso de errores en el texto cifrado</w:t>
      </w:r>
      <w:r w:rsidR="00141E1A" w:rsidRPr="004B3141">
        <w:rPr>
          <w:lang w:val="es-ES"/>
        </w:rPr>
        <w:t xml:space="preserve">, </w:t>
      </w:r>
      <w:r w:rsidRPr="004B3141">
        <w:rPr>
          <w:lang w:val="es-ES"/>
        </w:rPr>
        <w:t>cuando se usa el modo de operación</w:t>
      </w:r>
      <w:r w:rsidR="00141E1A" w:rsidRPr="004B314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CTR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4B3141">
        <w:rPr>
          <w:lang w:val="es-ES"/>
        </w:rPr>
        <w:t xml:space="preserve">, estos errores </w:t>
      </w:r>
      <m:oMath>
        <m:d>
          <m:dPr>
            <m:ctrlPr>
              <w:rPr>
                <w:rFonts w:ascii="Cambria Math" w:hAnsi="Cambria Math"/>
                <w:i/>
                <w:lang w:val="es-E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se propagan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se propagan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41E1A" w:rsidRPr="004B3141">
        <w:rPr>
          <w:lang w:val="es-ES"/>
        </w:rPr>
        <w:t xml:space="preserve"> </w:t>
      </w:r>
      <w:r w:rsidRPr="004B3141">
        <w:rPr>
          <w:lang w:val="es-ES"/>
        </w:rPr>
        <w:t>en el texto en claro</w:t>
      </w:r>
      <w:r w:rsidR="00141E1A" w:rsidRPr="004B3141">
        <w:rPr>
          <w:lang w:val="es-ES"/>
        </w:rPr>
        <w:t>.</w:t>
      </w:r>
    </w:p>
    <w:p w14:paraId="1118455A" w14:textId="77777777" w:rsidR="00141E1A" w:rsidRPr="004B3141" w:rsidRDefault="00141E1A" w:rsidP="00F570E7">
      <w:pPr>
        <w:rPr>
          <w:lang w:val="es-ES"/>
        </w:rPr>
      </w:pPr>
    </w:p>
    <w:p w14:paraId="6B295001" w14:textId="77777777" w:rsidR="001922A0" w:rsidRPr="004B3141" w:rsidRDefault="001922A0" w:rsidP="001922A0">
      <w:pPr>
        <w:rPr>
          <w:lang w:val="es-ES"/>
        </w:rPr>
      </w:pPr>
    </w:p>
    <w:p w14:paraId="2AEF2D0D" w14:textId="77777777" w:rsidR="00791E03" w:rsidRPr="004B3141" w:rsidRDefault="00791E03">
      <w:pPr>
        <w:rPr>
          <w:b/>
          <w:lang w:val="es-ES"/>
        </w:rPr>
      </w:pPr>
      <w:r w:rsidRPr="004B3141">
        <w:rPr>
          <w:lang w:val="es-ES"/>
        </w:rPr>
        <w:br w:type="page"/>
      </w:r>
    </w:p>
    <w:p w14:paraId="34A01AC6" w14:textId="77777777" w:rsidR="001922A0" w:rsidRPr="004B3141" w:rsidRDefault="00023AFE" w:rsidP="00F570E7">
      <w:pPr>
        <w:pStyle w:val="eTask"/>
        <w:rPr>
          <w:lang w:val="es-ES"/>
        </w:rPr>
      </w:pPr>
      <w:r w:rsidRPr="004B3141">
        <w:rPr>
          <w:lang w:val="es-ES"/>
        </w:rPr>
        <w:lastRenderedPageBreak/>
        <w:t>Asigne los términos de la columna de la izquierda a las definiciones de la derecha</w:t>
      </w:r>
    </w:p>
    <w:p w14:paraId="7D2FE99B" w14:textId="77777777" w:rsidR="00141E1A" w:rsidRPr="004B3141" w:rsidRDefault="00141E1A" w:rsidP="00F570E7">
      <w:pPr>
        <w:rPr>
          <w:lang w:val="es-ES"/>
        </w:rPr>
      </w:pPr>
    </w:p>
    <w:p w14:paraId="3221CAAF" w14:textId="77777777" w:rsidR="00141E1A" w:rsidRPr="004B3141" w:rsidRDefault="00141E1A" w:rsidP="00F570E7">
      <w:pPr>
        <w:rPr>
          <w:lang w:val="es-ES"/>
        </w:rPr>
      </w:pPr>
    </w:p>
    <w:p w14:paraId="55695A4A" w14:textId="77777777" w:rsidR="00141E1A" w:rsidRPr="004B3141" w:rsidRDefault="00B95305" w:rsidP="00F570E7">
      <w:pPr>
        <w:rPr>
          <w:lang w:val="es-ES"/>
        </w:rPr>
      </w:pP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A92483" wp14:editId="31EA9CEB">
                <wp:simplePos x="0" y="0"/>
                <wp:positionH relativeFrom="column">
                  <wp:posOffset>2811780</wp:posOffset>
                </wp:positionH>
                <wp:positionV relativeFrom="paragraph">
                  <wp:posOffset>90805</wp:posOffset>
                </wp:positionV>
                <wp:extent cx="2647315" cy="651510"/>
                <wp:effectExtent l="3175" t="0" r="16510" b="9525"/>
                <wp:wrapNone/>
                <wp:docPr id="1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D72E8" w14:textId="77777777" w:rsidR="00CD3306" w:rsidRPr="00CD3306" w:rsidRDefault="00CD3306" w:rsidP="00F570E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Usa un flujo de claves generado independientemente del texto en claro y del texto cifrado</w:t>
                            </w:r>
                          </w:p>
                          <w:p w14:paraId="456E2D49" w14:textId="77777777" w:rsidR="00CD3306" w:rsidRPr="00CD3306" w:rsidRDefault="00CD3306" w:rsidP="00F570E7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6A92483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21.4pt;margin-top:7.15pt;width:208.45pt;height:5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">
                <v:textbox>
                  <w:txbxContent>
                    <w:p w14:paraId="793D72E8" w14:textId="77777777" w:rsidR="00CD3306" w:rsidRPr="00CD3306" w:rsidRDefault="00CD3306" w:rsidP="00F570E7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Usa un flujo de claves generado independientemente del texto en claro y del texto cifrado</w:t>
                      </w:r>
                    </w:p>
                    <w:p w14:paraId="456E2D49" w14:textId="77777777" w:rsidR="00CD3306" w:rsidRPr="00CD3306" w:rsidRDefault="00CD3306" w:rsidP="00F570E7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92A95B" wp14:editId="6577D48F">
                <wp:simplePos x="0" y="0"/>
                <wp:positionH relativeFrom="column">
                  <wp:posOffset>86360</wp:posOffset>
                </wp:positionH>
                <wp:positionV relativeFrom="paragraph">
                  <wp:posOffset>90805</wp:posOffset>
                </wp:positionV>
                <wp:extent cx="1915795" cy="445135"/>
                <wp:effectExtent l="0" t="0" r="19050" b="12700"/>
                <wp:wrapNone/>
                <wp:docPr id="1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C8D9DA" w14:textId="77777777" w:rsidR="00CD3306" w:rsidRPr="00CD3306" w:rsidRDefault="00CD3306" w:rsidP="001A78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Criptografía de clave simétrica</w:t>
                            </w:r>
                          </w:p>
                          <w:p w14:paraId="1F5A6AAC" w14:textId="77777777" w:rsidR="00CD3306" w:rsidRPr="00CD3306" w:rsidRDefault="00CD3306" w:rsidP="001A78B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92A95B" id="Text Box 18" o:spid="_x0000_s1027" type="#_x0000_t202" style="position:absolute;margin-left:6.8pt;margin-top:7.15pt;width:150.85pt;height:3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">
                <v:textbox>
                  <w:txbxContent>
                    <w:p w14:paraId="67C8D9DA" w14:textId="77777777" w:rsidR="00CD3306" w:rsidRPr="00CD3306" w:rsidRDefault="00CD3306" w:rsidP="001A78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Criptografía de clave simétrica</w:t>
                      </w:r>
                    </w:p>
                    <w:p w14:paraId="1F5A6AAC" w14:textId="77777777" w:rsidR="00CD3306" w:rsidRPr="00CD3306" w:rsidRDefault="00CD3306" w:rsidP="001A78BD">
                      <w:pPr>
                        <w:jc w:val="center"/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225D3F" wp14:editId="5E6017EC">
                <wp:simplePos x="0" y="0"/>
                <wp:positionH relativeFrom="column">
                  <wp:posOffset>2811780</wp:posOffset>
                </wp:positionH>
                <wp:positionV relativeFrom="paragraph">
                  <wp:posOffset>1068705</wp:posOffset>
                </wp:positionV>
                <wp:extent cx="2647315" cy="651510"/>
                <wp:effectExtent l="3175" t="0" r="16510" b="9525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4B6AB" w14:textId="77777777" w:rsidR="00CD3306" w:rsidRPr="00CD3306" w:rsidRDefault="00CD3306" w:rsidP="00CD330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Pueden ser algoritmos simétricos o de clave pública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1225D3F" id="Text Box 26" o:spid="_x0000_s1028" type="#_x0000_t202" style="position:absolute;margin-left:221.4pt;margin-top:84.15pt;width:208.45pt;height:5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">
                <v:textbox>
                  <w:txbxContent>
                    <w:p w14:paraId="2304B6AB" w14:textId="77777777" w:rsidR="00CD3306" w:rsidRPr="00CD3306" w:rsidRDefault="00CD3306" w:rsidP="00CD3306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Pueden ser algoritmos simétricos o de clave pública </w:t>
                      </w:r>
                    </w:p>
                  </w:txbxContent>
                </v:textbox>
              </v:shape>
            </w:pict>
          </mc:Fallback>
        </mc:AlternateContent>
      </w: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829100" wp14:editId="570185CA">
                <wp:simplePos x="0" y="0"/>
                <wp:positionH relativeFrom="column">
                  <wp:posOffset>86360</wp:posOffset>
                </wp:positionH>
                <wp:positionV relativeFrom="paragraph">
                  <wp:posOffset>1107440</wp:posOffset>
                </wp:positionV>
                <wp:extent cx="1915795" cy="453390"/>
                <wp:effectExtent l="0" t="0" r="19050" b="16510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C32F6" w14:textId="77777777" w:rsidR="00CD3306" w:rsidRPr="00CD3306" w:rsidRDefault="00CD3306" w:rsidP="001A78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Cifrado en flujo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7829100" id="Text Box 19" o:spid="_x0000_s1029" type="#_x0000_t202" style="position:absolute;margin-left:6.8pt;margin-top:87.2pt;width:150.85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">
                <v:textbox>
                  <w:txbxContent>
                    <w:p w14:paraId="706C32F6" w14:textId="77777777" w:rsidR="00CD3306" w:rsidRPr="00CD3306" w:rsidRDefault="00CD3306" w:rsidP="001A78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Cifrado en flujo</w:t>
                      </w:r>
                    </w:p>
                  </w:txbxContent>
                </v:textbox>
              </v:shape>
            </w:pict>
          </mc:Fallback>
        </mc:AlternateContent>
      </w: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767996" wp14:editId="0C235C37">
                <wp:simplePos x="0" y="0"/>
                <wp:positionH relativeFrom="column">
                  <wp:posOffset>86360</wp:posOffset>
                </wp:positionH>
                <wp:positionV relativeFrom="paragraph">
                  <wp:posOffset>2110105</wp:posOffset>
                </wp:positionV>
                <wp:extent cx="1915795" cy="453390"/>
                <wp:effectExtent l="0" t="0" r="19050" b="17145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A4C13" w14:textId="0721F2E1" w:rsidR="00CD3306" w:rsidRPr="00CD3306" w:rsidRDefault="00CD3306" w:rsidP="00CB2E8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Cifrado en flujo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0767996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30" type="#_x0000_t202" style="position:absolute;margin-left:6.8pt;margin-top:166.15pt;width:150.85pt;height:3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">
                <v:textbox>
                  <w:txbxContent>
                    <w:p w14:paraId="5B3A4C13" w14:textId="0721F2E1" w:rsidR="00CD3306" w:rsidRPr="00CD3306" w:rsidRDefault="00CD3306" w:rsidP="00CB2E80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Cifrado en flujo</w:t>
                      </w:r>
                    </w:p>
                  </w:txbxContent>
                </v:textbox>
              </v:shape>
            </w:pict>
          </mc:Fallback>
        </mc:AlternateContent>
      </w: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957309" wp14:editId="576AFDEE">
                <wp:simplePos x="0" y="0"/>
                <wp:positionH relativeFrom="column">
                  <wp:posOffset>2811780</wp:posOffset>
                </wp:positionH>
                <wp:positionV relativeFrom="paragraph">
                  <wp:posOffset>2040890</wp:posOffset>
                </wp:positionV>
                <wp:extent cx="2647315" cy="651510"/>
                <wp:effectExtent l="3175" t="6350" r="16510" b="15240"/>
                <wp:wrapNone/>
                <wp:docPr id="1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8EF54" w14:textId="1CD0B4E3" w:rsidR="00CD3306" w:rsidRPr="00CD3306" w:rsidRDefault="00CD3306" w:rsidP="00F570E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 Pueden ofrecer por separado confidencialidad y autenticación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957309" id="Text Box 27" o:spid="_x0000_s1031" type="#_x0000_t202" style="position:absolute;margin-left:221.4pt;margin-top:160.7pt;width:208.45pt;height:5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">
                <v:textbox>
                  <w:txbxContent>
                    <w:p w14:paraId="1D78EF54" w14:textId="1CD0B4E3" w:rsidR="00CD3306" w:rsidRPr="00CD3306" w:rsidRDefault="00CD3306" w:rsidP="00F570E7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 </w:t>
                      </w: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Pueden ofrecer por </w:t>
                      </w: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separado confidencialidad y autenticación</w:t>
                      </w:r>
                    </w:p>
                  </w:txbxContent>
                </v:textbox>
              </v:shape>
            </w:pict>
          </mc:Fallback>
        </mc:AlternateContent>
      </w: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9C6F40" wp14:editId="1264B149">
                <wp:simplePos x="0" y="0"/>
                <wp:positionH relativeFrom="column">
                  <wp:posOffset>2811780</wp:posOffset>
                </wp:positionH>
                <wp:positionV relativeFrom="paragraph">
                  <wp:posOffset>2961640</wp:posOffset>
                </wp:positionV>
                <wp:extent cx="2647315" cy="651510"/>
                <wp:effectExtent l="3175" t="0" r="16510" b="8890"/>
                <wp:wrapNone/>
                <wp:docPr id="1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8C145" w14:textId="77777777" w:rsidR="00CD3306" w:rsidRPr="00CD3306" w:rsidRDefault="00CD3306" w:rsidP="00791E0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Siempre son algoritmos de clave simétrica.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E9C6F40" id="Text Box 28" o:spid="_x0000_s1032" type="#_x0000_t202" style="position:absolute;margin-left:221.4pt;margin-top:233.2pt;width:208.45pt;height:5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">
                <v:textbox>
                  <w:txbxContent>
                    <w:p w14:paraId="72B8C145" w14:textId="77777777" w:rsidR="00CD3306" w:rsidRPr="00CD3306" w:rsidRDefault="00CD3306" w:rsidP="00791E03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Siempre son algoritmos de clave simétrica. </w:t>
                      </w:r>
                    </w:p>
                  </w:txbxContent>
                </v:textbox>
              </v:shape>
            </w:pict>
          </mc:Fallback>
        </mc:AlternateContent>
      </w: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F1F87D" wp14:editId="4CD6AB60">
                <wp:simplePos x="0" y="0"/>
                <wp:positionH relativeFrom="column">
                  <wp:posOffset>2811780</wp:posOffset>
                </wp:positionH>
                <wp:positionV relativeFrom="paragraph">
                  <wp:posOffset>3923665</wp:posOffset>
                </wp:positionV>
                <wp:extent cx="2647315" cy="651510"/>
                <wp:effectExtent l="3175" t="0" r="16510" b="12065"/>
                <wp:wrapNone/>
                <wp:docPr id="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EF081" w14:textId="77777777" w:rsidR="00CD3306" w:rsidRPr="00CD3306" w:rsidRDefault="00CD3306" w:rsidP="00791E0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Usa un flujo de claves que depende del texto cifrado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F1F87D" id="Text Box 29" o:spid="_x0000_s1033" type="#_x0000_t202" style="position:absolute;margin-left:221.4pt;margin-top:308.95pt;width:208.45pt;height:5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">
                <v:textbox>
                  <w:txbxContent>
                    <w:p w14:paraId="5EEEF081" w14:textId="77777777" w:rsidR="00CD3306" w:rsidRPr="00CD3306" w:rsidRDefault="00CD3306" w:rsidP="00791E03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Usa un flujo de claves que depende del texto cifrado </w:t>
                      </w:r>
                    </w:p>
                  </w:txbxContent>
                </v:textbox>
              </v:shape>
            </w:pict>
          </mc:Fallback>
        </mc:AlternateContent>
      </w: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796527" wp14:editId="662A7CDB">
                <wp:simplePos x="0" y="0"/>
                <wp:positionH relativeFrom="column">
                  <wp:posOffset>2811780</wp:posOffset>
                </wp:positionH>
                <wp:positionV relativeFrom="paragraph">
                  <wp:posOffset>4838065</wp:posOffset>
                </wp:positionV>
                <wp:extent cx="2647315" cy="652145"/>
                <wp:effectExtent l="3175" t="0" r="16510" b="11430"/>
                <wp:wrapNone/>
                <wp:docPr id="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B5AE0" w14:textId="77777777" w:rsidR="00CD3306" w:rsidRPr="00CD3306" w:rsidRDefault="00CD3306" w:rsidP="00791E0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Opera con transformaciones variant</w:t>
                            </w:r>
                            <w:r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e</w:t>
                            </w: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s en el tiempo sobre símbolos individuales del texto en claro</w:t>
                            </w:r>
                          </w:p>
                          <w:p w14:paraId="144A1C65" w14:textId="77777777" w:rsidR="00CD3306" w:rsidRPr="00CD3306" w:rsidRDefault="00CD3306" w:rsidP="00791E03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2796527" id="Text Box 30" o:spid="_x0000_s1034" type="#_x0000_t202" style="position:absolute;margin-left:221.4pt;margin-top:380.95pt;width:208.45pt;height:5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">
                <v:textbox>
                  <w:txbxContent>
                    <w:p w14:paraId="422B5AE0" w14:textId="77777777" w:rsidR="00CD3306" w:rsidRPr="00CD3306" w:rsidRDefault="00CD3306" w:rsidP="00791E03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Opera con transformaciones variant</w:t>
                      </w:r>
                      <w:r>
                        <w:rPr>
                          <w:color w:val="000000" w:themeColor="text1"/>
                          <w:kern w:val="24"/>
                          <w:lang w:val="es-ES_tradnl"/>
                        </w:rPr>
                        <w:t>e</w:t>
                      </w: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s en el tiempo sobre símbolos individuales del texto en claro</w:t>
                      </w:r>
                    </w:p>
                    <w:p w14:paraId="144A1C65" w14:textId="77777777" w:rsidR="00CD3306" w:rsidRPr="00CD3306" w:rsidRDefault="00CD3306" w:rsidP="00791E03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04C8C9" wp14:editId="5D9777B9">
                <wp:simplePos x="0" y="0"/>
                <wp:positionH relativeFrom="column">
                  <wp:posOffset>86360</wp:posOffset>
                </wp:positionH>
                <wp:positionV relativeFrom="paragraph">
                  <wp:posOffset>3048635</wp:posOffset>
                </wp:positionV>
                <wp:extent cx="1915795" cy="453390"/>
                <wp:effectExtent l="0" t="0" r="19050" b="18415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98B43" w14:textId="77777777" w:rsidR="00CD3306" w:rsidRPr="00CD3306" w:rsidRDefault="00CD3306" w:rsidP="001A78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Cifrado en bloque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704C8C9" id="Text Box 21" o:spid="_x0000_s1035" type="#_x0000_t202" style="position:absolute;margin-left:6.8pt;margin-top:240.05pt;width:150.85pt;height:3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">
                <v:textbox>
                  <w:txbxContent>
                    <w:p w14:paraId="1D998B43" w14:textId="77777777" w:rsidR="00CD3306" w:rsidRPr="00CD3306" w:rsidRDefault="00CD3306" w:rsidP="001A78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Cifrado en bloque</w:t>
                      </w:r>
                    </w:p>
                  </w:txbxContent>
                </v:textbox>
              </v:shape>
            </w:pict>
          </mc:Fallback>
        </mc:AlternateContent>
      </w: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D8D099" wp14:editId="16C72FA3">
                <wp:simplePos x="0" y="0"/>
                <wp:positionH relativeFrom="column">
                  <wp:posOffset>86360</wp:posOffset>
                </wp:positionH>
                <wp:positionV relativeFrom="paragraph">
                  <wp:posOffset>3994785</wp:posOffset>
                </wp:positionV>
                <wp:extent cx="1915795" cy="453390"/>
                <wp:effectExtent l="0" t="4445" r="19050" b="12065"/>
                <wp:wrapNone/>
                <wp:docPr id="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3C849" w14:textId="77777777" w:rsidR="00CD3306" w:rsidRPr="00CD3306" w:rsidRDefault="00CD3306" w:rsidP="001A78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Cifrado en flujo autosincronizante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6D8D099" id="Text Box 22" o:spid="_x0000_s1036" type="#_x0000_t202" style="position:absolute;margin-left:6.8pt;margin-top:314.55pt;width:150.85pt;height:3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">
                <v:textbox>
                  <w:txbxContent>
                    <w:p w14:paraId="2413C849" w14:textId="77777777" w:rsidR="00CD3306" w:rsidRPr="00CD3306" w:rsidRDefault="00CD3306" w:rsidP="001A78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Cifrado en flujo autosincronizante </w:t>
                      </w:r>
                    </w:p>
                  </w:txbxContent>
                </v:textbox>
              </v:shape>
            </w:pict>
          </mc:Fallback>
        </mc:AlternateContent>
      </w: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7B4093" wp14:editId="7D6948BA">
                <wp:simplePos x="0" y="0"/>
                <wp:positionH relativeFrom="column">
                  <wp:posOffset>86360</wp:posOffset>
                </wp:positionH>
                <wp:positionV relativeFrom="paragraph">
                  <wp:posOffset>5966460</wp:posOffset>
                </wp:positionV>
                <wp:extent cx="1915795" cy="453390"/>
                <wp:effectExtent l="0" t="0" r="19050" b="8890"/>
                <wp:wrapNone/>
                <wp:docPr id="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3F153" w14:textId="77777777" w:rsidR="00CD3306" w:rsidRPr="00CD3306" w:rsidRDefault="00CD3306" w:rsidP="001A78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Criptografía de clave pública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27B4093" id="Text Box 24" o:spid="_x0000_s1037" type="#_x0000_t202" style="position:absolute;margin-left:6.8pt;margin-top:469.8pt;width:150.85pt;height:3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">
                <v:textbox>
                  <w:txbxContent>
                    <w:p w14:paraId="1D13F153" w14:textId="77777777" w:rsidR="00CD3306" w:rsidRPr="00CD3306" w:rsidRDefault="00CD3306" w:rsidP="001A78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Criptografía de clave pública</w:t>
                      </w:r>
                    </w:p>
                  </w:txbxContent>
                </v:textbox>
              </v:shape>
            </w:pict>
          </mc:Fallback>
        </mc:AlternateContent>
      </w: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17F531" wp14:editId="712628BF">
                <wp:simplePos x="0" y="0"/>
                <wp:positionH relativeFrom="column">
                  <wp:posOffset>2811780</wp:posOffset>
                </wp:positionH>
                <wp:positionV relativeFrom="paragraph">
                  <wp:posOffset>5768340</wp:posOffset>
                </wp:positionV>
                <wp:extent cx="2647315" cy="651510"/>
                <wp:effectExtent l="3175" t="0" r="16510" b="8890"/>
                <wp:wrapNone/>
                <wp:docPr id="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315" cy="65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B320E" w14:textId="77777777" w:rsidR="00CD3306" w:rsidRPr="00CD3306" w:rsidRDefault="00CD3306" w:rsidP="00F570E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>Siempre ofrece simultáneamente confidencialidad y autenticación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B17F531" id="Text Box 31" o:spid="_x0000_s1038" type="#_x0000_t202" style="position:absolute;margin-left:221.4pt;margin-top:454.2pt;width:208.45pt;height:5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">
                <v:textbox>
                  <w:txbxContent>
                    <w:p w14:paraId="0F3B320E" w14:textId="77777777" w:rsidR="00CD3306" w:rsidRPr="00CD3306" w:rsidRDefault="00CD3306" w:rsidP="00F570E7">
                      <w:pPr>
                        <w:pStyle w:val="Normlnweb"/>
                        <w:spacing w:before="0" w:beforeAutospacing="0" w:after="0" w:afterAutospacing="0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>Siempre ofrece simultáneamente confidencialidad y autenticación</w:t>
                      </w:r>
                    </w:p>
                  </w:txbxContent>
                </v:textbox>
              </v:shape>
            </w:pict>
          </mc:Fallback>
        </mc:AlternateContent>
      </w:r>
    </w:p>
    <w:p w14:paraId="45B9A3FF" w14:textId="77777777" w:rsidR="00141E1A" w:rsidRPr="004B3141" w:rsidRDefault="00141E1A" w:rsidP="00F570E7">
      <w:pPr>
        <w:rPr>
          <w:lang w:val="es-ES"/>
        </w:rPr>
      </w:pPr>
    </w:p>
    <w:p w14:paraId="7DD542AD" w14:textId="77777777" w:rsidR="00141E1A" w:rsidRPr="004B3141" w:rsidRDefault="00141E1A" w:rsidP="00F570E7">
      <w:pPr>
        <w:rPr>
          <w:lang w:val="es-ES"/>
        </w:rPr>
      </w:pPr>
    </w:p>
    <w:p w14:paraId="796BED44" w14:textId="77777777" w:rsidR="00141E1A" w:rsidRPr="004B3141" w:rsidRDefault="00141E1A" w:rsidP="00F570E7">
      <w:pPr>
        <w:rPr>
          <w:lang w:val="es-ES"/>
        </w:rPr>
      </w:pPr>
    </w:p>
    <w:p w14:paraId="3C7A44D0" w14:textId="77777777" w:rsidR="001922A0" w:rsidRPr="004B3141" w:rsidRDefault="001922A0" w:rsidP="00F570E7">
      <w:pPr>
        <w:rPr>
          <w:lang w:val="es-ES"/>
        </w:rPr>
      </w:pPr>
    </w:p>
    <w:p w14:paraId="39AEA3D3" w14:textId="77777777" w:rsidR="00EB6B74" w:rsidRPr="004B3141" w:rsidRDefault="00EB6B74" w:rsidP="00FB201E">
      <w:pPr>
        <w:rPr>
          <w:lang w:val="es-ES"/>
        </w:rPr>
      </w:pPr>
    </w:p>
    <w:p w14:paraId="7BCF9B55" w14:textId="77777777" w:rsidR="00EB6B74" w:rsidRPr="004B3141" w:rsidRDefault="00EB6B74" w:rsidP="00EB6B74">
      <w:pPr>
        <w:rPr>
          <w:lang w:val="es-ES" w:eastAsia="sk-SK"/>
        </w:rPr>
      </w:pPr>
    </w:p>
    <w:p w14:paraId="6687093B" w14:textId="77777777" w:rsidR="00BF038C" w:rsidRPr="004B3141" w:rsidRDefault="00BF038C" w:rsidP="001922A0">
      <w:pPr>
        <w:rPr>
          <w:lang w:val="es-ES"/>
        </w:rPr>
      </w:pPr>
    </w:p>
    <w:p w14:paraId="657A184A" w14:textId="77777777" w:rsidR="00BF038C" w:rsidRPr="004B3141" w:rsidRDefault="00BF038C" w:rsidP="001922A0">
      <w:pPr>
        <w:rPr>
          <w:lang w:val="es-ES"/>
        </w:rPr>
      </w:pPr>
    </w:p>
    <w:p w14:paraId="1802B264" w14:textId="77777777" w:rsidR="00BF038C" w:rsidRPr="004B3141" w:rsidRDefault="00BF038C" w:rsidP="001922A0">
      <w:pPr>
        <w:rPr>
          <w:lang w:val="es-ES"/>
        </w:rPr>
      </w:pPr>
    </w:p>
    <w:p w14:paraId="3A826232" w14:textId="77777777" w:rsidR="00BF038C" w:rsidRPr="004B3141" w:rsidRDefault="00BF038C" w:rsidP="001922A0">
      <w:pPr>
        <w:rPr>
          <w:lang w:val="es-ES"/>
        </w:rPr>
      </w:pPr>
    </w:p>
    <w:p w14:paraId="36FDF706" w14:textId="77777777" w:rsidR="00BF038C" w:rsidRPr="004B3141" w:rsidRDefault="00BF038C" w:rsidP="001922A0">
      <w:pPr>
        <w:rPr>
          <w:lang w:val="es-ES"/>
        </w:rPr>
      </w:pPr>
    </w:p>
    <w:p w14:paraId="47FA795F" w14:textId="77777777" w:rsidR="00BF038C" w:rsidRPr="004B3141" w:rsidRDefault="00BF038C" w:rsidP="001922A0">
      <w:pPr>
        <w:rPr>
          <w:lang w:val="es-ES"/>
        </w:rPr>
      </w:pPr>
    </w:p>
    <w:p w14:paraId="6F0F0355" w14:textId="77777777" w:rsidR="00BF038C" w:rsidRPr="004B3141" w:rsidRDefault="00BF038C" w:rsidP="001922A0">
      <w:pPr>
        <w:rPr>
          <w:lang w:val="es-ES"/>
        </w:rPr>
      </w:pPr>
    </w:p>
    <w:p w14:paraId="2DFFBB35" w14:textId="77777777" w:rsidR="00BF038C" w:rsidRPr="004B3141" w:rsidRDefault="00BF038C" w:rsidP="001922A0">
      <w:pPr>
        <w:rPr>
          <w:lang w:val="es-ES"/>
        </w:rPr>
      </w:pPr>
    </w:p>
    <w:p w14:paraId="46BDA650" w14:textId="77777777" w:rsidR="00BF038C" w:rsidRPr="004B3141" w:rsidRDefault="00BF038C" w:rsidP="001922A0">
      <w:pPr>
        <w:rPr>
          <w:lang w:val="es-ES"/>
        </w:rPr>
      </w:pPr>
    </w:p>
    <w:p w14:paraId="74A21E88" w14:textId="77777777" w:rsidR="00BF038C" w:rsidRPr="004B3141" w:rsidRDefault="00BF038C" w:rsidP="001922A0">
      <w:pPr>
        <w:rPr>
          <w:lang w:val="es-ES"/>
        </w:rPr>
      </w:pPr>
    </w:p>
    <w:p w14:paraId="0A7A2E96" w14:textId="77777777" w:rsidR="00BF038C" w:rsidRPr="004B3141" w:rsidRDefault="00BF038C" w:rsidP="001922A0">
      <w:pPr>
        <w:rPr>
          <w:lang w:val="es-ES"/>
        </w:rPr>
      </w:pPr>
    </w:p>
    <w:p w14:paraId="0C59E89E" w14:textId="77777777" w:rsidR="00BF038C" w:rsidRPr="004B3141" w:rsidRDefault="00BF038C" w:rsidP="001922A0">
      <w:pPr>
        <w:rPr>
          <w:lang w:val="es-ES"/>
        </w:rPr>
      </w:pPr>
    </w:p>
    <w:p w14:paraId="703DAABF" w14:textId="77777777" w:rsidR="00BF038C" w:rsidRPr="004B3141" w:rsidRDefault="00BF038C" w:rsidP="001922A0">
      <w:pPr>
        <w:rPr>
          <w:lang w:val="es-ES"/>
        </w:rPr>
      </w:pPr>
    </w:p>
    <w:p w14:paraId="08CC47D1" w14:textId="77777777" w:rsidR="00BF038C" w:rsidRPr="004B3141" w:rsidRDefault="00BF038C" w:rsidP="001922A0">
      <w:pPr>
        <w:rPr>
          <w:lang w:val="es-ES"/>
        </w:rPr>
      </w:pPr>
    </w:p>
    <w:p w14:paraId="1FEBDC18" w14:textId="77777777" w:rsidR="00BF038C" w:rsidRPr="004B3141" w:rsidRDefault="00BF038C" w:rsidP="001922A0">
      <w:pPr>
        <w:rPr>
          <w:lang w:val="es-ES"/>
        </w:rPr>
      </w:pPr>
    </w:p>
    <w:p w14:paraId="36673CEA" w14:textId="77777777" w:rsidR="00BF038C" w:rsidRPr="004B3141" w:rsidRDefault="00BF038C" w:rsidP="001922A0">
      <w:pPr>
        <w:rPr>
          <w:lang w:val="es-ES"/>
        </w:rPr>
      </w:pPr>
    </w:p>
    <w:p w14:paraId="3198BFB1" w14:textId="77777777" w:rsidR="00791E03" w:rsidRPr="004B3141" w:rsidRDefault="00B95305">
      <w:pPr>
        <w:rPr>
          <w:b/>
          <w:lang w:val="es-ES"/>
        </w:rPr>
      </w:pPr>
      <w:r w:rsidRPr="004B3141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F62052" wp14:editId="0042CA3A">
                <wp:simplePos x="0" y="0"/>
                <wp:positionH relativeFrom="column">
                  <wp:posOffset>86360</wp:posOffset>
                </wp:positionH>
                <wp:positionV relativeFrom="paragraph">
                  <wp:posOffset>886460</wp:posOffset>
                </wp:positionV>
                <wp:extent cx="1915795" cy="453390"/>
                <wp:effectExtent l="0" t="0" r="19050" b="17145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579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B3E68" w14:textId="38CFA8C1" w:rsidR="00CD3306" w:rsidRPr="00CD3306" w:rsidRDefault="00CD3306" w:rsidP="001A78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lang w:val="es-ES_tradnl"/>
                              </w:rPr>
                            </w:pPr>
                            <w:r w:rsidRPr="00CD3306">
                              <w:rPr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Cifrado en flujo síncrono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FF62052" id="Text Box 23" o:spid="_x0000_s1039" type="#_x0000_t202" style="position:absolute;margin-left:6.8pt;margin-top:69.8pt;width:150.85pt;height:3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">
                <v:textbox>
                  <w:txbxContent>
                    <w:p w14:paraId="39FB3E68" w14:textId="38CFA8C1" w:rsidR="00CD3306" w:rsidRPr="00CD3306" w:rsidRDefault="00CD3306" w:rsidP="001A78BD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lang w:val="es-ES_tradnl"/>
                        </w:rPr>
                      </w:pPr>
                      <w:r w:rsidRPr="00CD3306">
                        <w:rPr>
                          <w:color w:val="000000" w:themeColor="text1"/>
                          <w:kern w:val="24"/>
                          <w:lang w:val="es-ES_tradnl"/>
                        </w:rPr>
                        <w:t xml:space="preserve">Cifrado en flujo síncrono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91E03" w:rsidRPr="004B3141">
        <w:rPr>
          <w:lang w:val="es-ES"/>
        </w:rPr>
        <w:br w:type="page"/>
      </w:r>
    </w:p>
    <w:p w14:paraId="4BFEA53E" w14:textId="77777777" w:rsidR="0091109C" w:rsidRPr="004B3141" w:rsidRDefault="0091109C" w:rsidP="0091109C">
      <w:pPr>
        <w:pStyle w:val="eTask"/>
        <w:rPr>
          <w:lang w:val="es-ES"/>
        </w:rPr>
      </w:pPr>
      <w:r w:rsidRPr="004B3141">
        <w:rPr>
          <w:lang w:val="es-ES"/>
        </w:rPr>
        <w:lastRenderedPageBreak/>
        <w:t>Mar</w:t>
      </w:r>
      <w:r w:rsidR="00CD3306" w:rsidRPr="004B3141">
        <w:rPr>
          <w:lang w:val="es-ES"/>
        </w:rPr>
        <w:t>ca</w:t>
      </w:r>
      <w:r w:rsidRPr="004B3141">
        <w:rPr>
          <w:lang w:val="es-ES"/>
        </w:rPr>
        <w:t xml:space="preserve"> </w:t>
      </w:r>
      <w:r w:rsidR="00CD3306" w:rsidRPr="004B3141">
        <w:rPr>
          <w:lang w:val="es-ES"/>
        </w:rPr>
        <w:t>las frases verdaderas</w:t>
      </w:r>
      <w:r w:rsidRPr="004B3141">
        <w:rPr>
          <w:lang w:val="es-ES"/>
        </w:rPr>
        <w:t xml:space="preserve">. </w:t>
      </w:r>
    </w:p>
    <w:p w14:paraId="0316215B" w14:textId="77777777" w:rsidR="0091109C" w:rsidRPr="004B3141" w:rsidRDefault="0091109C" w:rsidP="0091109C">
      <w:pPr>
        <w:rPr>
          <w:lang w:val="es-ES"/>
        </w:rPr>
      </w:pPr>
    </w:p>
    <w:p w14:paraId="030A4DC5" w14:textId="77777777" w:rsidR="0091109C" w:rsidRPr="004B3141" w:rsidRDefault="0091109C" w:rsidP="0091109C">
      <w:pPr>
        <w:pStyle w:val="eCheckBoxText"/>
        <w:rPr>
          <w:lang w:val="es-ES"/>
        </w:rPr>
      </w:pPr>
      <w:r w:rsidRPr="004B3141">
        <w:rPr>
          <w:rStyle w:val="eCheckBoxSquareChar"/>
          <w:lang w:val="es-ES"/>
        </w:rPr>
        <w:t>□</w:t>
      </w:r>
      <w:r w:rsidRPr="004B3141">
        <w:rPr>
          <w:szCs w:val="40"/>
          <w:lang w:val="es-ES"/>
        </w:rPr>
        <w:tab/>
      </w:r>
      <w:r w:rsidR="00B95305" w:rsidRPr="004B3141">
        <w:rPr>
          <w:szCs w:val="40"/>
          <w:lang w:val="es-ES"/>
        </w:rPr>
        <w:t>La firma digital sólo depende del autor, no depende del mensaje.</w:t>
      </w:r>
    </w:p>
    <w:p w14:paraId="3D562A67" w14:textId="77777777" w:rsidR="0091109C" w:rsidRPr="004B3141" w:rsidRDefault="0091109C" w:rsidP="0091109C">
      <w:pPr>
        <w:pStyle w:val="eCheckBoxText"/>
        <w:rPr>
          <w:lang w:val="es-ES"/>
        </w:rPr>
      </w:pPr>
      <w:r w:rsidRPr="004B3141">
        <w:rPr>
          <w:rStyle w:val="eCheckBoxSquareChar"/>
          <w:lang w:val="es-ES"/>
        </w:rPr>
        <w:t>□</w:t>
      </w:r>
      <w:r w:rsidRPr="004B3141">
        <w:rPr>
          <w:szCs w:val="40"/>
          <w:lang w:val="es-ES"/>
        </w:rPr>
        <w:tab/>
      </w:r>
      <w:r w:rsidR="00B95305" w:rsidRPr="004B3141">
        <w:rPr>
          <w:szCs w:val="40"/>
          <w:lang w:val="es-ES"/>
        </w:rPr>
        <w:t>La firma digital debe utilizar información única del emisor, para evitar tanto la falsificación como el repudio.</w:t>
      </w:r>
    </w:p>
    <w:p w14:paraId="2DA585DC" w14:textId="6D5EBAC9" w:rsidR="00B95305" w:rsidRPr="004B3141" w:rsidRDefault="0091109C" w:rsidP="0091109C">
      <w:pPr>
        <w:pStyle w:val="eCheckBoxText"/>
        <w:rPr>
          <w:szCs w:val="40"/>
          <w:lang w:val="es-ES"/>
        </w:rPr>
      </w:pPr>
      <w:r w:rsidRPr="004B3141">
        <w:rPr>
          <w:rStyle w:val="eCheckBoxSquareChar"/>
          <w:lang w:val="es-ES"/>
        </w:rPr>
        <w:t>□</w:t>
      </w:r>
      <w:r w:rsidRPr="004B3141">
        <w:rPr>
          <w:szCs w:val="40"/>
          <w:lang w:val="es-ES"/>
        </w:rPr>
        <w:tab/>
      </w:r>
      <w:r w:rsidR="00B95305" w:rsidRPr="004B3141">
        <w:rPr>
          <w:szCs w:val="40"/>
          <w:lang w:val="es-ES"/>
        </w:rPr>
        <w:t>La salida de una funci</w:t>
      </w:r>
      <w:r w:rsidR="006E6080">
        <w:rPr>
          <w:szCs w:val="40"/>
          <w:lang w:val="es-ES"/>
        </w:rPr>
        <w:t>ón hash tiene una longitud fija.</w:t>
      </w:r>
      <w:bookmarkStart w:id="0" w:name="_GoBack"/>
      <w:bookmarkEnd w:id="0"/>
    </w:p>
    <w:p w14:paraId="420D0FF4" w14:textId="77777777" w:rsidR="0091109C" w:rsidRPr="004B3141" w:rsidRDefault="0091109C" w:rsidP="0091109C">
      <w:pPr>
        <w:pStyle w:val="eCheckBoxText"/>
        <w:rPr>
          <w:lang w:val="es-ES"/>
        </w:rPr>
      </w:pPr>
      <w:r w:rsidRPr="004B3141">
        <w:rPr>
          <w:rStyle w:val="eCheckBoxSquareChar"/>
          <w:lang w:val="es-ES"/>
        </w:rPr>
        <w:t>□</w:t>
      </w:r>
      <w:r w:rsidRPr="004B3141">
        <w:rPr>
          <w:szCs w:val="40"/>
          <w:lang w:val="es-ES"/>
        </w:rPr>
        <w:tab/>
      </w:r>
      <w:r w:rsidR="00B95305" w:rsidRPr="004B3141">
        <w:rPr>
          <w:szCs w:val="40"/>
          <w:lang w:val="es-ES"/>
        </w:rPr>
        <w:t>Dado un mensaje, es fácil de encontrar su hash y viceversa</w:t>
      </w:r>
      <w:r w:rsidRPr="004B3141">
        <w:rPr>
          <w:lang w:val="es-ES"/>
        </w:rPr>
        <w:t>.</w:t>
      </w:r>
    </w:p>
    <w:p w14:paraId="0A29E4FA" w14:textId="1695652E" w:rsidR="0091109C" w:rsidRPr="004B3141" w:rsidRDefault="0091109C" w:rsidP="0091109C">
      <w:pPr>
        <w:pStyle w:val="eCheckBoxText"/>
        <w:rPr>
          <w:lang w:val="es-ES"/>
        </w:rPr>
      </w:pPr>
      <w:r w:rsidRPr="004B3141">
        <w:rPr>
          <w:rStyle w:val="eCheckBoxSquareChar"/>
          <w:lang w:val="es-ES"/>
        </w:rPr>
        <w:t>□</w:t>
      </w:r>
      <w:r w:rsidRPr="004B3141">
        <w:rPr>
          <w:szCs w:val="40"/>
          <w:lang w:val="es-ES"/>
        </w:rPr>
        <w:tab/>
      </w:r>
      <w:r w:rsidR="00B95305" w:rsidRPr="004B3141">
        <w:rPr>
          <w:szCs w:val="40"/>
          <w:lang w:val="es-ES"/>
        </w:rPr>
        <w:t>Es computacionalmente imposible encontrar dos mensajes distintos cuyo hash sea idéntico</w:t>
      </w:r>
      <w:r w:rsidR="00093FA0">
        <w:rPr>
          <w:szCs w:val="40"/>
          <w:lang w:val="es-ES"/>
        </w:rPr>
        <w:t>.</w:t>
      </w:r>
    </w:p>
    <w:p w14:paraId="0441FC6D" w14:textId="7C575326" w:rsidR="0091109C" w:rsidRPr="004B3141" w:rsidRDefault="0091109C" w:rsidP="00B95305">
      <w:pPr>
        <w:pStyle w:val="eCheckBoxText"/>
        <w:rPr>
          <w:lang w:val="es-ES"/>
        </w:rPr>
      </w:pPr>
      <w:r w:rsidRPr="004B3141">
        <w:rPr>
          <w:rStyle w:val="eCheckBoxSquareChar"/>
          <w:lang w:val="es-ES"/>
        </w:rPr>
        <w:t>□</w:t>
      </w:r>
      <w:r w:rsidRPr="004B3141">
        <w:rPr>
          <w:szCs w:val="40"/>
          <w:lang w:val="es-ES"/>
        </w:rPr>
        <w:tab/>
      </w:r>
      <w:r w:rsidR="00B95305" w:rsidRPr="004B3141">
        <w:rPr>
          <w:szCs w:val="40"/>
          <w:lang w:val="es-ES"/>
        </w:rPr>
        <w:t>Mensajes diferentes siempre tienen diferentes valores hash</w:t>
      </w:r>
      <w:r w:rsidR="00093FA0">
        <w:rPr>
          <w:szCs w:val="40"/>
          <w:lang w:val="es-ES"/>
        </w:rPr>
        <w:t>.</w:t>
      </w:r>
    </w:p>
    <w:p w14:paraId="43F03822" w14:textId="71A638CE" w:rsidR="00D32B5B" w:rsidRPr="004B3141" w:rsidRDefault="00D32B5B" w:rsidP="00D32B5B">
      <w:pPr>
        <w:pStyle w:val="eLineBottom"/>
        <w:rPr>
          <w:lang w:val="es-ES"/>
        </w:rPr>
      </w:pPr>
    </w:p>
    <w:p w14:paraId="10DE297B" w14:textId="77777777" w:rsidR="00D32B5B" w:rsidRPr="004B3141" w:rsidRDefault="00D32B5B" w:rsidP="00D32B5B">
      <w:pPr>
        <w:rPr>
          <w:lang w:val="es-ES"/>
        </w:rPr>
      </w:pPr>
    </w:p>
    <w:p w14:paraId="5836FB47" w14:textId="77777777" w:rsidR="0091109C" w:rsidRPr="004B3141" w:rsidRDefault="00B95305" w:rsidP="0091109C">
      <w:pPr>
        <w:pStyle w:val="eTask"/>
        <w:rPr>
          <w:lang w:val="es-ES"/>
        </w:rPr>
      </w:pPr>
      <w:r w:rsidRPr="004B3141">
        <w:rPr>
          <w:lang w:val="es-ES"/>
        </w:rPr>
        <w:t>Clasifica los siguientes ataques como activos o pasivos.</w:t>
      </w:r>
    </w:p>
    <w:p w14:paraId="5052BE04" w14:textId="77777777" w:rsidR="0091109C" w:rsidRPr="004B3141" w:rsidRDefault="0091109C" w:rsidP="00D32B5B">
      <w:pPr>
        <w:rPr>
          <w:lang w:val="es-ES"/>
        </w:rPr>
      </w:pPr>
    </w:p>
    <w:p w14:paraId="11507686" w14:textId="77777777" w:rsidR="0091109C" w:rsidRPr="004B3141" w:rsidRDefault="00B95305" w:rsidP="0091109C">
      <w:pPr>
        <w:rPr>
          <w:lang w:val="es-ES"/>
        </w:rPr>
      </w:pPr>
      <w:r w:rsidRPr="004B3141">
        <w:rPr>
          <w:lang w:val="es-ES"/>
        </w:rPr>
        <w:t>Captura, suplantación, análisis de tráfico, repetición, denegación de servicio, modificación</w:t>
      </w:r>
    </w:p>
    <w:p w14:paraId="56DFA8B4" w14:textId="77777777" w:rsidR="00B95305" w:rsidRPr="004B3141" w:rsidRDefault="00B95305" w:rsidP="0091109C">
      <w:pPr>
        <w:rPr>
          <w:lang w:val="es-ES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7620"/>
      </w:tblGrid>
      <w:tr w:rsidR="0091109C" w:rsidRPr="004B3141" w14:paraId="05756148" w14:textId="77777777" w:rsidTr="00023AFE">
        <w:tc>
          <w:tcPr>
            <w:tcW w:w="1560" w:type="dxa"/>
            <w:vAlign w:val="center"/>
          </w:tcPr>
          <w:p w14:paraId="5D57D9CE" w14:textId="77777777" w:rsidR="0091109C" w:rsidRPr="004B3141" w:rsidRDefault="0091109C" w:rsidP="00023AFE">
            <w:pPr>
              <w:rPr>
                <w:lang w:val="es-ES"/>
              </w:rPr>
            </w:pPr>
            <w:r w:rsidRPr="004B3141">
              <w:rPr>
                <w:lang w:val="es-ES"/>
              </w:rPr>
              <w:t>Activ</w:t>
            </w:r>
            <w:r w:rsidR="00B95305" w:rsidRPr="004B3141">
              <w:rPr>
                <w:lang w:val="es-ES"/>
              </w:rPr>
              <w:t>o</w:t>
            </w:r>
          </w:p>
        </w:tc>
        <w:tc>
          <w:tcPr>
            <w:tcW w:w="7620" w:type="dxa"/>
          </w:tcPr>
          <w:p w14:paraId="0E4B9A91" w14:textId="77777777" w:rsidR="0091109C" w:rsidRPr="004B3141" w:rsidRDefault="0091109C" w:rsidP="00023AFE">
            <w:pPr>
              <w:spacing w:before="60" w:after="60"/>
              <w:rPr>
                <w:lang w:val="es-ES"/>
              </w:rPr>
            </w:pPr>
          </w:p>
        </w:tc>
      </w:tr>
      <w:tr w:rsidR="0091109C" w:rsidRPr="004B3141" w14:paraId="6A344767" w14:textId="77777777" w:rsidTr="00023AFE">
        <w:tc>
          <w:tcPr>
            <w:tcW w:w="1560" w:type="dxa"/>
            <w:vAlign w:val="center"/>
          </w:tcPr>
          <w:p w14:paraId="0321A7E7" w14:textId="77777777" w:rsidR="0091109C" w:rsidRPr="004B3141" w:rsidRDefault="00B95305" w:rsidP="00023AFE">
            <w:pPr>
              <w:rPr>
                <w:lang w:val="es-ES"/>
              </w:rPr>
            </w:pPr>
            <w:r w:rsidRPr="004B3141">
              <w:rPr>
                <w:lang w:val="es-ES"/>
              </w:rPr>
              <w:t>Pasivo</w:t>
            </w:r>
          </w:p>
        </w:tc>
        <w:tc>
          <w:tcPr>
            <w:tcW w:w="7620" w:type="dxa"/>
          </w:tcPr>
          <w:p w14:paraId="3D330ADB" w14:textId="77777777" w:rsidR="0091109C" w:rsidRPr="004B3141" w:rsidRDefault="0091109C" w:rsidP="00023AFE">
            <w:pPr>
              <w:spacing w:before="60" w:after="60"/>
              <w:rPr>
                <w:lang w:val="es-ES"/>
              </w:rPr>
            </w:pPr>
          </w:p>
        </w:tc>
      </w:tr>
    </w:tbl>
    <w:p w14:paraId="20950102" w14:textId="225A3DE1" w:rsidR="0091109C" w:rsidRPr="004B3141" w:rsidRDefault="0091109C" w:rsidP="00D32B5B">
      <w:pPr>
        <w:pStyle w:val="eLineBottom"/>
        <w:rPr>
          <w:lang w:val="es-ES"/>
        </w:rPr>
      </w:pPr>
      <w:r w:rsidRPr="004B3141">
        <w:rPr>
          <w:lang w:val="es-ES"/>
        </w:rPr>
        <w:t xml:space="preserve"> </w:t>
      </w:r>
    </w:p>
    <w:p w14:paraId="0F545ACF" w14:textId="77777777" w:rsidR="0091109C" w:rsidRPr="004B3141" w:rsidRDefault="0091109C" w:rsidP="0091109C">
      <w:pPr>
        <w:pStyle w:val="eCheckBoxText"/>
        <w:rPr>
          <w:lang w:val="es-ES"/>
        </w:rPr>
      </w:pPr>
    </w:p>
    <w:p w14:paraId="322C69B4" w14:textId="77777777" w:rsidR="0091109C" w:rsidRPr="004B3141" w:rsidRDefault="00B95305" w:rsidP="0091109C">
      <w:pPr>
        <w:pStyle w:val="eTask"/>
        <w:rPr>
          <w:lang w:val="es-ES"/>
        </w:rPr>
      </w:pPr>
      <w:r w:rsidRPr="004B3141">
        <w:rPr>
          <w:lang w:val="es-ES"/>
        </w:rPr>
        <w:t>Rellena la siguiente tabla indicando el número de las frases correctas relativas a certificados digitales</w:t>
      </w:r>
      <w:r w:rsidR="0091109C" w:rsidRPr="004B3141">
        <w:rPr>
          <w:lang w:val="es-ES"/>
        </w:rPr>
        <w:t>.</w:t>
      </w:r>
    </w:p>
    <w:p w14:paraId="6CDFE233" w14:textId="77777777" w:rsidR="0091109C" w:rsidRPr="004B3141" w:rsidRDefault="0091109C" w:rsidP="0091109C">
      <w:pPr>
        <w:rPr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91109C" w:rsidRPr="004B3141" w14:paraId="62196657" w14:textId="77777777" w:rsidTr="00023AFE">
        <w:trPr>
          <w:jc w:val="center"/>
        </w:trPr>
        <w:tc>
          <w:tcPr>
            <w:tcW w:w="2223" w:type="dxa"/>
          </w:tcPr>
          <w:p w14:paraId="63F5A720" w14:textId="77777777" w:rsidR="0091109C" w:rsidRPr="004B3141" w:rsidRDefault="0091109C" w:rsidP="00023AFE">
            <w:pPr>
              <w:spacing w:before="60" w:after="60"/>
              <w:rPr>
                <w:lang w:val="es-ES"/>
              </w:rPr>
            </w:pPr>
          </w:p>
        </w:tc>
      </w:tr>
      <w:tr w:rsidR="0091109C" w:rsidRPr="004B3141" w14:paraId="30365D62" w14:textId="77777777" w:rsidTr="00023AFE">
        <w:trPr>
          <w:jc w:val="center"/>
        </w:trPr>
        <w:tc>
          <w:tcPr>
            <w:tcW w:w="2223" w:type="dxa"/>
          </w:tcPr>
          <w:p w14:paraId="03781125" w14:textId="77777777" w:rsidR="0091109C" w:rsidRPr="004B3141" w:rsidRDefault="0091109C" w:rsidP="00023AFE">
            <w:pPr>
              <w:spacing w:before="60" w:after="60"/>
              <w:rPr>
                <w:lang w:val="es-ES"/>
              </w:rPr>
            </w:pPr>
          </w:p>
        </w:tc>
      </w:tr>
      <w:tr w:rsidR="0091109C" w:rsidRPr="004B3141" w14:paraId="68348898" w14:textId="77777777" w:rsidTr="00023AFE">
        <w:trPr>
          <w:jc w:val="center"/>
        </w:trPr>
        <w:tc>
          <w:tcPr>
            <w:tcW w:w="2223" w:type="dxa"/>
          </w:tcPr>
          <w:p w14:paraId="30A94122" w14:textId="77777777" w:rsidR="0091109C" w:rsidRPr="004B3141" w:rsidRDefault="0091109C" w:rsidP="00023AFE">
            <w:pPr>
              <w:spacing w:before="60" w:after="60"/>
              <w:rPr>
                <w:lang w:val="es-ES"/>
              </w:rPr>
            </w:pPr>
          </w:p>
        </w:tc>
      </w:tr>
      <w:tr w:rsidR="0091109C" w:rsidRPr="004B3141" w14:paraId="572AC0F8" w14:textId="77777777" w:rsidTr="00023AFE">
        <w:trPr>
          <w:jc w:val="center"/>
        </w:trPr>
        <w:tc>
          <w:tcPr>
            <w:tcW w:w="2223" w:type="dxa"/>
          </w:tcPr>
          <w:p w14:paraId="426927DA" w14:textId="77777777" w:rsidR="0091109C" w:rsidRPr="004B3141" w:rsidRDefault="0091109C" w:rsidP="00023AFE">
            <w:pPr>
              <w:spacing w:before="60" w:after="60"/>
              <w:rPr>
                <w:lang w:val="es-ES"/>
              </w:rPr>
            </w:pPr>
          </w:p>
        </w:tc>
      </w:tr>
      <w:tr w:rsidR="0091109C" w:rsidRPr="004B3141" w14:paraId="282FE43B" w14:textId="77777777" w:rsidTr="00023AFE">
        <w:trPr>
          <w:jc w:val="center"/>
        </w:trPr>
        <w:tc>
          <w:tcPr>
            <w:tcW w:w="2223" w:type="dxa"/>
          </w:tcPr>
          <w:p w14:paraId="1E39BDB7" w14:textId="77777777" w:rsidR="0091109C" w:rsidRPr="004B3141" w:rsidRDefault="0091109C" w:rsidP="00023AFE">
            <w:pPr>
              <w:spacing w:before="60" w:after="60"/>
              <w:rPr>
                <w:lang w:val="es-ES"/>
              </w:rPr>
            </w:pPr>
          </w:p>
        </w:tc>
      </w:tr>
    </w:tbl>
    <w:p w14:paraId="5053819A" w14:textId="77777777" w:rsidR="0091109C" w:rsidRPr="004B3141" w:rsidRDefault="0091109C" w:rsidP="0091109C">
      <w:pPr>
        <w:rPr>
          <w:lang w:val="es-ES"/>
        </w:rPr>
      </w:pPr>
    </w:p>
    <w:p w14:paraId="2E9FC671" w14:textId="3CCA7718" w:rsidR="0091109C" w:rsidRPr="004B3141" w:rsidRDefault="0091109C" w:rsidP="0091109C">
      <w:pPr>
        <w:spacing w:before="120"/>
        <w:ind w:left="357" w:hanging="357"/>
        <w:rPr>
          <w:lang w:val="es-ES"/>
        </w:rPr>
      </w:pPr>
      <w:r w:rsidRPr="004B3141">
        <w:rPr>
          <w:b/>
          <w:lang w:val="es-ES"/>
        </w:rPr>
        <w:t>1</w:t>
      </w:r>
      <w:r w:rsidRPr="004B3141">
        <w:rPr>
          <w:lang w:val="es-ES"/>
        </w:rPr>
        <w:t xml:space="preserve"> – </w:t>
      </w:r>
      <w:r w:rsidR="00B95305" w:rsidRPr="004B3141">
        <w:rPr>
          <w:lang w:val="es-ES"/>
        </w:rPr>
        <w:t>Un certificado digital contiene la clave secreta de un sujeto o titular del certificado, así como los datos de identificación de dicho sujeto titular</w:t>
      </w:r>
      <w:r w:rsidR="00093FA0">
        <w:rPr>
          <w:lang w:val="es-ES"/>
        </w:rPr>
        <w:t>.</w:t>
      </w:r>
    </w:p>
    <w:p w14:paraId="428C9A31" w14:textId="77777777" w:rsidR="00B95305" w:rsidRPr="004B3141" w:rsidRDefault="0091109C" w:rsidP="0091109C">
      <w:pPr>
        <w:spacing w:before="120"/>
        <w:ind w:left="357" w:hanging="357"/>
        <w:rPr>
          <w:lang w:val="es-ES"/>
        </w:rPr>
      </w:pPr>
      <w:r w:rsidRPr="004B3141">
        <w:rPr>
          <w:b/>
          <w:lang w:val="es-ES"/>
        </w:rPr>
        <w:t>2</w:t>
      </w:r>
      <w:r w:rsidRPr="004B3141">
        <w:rPr>
          <w:lang w:val="es-ES"/>
        </w:rPr>
        <w:t xml:space="preserve"> – </w:t>
      </w:r>
      <w:r w:rsidR="00B95305" w:rsidRPr="004B3141">
        <w:rPr>
          <w:lang w:val="es-ES"/>
        </w:rPr>
        <w:t xml:space="preserve">Los certificados digitales se firman con la clave privada de una autoridad de certificación (CA). </w:t>
      </w:r>
    </w:p>
    <w:p w14:paraId="27042C09" w14:textId="77777777" w:rsidR="0091109C" w:rsidRPr="004B3141" w:rsidRDefault="0091109C" w:rsidP="0091109C">
      <w:pPr>
        <w:spacing w:before="120"/>
        <w:ind w:left="357" w:hanging="357"/>
        <w:rPr>
          <w:lang w:val="es-ES"/>
        </w:rPr>
      </w:pPr>
      <w:r w:rsidRPr="004B3141">
        <w:rPr>
          <w:b/>
          <w:lang w:val="es-ES"/>
        </w:rPr>
        <w:t>3</w:t>
      </w:r>
      <w:r w:rsidRPr="004B3141">
        <w:rPr>
          <w:lang w:val="es-ES"/>
        </w:rPr>
        <w:t xml:space="preserve"> – </w:t>
      </w:r>
      <w:r w:rsidR="00B95305" w:rsidRPr="004B3141">
        <w:rPr>
          <w:lang w:val="es-ES"/>
        </w:rPr>
        <w:t xml:space="preserve">Sólo la clave certificada por el certificado trabajará con la clave pública correspondiente que posee la entidad identificada por el certificado. </w:t>
      </w:r>
    </w:p>
    <w:p w14:paraId="661A0DC3" w14:textId="3E47B460" w:rsidR="0091109C" w:rsidRPr="004B3141" w:rsidRDefault="0091109C" w:rsidP="0091109C">
      <w:pPr>
        <w:spacing w:before="120"/>
        <w:ind w:left="357" w:hanging="357"/>
        <w:rPr>
          <w:lang w:val="es-ES"/>
        </w:rPr>
      </w:pPr>
      <w:r w:rsidRPr="004B3141">
        <w:rPr>
          <w:b/>
          <w:lang w:val="es-ES"/>
        </w:rPr>
        <w:t>4</w:t>
      </w:r>
      <w:r w:rsidRPr="004B3141">
        <w:rPr>
          <w:lang w:val="es-ES"/>
        </w:rPr>
        <w:t xml:space="preserve"> – </w:t>
      </w:r>
      <w:r w:rsidR="00B95305" w:rsidRPr="004B3141">
        <w:rPr>
          <w:lang w:val="es-ES"/>
        </w:rPr>
        <w:t>Los certificados digitales vincula</w:t>
      </w:r>
      <w:r w:rsidR="00093FA0">
        <w:rPr>
          <w:lang w:val="es-ES"/>
        </w:rPr>
        <w:t>n</w:t>
      </w:r>
      <w:r w:rsidR="00B95305" w:rsidRPr="004B3141">
        <w:rPr>
          <w:lang w:val="es-ES"/>
        </w:rPr>
        <w:t xml:space="preserve"> una clave pública con una identidad.</w:t>
      </w:r>
    </w:p>
    <w:p w14:paraId="108EF066" w14:textId="7A28D9D7" w:rsidR="00290885" w:rsidRPr="004B3141" w:rsidRDefault="0091109C" w:rsidP="0091109C">
      <w:pPr>
        <w:spacing w:before="120"/>
        <w:ind w:left="357" w:hanging="357"/>
        <w:rPr>
          <w:lang w:val="es-ES"/>
        </w:rPr>
      </w:pPr>
      <w:r w:rsidRPr="004B3141">
        <w:rPr>
          <w:b/>
          <w:lang w:val="es-ES"/>
        </w:rPr>
        <w:t>5</w:t>
      </w:r>
      <w:r w:rsidRPr="004B3141">
        <w:rPr>
          <w:lang w:val="es-ES"/>
        </w:rPr>
        <w:t xml:space="preserve"> – </w:t>
      </w:r>
      <w:r w:rsidR="00B95305" w:rsidRPr="004B3141">
        <w:rPr>
          <w:lang w:val="es-ES"/>
        </w:rPr>
        <w:t xml:space="preserve">Un certificado digital contiene la clave pública de la autoridad </w:t>
      </w:r>
      <w:r w:rsidR="00093FA0">
        <w:rPr>
          <w:lang w:val="es-ES"/>
        </w:rPr>
        <w:t xml:space="preserve">de </w:t>
      </w:r>
      <w:r w:rsidR="00B95305" w:rsidRPr="004B3141">
        <w:rPr>
          <w:lang w:val="es-ES"/>
        </w:rPr>
        <w:t>certificación (CA)</w:t>
      </w:r>
      <w:r w:rsidR="00093FA0">
        <w:rPr>
          <w:lang w:val="es-ES"/>
        </w:rPr>
        <w:t xml:space="preserve"> correspondiente.</w:t>
      </w:r>
    </w:p>
    <w:sectPr w:rsidR="00290885" w:rsidRPr="004B3141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13FFE" w14:textId="77777777" w:rsidR="00EA6A6C" w:rsidRDefault="00EA6A6C" w:rsidP="00861A1A">
      <w:r>
        <w:separator/>
      </w:r>
    </w:p>
  </w:endnote>
  <w:endnote w:type="continuationSeparator" w:id="0">
    <w:p w14:paraId="33A72082" w14:textId="77777777" w:rsidR="00EA6A6C" w:rsidRDefault="00EA6A6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CD3306" w14:paraId="24BAB424" w14:textId="77777777" w:rsidTr="00CA51B5">
      <w:tc>
        <w:tcPr>
          <w:tcW w:w="2518" w:type="dxa"/>
        </w:tcPr>
        <w:p w14:paraId="4F0CC7AA" w14:textId="77777777" w:rsidR="00CD3306" w:rsidRDefault="00CD3306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s-ES" w:eastAsia="es-ES"/>
            </w:rPr>
            <w:drawing>
              <wp:inline distT="0" distB="0" distL="0" distR="0" wp14:anchorId="59D5BA87" wp14:editId="7761AD2C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7FBE781" w14:textId="77777777" w:rsidR="00D32B5B" w:rsidRPr="00D32B5B" w:rsidRDefault="00D32B5B" w:rsidP="00D32B5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>El presente proyecto ha sido financiado con el apoyo de la Comisión Europea.</w:t>
          </w:r>
        </w:p>
        <w:p w14:paraId="2503FAD6" w14:textId="05ED1A28" w:rsidR="00CD3306" w:rsidRPr="00CA51B5" w:rsidRDefault="00D32B5B" w:rsidP="00D32B5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CD3306" w14:paraId="102EDDF7" w14:textId="77777777" w:rsidTr="00CA51B5">
      <w:tc>
        <w:tcPr>
          <w:tcW w:w="8472" w:type="dxa"/>
          <w:gridSpan w:val="2"/>
        </w:tcPr>
        <w:p w14:paraId="299D9F19" w14:textId="77777777" w:rsidR="00CD3306" w:rsidRPr="00CA51B5" w:rsidRDefault="00CD3306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1EED49A4" w14:textId="77777777" w:rsidR="00CD3306" w:rsidRPr="00CA51B5" w:rsidRDefault="00CD3306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710607D9" w14:textId="77777777" w:rsidR="00CD3306" w:rsidRPr="00BF5E09" w:rsidRDefault="00CD3306" w:rsidP="00BF5E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40CA1" w14:textId="77777777" w:rsidR="00EA6A6C" w:rsidRDefault="00EA6A6C" w:rsidP="00861A1A">
      <w:r>
        <w:separator/>
      </w:r>
    </w:p>
  </w:footnote>
  <w:footnote w:type="continuationSeparator" w:id="0">
    <w:p w14:paraId="3C6F0AD9" w14:textId="77777777" w:rsidR="00EA6A6C" w:rsidRDefault="00EA6A6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9B127" w14:textId="58E2FA2D" w:rsidR="00CD3306" w:rsidRPr="002B41A8" w:rsidRDefault="00CD3306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s-ES" w:eastAsia="es-ES"/>
      </w:rPr>
      <w:drawing>
        <wp:anchor distT="0" distB="0" distL="114300" distR="114300" simplePos="0" relativeHeight="251657728" behindDoc="0" locked="0" layoutInCell="1" allowOverlap="1" wp14:anchorId="338B9952" wp14:editId="0D859C9C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D32B5B" w:rsidRPr="0030665B">
      <w:rPr>
        <w:rFonts w:ascii="Calibri" w:hAnsi="Calibri"/>
        <w:b/>
        <w:smallCaps/>
        <w:noProof/>
      </w:rPr>
      <w:t>EJERCICIO</w:t>
    </w:r>
  </w:p>
  <w:p w14:paraId="241DE78E" w14:textId="11CA49FF" w:rsidR="00CD3306" w:rsidRPr="00C148FD" w:rsidRDefault="00D32B5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D32B5B">
      <w:rPr>
        <w:rFonts w:ascii="Calibri" w:hAnsi="Calibri"/>
        <w:smallCaps/>
        <w:noProof/>
        <w:sz w:val="20"/>
        <w:szCs w:val="20"/>
        <w:lang w:val="en-US"/>
      </w:rPr>
      <w:t>CRIPTOGRAFÍA, CIBERCRIMINALIDAD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C9E63BBA"/>
    <w:lvl w:ilvl="0" w:tplc="C458DAB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53914"/>
    <w:multiLevelType w:val="hybridMultilevel"/>
    <w:tmpl w:val="C0E6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673F"/>
    <w:rsid w:val="00016AD8"/>
    <w:rsid w:val="00017595"/>
    <w:rsid w:val="00021197"/>
    <w:rsid w:val="00023AFE"/>
    <w:rsid w:val="00030EDA"/>
    <w:rsid w:val="00045BEB"/>
    <w:rsid w:val="00073ADF"/>
    <w:rsid w:val="0007473C"/>
    <w:rsid w:val="000750C9"/>
    <w:rsid w:val="00087EAC"/>
    <w:rsid w:val="00093FA0"/>
    <w:rsid w:val="00094A16"/>
    <w:rsid w:val="000A233F"/>
    <w:rsid w:val="000A55B3"/>
    <w:rsid w:val="000C6B3A"/>
    <w:rsid w:val="001301D8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78BD"/>
    <w:rsid w:val="001B057D"/>
    <w:rsid w:val="001D00A1"/>
    <w:rsid w:val="001F6290"/>
    <w:rsid w:val="00213F2C"/>
    <w:rsid w:val="00223478"/>
    <w:rsid w:val="00225015"/>
    <w:rsid w:val="00232EDE"/>
    <w:rsid w:val="00241D77"/>
    <w:rsid w:val="00272012"/>
    <w:rsid w:val="002825A8"/>
    <w:rsid w:val="00283A7C"/>
    <w:rsid w:val="002850DE"/>
    <w:rsid w:val="00290885"/>
    <w:rsid w:val="00292860"/>
    <w:rsid w:val="002976A9"/>
    <w:rsid w:val="002A188A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87569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3141"/>
    <w:rsid w:val="004C0E36"/>
    <w:rsid w:val="004E28EF"/>
    <w:rsid w:val="004E5E95"/>
    <w:rsid w:val="004E70EA"/>
    <w:rsid w:val="004F5AFF"/>
    <w:rsid w:val="005132B0"/>
    <w:rsid w:val="00517E3A"/>
    <w:rsid w:val="0052284C"/>
    <w:rsid w:val="00541560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442E"/>
    <w:rsid w:val="0063686B"/>
    <w:rsid w:val="006435FE"/>
    <w:rsid w:val="0064494B"/>
    <w:rsid w:val="00654DFF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6080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1E03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109C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4A0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95305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94739"/>
    <w:rsid w:val="00CA51B5"/>
    <w:rsid w:val="00CB2E80"/>
    <w:rsid w:val="00CC2293"/>
    <w:rsid w:val="00CC266E"/>
    <w:rsid w:val="00CD3306"/>
    <w:rsid w:val="00CE09BA"/>
    <w:rsid w:val="00CF4DFA"/>
    <w:rsid w:val="00D060B3"/>
    <w:rsid w:val="00D06992"/>
    <w:rsid w:val="00D20A5C"/>
    <w:rsid w:val="00D2650E"/>
    <w:rsid w:val="00D32B5B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6A6C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570E7"/>
    <w:rsid w:val="00F748A6"/>
    <w:rsid w:val="00F82C59"/>
    <w:rsid w:val="00F871C6"/>
    <w:rsid w:val="00F8749B"/>
    <w:rsid w:val="00FA4B72"/>
    <w:rsid w:val="00FA74D9"/>
    <w:rsid w:val="00FB201E"/>
    <w:rsid w:val="00FF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CB87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570E7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  <w:style w:type="character" w:styleId="Refdecomentario">
    <w:name w:val="annotation reference"/>
    <w:basedOn w:val="Fuentedeprrafopredeter"/>
    <w:semiHidden/>
    <w:unhideWhenUsed/>
    <w:rsid w:val="004B314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4B31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B3141"/>
    <w:rPr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4B31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B3141"/>
    <w:rPr>
      <w:b/>
      <w:bCs/>
      <w:lang w:val="cs-CZ" w:eastAsia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570E7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  <w:style w:type="character" w:styleId="Refdecomentario">
    <w:name w:val="annotation reference"/>
    <w:basedOn w:val="Fuentedeprrafopredeter"/>
    <w:semiHidden/>
    <w:unhideWhenUsed/>
    <w:rsid w:val="004B314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4B314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B3141"/>
    <w:rPr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4B31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B3141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\Users\vre soriano\Downloads\TechPedia_worksheet_template_EN.dot</Template>
  <TotalTime>4</TotalTime>
  <Pages>3</Pages>
  <Words>341</Words>
  <Characters>1880</Characters>
  <Application>Microsoft Macintosh Word</Application>
  <DocSecurity>0</DocSecurity>
  <Lines>15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Miquel Soriano</cp:lastModifiedBy>
  <cp:revision>4</cp:revision>
  <cp:lastPrinted>2013-05-24T15:00:00Z</cp:lastPrinted>
  <dcterms:created xsi:type="dcterms:W3CDTF">2016-04-27T16:53:00Z</dcterms:created>
  <dcterms:modified xsi:type="dcterms:W3CDTF">2016-06-12T15:07:00Z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