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683D01" w:rsidRDefault="00B318D1" w:rsidP="002968BB">
      <w:pPr>
        <w:pStyle w:val="eTask"/>
        <w:rPr>
          <w:lang w:val="sk-SK"/>
        </w:rPr>
      </w:pPr>
      <w:r w:rsidRPr="00683D01">
        <w:rPr>
          <w:lang w:val="sk-SK"/>
        </w:rPr>
        <w:t xml:space="preserve">Priraďte nasledujúce modulačné princípy v pravom stĺpci k ich menám v ľavom stĺpci. </w:t>
      </w:r>
      <w:bookmarkStart w:id="0" w:name="_GoBack"/>
      <w:bookmarkEnd w:id="0"/>
    </w:p>
    <w:p w:rsidR="003264F1" w:rsidRPr="00683D01" w:rsidRDefault="00DB252D" w:rsidP="003264F1">
      <w:pPr>
        <w:rPr>
          <w:lang w:val="sk-SK"/>
        </w:rPr>
      </w:pPr>
      <w:r>
        <w:rPr>
          <w:noProof/>
          <w:lang w:val="sk-SK" w:eastAsia="sk-SK"/>
        </w:rPr>
        <w:pict>
          <v:line id="Přímá spojnice 2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356.25pt" to="127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" strokecolor="red" strokeweight="1pt">
            <v:stroke joinstyle="miter"/>
            <o:lock v:ext="edit" shapetype="f"/>
          </v:line>
        </w:pict>
      </w:r>
      <w:r>
        <w:rPr>
          <w:noProof/>
          <w:lang w:val="sk-SK" w:eastAsia="sk-SK"/>
        </w:rPr>
        <w:pict>
          <v:line id="Přímá spojnice 18" o:spid="_x0000_s103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15pt,260.05pt" to="127.8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" strokecolor="red" strokeweight="1pt">
            <v:stroke joinstyle="miter"/>
            <o:lock v:ext="edit" shapetype="f"/>
          </v:line>
        </w:pict>
      </w: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683D01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DB252D" w:rsidP="00EC4344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3" o:spid="_x0000_s103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" strokecolor="red" strokeweight="1pt">
                  <v:stroke joinstyle="miter"/>
                  <o:lock v:ext="edit" shapetype="f"/>
                </v:line>
              </w:pict>
            </w:r>
            <w:r>
              <w:rPr>
                <w:noProof/>
                <w:lang w:val="sk-SK" w:eastAsia="sk-SK"/>
              </w:rPr>
              <w:pict>
                <v:line id="Přímá spojnice 10" o:spid="_x0000_s1035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" strokecolor="red" strokeweight="1pt">
                  <v:stroke joinstyle="miter"/>
                  <o:lock v:ext="edit" shapetype="f"/>
                </v:line>
              </w:pic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B318D1" w:rsidP="00F86970">
            <w:pPr>
              <w:rPr>
                <w:lang w:val="sk-SK"/>
              </w:rPr>
            </w:pPr>
            <w:r w:rsidRPr="00683D01">
              <w:rPr>
                <w:lang w:val="sk-SK"/>
              </w:rPr>
              <w:t>fáza na optickej nosnej sa mení o π pri každom bite bez ohľadu na jeho logickú hodnotu 0 alebo 1.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F86970" w:rsidRDefault="00B318D1" w:rsidP="00F8697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sk-SK"/>
              </w:rPr>
            </w:pPr>
            <w:r w:rsidRPr="00683D01">
              <w:rPr>
                <w:lang w:val="sk-SK"/>
              </w:rPr>
              <w:t xml:space="preserve">Logickej nule odpovedá stav absencie </w:t>
            </w:r>
            <w:r w:rsidRPr="00F86970">
              <w:rPr>
                <w:lang w:val="sk-SK"/>
              </w:rPr>
              <w:t xml:space="preserve">optického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 xml:space="preserve">pulzu (nulové napätie elektrického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 xml:space="preserve">pulzu). Logickú jednotku reprezentuje laserový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 xml:space="preserve">pulz, ktorého fáza je pre každú ďalšiu jednotku otočená do protifázy (tomu odpovedá kladné a záporné napätie pri elektrických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>pulzoch). Binárnej jednotke sa teda</w:t>
            </w:r>
            <w:r w:rsidRPr="00683D01">
              <w:rPr>
                <w:lang w:val="sk-SK"/>
              </w:rPr>
              <w:t xml:space="preserve"> hovorí „značka“ (mark).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C12835">
            <w:pPr>
              <w:pStyle w:val="eDotList1"/>
              <w:tabs>
                <w:tab w:val="clear" w:pos="340"/>
              </w:tabs>
              <w:ind w:left="0" w:firstLine="0"/>
              <w:rPr>
                <w:lang w:val="sk-SK"/>
              </w:rPr>
            </w:pPr>
            <w:r w:rsidRPr="00683D01">
              <w:rPr>
                <w:lang w:val="sk-SK"/>
              </w:rPr>
              <w:t>Otočenie fázy o 180 stupňov nastane pre logickú jednotku. Pre logickú nulu sa fáza neotáča, zostáva rovnaká ako pre predchádzajúci symbol.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DB252D" w:rsidP="00EC4344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19" o:spid="_x0000_s1034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3pt" to="50.1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" strokecolor="red" strokeweight="1pt">
                  <v:stroke joinstyle="miter"/>
                  <o:lock v:ext="edit" shapetype="f"/>
                </v:line>
              </w:pic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270778">
            <w:pPr>
              <w:rPr>
                <w:lang w:val="sk-SK"/>
              </w:rPr>
            </w:pPr>
            <w:r w:rsidRPr="00683D01">
              <w:rPr>
                <w:lang w:val="sk-SK"/>
              </w:rPr>
              <w:t>Dvojiciam bitov sa priraďuje určitá fáza, napríklad</w:t>
            </w:r>
            <w:r w:rsidR="00270778" w:rsidRPr="00683D01">
              <w:rPr>
                <w:lang w:val="sk-SK"/>
              </w:rPr>
              <w:t>: 00 → 45°, 01 → 135°, 10 → 315°, 11 → 225°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DB252D" w:rsidP="00EC4344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20" o:spid="_x0000_s103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7.1pt" to="50.1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" strokecolor="red" strokeweight="1pt">
                  <v:stroke joinstyle="miter"/>
                  <o:lock v:ext="edit" shapetype="f"/>
                </v:line>
              </w:pic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3233E4">
            <w:pPr>
              <w:pStyle w:val="eText"/>
              <w:rPr>
                <w:lang w:val="sk-SK"/>
              </w:rPr>
            </w:pPr>
            <w:r w:rsidRPr="00683D01">
              <w:rPr>
                <w:lang w:val="sk-SK"/>
              </w:rPr>
              <w:t xml:space="preserve">Logická (binárna) nula predstavuje </w:t>
            </w:r>
            <w:r w:rsidRPr="00F86970">
              <w:rPr>
                <w:lang w:val="sk-SK"/>
              </w:rPr>
              <w:t xml:space="preserve">absenciu laserového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>pulzu</w:t>
            </w:r>
            <w:r w:rsidR="003233E4">
              <w:rPr>
                <w:lang w:val="sk-SK"/>
              </w:rPr>
              <w:t>.</w:t>
            </w:r>
            <w:r w:rsidR="003233E4" w:rsidRPr="00F86970">
              <w:rPr>
                <w:lang w:val="sk-SK"/>
              </w:rPr>
              <w:t xml:space="preserve"> </w:t>
            </w:r>
            <w:r w:rsidR="003233E4">
              <w:rPr>
                <w:lang w:val="sk-SK"/>
              </w:rPr>
              <w:t>L</w:t>
            </w:r>
            <w:r w:rsidR="003233E4" w:rsidRPr="00F86970">
              <w:rPr>
                <w:lang w:val="sk-SK"/>
              </w:rPr>
              <w:t xml:space="preserve">ogická </w:t>
            </w:r>
            <w:r w:rsidRPr="00F86970">
              <w:rPr>
                <w:lang w:val="sk-SK"/>
              </w:rPr>
              <w:t xml:space="preserve">(binárna) jednotka predstavuje laserový </w:t>
            </w:r>
            <w:r w:rsidR="00F86970">
              <w:rPr>
                <w:lang w:val="sk-SK"/>
              </w:rPr>
              <w:t>im</w:t>
            </w:r>
            <w:r w:rsidRPr="00F86970">
              <w:rPr>
                <w:lang w:val="sk-SK"/>
              </w:rPr>
              <w:t>pulz</w:t>
            </w:r>
            <w:r w:rsidRPr="00683D01">
              <w:rPr>
                <w:lang w:val="sk-SK"/>
              </w:rPr>
              <w:t xml:space="preserve"> so striedajúcou sa fázou, ktorá je určovaná na základe predchádzajúcich symbolov nasledujúcim spôsobom. </w:t>
            </w:r>
            <w:r w:rsidR="009D5A51" w:rsidRPr="00683D01">
              <w:rPr>
                <w:lang w:val="sk-SK"/>
              </w:rPr>
              <w:t>Fáz</w:t>
            </w:r>
            <w:r w:rsidR="009D5A51">
              <w:rPr>
                <w:lang w:val="sk-SK"/>
              </w:rPr>
              <w:t>a</w:t>
            </w:r>
            <w:r w:rsidR="009D5A51" w:rsidRPr="00683D01">
              <w:rPr>
                <w:lang w:val="sk-SK"/>
              </w:rPr>
              <w:t xml:space="preserve"> </w:t>
            </w:r>
            <w:r w:rsidRPr="00683D01">
              <w:rPr>
                <w:lang w:val="sk-SK"/>
              </w:rPr>
              <w:t>binárneho symbolu je posunutá o π, pokiaľ nastane nepárny počet logických núl medzi dvoma logickými jednotkami.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B24A20">
        <w:trPr>
          <w:trHeight w:val="47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84478E" w:rsidP="0084478E">
            <w:pPr>
              <w:rPr>
                <w:sz w:val="23"/>
                <w:szCs w:val="23"/>
                <w:lang w:val="sk-SK"/>
              </w:rPr>
            </w:pPr>
            <w:r w:rsidRPr="00683D01">
              <w:rPr>
                <w:sz w:val="23"/>
                <w:szCs w:val="23"/>
                <w:lang w:val="sk-SK"/>
              </w:rPr>
              <w:t>Dvojiciam bitov zodpovedajú dané fázové posuny (nie konkrétne hodnoty fázy). Uvádza sa fázový posun voči počiatočnej fáze alebo môžeme uvažovať fázový posun o 90° medzi susednými symbolmi. Pre jednoduchosť výkladu môžeme predpokladať počiatočnú fázu 0°.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 </w:t>
            </w:r>
            <w:r w:rsidR="003233E4">
              <w:rPr>
                <w:sz w:val="23"/>
                <w:szCs w:val="23"/>
                <w:lang w:val="sk-SK"/>
              </w:rPr>
              <w:t xml:space="preserve">Potom pre dvojice bitov: 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00 → </w:t>
            </w:r>
            <w:r w:rsidRPr="00683D01">
              <w:rPr>
                <w:sz w:val="23"/>
                <w:szCs w:val="23"/>
                <w:lang w:val="sk-SK"/>
              </w:rPr>
              <w:t>posun o 0° voči počiatočnej hodnote fázy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; 01 → </w:t>
            </w:r>
            <w:r w:rsidRPr="00683D01">
              <w:rPr>
                <w:sz w:val="23"/>
                <w:szCs w:val="23"/>
                <w:lang w:val="sk-SK"/>
              </w:rPr>
              <w:t xml:space="preserve">posun o 90° voči počiatočnej hodnote </w:t>
            </w:r>
            <w:r w:rsidRPr="003233E4">
              <w:rPr>
                <w:sz w:val="23"/>
                <w:szCs w:val="23"/>
                <w:lang w:val="sk-SK"/>
              </w:rPr>
              <w:t>fázy</w:t>
            </w:r>
            <w:r w:rsidR="003233E4" w:rsidRPr="00683D01">
              <w:rPr>
                <w:sz w:val="23"/>
                <w:szCs w:val="23"/>
                <w:lang w:val="sk-SK"/>
              </w:rPr>
              <w:t>;</w:t>
            </w:r>
            <w:r w:rsidRPr="003233E4">
              <w:rPr>
                <w:sz w:val="23"/>
                <w:szCs w:val="23"/>
                <w:lang w:val="sk-SK"/>
              </w:rPr>
              <w:t xml:space="preserve"> </w:t>
            </w:r>
            <w:r w:rsidR="00270778" w:rsidRPr="003233E4">
              <w:rPr>
                <w:sz w:val="23"/>
                <w:szCs w:val="23"/>
                <w:lang w:val="sk-SK"/>
              </w:rPr>
              <w:t>10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 → </w:t>
            </w:r>
            <w:r w:rsidRPr="00683D01">
              <w:rPr>
                <w:sz w:val="23"/>
                <w:szCs w:val="23"/>
                <w:lang w:val="sk-SK"/>
              </w:rPr>
              <w:t>posun o 180° voči počiatočnej hodnote fázy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; 11 → </w:t>
            </w:r>
            <w:r w:rsidRPr="00683D01">
              <w:rPr>
                <w:sz w:val="23"/>
                <w:szCs w:val="23"/>
                <w:lang w:val="sk-SK"/>
              </w:rPr>
              <w:t>posun o 270° voči počiatočnej hodnote fázy.</w:t>
            </w:r>
          </w:p>
        </w:tc>
      </w:tr>
    </w:tbl>
    <w:p w:rsidR="00766135" w:rsidRPr="00683D01" w:rsidRDefault="00D01CD6" w:rsidP="00766135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>Vyber všetky možnosti, ktoré hovoria o hlavných výhodach (D)QPSK modulácie</w:t>
      </w:r>
      <w:r w:rsidR="00270778" w:rsidRPr="00683D01">
        <w:rPr>
          <w:lang w:val="sk-SK"/>
        </w:rPr>
        <w:t>.</w:t>
      </w:r>
    </w:p>
    <w:p w:rsidR="00270778" w:rsidRPr="00683D01" w:rsidRDefault="00270778" w:rsidP="00270778">
      <w:pPr>
        <w:rPr>
          <w:lang w:val="sk-SK"/>
        </w:rPr>
      </w:pPr>
    </w:p>
    <w:p w:rsidR="00D01CD6" w:rsidRPr="00683D01" w:rsidRDefault="005E639C" w:rsidP="00D01CD6">
      <w:pPr>
        <w:pStyle w:val="eCheckBoxText"/>
        <w:rPr>
          <w:color w:val="FF0000"/>
          <w:lang w:val="sk-SK"/>
        </w:rPr>
      </w:pPr>
      <w:r w:rsidRPr="00683D01">
        <w:rPr>
          <w:rStyle w:val="eCheckBoxSquareChar"/>
          <w:b/>
          <w:color w:val="FF0000"/>
          <w:lang w:val="sk-SK"/>
        </w:rPr>
        <w:t>x</w:t>
      </w:r>
      <w:r w:rsidR="00270778" w:rsidRPr="00683D01">
        <w:rPr>
          <w:rStyle w:val="eCheckBoxSquareChar"/>
          <w:color w:val="FF0000"/>
          <w:lang w:val="sk-SK"/>
        </w:rPr>
        <w:tab/>
      </w:r>
      <w:r w:rsidR="00353EC4">
        <w:rPr>
          <w:rStyle w:val="eCheckBoxSquareChar"/>
          <w:color w:val="FF0000"/>
          <w:sz w:val="24"/>
          <w:szCs w:val="24"/>
          <w:lang w:val="sk-SK"/>
        </w:rPr>
        <w:t>S</w:t>
      </w:r>
      <w:r w:rsidR="00D01CD6" w:rsidRPr="00683D01">
        <w:rPr>
          <w:color w:val="FF0000"/>
          <w:lang w:val="sk-SK"/>
        </w:rPr>
        <w:t>ymbolová rýchlosť je dvakrát pomalšia ako bitová rýchlosť</w:t>
      </w:r>
    </w:p>
    <w:p w:rsidR="00D01CD6" w:rsidRPr="00683D01" w:rsidRDefault="00270778" w:rsidP="00D01CD6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lang w:val="sk-SK"/>
        </w:rPr>
        <w:t>Symbolová rýchlosť je dvakrát rýchlejšia ako bitová rýchlosť</w:t>
      </w:r>
    </w:p>
    <w:p w:rsidR="00D01CD6" w:rsidRPr="00683D01" w:rsidRDefault="005E639C" w:rsidP="00D01CD6">
      <w:pPr>
        <w:pStyle w:val="eCheckBoxText"/>
        <w:rPr>
          <w:color w:val="FF0000"/>
          <w:lang w:val="sk-SK"/>
        </w:rPr>
      </w:pPr>
      <w:r w:rsidRPr="00683D01">
        <w:rPr>
          <w:rStyle w:val="eCheckBoxSquareChar"/>
          <w:b/>
          <w:color w:val="FF0000"/>
          <w:lang w:val="sk-SK"/>
        </w:rPr>
        <w:t>x</w:t>
      </w:r>
      <w:r w:rsidR="00270778" w:rsidRPr="00683D01">
        <w:rPr>
          <w:rStyle w:val="eCheckBoxSquareChar"/>
          <w:color w:val="FF0000"/>
          <w:lang w:val="sk-SK"/>
        </w:rPr>
        <w:tab/>
      </w:r>
      <w:r w:rsidR="00D01CD6" w:rsidRPr="00683D01">
        <w:rPr>
          <w:color w:val="FF0000"/>
          <w:lang w:val="sk-SK"/>
        </w:rPr>
        <w:t xml:space="preserve">Je odolná voči režimu polarizačnej disperzie vďaka ďalším symbolom </w:t>
      </w:r>
    </w:p>
    <w:p w:rsidR="00270778" w:rsidRPr="00683D01" w:rsidRDefault="005E639C" w:rsidP="00270778">
      <w:pPr>
        <w:pStyle w:val="eCheckBoxText"/>
        <w:rPr>
          <w:color w:val="FF0000"/>
          <w:lang w:val="sk-SK"/>
        </w:rPr>
      </w:pPr>
      <w:r w:rsidRPr="00683D01">
        <w:rPr>
          <w:rStyle w:val="eCheckBoxSquareChar"/>
          <w:b/>
          <w:color w:val="FF0000"/>
          <w:lang w:val="sk-SK"/>
        </w:rPr>
        <w:t>x</w:t>
      </w:r>
      <w:r w:rsidR="00270778" w:rsidRPr="00683D01">
        <w:rPr>
          <w:rStyle w:val="eCheckBoxSquareChar"/>
          <w:color w:val="FF0000"/>
          <w:lang w:val="sk-SK"/>
        </w:rPr>
        <w:tab/>
      </w:r>
      <w:r w:rsidR="00353EC4">
        <w:rPr>
          <w:rStyle w:val="eCheckBoxSquareChar"/>
          <w:color w:val="FF0000"/>
          <w:sz w:val="24"/>
          <w:szCs w:val="24"/>
          <w:lang w:val="sk-SK"/>
        </w:rPr>
        <w:t>Z</w:t>
      </w:r>
      <w:r w:rsidR="00D01CD6" w:rsidRPr="00683D01">
        <w:rPr>
          <w:color w:val="FF0000"/>
          <w:lang w:val="sk-SK"/>
        </w:rPr>
        <w:t>výšená odolnosť na chromatickú disperziu</w:t>
      </w:r>
    </w:p>
    <w:p w:rsidR="00270778" w:rsidRPr="00683D01" w:rsidRDefault="005E639C" w:rsidP="00270778">
      <w:pPr>
        <w:pStyle w:val="eCheckBoxText"/>
        <w:rPr>
          <w:color w:val="FF0000"/>
          <w:lang w:val="sk-SK"/>
        </w:rPr>
      </w:pPr>
      <w:r w:rsidRPr="00683D01">
        <w:rPr>
          <w:rStyle w:val="eCheckBoxSquareChar"/>
          <w:b/>
          <w:color w:val="FF0000"/>
          <w:lang w:val="sk-SK"/>
        </w:rPr>
        <w:t>x</w:t>
      </w:r>
      <w:r w:rsidR="00270778" w:rsidRPr="00683D01">
        <w:rPr>
          <w:rStyle w:val="eCheckBoxSquareChar"/>
          <w:color w:val="FF0000"/>
          <w:lang w:val="sk-SK"/>
        </w:rPr>
        <w:tab/>
      </w:r>
      <w:r w:rsidR="00D01CD6" w:rsidRPr="00683D01">
        <w:rPr>
          <w:color w:val="FF0000"/>
          <w:lang w:val="sk-SK"/>
        </w:rPr>
        <w:t>Úzke optické spektrum</w:t>
      </w:r>
    </w:p>
    <w:p w:rsidR="00270778" w:rsidRPr="00683D01" w:rsidRDefault="00270778" w:rsidP="00270778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lang w:val="sk-SK"/>
        </w:rPr>
        <w:t>Široké optické spektrum</w:t>
      </w:r>
    </w:p>
    <w:p w:rsidR="00270778" w:rsidRPr="00683D01" w:rsidRDefault="005E639C" w:rsidP="00270778">
      <w:pPr>
        <w:pStyle w:val="eCheckBoxText"/>
        <w:rPr>
          <w:color w:val="FF0000"/>
          <w:lang w:val="sk-SK"/>
        </w:rPr>
      </w:pPr>
      <w:r w:rsidRPr="00683D01">
        <w:rPr>
          <w:rStyle w:val="eCheckBoxSquareChar"/>
          <w:b/>
          <w:color w:val="FF0000"/>
          <w:lang w:val="sk-SK"/>
        </w:rPr>
        <w:t>x</w:t>
      </w:r>
      <w:r w:rsidR="00270778" w:rsidRPr="00683D01">
        <w:rPr>
          <w:rStyle w:val="eCheckBoxSquareChar"/>
          <w:color w:val="FF0000"/>
          <w:lang w:val="sk-SK"/>
        </w:rPr>
        <w:tab/>
      </w:r>
      <w:r w:rsidR="00D01CD6" w:rsidRPr="00353EC4">
        <w:rPr>
          <w:rStyle w:val="eCheckBoxSquareChar"/>
          <w:color w:val="FF0000"/>
          <w:sz w:val="24"/>
          <w:szCs w:val="24"/>
          <w:lang w:val="sk-SK"/>
        </w:rPr>
        <w:t>P</w:t>
      </w:r>
      <w:r w:rsidR="00D01CD6" w:rsidRPr="00353EC4">
        <w:rPr>
          <w:color w:val="FF0000"/>
          <w:szCs w:val="24"/>
          <w:lang w:val="sk-SK"/>
        </w:rPr>
        <w:t>erspektívna pre terabitové prenosy</w:t>
      </w:r>
    </w:p>
    <w:p w:rsidR="00270778" w:rsidRPr="00683D01" w:rsidRDefault="00270778" w:rsidP="00270778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rStyle w:val="eCheckBoxSquareChar"/>
          <w:sz w:val="24"/>
          <w:szCs w:val="24"/>
          <w:lang w:val="sk-SK"/>
        </w:rPr>
        <w:t>D</w:t>
      </w:r>
      <w:r w:rsidR="00D01CD6" w:rsidRPr="00683D01">
        <w:rPr>
          <w:lang w:val="sk-SK"/>
        </w:rPr>
        <w:t>etekcia chýb</w:t>
      </w:r>
    </w:p>
    <w:p w:rsidR="00270778" w:rsidRPr="00683D01" w:rsidRDefault="00270778" w:rsidP="00270778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lang w:val="sk-SK"/>
        </w:rPr>
        <w:t>Oprava chýb</w:t>
      </w:r>
    </w:p>
    <w:p w:rsidR="00270778" w:rsidRPr="00683D01" w:rsidRDefault="00270778" w:rsidP="00270778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rStyle w:val="eCheckBoxSquareChar"/>
          <w:sz w:val="24"/>
          <w:szCs w:val="24"/>
          <w:lang w:val="sk-SK"/>
        </w:rPr>
        <w:t xml:space="preserve">Vylepšená synchronizácia v </w:t>
      </w:r>
      <w:r w:rsidR="00D01CD6" w:rsidRPr="00B24A20">
        <w:rPr>
          <w:rStyle w:val="eCheckBoxSquareChar"/>
          <w:sz w:val="24"/>
          <w:szCs w:val="24"/>
          <w:lang w:val="sk-SK"/>
        </w:rPr>
        <w:t xml:space="preserve">porovnaní </w:t>
      </w:r>
      <w:r w:rsidR="00B24A20">
        <w:rPr>
          <w:rStyle w:val="eCheckBoxSquareChar"/>
          <w:sz w:val="24"/>
          <w:szCs w:val="24"/>
          <w:lang w:val="sk-SK"/>
        </w:rPr>
        <w:t>s</w:t>
      </w:r>
      <w:r w:rsidR="00B24A20" w:rsidRPr="00B24A20">
        <w:rPr>
          <w:rStyle w:val="eCheckBoxSquareChar"/>
          <w:sz w:val="24"/>
          <w:szCs w:val="24"/>
          <w:lang w:val="sk-SK"/>
        </w:rPr>
        <w:t xml:space="preserve"> </w:t>
      </w:r>
      <w:r w:rsidR="00D01CD6" w:rsidRPr="00B24A20">
        <w:rPr>
          <w:lang w:val="sk-SK"/>
        </w:rPr>
        <w:t>DPSK</w:t>
      </w:r>
      <w:r w:rsidR="00D01CD6" w:rsidRPr="00683D01">
        <w:rPr>
          <w:lang w:val="sk-SK"/>
        </w:rPr>
        <w:t xml:space="preserve"> a</w:t>
      </w:r>
      <w:r w:rsidRPr="00683D01">
        <w:rPr>
          <w:lang w:val="sk-SK"/>
        </w:rPr>
        <w:t xml:space="preserve"> BPSK</w:t>
      </w:r>
    </w:p>
    <w:p w:rsidR="00270778" w:rsidRPr="00683D01" w:rsidRDefault="00270778" w:rsidP="00270778">
      <w:pPr>
        <w:pStyle w:val="eCheckBoxText"/>
        <w:rPr>
          <w:lang w:val="sk-SK"/>
        </w:rPr>
      </w:pPr>
      <w:r w:rsidRPr="00683D01">
        <w:rPr>
          <w:rStyle w:val="eCheckBoxSquareChar"/>
          <w:lang w:val="sk-SK"/>
        </w:rPr>
        <w:t>□</w:t>
      </w:r>
      <w:r w:rsidRPr="00683D01">
        <w:rPr>
          <w:rStyle w:val="eCheckBoxSquareChar"/>
          <w:lang w:val="sk-SK"/>
        </w:rPr>
        <w:tab/>
      </w:r>
      <w:r w:rsidR="00D01CD6" w:rsidRPr="00683D01">
        <w:rPr>
          <w:rStyle w:val="eCheckBoxSquareChar"/>
          <w:sz w:val="24"/>
          <w:szCs w:val="24"/>
          <w:lang w:val="sk-SK"/>
        </w:rPr>
        <w:t>Eliminuje presluchy na vzdialenom konci -</w:t>
      </w:r>
      <w:r w:rsidRPr="00683D01">
        <w:rPr>
          <w:lang w:val="sk-SK"/>
        </w:rPr>
        <w:t xml:space="preserve"> Far End Crosstalk</w:t>
      </w:r>
    </w:p>
    <w:p w:rsidR="00270778" w:rsidRPr="00683D01" w:rsidRDefault="00270778" w:rsidP="00270778">
      <w:pPr>
        <w:pStyle w:val="eLineBottom"/>
        <w:rPr>
          <w:lang w:val="sk-SK"/>
        </w:rPr>
      </w:pPr>
    </w:p>
    <w:p w:rsidR="00270778" w:rsidRPr="00683D01" w:rsidRDefault="00270778" w:rsidP="00270778">
      <w:pPr>
        <w:pStyle w:val="eCheckBoxText"/>
        <w:rPr>
          <w:lang w:val="sk-SK"/>
        </w:rPr>
      </w:pPr>
    </w:p>
    <w:p w:rsidR="00270778" w:rsidRPr="00683D01" w:rsidRDefault="00D01CD6" w:rsidP="00270778">
      <w:pPr>
        <w:pStyle w:val="eTask"/>
        <w:rPr>
          <w:lang w:val="sk-SK"/>
        </w:rPr>
      </w:pPr>
      <w:r w:rsidRPr="00683D01">
        <w:rPr>
          <w:lang w:val="sk-SK"/>
        </w:rPr>
        <w:t>Ktorý modulačný prin</w:t>
      </w:r>
      <w:r w:rsidR="00BD013E">
        <w:rPr>
          <w:lang w:val="sk-SK"/>
        </w:rPr>
        <w:t>c</w:t>
      </w:r>
      <w:r w:rsidRPr="00683D01">
        <w:rPr>
          <w:lang w:val="sk-SK"/>
        </w:rPr>
        <w:t xml:space="preserve">íp je znázornený na nasledujúcom obrázku? </w:t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791C06" w:rsidP="00270778">
      <w:pPr>
        <w:rPr>
          <w:lang w:val="sk-SK"/>
        </w:rPr>
      </w:pPr>
      <w:r>
        <w:rPr>
          <w:noProof/>
        </w:rPr>
        <w:drawing>
          <wp:inline distT="0" distB="0" distL="0" distR="0">
            <wp:extent cx="5760720" cy="1827530"/>
            <wp:effectExtent l="19050" t="0" r="0" b="0"/>
            <wp:docPr id="3" name="Picture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DB252D" w:rsidP="00270778">
      <w:pPr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32" type="#_x0000_t202" style="position:absolute;margin-left:.4pt;margin-top:52.75pt;width:140.3pt;height:4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" filled="f" strokeweight=".5pt">
            <v:path arrowok="t"/>
            <v:textbox inset="1mm,,1mm">
              <w:txbxContent>
                <w:p w:rsidR="00404F36" w:rsidRDefault="00404F36" w:rsidP="00270778">
                  <w:pPr>
                    <w:jc w:val="center"/>
                  </w:pPr>
                  <w:r>
                    <w:t>QPSK</w:t>
                  </w:r>
                </w:p>
                <w:p w:rsidR="00404F36" w:rsidRDefault="00404F36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6" o:spid="_x0000_s1027" type="#_x0000_t202" style="position:absolute;margin-left:0;margin-top:.25pt;width:140.2pt;height:4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" filled="f" strokeweight=".5pt">
            <v:path arrowok="t"/>
            <v:textbox>
              <w:txbxContent>
                <w:p w:rsidR="00404F36" w:rsidRPr="005E639C" w:rsidRDefault="00404F36" w:rsidP="00270778">
                  <w:pPr>
                    <w:jc w:val="center"/>
                    <w:rPr>
                      <w:color w:val="FF0000"/>
                    </w:rPr>
                  </w:pPr>
                  <w:r w:rsidRPr="005E639C">
                    <w:rPr>
                      <w:color w:val="FF0000"/>
                    </w:rPr>
                    <w:t>OOK-RZ</w:t>
                  </w:r>
                </w:p>
                <w:p w:rsidR="00404F36" w:rsidRPr="005E639C" w:rsidRDefault="00404F36" w:rsidP="00270778">
                  <w:pPr>
                    <w:jc w:val="center"/>
                    <w:rPr>
                      <w:b/>
                    </w:rPr>
                  </w:pPr>
                  <w:r w:rsidRPr="005E639C">
                    <w:rPr>
                      <w:rStyle w:val="eCheckBoxSquareChar"/>
                      <w:b/>
                      <w:color w:val="FF0000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8" o:spid="_x0000_s1028" type="#_x0000_t202" style="position:absolute;margin-left:155.85pt;margin-top:0;width:126.35pt;height:4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" filled="f" strokeweight=".5pt">
            <v:path arrowok="t"/>
            <v:textbox inset="0,,0">
              <w:txbxContent>
                <w:p w:rsidR="00404F36" w:rsidRPr="00723F94" w:rsidRDefault="00404F36" w:rsidP="00270778">
                  <w:pPr>
                    <w:jc w:val="center"/>
                  </w:pPr>
                  <w:r>
                    <w:t>OOK-NRZ</w:t>
                  </w:r>
                </w:p>
                <w:p w:rsidR="00404F36" w:rsidRPr="00723F94" w:rsidRDefault="00404F36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9" o:spid="_x0000_s1029" type="#_x0000_t202" style="position:absolute;margin-left:155.95pt;margin-top:53pt;width:126.45pt;height:4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" filled="f" strokeweight=".5pt">
            <v:path arrowok="t"/>
            <v:textbox>
              <w:txbxContent>
                <w:p w:rsidR="00404F36" w:rsidRPr="00723F94" w:rsidRDefault="00404F36" w:rsidP="00270778">
                  <w:pPr>
                    <w:jc w:val="center"/>
                  </w:pPr>
                  <w:r>
                    <w:t>PM-QPSK</w:t>
                  </w:r>
                </w:p>
                <w:p w:rsidR="00404F36" w:rsidRPr="00723F94" w:rsidRDefault="00404F36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0" o:spid="_x0000_s1030" type="#_x0000_t202" style="position:absolute;margin-left:298.7pt;margin-top:.1pt;width:127.55pt;height:4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" filled="f" strokeweight=".5pt">
            <v:path arrowok="t"/>
            <v:textbox>
              <w:txbxContent>
                <w:p w:rsidR="00404F36" w:rsidRPr="00723F94" w:rsidRDefault="00404F36" w:rsidP="00270778">
                  <w:pPr>
                    <w:jc w:val="center"/>
                  </w:pPr>
                  <w:r>
                    <w:t>CSRZ</w:t>
                  </w:r>
                </w:p>
                <w:p w:rsidR="00404F36" w:rsidRPr="00723F94" w:rsidRDefault="00404F36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1" o:spid="_x0000_s1031" type="#_x0000_t202" style="position:absolute;margin-left:298.2pt;margin-top:52.9pt;width:127.55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" filled="f" strokeweight=".5pt">
            <v:path arrowok="t"/>
            <v:textbox>
              <w:txbxContent>
                <w:p w:rsidR="00404F36" w:rsidRDefault="00404F36" w:rsidP="00270778">
                  <w:pPr>
                    <w:jc w:val="center"/>
                  </w:pPr>
                  <w:r>
                    <w:t>DPSK-RZ</w:t>
                  </w:r>
                </w:p>
                <w:p w:rsidR="00404F36" w:rsidRDefault="00404F36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>
      <w:pPr>
        <w:rPr>
          <w:lang w:val="sk-SK"/>
        </w:rPr>
      </w:pPr>
      <w:r w:rsidRPr="00683D01">
        <w:rPr>
          <w:lang w:val="sk-SK"/>
        </w:rPr>
        <w:br w:type="page"/>
      </w:r>
    </w:p>
    <w:p w:rsidR="00270778" w:rsidRPr="00683D01" w:rsidRDefault="00404F36" w:rsidP="00270778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>Doplňte</w:t>
      </w:r>
      <w:r w:rsidR="00270778" w:rsidRPr="00683D01">
        <w:rPr>
          <w:lang w:val="sk-SK"/>
        </w:rPr>
        <w:t xml:space="preserve"> “</w:t>
      </w:r>
      <w:r w:rsidRPr="00683D01">
        <w:rPr>
          <w:lang w:val="sk-SK"/>
        </w:rPr>
        <w:t>amplitúdová modulácia</w:t>
      </w:r>
      <w:r w:rsidR="00270778" w:rsidRPr="00683D01">
        <w:rPr>
          <w:lang w:val="sk-SK"/>
        </w:rPr>
        <w:t>”, “</w:t>
      </w:r>
      <w:r w:rsidRPr="00683D01">
        <w:rPr>
          <w:lang w:val="sk-SK"/>
        </w:rPr>
        <w:t>fázová modulácia</w:t>
      </w:r>
      <w:r w:rsidR="00270778" w:rsidRPr="00683D01">
        <w:rPr>
          <w:lang w:val="sk-SK"/>
        </w:rPr>
        <w:t>”</w:t>
      </w:r>
      <w:r w:rsidR="00791C06">
        <w:rPr>
          <w:lang w:val="sk-SK"/>
        </w:rPr>
        <w:t>,</w:t>
      </w:r>
      <w:r w:rsidR="00270778" w:rsidRPr="00683D01">
        <w:rPr>
          <w:lang w:val="sk-SK"/>
        </w:rPr>
        <w:t xml:space="preserve"> “</w:t>
      </w:r>
      <w:r w:rsidRPr="00683D01">
        <w:rPr>
          <w:lang w:val="sk-SK"/>
        </w:rPr>
        <w:t>frekvenčná modulácia</w:t>
      </w:r>
      <w:r w:rsidR="00270778" w:rsidRPr="00683D01">
        <w:rPr>
          <w:lang w:val="sk-SK"/>
        </w:rPr>
        <w:t xml:space="preserve">” </w:t>
      </w:r>
      <w:r w:rsidR="00791C06">
        <w:rPr>
          <w:lang w:val="sk-SK"/>
        </w:rPr>
        <w:t xml:space="preserve">alebo </w:t>
      </w:r>
      <w:r w:rsidR="00791C06" w:rsidRPr="00683D01">
        <w:rPr>
          <w:lang w:val="sk-SK"/>
        </w:rPr>
        <w:t>“</w:t>
      </w:r>
      <w:r w:rsidR="00791C06">
        <w:rPr>
          <w:lang w:val="sk-SK"/>
        </w:rPr>
        <w:t>v</w:t>
      </w:r>
      <w:r w:rsidR="00791C06" w:rsidRPr="00791C06">
        <w:rPr>
          <w:lang w:val="sk-SK"/>
        </w:rPr>
        <w:t>iacstavová  modulácia</w:t>
      </w:r>
      <w:r w:rsidR="00791C06" w:rsidRPr="00683D01">
        <w:rPr>
          <w:lang w:val="sk-SK"/>
        </w:rPr>
        <w:t>”</w:t>
      </w:r>
      <w:r w:rsidR="00791C06" w:rsidRPr="00791C06">
        <w:rPr>
          <w:lang w:val="sk-SK"/>
        </w:rPr>
        <w:t xml:space="preserve"> </w:t>
      </w:r>
      <w:r w:rsidRPr="00683D01">
        <w:rPr>
          <w:lang w:val="sk-SK"/>
        </w:rPr>
        <w:t xml:space="preserve">vedľa modulácií (modulačných formátov) uvedených v pravom stĺpci. </w:t>
      </w:r>
    </w:p>
    <w:p w:rsidR="00404F36" w:rsidRPr="00683D01" w:rsidRDefault="00404F36" w:rsidP="00404F3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683D01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683D01" w:rsidRDefault="00404F36" w:rsidP="00B318D1">
            <w:pPr>
              <w:spacing w:before="120" w:after="120"/>
              <w:jc w:val="center"/>
              <w:rPr>
                <w:b/>
                <w:lang w:val="sk-SK"/>
              </w:rPr>
            </w:pPr>
            <w:r w:rsidRPr="00683D01">
              <w:rPr>
                <w:b/>
                <w:lang w:val="sk-SK"/>
              </w:rPr>
              <w:t>Typ modulačného formátu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683D01" w:rsidRDefault="00404F36" w:rsidP="00B318D1">
            <w:pPr>
              <w:spacing w:before="120" w:after="120"/>
              <w:rPr>
                <w:b/>
                <w:lang w:val="sk-SK"/>
              </w:rPr>
            </w:pPr>
            <w:r w:rsidRPr="00683D01">
              <w:rPr>
                <w:b/>
                <w:lang w:val="sk-SK"/>
              </w:rPr>
              <w:t>Meno modulačného formátu</w:t>
            </w:r>
          </w:p>
        </w:tc>
      </w:tr>
      <w:tr w:rsidR="00270778" w:rsidRPr="00683D01" w:rsidTr="00270778">
        <w:tc>
          <w:tcPr>
            <w:tcW w:w="5240" w:type="dxa"/>
            <w:vAlign w:val="center"/>
          </w:tcPr>
          <w:p w:rsidR="00270778" w:rsidRPr="00683D01" w:rsidRDefault="009D5A51" w:rsidP="009D5A51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Frekven</w:t>
            </w:r>
            <w:r>
              <w:rPr>
                <w:b/>
                <w:color w:val="FF0000"/>
                <w:lang w:val="sk-SK"/>
              </w:rPr>
              <w:t>č</w:t>
            </w:r>
            <w:r w:rsidRPr="00683D01">
              <w:rPr>
                <w:b/>
                <w:color w:val="FF0000"/>
                <w:lang w:val="sk-SK"/>
              </w:rPr>
              <w:t xml:space="preserve">ná </w:t>
            </w:r>
            <w:r w:rsidR="00404F36" w:rsidRPr="00683D01">
              <w:rPr>
                <w:b/>
                <w:color w:val="FF0000"/>
                <w:lang w:val="sk-SK"/>
              </w:rPr>
              <w:t>modulácia</w:t>
            </w:r>
          </w:p>
        </w:tc>
        <w:tc>
          <w:tcPr>
            <w:tcW w:w="3538" w:type="dxa"/>
          </w:tcPr>
          <w:p w:rsidR="00270778" w:rsidRPr="00683D01" w:rsidRDefault="00270778" w:rsidP="00B318D1">
            <w:pPr>
              <w:spacing w:before="120" w:after="120"/>
              <w:rPr>
                <w:b/>
                <w:lang w:val="sk-SK"/>
              </w:rPr>
            </w:pPr>
            <w:r w:rsidRPr="00683D01">
              <w:rPr>
                <w:lang w:val="sk-SK"/>
              </w:rPr>
              <w:t xml:space="preserve">OFDM </w:t>
            </w:r>
          </w:p>
        </w:tc>
      </w:tr>
      <w:tr w:rsidR="00270778" w:rsidRPr="00683D01" w:rsidTr="00270778">
        <w:tc>
          <w:tcPr>
            <w:tcW w:w="5240" w:type="dxa"/>
            <w:vAlign w:val="center"/>
          </w:tcPr>
          <w:p w:rsidR="00270778" w:rsidRPr="00683D01" w:rsidRDefault="00404F36" w:rsidP="00404F36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Amplitúdová modulácia</w:t>
            </w:r>
          </w:p>
        </w:tc>
        <w:tc>
          <w:tcPr>
            <w:tcW w:w="3538" w:type="dxa"/>
          </w:tcPr>
          <w:p w:rsidR="00270778" w:rsidRPr="00683D01" w:rsidRDefault="00270778" w:rsidP="00B318D1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404F36" w:rsidP="00404F36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Fázová</w:t>
            </w:r>
            <w:r w:rsidR="005E639C" w:rsidRPr="00683D01">
              <w:rPr>
                <w:b/>
                <w:color w:val="FF0000"/>
                <w:lang w:val="sk-SK"/>
              </w:rPr>
              <w:t xml:space="preserve"> </w:t>
            </w:r>
            <w:r w:rsidRPr="00683D01">
              <w:rPr>
                <w:b/>
                <w:color w:val="FF0000"/>
                <w:lang w:val="sk-SK"/>
              </w:rPr>
              <w:t>modulácia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QPSK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404F36" w:rsidP="00404F36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Viacstavová</w:t>
            </w:r>
            <w:r w:rsidR="005E639C" w:rsidRPr="00683D01">
              <w:rPr>
                <w:b/>
                <w:color w:val="FF0000"/>
                <w:lang w:val="sk-SK"/>
              </w:rPr>
              <w:t xml:space="preserve"> </w:t>
            </w:r>
            <w:r w:rsidRPr="00683D01">
              <w:rPr>
                <w:b/>
                <w:color w:val="FF0000"/>
                <w:lang w:val="sk-SK"/>
              </w:rPr>
              <w:t>m</w:t>
            </w:r>
            <w:r w:rsidR="005E639C" w:rsidRPr="00683D01">
              <w:rPr>
                <w:b/>
                <w:color w:val="FF0000"/>
                <w:lang w:val="sk-SK"/>
              </w:rPr>
              <w:t>odul</w:t>
            </w:r>
            <w:r w:rsidRPr="00683D01">
              <w:rPr>
                <w:b/>
                <w:color w:val="FF0000"/>
                <w:lang w:val="sk-SK"/>
              </w:rPr>
              <w:t>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DMT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404F36" w:rsidP="005E639C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Amplitúdová modulácia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9D5A51" w:rsidP="009D5A51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Frekven</w:t>
            </w:r>
            <w:r>
              <w:rPr>
                <w:b/>
                <w:color w:val="FF0000"/>
                <w:lang w:val="sk-SK"/>
              </w:rPr>
              <w:t>č</w:t>
            </w:r>
            <w:r w:rsidRPr="00683D01">
              <w:rPr>
                <w:b/>
                <w:color w:val="FF0000"/>
                <w:lang w:val="sk-SK"/>
              </w:rPr>
              <w:t xml:space="preserve">ná </w:t>
            </w:r>
            <w:r w:rsidR="00404F36" w:rsidRPr="00683D01">
              <w:rPr>
                <w:b/>
                <w:color w:val="FF0000"/>
                <w:lang w:val="sk-SK"/>
              </w:rPr>
              <w:t>modulácia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VDMT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404F36" w:rsidP="005E639C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Fázová modulácia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DPSK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683D01" w:rsidRDefault="00404F36" w:rsidP="005E639C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683D01">
              <w:rPr>
                <w:b/>
                <w:color w:val="FF0000"/>
                <w:lang w:val="sk-SK"/>
              </w:rPr>
              <w:t>Amplitúdová modulácia</w:t>
            </w: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</w:tr>
    </w:tbl>
    <w:p w:rsidR="00270778" w:rsidRPr="00683D01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8E7EEB" w:rsidRPr="00683D01" w:rsidRDefault="008E7EEB">
      <w:pPr>
        <w:rPr>
          <w:b/>
          <w:lang w:val="sk-SK"/>
        </w:rPr>
      </w:pPr>
      <w:r w:rsidRPr="00683D01">
        <w:rPr>
          <w:lang w:val="sk-SK"/>
        </w:rPr>
        <w:br w:type="page"/>
      </w:r>
    </w:p>
    <w:p w:rsidR="000614B1" w:rsidRPr="00683D01" w:rsidRDefault="00404F36" w:rsidP="000614B1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 xml:space="preserve">Namodulujte nasledujúce binárne </w:t>
      </w:r>
      <w:r w:rsidR="00BD013E" w:rsidRPr="00BD013E">
        <w:rPr>
          <w:lang w:val="sk-SK"/>
        </w:rPr>
        <w:t>d</w:t>
      </w:r>
      <w:r w:rsidR="00BD013E">
        <w:rPr>
          <w:lang w:val="sk-SK"/>
        </w:rPr>
        <w:t>á</w:t>
      </w:r>
      <w:r w:rsidR="00BD013E" w:rsidRPr="00BD013E">
        <w:rPr>
          <w:lang w:val="sk-SK"/>
        </w:rPr>
        <w:t>ta</w:t>
      </w:r>
      <w:r w:rsidR="00BD013E" w:rsidRPr="00683D01">
        <w:rPr>
          <w:lang w:val="sk-SK"/>
        </w:rPr>
        <w:t xml:space="preserve"> </w:t>
      </w:r>
      <w:r w:rsidRPr="00683D01">
        <w:rPr>
          <w:lang w:val="sk-SK"/>
        </w:rPr>
        <w:t>použitím OOK, CSRZ a</w:t>
      </w:r>
      <w:r w:rsidR="007F165C" w:rsidRPr="00683D01">
        <w:rPr>
          <w:lang w:val="sk-SK"/>
        </w:rPr>
        <w:t xml:space="preserve"> DB modul</w:t>
      </w:r>
      <w:r w:rsidRPr="00683D01">
        <w:rPr>
          <w:lang w:val="sk-SK"/>
        </w:rPr>
        <w:t>ácie</w:t>
      </w:r>
      <w:r w:rsidR="000614B1" w:rsidRPr="00683D01">
        <w:rPr>
          <w:lang w:val="sk-SK"/>
        </w:rPr>
        <w:t>.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7F165C" w:rsidRPr="00683D01" w:rsidRDefault="00404F36" w:rsidP="007F165C">
      <w:pPr>
        <w:pStyle w:val="eTask"/>
        <w:numPr>
          <w:ilvl w:val="0"/>
          <w:numId w:val="0"/>
        </w:numPr>
        <w:rPr>
          <w:lang w:val="sk-SK"/>
        </w:rPr>
      </w:pPr>
      <w:r w:rsidRPr="00683D01">
        <w:rPr>
          <w:lang w:val="sk-SK"/>
        </w:rPr>
        <w:t>Vstupné dáta</w:t>
      </w:r>
      <w:r w:rsidR="007F165C" w:rsidRPr="00683D01">
        <w:rPr>
          <w:lang w:val="sk-SK"/>
        </w:rPr>
        <w:t xml:space="preserve"> </w:t>
      </w:r>
      <w:r w:rsidR="0070063C">
        <w:rPr>
          <w:lang w:val="sk-SK"/>
        </w:rPr>
        <w:t xml:space="preserve">sú </w:t>
      </w:r>
      <w:r w:rsidR="007F165C" w:rsidRPr="00683D01">
        <w:rPr>
          <w:lang w:val="sk-SK"/>
        </w:rPr>
        <w:t>01001110.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p w:rsidR="007F165C" w:rsidRPr="00683D01" w:rsidRDefault="00404F36" w:rsidP="007F165C">
      <w:pPr>
        <w:pStyle w:val="eTask"/>
        <w:numPr>
          <w:ilvl w:val="0"/>
          <w:numId w:val="0"/>
        </w:numPr>
        <w:rPr>
          <w:lang w:val="sk-SK"/>
        </w:rPr>
      </w:pPr>
      <w:r w:rsidRPr="00683D01">
        <w:rPr>
          <w:lang w:val="sk-SK"/>
        </w:rPr>
        <w:t>Príklad</w:t>
      </w:r>
      <w:r w:rsidR="007F165C" w:rsidRPr="00683D01">
        <w:rPr>
          <w:lang w:val="sk-SK"/>
        </w:rPr>
        <w:t>: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</w:t>
            </w:r>
            <w:r w:rsidR="007F165C" w:rsidRPr="00683D01">
              <w:rPr>
                <w:lang w:val="sk-SK"/>
              </w:rPr>
              <w:t>/</w:t>
            </w:r>
          </w:p>
          <w:p w:rsidR="007F165C" w:rsidRPr="00683D01" w:rsidRDefault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</w:tr>
    </w:tbl>
    <w:p w:rsidR="003D6C31" w:rsidRPr="00683D01" w:rsidRDefault="003D6C31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3D6C31" w:rsidRPr="00683D01" w:rsidRDefault="003D6C31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7F165C" w:rsidRPr="00683D01" w:rsidRDefault="007F165C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7F165C" w:rsidRPr="00683D01" w:rsidRDefault="00404F36" w:rsidP="003D6C31">
      <w:pPr>
        <w:pStyle w:val="eTask"/>
        <w:numPr>
          <w:ilvl w:val="0"/>
          <w:numId w:val="0"/>
        </w:numPr>
        <w:ind w:left="284"/>
        <w:rPr>
          <w:color w:val="FF0000"/>
          <w:lang w:val="sk-SK"/>
        </w:rPr>
      </w:pPr>
      <w:r w:rsidRPr="00683D01">
        <w:rPr>
          <w:color w:val="FF0000"/>
          <w:lang w:val="sk-SK"/>
        </w:rPr>
        <w:t>Riešenie</w:t>
      </w:r>
      <w:r w:rsidR="007F165C" w:rsidRPr="00683D01">
        <w:rPr>
          <w:color w:val="FF0000"/>
          <w:lang w:val="sk-SK"/>
        </w:rPr>
        <w:t>:</w:t>
      </w:r>
    </w:p>
    <w:p w:rsidR="000614B1" w:rsidRPr="00683D0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</w:tr>
    </w:tbl>
    <w:p w:rsidR="007F165C" w:rsidRPr="00683D01" w:rsidRDefault="007F165C" w:rsidP="007F165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+90°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sk-SK"/>
              </w:rPr>
            </w:pPr>
            <w:r w:rsidRPr="00683D01">
              <w:rPr>
                <w:color w:val="FF0000"/>
                <w:lang w:val="sk-SK"/>
              </w:rPr>
              <w:t>-</w:t>
            </w:r>
          </w:p>
        </w:tc>
      </w:tr>
    </w:tbl>
    <w:p w:rsidR="000614B1" w:rsidRPr="00683D0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sectPr w:rsidR="000614B1" w:rsidRPr="00683D0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52D" w:rsidRDefault="00DB252D" w:rsidP="00861A1A">
      <w:r>
        <w:separator/>
      </w:r>
    </w:p>
  </w:endnote>
  <w:endnote w:type="continuationSeparator" w:id="0">
    <w:p w:rsidR="00DB252D" w:rsidRDefault="00DB252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04F36" w:rsidRPr="00270778" w:rsidTr="00CA51B5">
      <w:tc>
        <w:tcPr>
          <w:tcW w:w="2518" w:type="dxa"/>
        </w:tcPr>
        <w:p w:rsidR="00404F36" w:rsidRPr="00270778" w:rsidRDefault="00404F36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04F36" w:rsidRPr="003140EE" w:rsidRDefault="00404F36" w:rsidP="00B318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404F36" w:rsidRPr="009D5A51" w:rsidRDefault="00404F36" w:rsidP="00B318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04F36" w:rsidRPr="00270778" w:rsidTr="00CA51B5">
      <w:tc>
        <w:tcPr>
          <w:tcW w:w="8472" w:type="dxa"/>
          <w:gridSpan w:val="2"/>
        </w:tcPr>
        <w:p w:rsidR="00404F36" w:rsidRPr="00270778" w:rsidRDefault="00404F36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04F36" w:rsidRPr="00270778" w:rsidRDefault="00404F36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404F36" w:rsidRPr="00270778" w:rsidRDefault="00404F36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52D" w:rsidRDefault="00DB252D" w:rsidP="00861A1A">
      <w:r>
        <w:separator/>
      </w:r>
    </w:p>
  </w:footnote>
  <w:footnote w:type="continuationSeparator" w:id="0">
    <w:p w:rsidR="00DB252D" w:rsidRDefault="00DB252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36" w:rsidRPr="002B41A8" w:rsidRDefault="00404F3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smallCaps/>
        <w:noProof/>
      </w:rPr>
      <w:t>PRACOVNÝ LIST</w:t>
    </w:r>
  </w:p>
  <w:p w:rsidR="00404F36" w:rsidRPr="00B318D1" w:rsidRDefault="00EC31DC" w:rsidP="00B318D1">
    <w:pPr>
      <w:ind w:left="1843"/>
      <w:jc w:val="right"/>
      <w:rPr>
        <w:rFonts w:ascii="Calibri" w:hAnsi="Calibri"/>
        <w:bCs/>
        <w:smallCaps/>
        <w:noProof/>
        <w:sz w:val="20"/>
        <w:szCs w:val="20"/>
        <w:lang w:val="sk-SK"/>
      </w:rPr>
    </w:pPr>
    <w:r w:rsidRPr="00B318D1">
      <w:rPr>
        <w:rFonts w:ascii="Calibri" w:hAnsi="Calibri"/>
        <w:bCs/>
        <w:smallCaps/>
        <w:noProof/>
        <w:sz w:val="20"/>
        <w:szCs w:val="20"/>
        <w:lang w:val="sk-SK"/>
      </w:rPr>
      <w:t>MODERNÉ MODULAČNÉ METÓDY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2634"/>
    <w:rsid w:val="00195A08"/>
    <w:rsid w:val="00197271"/>
    <w:rsid w:val="001B057D"/>
    <w:rsid w:val="001B7674"/>
    <w:rsid w:val="001D00A1"/>
    <w:rsid w:val="001E1B92"/>
    <w:rsid w:val="001E70F5"/>
    <w:rsid w:val="001F6290"/>
    <w:rsid w:val="00213F2C"/>
    <w:rsid w:val="00223478"/>
    <w:rsid w:val="00225015"/>
    <w:rsid w:val="0024193C"/>
    <w:rsid w:val="00267C6C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D65B6"/>
    <w:rsid w:val="002E301D"/>
    <w:rsid w:val="00304ADA"/>
    <w:rsid w:val="00306B9F"/>
    <w:rsid w:val="00307892"/>
    <w:rsid w:val="00315203"/>
    <w:rsid w:val="003233E4"/>
    <w:rsid w:val="003264F1"/>
    <w:rsid w:val="00337851"/>
    <w:rsid w:val="00342FBB"/>
    <w:rsid w:val="003437F7"/>
    <w:rsid w:val="00347E4D"/>
    <w:rsid w:val="00351AF3"/>
    <w:rsid w:val="00353EC4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04F36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56AD"/>
    <w:rsid w:val="005D7525"/>
    <w:rsid w:val="005E1AB1"/>
    <w:rsid w:val="005E20B2"/>
    <w:rsid w:val="005E5A22"/>
    <w:rsid w:val="005E639C"/>
    <w:rsid w:val="005F5FA1"/>
    <w:rsid w:val="00604CD1"/>
    <w:rsid w:val="00625B5A"/>
    <w:rsid w:val="0063686B"/>
    <w:rsid w:val="006435FE"/>
    <w:rsid w:val="0064494B"/>
    <w:rsid w:val="00650CB8"/>
    <w:rsid w:val="00651D02"/>
    <w:rsid w:val="0066326F"/>
    <w:rsid w:val="00665665"/>
    <w:rsid w:val="0068067D"/>
    <w:rsid w:val="0068131D"/>
    <w:rsid w:val="00683D01"/>
    <w:rsid w:val="00690FB1"/>
    <w:rsid w:val="00696E2C"/>
    <w:rsid w:val="006A24C7"/>
    <w:rsid w:val="006B5D59"/>
    <w:rsid w:val="006D39B2"/>
    <w:rsid w:val="006D3F30"/>
    <w:rsid w:val="006D50FA"/>
    <w:rsid w:val="006F0D5B"/>
    <w:rsid w:val="006F787A"/>
    <w:rsid w:val="0070063C"/>
    <w:rsid w:val="00710301"/>
    <w:rsid w:val="00727F59"/>
    <w:rsid w:val="0073574D"/>
    <w:rsid w:val="007460F9"/>
    <w:rsid w:val="00766135"/>
    <w:rsid w:val="0076745A"/>
    <w:rsid w:val="007738BD"/>
    <w:rsid w:val="0077662F"/>
    <w:rsid w:val="0078288D"/>
    <w:rsid w:val="007837ED"/>
    <w:rsid w:val="00790D07"/>
    <w:rsid w:val="00791C06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4478E"/>
    <w:rsid w:val="00861A1A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7EEB"/>
    <w:rsid w:val="008F1B37"/>
    <w:rsid w:val="008F5585"/>
    <w:rsid w:val="00912A69"/>
    <w:rsid w:val="0091415A"/>
    <w:rsid w:val="00916DC9"/>
    <w:rsid w:val="00930D6C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5A51"/>
    <w:rsid w:val="009E2A2A"/>
    <w:rsid w:val="009F6E5E"/>
    <w:rsid w:val="00A02A16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4A20"/>
    <w:rsid w:val="00B3151A"/>
    <w:rsid w:val="00B318D1"/>
    <w:rsid w:val="00B37307"/>
    <w:rsid w:val="00B5145B"/>
    <w:rsid w:val="00B64309"/>
    <w:rsid w:val="00B66ACE"/>
    <w:rsid w:val="00B707D0"/>
    <w:rsid w:val="00B75FF7"/>
    <w:rsid w:val="00B816F4"/>
    <w:rsid w:val="00B822EA"/>
    <w:rsid w:val="00B84417"/>
    <w:rsid w:val="00B84C75"/>
    <w:rsid w:val="00B916BE"/>
    <w:rsid w:val="00B94FBB"/>
    <w:rsid w:val="00BA3595"/>
    <w:rsid w:val="00BB3CAA"/>
    <w:rsid w:val="00BB48C7"/>
    <w:rsid w:val="00BC1F6B"/>
    <w:rsid w:val="00BC732E"/>
    <w:rsid w:val="00BD00FD"/>
    <w:rsid w:val="00BD013E"/>
    <w:rsid w:val="00BD3D30"/>
    <w:rsid w:val="00BD7612"/>
    <w:rsid w:val="00BE6648"/>
    <w:rsid w:val="00BF5E09"/>
    <w:rsid w:val="00BF6970"/>
    <w:rsid w:val="00C12835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1CD6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D5E"/>
    <w:rsid w:val="00DB252D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60B3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5454"/>
    <w:rsid w:val="00E879F9"/>
    <w:rsid w:val="00E90BD9"/>
    <w:rsid w:val="00EA1BDF"/>
    <w:rsid w:val="00EB52B6"/>
    <w:rsid w:val="00EB6B74"/>
    <w:rsid w:val="00EB6E4B"/>
    <w:rsid w:val="00EC31DC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6970"/>
    <w:rsid w:val="00F871C6"/>
    <w:rsid w:val="00F8749B"/>
    <w:rsid w:val="00F97E8B"/>
    <w:rsid w:val="00FA6908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1DE4B5"/>
  <w15:docId w15:val="{FCD72D4D-1618-46D4-897A-F99FC839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DotList1">
    <w:name w:val="eDotList1"/>
    <w:basedOn w:val="Seznamsodrkami"/>
    <w:rsid w:val="00B318D1"/>
    <w:pPr>
      <w:spacing w:after="240"/>
    </w:pPr>
    <w:rPr>
      <w:lang w:eastAsia="en-US"/>
    </w:rPr>
  </w:style>
  <w:style w:type="character" w:customStyle="1" w:styleId="it">
    <w:name w:val="it"/>
    <w:basedOn w:val="Standardnpsmoodstavce"/>
    <w:rsid w:val="00B318D1"/>
  </w:style>
  <w:style w:type="paragraph" w:styleId="Seznamsodrkami">
    <w:name w:val="List Bullet"/>
    <w:basedOn w:val="Normln"/>
    <w:semiHidden/>
    <w:unhideWhenUsed/>
    <w:rsid w:val="00B318D1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rsid w:val="00C12835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C12835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9D5A5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D5A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D5A5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D5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D5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79</TotalTime>
  <Pages>4</Pages>
  <Words>487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11</cp:revision>
  <cp:lastPrinted>2013-05-24T15:00:00Z</cp:lastPrinted>
  <dcterms:created xsi:type="dcterms:W3CDTF">2017-05-31T18:19:00Z</dcterms:created>
  <dcterms:modified xsi:type="dcterms:W3CDTF">2017-08-04T13:35:00Z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