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681" w:rsidRPr="00095027" w:rsidRDefault="00503681" w:rsidP="00095027">
      <w:pPr>
        <w:pStyle w:val="eTask"/>
        <w:rPr>
          <w:rStyle w:val="eAbbreviationMeaning"/>
          <w:b/>
          <w:i w:val="0"/>
          <w:color w:val="auto"/>
          <w:lang w:eastAsia="cs-CZ"/>
        </w:rPr>
      </w:pPr>
      <w:r w:rsidRPr="00095027">
        <w:t xml:space="preserve">Vyberte správne tvrdenia: </w:t>
      </w:r>
      <w:proofErr w:type="spellStart"/>
      <w:r w:rsidRPr="00095027">
        <w:rPr>
          <w:b w:val="0"/>
          <w:i/>
        </w:rPr>
        <w:t>eSlužba</w:t>
      </w:r>
      <w:proofErr w:type="spellEnd"/>
    </w:p>
    <w:p w:rsidR="00503681" w:rsidRPr="00095027" w:rsidRDefault="00503681" w:rsidP="002510FF">
      <w:pPr>
        <w:rPr>
          <w:rStyle w:val="eAbbreviationMeaning"/>
          <w:b w:val="0"/>
          <w:i w:val="0"/>
          <w:color w:val="auto"/>
          <w:lang w:eastAsia="cs-CZ"/>
        </w:rPr>
      </w:pPr>
    </w:p>
    <w:p w:rsidR="00503681" w:rsidRPr="00095027" w:rsidRDefault="00503681" w:rsidP="00456D3E">
      <w:pPr>
        <w:pStyle w:val="eCheckBoxText"/>
        <w:rPr>
          <w:rStyle w:val="eCheckBoxSquareChar"/>
        </w:rPr>
      </w:pPr>
      <w:r w:rsidRPr="00095027">
        <w:rPr>
          <w:rStyle w:val="eCheckBoxSquareChar"/>
          <w:b/>
          <w:color w:val="FF0000"/>
        </w:rPr>
        <w:t>x</w:t>
      </w:r>
      <w:r w:rsidRPr="00095027">
        <w:tab/>
      </w:r>
      <w:r w:rsidRPr="00EF3C0A">
        <w:rPr>
          <w:color w:val="FF0000"/>
        </w:rPr>
        <w:t>je služba, ktorá môže byť dostupná 24 hodín denne a odvšadiaľ</w:t>
      </w:r>
    </w:p>
    <w:p w:rsidR="00503681" w:rsidRPr="00095027" w:rsidRDefault="00503681" w:rsidP="00456D3E">
      <w:pPr>
        <w:pStyle w:val="eCheckBoxText"/>
        <w:rPr>
          <w:rStyle w:val="eCheckBoxSquareChar"/>
        </w:rPr>
      </w:pPr>
      <w:r w:rsidRPr="00095027">
        <w:rPr>
          <w:rStyle w:val="eCheckBoxSquareChar"/>
          <w:b/>
          <w:color w:val="FF0000"/>
        </w:rPr>
        <w:t>x</w:t>
      </w:r>
      <w:r w:rsidRPr="00095027">
        <w:tab/>
      </w:r>
      <w:r w:rsidRPr="00EF3C0A">
        <w:rPr>
          <w:color w:val="FF0000"/>
        </w:rPr>
        <w:t>je služba sprístupnená cez Internet, aby prinášala príjmy</w:t>
      </w:r>
    </w:p>
    <w:p w:rsidR="00503681" w:rsidRPr="00095027" w:rsidRDefault="00503681" w:rsidP="00456D3E">
      <w:pPr>
        <w:pStyle w:val="eCheckBoxText"/>
        <w:rPr>
          <w:rStyle w:val="eCheckBoxSquareChar"/>
        </w:rPr>
      </w:pPr>
      <w:r w:rsidRPr="00095027">
        <w:rPr>
          <w:rStyle w:val="eCheckBoxSquareChar"/>
          <w:b/>
          <w:color w:val="FF0000"/>
        </w:rPr>
        <w:t>x</w:t>
      </w:r>
      <w:r w:rsidRPr="00095027">
        <w:tab/>
      </w:r>
      <w:r w:rsidRPr="00EF3C0A">
        <w:rPr>
          <w:color w:val="FF0000"/>
        </w:rPr>
        <w:t>je služba, ktorá vytvára nové zefektívnenie činnosti</w:t>
      </w:r>
    </w:p>
    <w:p w:rsidR="00503681" w:rsidRPr="00095027" w:rsidRDefault="00503681" w:rsidP="00456D3E">
      <w:pPr>
        <w:pStyle w:val="eCheckBoxText"/>
        <w:rPr>
          <w:rStyle w:val="eCheckBoxSquareChar"/>
        </w:rPr>
      </w:pPr>
      <w:r w:rsidRPr="00095027">
        <w:rPr>
          <w:rStyle w:val="eCheckBoxSquareChar"/>
        </w:rPr>
        <w:t>□</w:t>
      </w:r>
      <w:r w:rsidRPr="00095027">
        <w:rPr>
          <w:rStyle w:val="eCheckBoxSquareChar"/>
        </w:rPr>
        <w:tab/>
      </w:r>
      <w:r w:rsidRPr="00095027">
        <w:t>je služba, ktorá autorizuje softvér pre používateľov</w:t>
      </w:r>
    </w:p>
    <w:p w:rsidR="00503681" w:rsidRPr="00095027" w:rsidRDefault="00503681" w:rsidP="00456D3E">
      <w:pPr>
        <w:pStyle w:val="eCheckBoxText"/>
      </w:pPr>
      <w:r w:rsidRPr="00095027">
        <w:rPr>
          <w:rStyle w:val="eCheckBoxSquareChar"/>
          <w:b/>
          <w:color w:val="FF0000"/>
        </w:rPr>
        <w:t>x</w:t>
      </w:r>
      <w:r w:rsidRPr="00095027">
        <w:rPr>
          <w:rStyle w:val="eCheckBoxSquareChar"/>
        </w:rPr>
        <w:tab/>
      </w:r>
      <w:r w:rsidRPr="00EF3C0A">
        <w:rPr>
          <w:color w:val="FF0000"/>
        </w:rPr>
        <w:t>je služba sprostredkovaná informačnými technológiami</w:t>
      </w:r>
    </w:p>
    <w:p w:rsidR="00503681" w:rsidRPr="00095027" w:rsidRDefault="00503681" w:rsidP="00456D3E">
      <w:pPr>
        <w:pStyle w:val="eLineBottom"/>
      </w:pPr>
    </w:p>
    <w:p w:rsidR="00503681" w:rsidRPr="00095027" w:rsidRDefault="00503681" w:rsidP="00056FF0"/>
    <w:p w:rsidR="00503681" w:rsidRPr="00095027" w:rsidRDefault="00503681" w:rsidP="00095027">
      <w:pPr>
        <w:pStyle w:val="eTask"/>
      </w:pPr>
      <w:r w:rsidRPr="00095027">
        <w:t>Doplňte vetu</w:t>
      </w:r>
      <w:r>
        <w:t>.</w:t>
      </w:r>
    </w:p>
    <w:p w:rsidR="00503681" w:rsidRPr="00095027" w:rsidRDefault="00503681" w:rsidP="008426C2">
      <w:pPr>
        <w:rPr>
          <w:sz w:val="20"/>
          <w:szCs w:val="20"/>
        </w:rPr>
      </w:pPr>
    </w:p>
    <w:p w:rsidR="00503681" w:rsidRPr="00095027" w:rsidRDefault="00085C58" w:rsidP="002510FF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E-bankovníctvo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E-práca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</w:rPr>
                  <m:t>E-podnikanie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</w:rPr>
                  <m:t>M-bankovníctvo</m:t>
                </m:r>
              </m:e>
            </m:eqArr>
          </m:e>
        </m:d>
      </m:oMath>
      <w:r w:rsidR="00503681" w:rsidRPr="00095027">
        <w:t xml:space="preserve"> je služba, ktorá pokrýva on-line obchodné činnosti spojené s produkt</w:t>
      </w:r>
      <w:r w:rsidR="00503681">
        <w:t>a</w:t>
      </w:r>
      <w:r w:rsidR="00503681" w:rsidRPr="00095027">
        <w:t>mi a službami.</w:t>
      </w:r>
    </w:p>
    <w:p w:rsidR="00503681" w:rsidRPr="00095027" w:rsidRDefault="00503681" w:rsidP="00B87089">
      <w:pPr>
        <w:pStyle w:val="eLineBottom"/>
      </w:pPr>
    </w:p>
    <w:p w:rsidR="00503681" w:rsidRPr="00095027" w:rsidRDefault="00503681" w:rsidP="008426C2">
      <w:pPr>
        <w:rPr>
          <w:sz w:val="20"/>
          <w:szCs w:val="20"/>
        </w:rPr>
      </w:pPr>
    </w:p>
    <w:p w:rsidR="00503681" w:rsidRPr="00095027" w:rsidRDefault="00503681" w:rsidP="007F6FA5">
      <w:pPr>
        <w:pStyle w:val="eTask"/>
      </w:pPr>
      <w:r>
        <w:t>Prideľte skratky k zodpovedajúcim definíciám.</w:t>
      </w:r>
    </w:p>
    <w:p w:rsidR="00503681" w:rsidRPr="00095027" w:rsidRDefault="00503681" w:rsidP="002510F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1275"/>
        <w:gridCol w:w="6836"/>
      </w:tblGrid>
      <w:tr w:rsidR="00503681" w:rsidRPr="00095027" w:rsidTr="00D975EE">
        <w:trPr>
          <w:trHeight w:val="680"/>
        </w:trPr>
        <w:tc>
          <w:tcPr>
            <w:tcW w:w="1101" w:type="dxa"/>
            <w:vAlign w:val="center"/>
          </w:tcPr>
          <w:p w:rsidR="00503681" w:rsidRPr="00095027" w:rsidRDefault="00503681" w:rsidP="00D975EE">
            <w:pPr>
              <w:jc w:val="center"/>
            </w:pPr>
            <w:r w:rsidRPr="00095027">
              <w:t>B2B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503681" w:rsidRPr="00095027" w:rsidRDefault="00777CFD" w:rsidP="00B05FE7">
            <w:pPr>
              <w:pStyle w:val="eText"/>
              <w:rPr>
                <w:lang w:eastAsia="en-US"/>
              </w:rPr>
            </w:pP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225425</wp:posOffset>
                      </wp:positionV>
                      <wp:extent cx="792480" cy="1353820"/>
                      <wp:effectExtent l="0" t="0" r="7620" b="0"/>
                      <wp:wrapNone/>
                      <wp:docPr id="13" name="Přímá spojnic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792480" cy="135382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220801" id="Přímá spojnice 13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pt,17.75pt" to="56.8pt,1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" strokecolor="red" strokeweight="1.25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92075</wp:posOffset>
                      </wp:positionV>
                      <wp:extent cx="792480" cy="1487170"/>
                      <wp:effectExtent l="0" t="0" r="7620" b="0"/>
                      <wp:wrapNone/>
                      <wp:docPr id="10" name="Přímá spojnic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92480" cy="148717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3B1A37" id="Přímá spojnice 10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pt,7.25pt" to="56.8pt,1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" strokecolor="red" strokeweight="1.2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6836" w:type="dxa"/>
            <w:vAlign w:val="center"/>
          </w:tcPr>
          <w:p w:rsidR="00503681" w:rsidRPr="00095027" w:rsidRDefault="00503681" w:rsidP="002510FF">
            <w:r w:rsidRPr="00095027">
              <w:t>zákazníci ponúkajú on-line svoje produkty alebo služby spoločnostiam</w:t>
            </w:r>
          </w:p>
        </w:tc>
      </w:tr>
      <w:tr w:rsidR="00503681" w:rsidRPr="00095027" w:rsidTr="00D975EE">
        <w:trPr>
          <w:trHeight w:val="283"/>
        </w:trPr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503681" w:rsidRPr="00D975EE" w:rsidRDefault="00503681" w:rsidP="00D975E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03681" w:rsidRPr="00D975EE" w:rsidRDefault="00503681" w:rsidP="00B05FE7">
            <w:pPr>
              <w:pStyle w:val="eText"/>
              <w:rPr>
                <w:sz w:val="10"/>
                <w:szCs w:val="10"/>
                <w:lang w:eastAsia="en-US"/>
              </w:rPr>
            </w:pPr>
          </w:p>
        </w:tc>
        <w:tc>
          <w:tcPr>
            <w:tcW w:w="6836" w:type="dxa"/>
            <w:tcBorders>
              <w:left w:val="nil"/>
              <w:right w:val="nil"/>
            </w:tcBorders>
            <w:vAlign w:val="center"/>
          </w:tcPr>
          <w:p w:rsidR="00503681" w:rsidRPr="00D975EE" w:rsidRDefault="00503681" w:rsidP="002510FF">
            <w:pPr>
              <w:rPr>
                <w:sz w:val="10"/>
                <w:szCs w:val="10"/>
              </w:rPr>
            </w:pPr>
          </w:p>
        </w:tc>
      </w:tr>
      <w:tr w:rsidR="00503681" w:rsidRPr="00095027" w:rsidTr="00D975EE">
        <w:trPr>
          <w:trHeight w:val="680"/>
        </w:trPr>
        <w:tc>
          <w:tcPr>
            <w:tcW w:w="1101" w:type="dxa"/>
            <w:vAlign w:val="center"/>
          </w:tcPr>
          <w:p w:rsidR="00503681" w:rsidRPr="00095027" w:rsidRDefault="00503681" w:rsidP="00D975EE">
            <w:pPr>
              <w:jc w:val="center"/>
            </w:pPr>
            <w:r w:rsidRPr="00095027">
              <w:t>B2C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503681" w:rsidRPr="00095027" w:rsidRDefault="00777CFD" w:rsidP="00B05FE7">
            <w:pPr>
              <w:pStyle w:val="eText"/>
              <w:rPr>
                <w:lang w:eastAsia="en-US"/>
              </w:rPr>
            </w:pP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203200</wp:posOffset>
                      </wp:positionV>
                      <wp:extent cx="791845" cy="2052955"/>
                      <wp:effectExtent l="0" t="0" r="8255" b="4445"/>
                      <wp:wrapNone/>
                      <wp:docPr id="3" name="Přímá spojnic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91845" cy="205295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1416AD" id="Přímá spojnice 1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pt,16pt" to="56.75pt,1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" strokecolor="red" strokeweight="1.25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232410</wp:posOffset>
                      </wp:positionV>
                      <wp:extent cx="791845" cy="2023745"/>
                      <wp:effectExtent l="0" t="0" r="8255" b="0"/>
                      <wp:wrapNone/>
                      <wp:docPr id="14" name="Přímá spojnic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791845" cy="202374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274B01" id="Přímá spojnice 14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pt,18.3pt" to="56.75pt,1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" strokecolor="red" strokeweight="1.2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6836" w:type="dxa"/>
            <w:vAlign w:val="center"/>
          </w:tcPr>
          <w:p w:rsidR="00503681" w:rsidRPr="00095027" w:rsidRDefault="00503681" w:rsidP="002510FF">
            <w:r w:rsidRPr="00095027">
              <w:t>spoločnosti realizujú transakcie s vládou</w:t>
            </w:r>
          </w:p>
        </w:tc>
      </w:tr>
      <w:tr w:rsidR="00503681" w:rsidRPr="00095027" w:rsidTr="00D975EE">
        <w:trPr>
          <w:trHeight w:val="283"/>
        </w:trPr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503681" w:rsidRPr="00D975EE" w:rsidRDefault="00503681" w:rsidP="00D975E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03681" w:rsidRPr="00D975EE" w:rsidRDefault="00503681" w:rsidP="00B05FE7">
            <w:pPr>
              <w:pStyle w:val="eText"/>
              <w:rPr>
                <w:sz w:val="10"/>
                <w:szCs w:val="10"/>
                <w:lang w:eastAsia="en-US"/>
              </w:rPr>
            </w:pPr>
          </w:p>
        </w:tc>
        <w:tc>
          <w:tcPr>
            <w:tcW w:w="6836" w:type="dxa"/>
            <w:tcBorders>
              <w:left w:val="nil"/>
              <w:right w:val="nil"/>
            </w:tcBorders>
            <w:vAlign w:val="center"/>
          </w:tcPr>
          <w:p w:rsidR="00503681" w:rsidRPr="00D975EE" w:rsidRDefault="00503681" w:rsidP="002510FF">
            <w:pPr>
              <w:rPr>
                <w:sz w:val="10"/>
                <w:szCs w:val="10"/>
              </w:rPr>
            </w:pPr>
          </w:p>
        </w:tc>
      </w:tr>
      <w:tr w:rsidR="00503681" w:rsidRPr="00095027" w:rsidTr="00D975EE">
        <w:trPr>
          <w:trHeight w:val="680"/>
        </w:trPr>
        <w:tc>
          <w:tcPr>
            <w:tcW w:w="1101" w:type="dxa"/>
            <w:vAlign w:val="center"/>
          </w:tcPr>
          <w:p w:rsidR="00503681" w:rsidRPr="00095027" w:rsidRDefault="00503681" w:rsidP="00D975EE">
            <w:pPr>
              <w:jc w:val="center"/>
            </w:pPr>
            <w:r w:rsidRPr="00095027">
              <w:t>C2B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503681" w:rsidRPr="00095027" w:rsidRDefault="00503681" w:rsidP="00B05FE7">
            <w:pPr>
              <w:pStyle w:val="eText"/>
              <w:rPr>
                <w:lang w:eastAsia="en-US"/>
              </w:rPr>
            </w:pPr>
          </w:p>
        </w:tc>
        <w:tc>
          <w:tcPr>
            <w:tcW w:w="6836" w:type="dxa"/>
            <w:vAlign w:val="center"/>
          </w:tcPr>
          <w:p w:rsidR="00503681" w:rsidRPr="00095027" w:rsidRDefault="00503681" w:rsidP="002510FF">
            <w:r w:rsidRPr="00095027">
              <w:t>spoločnosti predávajú svoje produkty on-line iným spoločnostiam</w:t>
            </w:r>
          </w:p>
        </w:tc>
      </w:tr>
      <w:tr w:rsidR="00503681" w:rsidRPr="00095027" w:rsidTr="00D975EE">
        <w:trPr>
          <w:trHeight w:val="283"/>
        </w:trPr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503681" w:rsidRPr="00D975EE" w:rsidRDefault="00503681" w:rsidP="00D975E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03681" w:rsidRPr="00D975EE" w:rsidRDefault="00503681" w:rsidP="00B05FE7">
            <w:pPr>
              <w:pStyle w:val="eText"/>
              <w:rPr>
                <w:sz w:val="10"/>
                <w:szCs w:val="10"/>
                <w:lang w:eastAsia="en-US"/>
              </w:rPr>
            </w:pPr>
          </w:p>
        </w:tc>
        <w:tc>
          <w:tcPr>
            <w:tcW w:w="6836" w:type="dxa"/>
            <w:tcBorders>
              <w:left w:val="nil"/>
              <w:right w:val="nil"/>
            </w:tcBorders>
            <w:vAlign w:val="center"/>
          </w:tcPr>
          <w:p w:rsidR="00503681" w:rsidRPr="00D975EE" w:rsidRDefault="00503681" w:rsidP="002510FF">
            <w:pPr>
              <w:rPr>
                <w:sz w:val="10"/>
                <w:szCs w:val="10"/>
              </w:rPr>
            </w:pPr>
          </w:p>
        </w:tc>
      </w:tr>
      <w:tr w:rsidR="00503681" w:rsidRPr="00095027" w:rsidTr="00D975EE">
        <w:trPr>
          <w:trHeight w:val="680"/>
        </w:trPr>
        <w:tc>
          <w:tcPr>
            <w:tcW w:w="1101" w:type="dxa"/>
            <w:vAlign w:val="center"/>
          </w:tcPr>
          <w:p w:rsidR="00503681" w:rsidRPr="00095027" w:rsidRDefault="00503681" w:rsidP="00D975EE">
            <w:pPr>
              <w:jc w:val="center"/>
            </w:pPr>
            <w:r w:rsidRPr="00D975EE">
              <w:rPr>
                <w:rStyle w:val="eAbbreviation"/>
                <w:b w:val="0"/>
                <w:color w:val="auto"/>
                <w:lang w:val="sk-SK"/>
              </w:rPr>
              <w:t>C2C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503681" w:rsidRPr="00095027" w:rsidRDefault="00777CFD" w:rsidP="00B05FE7">
            <w:pPr>
              <w:pStyle w:val="eText"/>
              <w:rPr>
                <w:lang w:eastAsia="en-US"/>
              </w:rPr>
            </w:pP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217804</wp:posOffset>
                      </wp:positionV>
                      <wp:extent cx="792480" cy="0"/>
                      <wp:effectExtent l="0" t="0" r="7620" b="0"/>
                      <wp:wrapNone/>
                      <wp:docPr id="12" name="Přímá spojnic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92480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9F9525" id="Přímá spojnice 12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6pt,17.15pt" to="56.8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" strokecolor="red" strokeweight="1.2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6836" w:type="dxa"/>
            <w:vAlign w:val="center"/>
          </w:tcPr>
          <w:p w:rsidR="00503681" w:rsidRPr="00095027" w:rsidRDefault="00503681" w:rsidP="002510FF">
            <w:r w:rsidRPr="00095027">
              <w:t>spotrebitelia predávajú on-line svoj tovar priamo iným zákazníkom</w:t>
            </w:r>
          </w:p>
        </w:tc>
      </w:tr>
      <w:tr w:rsidR="00503681" w:rsidRPr="00095027" w:rsidTr="00D975EE">
        <w:trPr>
          <w:trHeight w:val="283"/>
        </w:trPr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503681" w:rsidRPr="00D975EE" w:rsidRDefault="00503681" w:rsidP="00D975EE">
            <w:pPr>
              <w:jc w:val="center"/>
              <w:rPr>
                <w:rStyle w:val="eAbbreviation"/>
                <w:b w:val="0"/>
                <w:color w:val="auto"/>
                <w:sz w:val="10"/>
                <w:szCs w:val="10"/>
                <w:lang w:val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03681" w:rsidRPr="00D975EE" w:rsidRDefault="00503681" w:rsidP="00B05FE7">
            <w:pPr>
              <w:pStyle w:val="eText"/>
              <w:rPr>
                <w:sz w:val="10"/>
                <w:szCs w:val="10"/>
                <w:lang w:eastAsia="en-US"/>
              </w:rPr>
            </w:pPr>
          </w:p>
        </w:tc>
        <w:tc>
          <w:tcPr>
            <w:tcW w:w="6836" w:type="dxa"/>
            <w:tcBorders>
              <w:left w:val="nil"/>
              <w:right w:val="nil"/>
            </w:tcBorders>
            <w:vAlign w:val="center"/>
          </w:tcPr>
          <w:p w:rsidR="00503681" w:rsidRPr="00D975EE" w:rsidRDefault="00503681" w:rsidP="002510FF">
            <w:pPr>
              <w:rPr>
                <w:sz w:val="10"/>
                <w:szCs w:val="10"/>
              </w:rPr>
            </w:pPr>
          </w:p>
        </w:tc>
      </w:tr>
      <w:tr w:rsidR="00503681" w:rsidRPr="00095027" w:rsidTr="00D975EE">
        <w:trPr>
          <w:trHeight w:val="680"/>
        </w:trPr>
        <w:tc>
          <w:tcPr>
            <w:tcW w:w="1101" w:type="dxa"/>
            <w:vAlign w:val="center"/>
          </w:tcPr>
          <w:p w:rsidR="00503681" w:rsidRPr="00095027" w:rsidRDefault="00503681" w:rsidP="00D975EE">
            <w:pPr>
              <w:jc w:val="center"/>
            </w:pPr>
            <w:r w:rsidRPr="00D975EE">
              <w:rPr>
                <w:rStyle w:val="eAbbreviation"/>
                <w:b w:val="0"/>
                <w:color w:val="auto"/>
                <w:lang w:val="sk-SK"/>
              </w:rPr>
              <w:t>B2G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503681" w:rsidRPr="00095027" w:rsidRDefault="00503681" w:rsidP="00B05FE7">
            <w:pPr>
              <w:pStyle w:val="eText"/>
              <w:rPr>
                <w:lang w:eastAsia="en-US"/>
              </w:rPr>
            </w:pPr>
          </w:p>
        </w:tc>
        <w:tc>
          <w:tcPr>
            <w:tcW w:w="6836" w:type="dxa"/>
            <w:vAlign w:val="center"/>
          </w:tcPr>
          <w:p w:rsidR="00503681" w:rsidRPr="00095027" w:rsidRDefault="00503681" w:rsidP="002510FF">
            <w:r w:rsidRPr="009B1030">
              <w:t>spoločnosti predávajú svoje produkty a služby on-line používateľom</w:t>
            </w:r>
          </w:p>
        </w:tc>
      </w:tr>
    </w:tbl>
    <w:p w:rsidR="00503681" w:rsidRPr="00095027" w:rsidRDefault="00503681" w:rsidP="000525F8">
      <w:pPr>
        <w:pStyle w:val="eLineBottom"/>
        <w:rPr>
          <w:bCs/>
        </w:rPr>
      </w:pPr>
    </w:p>
    <w:p w:rsidR="00503681" w:rsidRPr="00095027" w:rsidRDefault="00503681" w:rsidP="000525F8">
      <w:pPr>
        <w:pStyle w:val="eLineBottom"/>
        <w:rPr>
          <w:bCs/>
        </w:rPr>
      </w:pPr>
    </w:p>
    <w:p w:rsidR="00503681" w:rsidRPr="00095027" w:rsidRDefault="00503681" w:rsidP="00056FF0"/>
    <w:p w:rsidR="00503681" w:rsidRPr="00095027" w:rsidRDefault="00503681">
      <w:pPr>
        <w:rPr>
          <w:b/>
        </w:rPr>
      </w:pPr>
      <w:r w:rsidRPr="00095027">
        <w:br w:type="page"/>
      </w:r>
    </w:p>
    <w:p w:rsidR="00503681" w:rsidRPr="00095027" w:rsidRDefault="00503681" w:rsidP="00C90ACA">
      <w:pPr>
        <w:pStyle w:val="eTask"/>
        <w:rPr>
          <w:rStyle w:val="eAbbreviationMeaning"/>
          <w:b/>
          <w:i w:val="0"/>
          <w:color w:val="auto"/>
          <w:lang w:eastAsia="cs-CZ"/>
        </w:rPr>
      </w:pPr>
      <w:r w:rsidRPr="00C90ACA">
        <w:lastRenderedPageBreak/>
        <w:t xml:space="preserve">Vyberte správne tvrdenia: </w:t>
      </w:r>
      <w:r w:rsidRPr="00C90ACA">
        <w:rPr>
          <w:b w:val="0"/>
          <w:i/>
        </w:rPr>
        <w:t>VoIP telefónia obsahuje činnosti</w:t>
      </w:r>
    </w:p>
    <w:p w:rsidR="00503681" w:rsidRPr="00095027" w:rsidRDefault="00503681" w:rsidP="002510FF">
      <w:pPr>
        <w:pStyle w:val="eTask"/>
        <w:numPr>
          <w:ilvl w:val="0"/>
          <w:numId w:val="0"/>
        </w:numPr>
        <w:ind w:left="360" w:hanging="360"/>
        <w:rPr>
          <w:rStyle w:val="eAbbreviationMeaning"/>
          <w:color w:val="auto"/>
        </w:rPr>
      </w:pPr>
    </w:p>
    <w:p w:rsidR="00503681" w:rsidRPr="00095027" w:rsidRDefault="00503681" w:rsidP="00456D3E">
      <w:pPr>
        <w:pStyle w:val="eCheckBoxSquare"/>
      </w:pPr>
      <w:r w:rsidRPr="00095027">
        <w:t>□</w:t>
      </w:r>
      <w:r w:rsidRPr="00095027">
        <w:tab/>
      </w:r>
      <w:proofErr w:type="spellStart"/>
      <w:r w:rsidRPr="00C90ACA">
        <w:rPr>
          <w:rStyle w:val="eCheckBoxTextChar"/>
        </w:rPr>
        <w:t>dekoreláci</w:t>
      </w:r>
      <w:r>
        <w:rPr>
          <w:rStyle w:val="eCheckBoxTextChar"/>
        </w:rPr>
        <w:t>u</w:t>
      </w:r>
      <w:proofErr w:type="spellEnd"/>
      <w:r w:rsidRPr="00C90ACA">
        <w:rPr>
          <w:rStyle w:val="eCheckBoxTextChar"/>
        </w:rPr>
        <w:t xml:space="preserve"> vstupných d</w:t>
      </w:r>
      <w:r>
        <w:rPr>
          <w:rStyle w:val="eCheckBoxTextChar"/>
        </w:rPr>
        <w:t>á</w:t>
      </w:r>
      <w:r w:rsidRPr="00C90ACA">
        <w:rPr>
          <w:rStyle w:val="eCheckBoxTextChar"/>
        </w:rPr>
        <w:t>t</w:t>
      </w:r>
    </w:p>
    <w:p w:rsidR="00503681" w:rsidRPr="00095027" w:rsidRDefault="00503681" w:rsidP="00456D3E">
      <w:pPr>
        <w:pStyle w:val="eCheckBoxText"/>
        <w:rPr>
          <w:rStyle w:val="eCheckBoxSquareChar"/>
        </w:rPr>
      </w:pPr>
      <w:r w:rsidRPr="00095027">
        <w:rPr>
          <w:rStyle w:val="eCheckBoxSquareChar"/>
          <w:b/>
          <w:color w:val="FF0000"/>
        </w:rPr>
        <w:t>x</w:t>
      </w:r>
      <w:r w:rsidRPr="00095027">
        <w:tab/>
      </w:r>
      <w:r w:rsidRPr="00EF3C0A">
        <w:rPr>
          <w:color w:val="FF0000"/>
        </w:rPr>
        <w:t>digitalizáci</w:t>
      </w:r>
      <w:r>
        <w:rPr>
          <w:color w:val="FF0000"/>
        </w:rPr>
        <w:t>u</w:t>
      </w:r>
      <w:r w:rsidRPr="00EF3C0A">
        <w:rPr>
          <w:color w:val="FF0000"/>
        </w:rPr>
        <w:t xml:space="preserve"> analógových hlasových signálov</w:t>
      </w:r>
    </w:p>
    <w:p w:rsidR="00503681" w:rsidRPr="00095027" w:rsidRDefault="00503681" w:rsidP="00456D3E">
      <w:pPr>
        <w:pStyle w:val="eCheckBoxText"/>
      </w:pPr>
      <w:r w:rsidRPr="00095027">
        <w:rPr>
          <w:rStyle w:val="eCheckBoxSquareChar"/>
        </w:rPr>
        <w:t>□</w:t>
      </w:r>
      <w:r w:rsidRPr="00095027">
        <w:tab/>
      </w:r>
      <w:r>
        <w:t>zníženie</w:t>
      </w:r>
      <w:r w:rsidRPr="00C90ACA">
        <w:t xml:space="preserve"> entropie</w:t>
      </w:r>
    </w:p>
    <w:p w:rsidR="00503681" w:rsidRPr="00095027" w:rsidRDefault="00503681" w:rsidP="002510FF">
      <w:pPr>
        <w:pStyle w:val="eCheckBoxText"/>
        <w:rPr>
          <w:rStyle w:val="eCheckBoxSquareChar"/>
        </w:rPr>
      </w:pPr>
      <w:r w:rsidRPr="00095027">
        <w:rPr>
          <w:rStyle w:val="eCheckBoxSquareChar"/>
          <w:b/>
          <w:color w:val="FF0000"/>
        </w:rPr>
        <w:t>x</w:t>
      </w:r>
      <w:r w:rsidRPr="00095027">
        <w:tab/>
      </w:r>
      <w:r w:rsidRPr="00EF3C0A">
        <w:rPr>
          <w:color w:val="FF0000"/>
        </w:rPr>
        <w:t>vybudovanie kanála</w:t>
      </w:r>
    </w:p>
    <w:p w:rsidR="00503681" w:rsidRPr="00095027" w:rsidRDefault="00503681" w:rsidP="002510FF">
      <w:pPr>
        <w:pStyle w:val="eCheckBoxText"/>
        <w:rPr>
          <w:rStyle w:val="eCheckBoxSquareChar"/>
        </w:rPr>
      </w:pPr>
      <w:r w:rsidRPr="00095027">
        <w:rPr>
          <w:rStyle w:val="eCheckBoxSquareChar"/>
          <w:b/>
          <w:color w:val="FF0000"/>
        </w:rPr>
        <w:t>x</w:t>
      </w:r>
      <w:r w:rsidRPr="00095027">
        <w:tab/>
      </w:r>
      <w:r w:rsidRPr="00EF3C0A">
        <w:rPr>
          <w:color w:val="FF0000"/>
        </w:rPr>
        <w:t>kódovanie hlasových dát</w:t>
      </w:r>
    </w:p>
    <w:p w:rsidR="00503681" w:rsidRPr="00095027" w:rsidRDefault="00503681" w:rsidP="002510FF">
      <w:pPr>
        <w:pStyle w:val="eCheckBoxText"/>
        <w:rPr>
          <w:rStyle w:val="eCheckBoxSquareChar"/>
        </w:rPr>
      </w:pPr>
      <w:r w:rsidRPr="00095027">
        <w:rPr>
          <w:rStyle w:val="eCheckBoxSquareChar"/>
          <w:b/>
          <w:color w:val="FF0000"/>
        </w:rPr>
        <w:t>x</w:t>
      </w:r>
      <w:r w:rsidRPr="00095027">
        <w:tab/>
      </w:r>
      <w:r w:rsidRPr="00EF3C0A">
        <w:rPr>
          <w:color w:val="FF0000"/>
        </w:rPr>
        <w:t>výmen</w:t>
      </w:r>
      <w:r>
        <w:rPr>
          <w:color w:val="FF0000"/>
        </w:rPr>
        <w:t>u</w:t>
      </w:r>
      <w:r w:rsidRPr="00EF3C0A">
        <w:rPr>
          <w:color w:val="FF0000"/>
        </w:rPr>
        <w:t xml:space="preserve"> signalizácie</w:t>
      </w:r>
    </w:p>
    <w:p w:rsidR="00503681" w:rsidRPr="00095027" w:rsidRDefault="00503681" w:rsidP="00456D3E">
      <w:pPr>
        <w:pStyle w:val="eLineBottom"/>
      </w:pPr>
    </w:p>
    <w:p w:rsidR="00503681" w:rsidRPr="00095027" w:rsidRDefault="00503681" w:rsidP="00AF4AAD">
      <w:pPr>
        <w:pStyle w:val="eTask"/>
        <w:numPr>
          <w:ilvl w:val="0"/>
          <w:numId w:val="0"/>
        </w:numPr>
        <w:ind w:left="360" w:hanging="360"/>
      </w:pPr>
    </w:p>
    <w:p w:rsidR="00503681" w:rsidRPr="00095027" w:rsidRDefault="00503681" w:rsidP="00C90ACA">
      <w:pPr>
        <w:pStyle w:val="eTask"/>
      </w:pPr>
      <w:r w:rsidRPr="00C90ACA">
        <w:t>Vyberte správnu odpoveď</w:t>
      </w:r>
      <w:r>
        <w:t>.</w:t>
      </w:r>
    </w:p>
    <w:p w:rsidR="00503681" w:rsidRPr="00095027" w:rsidRDefault="00503681" w:rsidP="00056FF0"/>
    <w:p w:rsidR="00503681" w:rsidRPr="00095027" w:rsidRDefault="00085C58" w:rsidP="002510FF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SIP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TCP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</w:rPr>
                  <m:t>UDP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</w:rPr>
                  <m:t>SCTP</m:t>
                </m:r>
              </m:e>
            </m:eqArr>
          </m:e>
        </m:d>
      </m:oMath>
      <w:r w:rsidR="00503681" w:rsidRPr="00095027">
        <w:t xml:space="preserve"> </w:t>
      </w:r>
      <w:r w:rsidR="00503681" w:rsidRPr="00C90ACA">
        <w:t>je komunikačný protokol, ktorý poskytuje prenos signalizácie pre multimediálne komunikačné relácie. Nie je závislý na transportnom protokole.</w:t>
      </w:r>
      <w:r w:rsidR="00503681" w:rsidRPr="00095027">
        <w:t xml:space="preserve"> </w:t>
      </w:r>
    </w:p>
    <w:p w:rsidR="00503681" w:rsidRPr="00095027" w:rsidRDefault="00503681" w:rsidP="002510FF">
      <w:pPr>
        <w:pStyle w:val="eLineBottom"/>
      </w:pPr>
    </w:p>
    <w:p w:rsidR="00503681" w:rsidRPr="00095027" w:rsidRDefault="00503681"/>
    <w:p w:rsidR="00503681" w:rsidRPr="00095027" w:rsidRDefault="00503681" w:rsidP="00C90ACA">
      <w:pPr>
        <w:pStyle w:val="eTask"/>
      </w:pPr>
      <w:r w:rsidRPr="00C90ACA">
        <w:t>Vyberte správnu odpoveď.</w:t>
      </w:r>
    </w:p>
    <w:p w:rsidR="00503681" w:rsidRPr="00095027" w:rsidRDefault="00503681" w:rsidP="004E167C"/>
    <w:p w:rsidR="00503681" w:rsidRPr="00095027" w:rsidRDefault="00085C58" w:rsidP="002510FF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VoIP VPN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IPTV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</w:rPr>
                  <m:t>VoIP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</w:rPr>
                  <m:t>IAD</m:t>
                </m:r>
              </m:e>
            </m:eqArr>
          </m:e>
        </m:d>
      </m:oMath>
      <w:r w:rsidR="00503681" w:rsidRPr="00095027">
        <w:t xml:space="preserve"> </w:t>
      </w:r>
      <w:r w:rsidR="00503681" w:rsidRPr="00C90ACA">
        <w:t>reprezentuje multimediálne služby ako doručenie televízie / audia / videa / textu / grafiky / dát cez siete založené na protokole IP.</w:t>
      </w:r>
    </w:p>
    <w:p w:rsidR="00503681" w:rsidRPr="00095027" w:rsidRDefault="00503681" w:rsidP="002510FF">
      <w:pPr>
        <w:pStyle w:val="eLineBottom"/>
      </w:pPr>
    </w:p>
    <w:p w:rsidR="00503681" w:rsidRPr="00095027" w:rsidRDefault="00503681" w:rsidP="004E167C"/>
    <w:p w:rsidR="00503681" w:rsidRPr="00095027" w:rsidRDefault="00503681" w:rsidP="00C90ACA">
      <w:pPr>
        <w:pStyle w:val="eTask"/>
      </w:pPr>
      <w:r w:rsidRPr="00C90ACA">
        <w:t>Vyberte správnu odpoveď.</w:t>
      </w:r>
    </w:p>
    <w:p w:rsidR="00503681" w:rsidRPr="00095027" w:rsidRDefault="00503681" w:rsidP="004E167C"/>
    <w:p w:rsidR="00503681" w:rsidRPr="00095027" w:rsidRDefault="00085C58" w:rsidP="004E167C"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Shiver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Flutter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</w:rPr>
                  <m:t>Glimmer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</w:rPr>
                  <m:t>Jitter</m:t>
                </m:r>
              </m:e>
            </m:eqArr>
          </m:e>
        </m:d>
      </m:oMath>
      <w:r w:rsidR="00503681" w:rsidRPr="00095027">
        <w:t xml:space="preserve"> </w:t>
      </w:r>
      <w:r w:rsidR="00503681" w:rsidRPr="00C90ACA">
        <w:t>je parameter QoS definovaný ako miera kolísania oneskorení paketov.</w:t>
      </w:r>
      <w:r w:rsidR="00503681" w:rsidRPr="00095027">
        <w:t xml:space="preserve"> </w:t>
      </w:r>
    </w:p>
    <w:p w:rsidR="00503681" w:rsidRPr="00095027" w:rsidRDefault="00503681" w:rsidP="00B87089">
      <w:pPr>
        <w:pStyle w:val="eLineBottom"/>
      </w:pPr>
    </w:p>
    <w:p w:rsidR="00503681" w:rsidRPr="00095027" w:rsidRDefault="00503681" w:rsidP="00B31FDE"/>
    <w:p w:rsidR="00503681" w:rsidRPr="00095027" w:rsidRDefault="00503681">
      <w:pPr>
        <w:rPr>
          <w:b/>
        </w:rPr>
      </w:pPr>
      <w:r w:rsidRPr="00095027">
        <w:br w:type="page"/>
      </w:r>
    </w:p>
    <w:p w:rsidR="00503681" w:rsidRPr="00095027" w:rsidRDefault="00503681" w:rsidP="004E167C">
      <w:pPr>
        <w:pStyle w:val="eTask"/>
      </w:pPr>
      <w:r>
        <w:lastRenderedPageBreak/>
        <w:t>Vyberte vhodné služby tolerujúce chyby a priraďte ich zodpovedajúcim typom aplikácií.</w:t>
      </w:r>
    </w:p>
    <w:p w:rsidR="00503681" w:rsidRPr="00095027" w:rsidRDefault="00503681" w:rsidP="004E167C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7399"/>
      </w:tblGrid>
      <w:tr w:rsidR="00503681" w:rsidRPr="00095027" w:rsidTr="005C0BB2">
        <w:tc>
          <w:tcPr>
            <w:tcW w:w="1668" w:type="dxa"/>
            <w:vAlign w:val="center"/>
          </w:tcPr>
          <w:p w:rsidR="00503681" w:rsidRPr="00095027" w:rsidRDefault="00503681" w:rsidP="005C0BB2">
            <w:pPr>
              <w:spacing w:before="60" w:after="60"/>
              <w:rPr>
                <w:b/>
              </w:rPr>
            </w:pPr>
            <w:r w:rsidRPr="00BA0923">
              <w:rPr>
                <w:b/>
              </w:rPr>
              <w:t>Aplikácie</w:t>
            </w:r>
          </w:p>
        </w:tc>
        <w:tc>
          <w:tcPr>
            <w:tcW w:w="7399" w:type="dxa"/>
            <w:vAlign w:val="center"/>
          </w:tcPr>
          <w:p w:rsidR="00503681" w:rsidRPr="00095027" w:rsidRDefault="00503681" w:rsidP="005C0BB2">
            <w:pPr>
              <w:spacing w:before="60" w:after="60"/>
              <w:rPr>
                <w:b/>
              </w:rPr>
            </w:pPr>
            <w:r w:rsidRPr="00BA0923">
              <w:rPr>
                <w:b/>
              </w:rPr>
              <w:t>Tolerujúce chyby</w:t>
            </w:r>
          </w:p>
        </w:tc>
      </w:tr>
      <w:tr w:rsidR="00503681" w:rsidRPr="00095027" w:rsidTr="005C0BB2">
        <w:tc>
          <w:tcPr>
            <w:tcW w:w="1668" w:type="dxa"/>
            <w:vAlign w:val="center"/>
          </w:tcPr>
          <w:p w:rsidR="00503681" w:rsidRPr="00095027" w:rsidRDefault="00503681" w:rsidP="005C0BB2">
            <w:pPr>
              <w:spacing w:before="120" w:after="120"/>
            </w:pPr>
            <w:r w:rsidRPr="00BA0923">
              <w:t>Interaktívne</w:t>
            </w:r>
          </w:p>
        </w:tc>
        <w:tc>
          <w:tcPr>
            <w:tcW w:w="7399" w:type="dxa"/>
            <w:vAlign w:val="center"/>
          </w:tcPr>
          <w:p w:rsidR="00503681" w:rsidRPr="00095027" w:rsidRDefault="00503681" w:rsidP="005C0BB2">
            <w:pPr>
              <w:spacing w:before="120" w:after="120"/>
              <w:rPr>
                <w:b/>
                <w:highlight w:val="green"/>
              </w:rPr>
            </w:pPr>
            <w:r w:rsidRPr="00BA0923">
              <w:rPr>
                <w:b/>
                <w:color w:val="FF0000"/>
              </w:rPr>
              <w:t>konverzačný hlas a video</w:t>
            </w:r>
          </w:p>
        </w:tc>
      </w:tr>
      <w:tr w:rsidR="00503681" w:rsidRPr="00095027" w:rsidTr="005C0BB2">
        <w:tc>
          <w:tcPr>
            <w:tcW w:w="1668" w:type="dxa"/>
            <w:vAlign w:val="center"/>
          </w:tcPr>
          <w:p w:rsidR="00503681" w:rsidRPr="00095027" w:rsidRDefault="00503681" w:rsidP="005C0BB2">
            <w:pPr>
              <w:spacing w:before="120" w:after="120"/>
            </w:pPr>
            <w:r w:rsidRPr="00BA0923">
              <w:t>Citlivé</w:t>
            </w:r>
          </w:p>
        </w:tc>
        <w:tc>
          <w:tcPr>
            <w:tcW w:w="7399" w:type="dxa"/>
            <w:vAlign w:val="center"/>
          </w:tcPr>
          <w:p w:rsidR="00503681" w:rsidRPr="00095027" w:rsidRDefault="00503681" w:rsidP="005C0BB2">
            <w:pPr>
              <w:spacing w:before="120" w:after="120"/>
              <w:rPr>
                <w:b/>
                <w:highlight w:val="green"/>
              </w:rPr>
            </w:pPr>
            <w:r w:rsidRPr="00BA0923">
              <w:rPr>
                <w:b/>
                <w:color w:val="FF0000"/>
              </w:rPr>
              <w:t>rýchla výmena hlasu/videa</w:t>
            </w:r>
          </w:p>
        </w:tc>
      </w:tr>
      <w:tr w:rsidR="00503681" w:rsidRPr="00095027" w:rsidTr="005C0BB2">
        <w:tc>
          <w:tcPr>
            <w:tcW w:w="1668" w:type="dxa"/>
            <w:vAlign w:val="center"/>
          </w:tcPr>
          <w:p w:rsidR="00503681" w:rsidRPr="00095027" w:rsidRDefault="00503681" w:rsidP="005C0BB2">
            <w:pPr>
              <w:spacing w:before="120" w:after="120"/>
            </w:pPr>
            <w:r w:rsidRPr="00BA0923">
              <w:t>Včasné</w:t>
            </w:r>
          </w:p>
        </w:tc>
        <w:tc>
          <w:tcPr>
            <w:tcW w:w="7399" w:type="dxa"/>
            <w:vAlign w:val="center"/>
          </w:tcPr>
          <w:p w:rsidR="00503681" w:rsidRPr="00095027" w:rsidRDefault="00503681" w:rsidP="005C0BB2">
            <w:pPr>
              <w:spacing w:before="120" w:after="120"/>
              <w:rPr>
                <w:b/>
                <w:highlight w:val="green"/>
              </w:rPr>
            </w:pPr>
            <w:r w:rsidRPr="00095027">
              <w:rPr>
                <w:b/>
                <w:color w:val="FF0000"/>
              </w:rPr>
              <w:t xml:space="preserve">audio/video </w:t>
            </w:r>
            <w:proofErr w:type="spellStart"/>
            <w:r w:rsidRPr="00095027">
              <w:rPr>
                <w:b/>
                <w:color w:val="FF0000"/>
              </w:rPr>
              <w:t>streaming</w:t>
            </w:r>
            <w:proofErr w:type="spellEnd"/>
          </w:p>
        </w:tc>
      </w:tr>
      <w:tr w:rsidR="00503681" w:rsidRPr="00095027" w:rsidTr="005C0BB2">
        <w:trPr>
          <w:trHeight w:val="279"/>
        </w:trPr>
        <w:tc>
          <w:tcPr>
            <w:tcW w:w="1668" w:type="dxa"/>
            <w:vAlign w:val="center"/>
          </w:tcPr>
          <w:p w:rsidR="00503681" w:rsidRPr="00095027" w:rsidRDefault="00503681" w:rsidP="005C0BB2">
            <w:pPr>
              <w:spacing w:before="120" w:after="120"/>
            </w:pPr>
            <w:r w:rsidRPr="00BA0923">
              <w:t>Nekritické</w:t>
            </w:r>
          </w:p>
        </w:tc>
        <w:tc>
          <w:tcPr>
            <w:tcW w:w="7399" w:type="dxa"/>
            <w:vAlign w:val="center"/>
          </w:tcPr>
          <w:p w:rsidR="00503681" w:rsidRPr="00095027" w:rsidRDefault="00503681" w:rsidP="005C0BB2">
            <w:pPr>
              <w:spacing w:before="120" w:after="120"/>
              <w:rPr>
                <w:b/>
                <w:highlight w:val="green"/>
              </w:rPr>
            </w:pPr>
            <w:r w:rsidRPr="00095027">
              <w:rPr>
                <w:b/>
                <w:color w:val="FF0000"/>
              </w:rPr>
              <w:t>fax</w:t>
            </w:r>
          </w:p>
        </w:tc>
      </w:tr>
    </w:tbl>
    <w:p w:rsidR="00503681" w:rsidRPr="00095027" w:rsidRDefault="00503681" w:rsidP="004E167C"/>
    <w:p w:rsidR="00503681" w:rsidRPr="00095027" w:rsidRDefault="00503681" w:rsidP="005C0BB2">
      <w:pPr>
        <w:rPr>
          <w:b/>
        </w:rPr>
      </w:pPr>
      <w:r w:rsidRPr="00095027">
        <w:rPr>
          <w:b/>
        </w:rPr>
        <w:t>– fax</w:t>
      </w:r>
    </w:p>
    <w:p w:rsidR="00503681" w:rsidRPr="00095027" w:rsidRDefault="00503681" w:rsidP="005C0BB2">
      <w:pPr>
        <w:rPr>
          <w:b/>
        </w:rPr>
      </w:pPr>
      <w:r w:rsidRPr="00095027">
        <w:rPr>
          <w:b/>
        </w:rPr>
        <w:t xml:space="preserve">– </w:t>
      </w:r>
      <w:r w:rsidRPr="00BA0923">
        <w:rPr>
          <w:b/>
        </w:rPr>
        <w:t>interaktívne hry</w:t>
      </w:r>
    </w:p>
    <w:p w:rsidR="00503681" w:rsidRPr="00095027" w:rsidRDefault="00503681" w:rsidP="005C0BB2">
      <w:pPr>
        <w:rPr>
          <w:b/>
        </w:rPr>
      </w:pPr>
      <w:r w:rsidRPr="00095027">
        <w:rPr>
          <w:b/>
        </w:rPr>
        <w:t xml:space="preserve">– </w:t>
      </w:r>
      <w:r w:rsidRPr="00BA0923">
        <w:rPr>
          <w:b/>
        </w:rPr>
        <w:t>sťahovanie</w:t>
      </w:r>
    </w:p>
    <w:p w:rsidR="00503681" w:rsidRPr="00095027" w:rsidRDefault="00503681" w:rsidP="005C0BB2">
      <w:pPr>
        <w:rPr>
          <w:b/>
        </w:rPr>
      </w:pPr>
      <w:r w:rsidRPr="00095027">
        <w:rPr>
          <w:b/>
        </w:rPr>
        <w:t xml:space="preserve">– </w:t>
      </w:r>
      <w:r w:rsidRPr="00BA0923">
        <w:rPr>
          <w:b/>
        </w:rPr>
        <w:t>konverzačný hlas a video</w:t>
      </w:r>
    </w:p>
    <w:p w:rsidR="00503681" w:rsidRPr="00095027" w:rsidRDefault="00503681" w:rsidP="005C0BB2">
      <w:pPr>
        <w:rPr>
          <w:b/>
        </w:rPr>
      </w:pPr>
      <w:r w:rsidRPr="00095027">
        <w:rPr>
          <w:b/>
        </w:rPr>
        <w:t xml:space="preserve">– </w:t>
      </w:r>
      <w:r w:rsidRPr="00BA0923">
        <w:rPr>
          <w:b/>
        </w:rPr>
        <w:t>transakcie</w:t>
      </w:r>
    </w:p>
    <w:p w:rsidR="00503681" w:rsidRPr="00095027" w:rsidRDefault="00503681" w:rsidP="005C0BB2">
      <w:pPr>
        <w:rPr>
          <w:b/>
        </w:rPr>
      </w:pPr>
      <w:r w:rsidRPr="00095027">
        <w:rPr>
          <w:b/>
        </w:rPr>
        <w:t xml:space="preserve">– </w:t>
      </w:r>
      <w:proofErr w:type="spellStart"/>
      <w:r w:rsidRPr="00095027">
        <w:rPr>
          <w:b/>
        </w:rPr>
        <w:t>telnet</w:t>
      </w:r>
      <w:proofErr w:type="spellEnd"/>
    </w:p>
    <w:p w:rsidR="00503681" w:rsidRPr="00095027" w:rsidRDefault="00503681" w:rsidP="005C0BB2">
      <w:pPr>
        <w:rPr>
          <w:b/>
        </w:rPr>
      </w:pPr>
      <w:r w:rsidRPr="00095027">
        <w:rPr>
          <w:b/>
        </w:rPr>
        <w:t xml:space="preserve">– </w:t>
      </w:r>
      <w:proofErr w:type="spellStart"/>
      <w:r w:rsidRPr="00095027">
        <w:rPr>
          <w:b/>
        </w:rPr>
        <w:t>Usenet</w:t>
      </w:r>
      <w:proofErr w:type="spellEnd"/>
    </w:p>
    <w:p w:rsidR="00503681" w:rsidRPr="00095027" w:rsidRDefault="00503681" w:rsidP="005C0BB2">
      <w:pPr>
        <w:rPr>
          <w:b/>
        </w:rPr>
      </w:pPr>
      <w:r w:rsidRPr="00095027">
        <w:rPr>
          <w:b/>
        </w:rPr>
        <w:t xml:space="preserve">– audio/video </w:t>
      </w:r>
      <w:proofErr w:type="spellStart"/>
      <w:r w:rsidRPr="00095027">
        <w:rPr>
          <w:b/>
        </w:rPr>
        <w:t>streaming</w:t>
      </w:r>
      <w:proofErr w:type="spellEnd"/>
    </w:p>
    <w:p w:rsidR="00503681" w:rsidRPr="00095027" w:rsidRDefault="00503681" w:rsidP="005C0BB2">
      <w:pPr>
        <w:rPr>
          <w:b/>
        </w:rPr>
      </w:pPr>
      <w:r w:rsidRPr="00095027">
        <w:rPr>
          <w:b/>
        </w:rPr>
        <w:t xml:space="preserve">– </w:t>
      </w:r>
      <w:r w:rsidRPr="00BA0923">
        <w:rPr>
          <w:b/>
        </w:rPr>
        <w:t>rýchla výmena hlasu/videa</w:t>
      </w:r>
    </w:p>
    <w:p w:rsidR="00503681" w:rsidRPr="00095027" w:rsidRDefault="00503681" w:rsidP="00B87089">
      <w:pPr>
        <w:pStyle w:val="eLineBottom"/>
      </w:pPr>
    </w:p>
    <w:p w:rsidR="00503681" w:rsidRPr="00095027" w:rsidRDefault="00503681" w:rsidP="00B31FDE"/>
    <w:p w:rsidR="00503681" w:rsidRPr="00095027" w:rsidRDefault="00503681" w:rsidP="004E167C">
      <w:pPr>
        <w:pStyle w:val="eTask"/>
      </w:pPr>
      <w:r>
        <w:t xml:space="preserve">Priraďte schémy </w:t>
      </w:r>
      <w:r w:rsidRPr="00095027">
        <w:t>WebRTC</w:t>
      </w:r>
      <w:r>
        <w:t xml:space="preserve"> k zodpovedajúcim realizáciám prenosu dát.</w:t>
      </w:r>
    </w:p>
    <w:p w:rsidR="00503681" w:rsidRPr="00095027" w:rsidRDefault="00503681" w:rsidP="004E16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1276"/>
        <w:gridCol w:w="5560"/>
      </w:tblGrid>
      <w:tr w:rsidR="00503681" w:rsidRPr="00095027" w:rsidTr="00D975EE">
        <w:tc>
          <w:tcPr>
            <w:tcW w:w="2376" w:type="dxa"/>
            <w:vAlign w:val="center"/>
          </w:tcPr>
          <w:p w:rsidR="00503681" w:rsidRPr="00095027" w:rsidRDefault="00503681" w:rsidP="00D975EE">
            <w:pPr>
              <w:jc w:val="center"/>
            </w:pPr>
            <w:r w:rsidRPr="00BA0923">
              <w:t>WebRTC trojuholník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03681" w:rsidRPr="00095027" w:rsidRDefault="00777CFD" w:rsidP="004E167C"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265430</wp:posOffset>
                      </wp:positionV>
                      <wp:extent cx="763270" cy="689610"/>
                      <wp:effectExtent l="0" t="0" r="0" b="15240"/>
                      <wp:wrapNone/>
                      <wp:docPr id="16" name="Přímá spojnic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763270" cy="68961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1EE043" id="Přímá spojnice 16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4pt,20.9pt" to="55.7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" strokecolor="red" strokeweight="1.25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222885</wp:posOffset>
                      </wp:positionV>
                      <wp:extent cx="769620" cy="787400"/>
                      <wp:effectExtent l="0" t="0" r="11430" b="12700"/>
                      <wp:wrapNone/>
                      <wp:docPr id="15" name="Přímá spojnic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9620" cy="7874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DF951C" id="Přímá spojnic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17.55pt" to="55.45pt,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" strokecolor="red" strokeweight="1.2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5560" w:type="dxa"/>
          </w:tcPr>
          <w:p w:rsidR="00503681" w:rsidRPr="00095027" w:rsidRDefault="00503681" w:rsidP="006B120C">
            <w:r w:rsidRPr="00BA0923">
              <w:t>prenos údajov je realizovaný priamo medzi jednotlivými partnermi, ktorí nie sú pripojení na rovnaký webový server</w:t>
            </w:r>
          </w:p>
        </w:tc>
      </w:tr>
      <w:tr w:rsidR="00503681" w:rsidRPr="00095027" w:rsidTr="00D975EE">
        <w:tc>
          <w:tcPr>
            <w:tcW w:w="2376" w:type="dxa"/>
            <w:tcBorders>
              <w:left w:val="nil"/>
              <w:right w:val="nil"/>
            </w:tcBorders>
            <w:vAlign w:val="center"/>
          </w:tcPr>
          <w:p w:rsidR="00503681" w:rsidRPr="00095027" w:rsidRDefault="00503681" w:rsidP="00D975EE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03681" w:rsidRPr="00095027" w:rsidRDefault="00503681" w:rsidP="004E167C"/>
        </w:tc>
        <w:tc>
          <w:tcPr>
            <w:tcW w:w="5560" w:type="dxa"/>
            <w:tcBorders>
              <w:left w:val="nil"/>
              <w:right w:val="nil"/>
            </w:tcBorders>
          </w:tcPr>
          <w:p w:rsidR="00503681" w:rsidRPr="00095027" w:rsidRDefault="00503681" w:rsidP="006B120C"/>
        </w:tc>
      </w:tr>
      <w:tr w:rsidR="00503681" w:rsidRPr="00095027" w:rsidTr="00D975EE">
        <w:tc>
          <w:tcPr>
            <w:tcW w:w="2376" w:type="dxa"/>
            <w:vAlign w:val="center"/>
          </w:tcPr>
          <w:p w:rsidR="00503681" w:rsidRPr="00095027" w:rsidRDefault="00503681" w:rsidP="00D975EE">
            <w:pPr>
              <w:jc w:val="center"/>
            </w:pPr>
            <w:r w:rsidRPr="00BA0923">
              <w:t>WebRTC lichobežník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03681" w:rsidRPr="00095027" w:rsidRDefault="00503681" w:rsidP="00B05FE7">
            <w:pPr>
              <w:pStyle w:val="eText"/>
              <w:rPr>
                <w:lang w:eastAsia="en-US"/>
              </w:rPr>
            </w:pPr>
          </w:p>
        </w:tc>
        <w:tc>
          <w:tcPr>
            <w:tcW w:w="5560" w:type="dxa"/>
          </w:tcPr>
          <w:p w:rsidR="00503681" w:rsidRPr="00095027" w:rsidRDefault="00503681" w:rsidP="006B120C">
            <w:r w:rsidRPr="00BA0923">
              <w:t>prenos údajov je realizovaný priamo medzi jednotlivými partnermi, ktorí sú pripojení na rovnaký webový server</w:t>
            </w:r>
          </w:p>
        </w:tc>
      </w:tr>
    </w:tbl>
    <w:p w:rsidR="00503681" w:rsidRPr="00095027" w:rsidRDefault="00503681" w:rsidP="00B87089">
      <w:pPr>
        <w:pStyle w:val="eLineBottom"/>
      </w:pPr>
    </w:p>
    <w:p w:rsidR="00503681" w:rsidRPr="00095027" w:rsidRDefault="00503681" w:rsidP="00B87089"/>
    <w:p w:rsidR="00503681" w:rsidRPr="00095027" w:rsidRDefault="00503681" w:rsidP="004E167C">
      <w:pPr>
        <w:pStyle w:val="eTask"/>
      </w:pPr>
      <w:r>
        <w:t>Vyberte správnu možnosť vo vete.</w:t>
      </w:r>
      <w:r w:rsidRPr="00095027">
        <w:t xml:space="preserve"> </w:t>
      </w:r>
    </w:p>
    <w:p w:rsidR="00503681" w:rsidRPr="00095027" w:rsidRDefault="00503681" w:rsidP="000F7352"/>
    <w:p w:rsidR="00503681" w:rsidRPr="00095027" w:rsidRDefault="00085C58" w:rsidP="005C0BB2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w:proofErr w:type="spellStart"/>
                <m:r>
                  <m:rPr>
                    <m:nor/>
                  </m:rPr>
                  <w:rPr>
                    <w:strike/>
                  </w:rPr>
                  <m:t>getUserData</m:t>
                </m:r>
                <w:proofErr w:type="spellEnd"/>
              </m:e>
              <m:e>
                <w:proofErr w:type="spellStart"/>
                <m:r>
                  <m:rPr>
                    <m:nor/>
                  </m:rPr>
                  <w:rPr>
                    <w:color w:val="FF0000"/>
                  </w:rPr>
                  <m:t>getUserMedia</m:t>
                </m:r>
                <w:proofErr w:type="spellEnd"/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w:proofErr w:type="spellStart"/>
                <m:r>
                  <m:rPr>
                    <m:nor/>
                  </m:rPr>
                  <w:rPr>
                    <w:strike/>
                  </w:rPr>
                  <m:t>getUserControl</m:t>
                </m:r>
                <w:proofErr w:type="spellEnd"/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w:proofErr w:type="spellStart"/>
                <m:r>
                  <m:rPr>
                    <m:nor/>
                  </m:rPr>
                  <w:rPr>
                    <w:strike/>
                  </w:rPr>
                  <m:t>getUserConstraints</m:t>
                </m:r>
                <w:proofErr w:type="spellEnd"/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="00503681" w:rsidRPr="00095027">
        <w:t xml:space="preserve"> </w:t>
      </w:r>
      <w:r w:rsidR="00503681" w:rsidRPr="00BA0923">
        <w:t>je rozhranie, ktoré umožňuje prístup k dynamickým zdrojom ako mikrofóny a kamery.</w:t>
      </w:r>
      <w:r w:rsidR="00503681" w:rsidRPr="00095027">
        <w:t xml:space="preserve"> </w:t>
      </w:r>
      <w:bookmarkStart w:id="0" w:name="_GoBack"/>
      <w:bookmarkEnd w:id="0"/>
    </w:p>
    <w:p w:rsidR="00503681" w:rsidRPr="00095027" w:rsidRDefault="00503681" w:rsidP="000F7352"/>
    <w:sectPr w:rsidR="00503681" w:rsidRPr="00095027" w:rsidSect="009B1030">
      <w:headerReference w:type="default" r:id="rId7"/>
      <w:footerReference w:type="default" r:id="rId8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C58" w:rsidRDefault="00085C58" w:rsidP="00861A1A">
      <w:r>
        <w:separator/>
      </w:r>
    </w:p>
  </w:endnote>
  <w:endnote w:type="continuationSeparator" w:id="0">
    <w:p w:rsidR="00085C58" w:rsidRDefault="00085C5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503681" w:rsidTr="00CA51B5">
      <w:tc>
        <w:tcPr>
          <w:tcW w:w="2518" w:type="dxa"/>
        </w:tcPr>
        <w:p w:rsidR="00503681" w:rsidRDefault="00777CFD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>
                <wp:extent cx="1440815" cy="410845"/>
                <wp:effectExtent l="0" t="0" r="0" b="0"/>
                <wp:docPr id="1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410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03681" w:rsidRPr="00095027" w:rsidRDefault="00503681" w:rsidP="0009502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095027">
            <w:rPr>
              <w:sz w:val="16"/>
              <w:szCs w:val="16"/>
            </w:rPr>
            <w:t>Tento projekt bol financovaný s podporou Európskej Komisie.</w:t>
          </w:r>
        </w:p>
        <w:p w:rsidR="00503681" w:rsidRPr="00CA51B5" w:rsidRDefault="00503681" w:rsidP="0009502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095027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503681" w:rsidTr="00CA51B5">
      <w:tc>
        <w:tcPr>
          <w:tcW w:w="8472" w:type="dxa"/>
          <w:gridSpan w:val="2"/>
        </w:tcPr>
        <w:p w:rsidR="00503681" w:rsidRPr="00CA51B5" w:rsidRDefault="00503681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503681" w:rsidRPr="00CA51B5" w:rsidRDefault="00503681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503681" w:rsidRPr="00BF5E09" w:rsidRDefault="00503681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C58" w:rsidRDefault="00085C58" w:rsidP="00861A1A">
      <w:r>
        <w:separator/>
      </w:r>
    </w:p>
  </w:footnote>
  <w:footnote w:type="continuationSeparator" w:id="0">
    <w:p w:rsidR="00085C58" w:rsidRDefault="00085C5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681" w:rsidRPr="002B41A8" w:rsidRDefault="00777CFD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3681">
      <w:rPr>
        <w:b/>
        <w:noProof/>
        <w:sz w:val="32"/>
        <w:szCs w:val="32"/>
      </w:rPr>
      <w:tab/>
    </w:r>
    <w:r>
      <w:rPr>
        <w:noProof/>
        <w:lang w:val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2" name="Picture 2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3681">
      <w:rPr>
        <w:b/>
        <w:noProof/>
        <w:sz w:val="32"/>
        <w:szCs w:val="32"/>
      </w:rPr>
      <w:tab/>
    </w:r>
    <w:r w:rsidR="00503681" w:rsidRPr="00095027">
      <w:rPr>
        <w:rFonts w:ascii="Calibri" w:hAnsi="Calibri"/>
        <w:b/>
        <w:smallCaps/>
        <w:noProof/>
      </w:rPr>
      <w:t>PRACOVNÝ  LIST</w:t>
    </w:r>
  </w:p>
  <w:p w:rsidR="00503681" w:rsidRPr="00C148FD" w:rsidRDefault="00503681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095027">
      <w:rPr>
        <w:rFonts w:ascii="Calibri" w:hAnsi="Calibri"/>
        <w:smallCaps/>
        <w:noProof/>
        <w:sz w:val="20"/>
        <w:szCs w:val="20"/>
      </w:rPr>
      <w:t>NOVÁ GENERÁCIA MULTIMEDIÁLNYCH SLUŽIEB/APLIKÁCIÍ</w:t>
    </w:r>
  </w:p>
  <w:p w:rsidR="00503681" w:rsidRPr="00C148FD" w:rsidRDefault="00503681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ADF05E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8"/>
  </w:num>
  <w:num w:numId="4">
    <w:abstractNumId w:val="7"/>
  </w:num>
  <w:num w:numId="5">
    <w:abstractNumId w:val="9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040F"/>
    <w:rsid w:val="00010D04"/>
    <w:rsid w:val="00016AD8"/>
    <w:rsid w:val="00017595"/>
    <w:rsid w:val="00021197"/>
    <w:rsid w:val="00025BBE"/>
    <w:rsid w:val="00030EDA"/>
    <w:rsid w:val="00045BEB"/>
    <w:rsid w:val="000525F8"/>
    <w:rsid w:val="00054E06"/>
    <w:rsid w:val="00056FF0"/>
    <w:rsid w:val="000639FE"/>
    <w:rsid w:val="00073ADF"/>
    <w:rsid w:val="0007473C"/>
    <w:rsid w:val="000750C9"/>
    <w:rsid w:val="00076439"/>
    <w:rsid w:val="00083199"/>
    <w:rsid w:val="00085C58"/>
    <w:rsid w:val="00087EAC"/>
    <w:rsid w:val="00094A16"/>
    <w:rsid w:val="00095027"/>
    <w:rsid w:val="000A233F"/>
    <w:rsid w:val="000A389D"/>
    <w:rsid w:val="000A55B3"/>
    <w:rsid w:val="000B1FC9"/>
    <w:rsid w:val="000C4911"/>
    <w:rsid w:val="000C6B3A"/>
    <w:rsid w:val="000F08D7"/>
    <w:rsid w:val="000F5362"/>
    <w:rsid w:val="000F7352"/>
    <w:rsid w:val="00104245"/>
    <w:rsid w:val="00112B88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87F6A"/>
    <w:rsid w:val="001922A0"/>
    <w:rsid w:val="00195A08"/>
    <w:rsid w:val="00197A00"/>
    <w:rsid w:val="001A5B81"/>
    <w:rsid w:val="001B057D"/>
    <w:rsid w:val="001B232C"/>
    <w:rsid w:val="001D00A1"/>
    <w:rsid w:val="001D0C07"/>
    <w:rsid w:val="001D2E38"/>
    <w:rsid w:val="001D3EDB"/>
    <w:rsid w:val="001E3BF4"/>
    <w:rsid w:val="001E749F"/>
    <w:rsid w:val="001F0DEB"/>
    <w:rsid w:val="001F56DC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04C"/>
    <w:rsid w:val="002A076A"/>
    <w:rsid w:val="002A6130"/>
    <w:rsid w:val="002B0278"/>
    <w:rsid w:val="002B0866"/>
    <w:rsid w:val="002B41A8"/>
    <w:rsid w:val="002E301D"/>
    <w:rsid w:val="00304ADA"/>
    <w:rsid w:val="00306B9F"/>
    <w:rsid w:val="00307892"/>
    <w:rsid w:val="00310573"/>
    <w:rsid w:val="00315203"/>
    <w:rsid w:val="00315638"/>
    <w:rsid w:val="00315A1D"/>
    <w:rsid w:val="00337851"/>
    <w:rsid w:val="00341CCC"/>
    <w:rsid w:val="00347E4D"/>
    <w:rsid w:val="00351AF3"/>
    <w:rsid w:val="00355B0A"/>
    <w:rsid w:val="00360ECE"/>
    <w:rsid w:val="00361FED"/>
    <w:rsid w:val="003641D6"/>
    <w:rsid w:val="00372F8C"/>
    <w:rsid w:val="00377E75"/>
    <w:rsid w:val="00390305"/>
    <w:rsid w:val="0039238A"/>
    <w:rsid w:val="003B1326"/>
    <w:rsid w:val="003C2D4E"/>
    <w:rsid w:val="003C3D25"/>
    <w:rsid w:val="003C5B45"/>
    <w:rsid w:val="003D41BB"/>
    <w:rsid w:val="003E01BE"/>
    <w:rsid w:val="003E14BF"/>
    <w:rsid w:val="003E5AAC"/>
    <w:rsid w:val="003F03EB"/>
    <w:rsid w:val="003F623C"/>
    <w:rsid w:val="003F7F87"/>
    <w:rsid w:val="00402B09"/>
    <w:rsid w:val="00417ED2"/>
    <w:rsid w:val="00421F52"/>
    <w:rsid w:val="00456D3E"/>
    <w:rsid w:val="00457B2D"/>
    <w:rsid w:val="0046567F"/>
    <w:rsid w:val="004660D4"/>
    <w:rsid w:val="00472203"/>
    <w:rsid w:val="00475954"/>
    <w:rsid w:val="00492966"/>
    <w:rsid w:val="004A01E5"/>
    <w:rsid w:val="004A7B44"/>
    <w:rsid w:val="004C0E36"/>
    <w:rsid w:val="004C6FC0"/>
    <w:rsid w:val="004E167C"/>
    <w:rsid w:val="004E5E95"/>
    <w:rsid w:val="004E70EA"/>
    <w:rsid w:val="004F0CDB"/>
    <w:rsid w:val="004F5AFF"/>
    <w:rsid w:val="00501A9F"/>
    <w:rsid w:val="00503681"/>
    <w:rsid w:val="00505370"/>
    <w:rsid w:val="0051036E"/>
    <w:rsid w:val="005132B0"/>
    <w:rsid w:val="00517E3A"/>
    <w:rsid w:val="0052284C"/>
    <w:rsid w:val="00532693"/>
    <w:rsid w:val="00543121"/>
    <w:rsid w:val="005435E2"/>
    <w:rsid w:val="00561B7B"/>
    <w:rsid w:val="00561C5A"/>
    <w:rsid w:val="00567A18"/>
    <w:rsid w:val="005728B3"/>
    <w:rsid w:val="005738D5"/>
    <w:rsid w:val="0057504E"/>
    <w:rsid w:val="00576BC2"/>
    <w:rsid w:val="0058068D"/>
    <w:rsid w:val="005832C4"/>
    <w:rsid w:val="00587966"/>
    <w:rsid w:val="005A3EAE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5A22"/>
    <w:rsid w:val="005F5FA1"/>
    <w:rsid w:val="005F6159"/>
    <w:rsid w:val="005F6593"/>
    <w:rsid w:val="005F6979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291D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10301"/>
    <w:rsid w:val="007109D2"/>
    <w:rsid w:val="0073574D"/>
    <w:rsid w:val="007460F9"/>
    <w:rsid w:val="00764B27"/>
    <w:rsid w:val="0076745A"/>
    <w:rsid w:val="007738BD"/>
    <w:rsid w:val="00777BB7"/>
    <w:rsid w:val="00777CFD"/>
    <w:rsid w:val="007837ED"/>
    <w:rsid w:val="0078706A"/>
    <w:rsid w:val="00790D07"/>
    <w:rsid w:val="007A11F2"/>
    <w:rsid w:val="007A3AC2"/>
    <w:rsid w:val="007B3007"/>
    <w:rsid w:val="007C0FDD"/>
    <w:rsid w:val="007C308E"/>
    <w:rsid w:val="007C5B85"/>
    <w:rsid w:val="007E0E84"/>
    <w:rsid w:val="007E16D1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0A34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E2A2A"/>
    <w:rsid w:val="009F0EEC"/>
    <w:rsid w:val="009F6E5E"/>
    <w:rsid w:val="00A17111"/>
    <w:rsid w:val="00A25134"/>
    <w:rsid w:val="00A25C4B"/>
    <w:rsid w:val="00A26A28"/>
    <w:rsid w:val="00A407AE"/>
    <w:rsid w:val="00A41A9A"/>
    <w:rsid w:val="00A41E41"/>
    <w:rsid w:val="00A50FFF"/>
    <w:rsid w:val="00A51BF7"/>
    <w:rsid w:val="00A527AF"/>
    <w:rsid w:val="00A54992"/>
    <w:rsid w:val="00A57E9D"/>
    <w:rsid w:val="00A61EA9"/>
    <w:rsid w:val="00A633E1"/>
    <w:rsid w:val="00A65E53"/>
    <w:rsid w:val="00A7603A"/>
    <w:rsid w:val="00A8234A"/>
    <w:rsid w:val="00A9018C"/>
    <w:rsid w:val="00A97C95"/>
    <w:rsid w:val="00AA0506"/>
    <w:rsid w:val="00AA5B23"/>
    <w:rsid w:val="00AB1276"/>
    <w:rsid w:val="00AB7103"/>
    <w:rsid w:val="00AC4ED9"/>
    <w:rsid w:val="00AC6380"/>
    <w:rsid w:val="00AD2F36"/>
    <w:rsid w:val="00AD3CB1"/>
    <w:rsid w:val="00AD5F36"/>
    <w:rsid w:val="00AD6E4D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67816"/>
    <w:rsid w:val="00B707D0"/>
    <w:rsid w:val="00B75FF7"/>
    <w:rsid w:val="00B77B6F"/>
    <w:rsid w:val="00B816F4"/>
    <w:rsid w:val="00B822EA"/>
    <w:rsid w:val="00B84417"/>
    <w:rsid w:val="00B87089"/>
    <w:rsid w:val="00B94FBB"/>
    <w:rsid w:val="00BA0923"/>
    <w:rsid w:val="00BA2C47"/>
    <w:rsid w:val="00BA3595"/>
    <w:rsid w:val="00BB3CAA"/>
    <w:rsid w:val="00BB48C7"/>
    <w:rsid w:val="00BB5D50"/>
    <w:rsid w:val="00BC1F6B"/>
    <w:rsid w:val="00BC4E92"/>
    <w:rsid w:val="00BC732E"/>
    <w:rsid w:val="00BC7880"/>
    <w:rsid w:val="00BD3D30"/>
    <w:rsid w:val="00BD7612"/>
    <w:rsid w:val="00BE15A2"/>
    <w:rsid w:val="00BE6648"/>
    <w:rsid w:val="00BF5E09"/>
    <w:rsid w:val="00BF6970"/>
    <w:rsid w:val="00C148FD"/>
    <w:rsid w:val="00C1794E"/>
    <w:rsid w:val="00C2393A"/>
    <w:rsid w:val="00C27194"/>
    <w:rsid w:val="00C4465F"/>
    <w:rsid w:val="00C5580D"/>
    <w:rsid w:val="00C57915"/>
    <w:rsid w:val="00C7264E"/>
    <w:rsid w:val="00C767C9"/>
    <w:rsid w:val="00C878F0"/>
    <w:rsid w:val="00C90ACA"/>
    <w:rsid w:val="00CA51B5"/>
    <w:rsid w:val="00CA559B"/>
    <w:rsid w:val="00CA6BDC"/>
    <w:rsid w:val="00CC2293"/>
    <w:rsid w:val="00CC266E"/>
    <w:rsid w:val="00CC27A5"/>
    <w:rsid w:val="00CC4D15"/>
    <w:rsid w:val="00CC7953"/>
    <w:rsid w:val="00CD25E1"/>
    <w:rsid w:val="00CE070B"/>
    <w:rsid w:val="00CE09BA"/>
    <w:rsid w:val="00CE5FBD"/>
    <w:rsid w:val="00CF4DFA"/>
    <w:rsid w:val="00D05D73"/>
    <w:rsid w:val="00D060B3"/>
    <w:rsid w:val="00D06992"/>
    <w:rsid w:val="00D07467"/>
    <w:rsid w:val="00D1690E"/>
    <w:rsid w:val="00D17A6C"/>
    <w:rsid w:val="00D20A5C"/>
    <w:rsid w:val="00D25851"/>
    <w:rsid w:val="00D2650E"/>
    <w:rsid w:val="00D3228E"/>
    <w:rsid w:val="00D33524"/>
    <w:rsid w:val="00D41D22"/>
    <w:rsid w:val="00D46C4F"/>
    <w:rsid w:val="00D573B0"/>
    <w:rsid w:val="00D62073"/>
    <w:rsid w:val="00D6535B"/>
    <w:rsid w:val="00D71B81"/>
    <w:rsid w:val="00D773FA"/>
    <w:rsid w:val="00D973EC"/>
    <w:rsid w:val="00D975EE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10571"/>
    <w:rsid w:val="00E10DD0"/>
    <w:rsid w:val="00E11170"/>
    <w:rsid w:val="00E14EEB"/>
    <w:rsid w:val="00E16DF1"/>
    <w:rsid w:val="00E2272B"/>
    <w:rsid w:val="00E352FF"/>
    <w:rsid w:val="00E41087"/>
    <w:rsid w:val="00E516D7"/>
    <w:rsid w:val="00E52E1C"/>
    <w:rsid w:val="00E5359D"/>
    <w:rsid w:val="00E54A46"/>
    <w:rsid w:val="00E65738"/>
    <w:rsid w:val="00E821EA"/>
    <w:rsid w:val="00E83D85"/>
    <w:rsid w:val="00E8518C"/>
    <w:rsid w:val="00E879F9"/>
    <w:rsid w:val="00E90BD9"/>
    <w:rsid w:val="00E96FAC"/>
    <w:rsid w:val="00EA0615"/>
    <w:rsid w:val="00EA1BDF"/>
    <w:rsid w:val="00EA1CC3"/>
    <w:rsid w:val="00EA1FF5"/>
    <w:rsid w:val="00EA7D7B"/>
    <w:rsid w:val="00EB178E"/>
    <w:rsid w:val="00EB3231"/>
    <w:rsid w:val="00EB5344"/>
    <w:rsid w:val="00EB6B74"/>
    <w:rsid w:val="00EB6E4B"/>
    <w:rsid w:val="00EC55FD"/>
    <w:rsid w:val="00EC77B0"/>
    <w:rsid w:val="00ED1921"/>
    <w:rsid w:val="00ED25FF"/>
    <w:rsid w:val="00ED2956"/>
    <w:rsid w:val="00EE3197"/>
    <w:rsid w:val="00EE5362"/>
    <w:rsid w:val="00EF2951"/>
    <w:rsid w:val="00EF3C0A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A618D"/>
    <w:rsid w:val="00FA74D9"/>
    <w:rsid w:val="00FB1414"/>
    <w:rsid w:val="00FB201E"/>
    <w:rsid w:val="00FC57C5"/>
    <w:rsid w:val="00FD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DFB3D4"/>
  <w15:docId w15:val="{AB23CBAC-E8CB-4E9A-9820-313067C31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95027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426C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426C2"/>
    <w:rPr>
      <w:rFonts w:ascii="Cambria" w:hAnsi="Cambria" w:cs="Times New Roman"/>
      <w:b/>
      <w:bCs/>
      <w:color w:val="365F91"/>
      <w:sz w:val="28"/>
      <w:szCs w:val="28"/>
      <w:lang w:val="cs-CZ" w:eastAsia="cs-CZ"/>
    </w:rPr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FB201E"/>
    <w:pPr>
      <w:numPr>
        <w:numId w:val="4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238A"/>
    <w:rPr>
      <w:rFonts w:cs="Times New Roman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rFonts w:cs="Times New Roman"/>
      <w:color w:val="808080"/>
    </w:rPr>
  </w:style>
  <w:style w:type="character" w:customStyle="1" w:styleId="hps">
    <w:name w:val="hps"/>
    <w:basedOn w:val="Standardnpsmoodstavce"/>
    <w:uiPriority w:val="99"/>
    <w:rsid w:val="005D4503"/>
    <w:rPr>
      <w:rFonts w:cs="Times New Roman"/>
    </w:rPr>
  </w:style>
  <w:style w:type="character" w:customStyle="1" w:styleId="shorttext">
    <w:name w:val="short_text"/>
    <w:basedOn w:val="Standardnpsmoodstavce"/>
    <w:uiPriority w:val="99"/>
    <w:rsid w:val="005D4503"/>
    <w:rPr>
      <w:rFonts w:cs="Times New Roman"/>
    </w:rPr>
  </w:style>
  <w:style w:type="paragraph" w:styleId="Nzev">
    <w:name w:val="Title"/>
    <w:basedOn w:val="Normln"/>
    <w:next w:val="Normln"/>
    <w:link w:val="NzevChar"/>
    <w:uiPriority w:val="99"/>
    <w:qFormat/>
    <w:rsid w:val="008426C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8426C2"/>
    <w:rPr>
      <w:rFonts w:ascii="Cambria" w:hAnsi="Cambria" w:cs="Times New Roman"/>
      <w:color w:val="17365D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uiPriority w:val="99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8426C2"/>
    <w:rPr>
      <w:b/>
      <w:i/>
      <w:color w:val="002060"/>
      <w:sz w:val="24"/>
      <w:lang w:eastAsia="en-US"/>
    </w:rPr>
  </w:style>
  <w:style w:type="paragraph" w:customStyle="1" w:styleId="eText">
    <w:name w:val="eText"/>
    <w:basedOn w:val="Normln"/>
    <w:link w:val="eTextChar"/>
    <w:uiPriority w:val="99"/>
    <w:rsid w:val="00083199"/>
    <w:pPr>
      <w:spacing w:after="240"/>
    </w:pPr>
    <w:rPr>
      <w:lang w:eastAsia="sk-SK"/>
    </w:rPr>
  </w:style>
  <w:style w:type="character" w:customStyle="1" w:styleId="eTextChar">
    <w:name w:val="eText Char"/>
    <w:link w:val="eText"/>
    <w:uiPriority w:val="99"/>
    <w:locked/>
    <w:rsid w:val="00083199"/>
    <w:rPr>
      <w:sz w:val="24"/>
      <w:lang w:val="sk-SK"/>
    </w:rPr>
  </w:style>
  <w:style w:type="paragraph" w:customStyle="1" w:styleId="eDotList1">
    <w:name w:val="eDotList1"/>
    <w:basedOn w:val="Seznamsodrkami"/>
    <w:uiPriority w:val="99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uiPriority w:val="99"/>
    <w:semiHidden/>
    <w:rsid w:val="00315638"/>
    <w:pPr>
      <w:tabs>
        <w:tab w:val="num" w:pos="340"/>
      </w:tabs>
      <w:ind w:left="340" w:hanging="34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3</Pages>
  <Words>368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</dc:creator>
  <cp:keywords/>
  <dc:description/>
  <cp:lastModifiedBy>Marek Nevosad</cp:lastModifiedBy>
  <cp:revision>5</cp:revision>
  <cp:lastPrinted>2013-05-24T14:00:00Z</cp:lastPrinted>
  <dcterms:created xsi:type="dcterms:W3CDTF">2016-03-01T18:00:00Z</dcterms:created>
  <dcterms:modified xsi:type="dcterms:W3CDTF">2016-03-11T14:57:00Z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