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A" w:rsidRPr="00754FC6" w:rsidRDefault="00393ADC" w:rsidP="00DD0843">
      <w:pPr>
        <w:pStyle w:val="eTask"/>
        <w:rPr>
          <w:lang w:val="sk-SK"/>
        </w:rPr>
      </w:pPr>
      <w:r w:rsidRPr="00754FC6">
        <w:rPr>
          <w:lang w:val="sk-SK"/>
        </w:rPr>
        <w:t>Medzi biometrické modality nepatrí/</w:t>
      </w:r>
      <w:proofErr w:type="spellStart"/>
      <w:r w:rsidRPr="00754FC6">
        <w:rPr>
          <w:lang w:val="sk-SK"/>
        </w:rPr>
        <w:t>ia</w:t>
      </w:r>
      <w:proofErr w:type="spellEnd"/>
      <w:r w:rsidR="003908A2" w:rsidRPr="00754FC6">
        <w:rPr>
          <w:lang w:val="sk-SK"/>
        </w:rPr>
        <w:t>:</w:t>
      </w:r>
      <w:bookmarkStart w:id="0" w:name="_GoBack"/>
      <w:bookmarkEnd w:id="0"/>
    </w:p>
    <w:p w:rsidR="006B5F98" w:rsidRPr="00754FC6" w:rsidRDefault="006B5F98" w:rsidP="00843DEB">
      <w:pPr>
        <w:rPr>
          <w:lang w:val="sk-SK"/>
        </w:rPr>
      </w:pPr>
    </w:p>
    <w:p w:rsidR="00DD0843" w:rsidRPr="00754FC6" w:rsidRDefault="00DD0843" w:rsidP="00391B93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393ADC" w:rsidRPr="00754FC6">
        <w:rPr>
          <w:lang w:val="sk-SK"/>
        </w:rPr>
        <w:t>odtlačky prstov</w:t>
      </w:r>
      <w:r w:rsidR="00391B93" w:rsidRPr="00754FC6">
        <w:rPr>
          <w:rStyle w:val="eCheckBoxTextChar"/>
          <w:lang w:val="sk-SK"/>
        </w:rPr>
        <w:t>,</w:t>
      </w:r>
    </w:p>
    <w:p w:rsidR="00DD0843" w:rsidRPr="00754FC6" w:rsidRDefault="00DD0843" w:rsidP="00391B93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393ADC" w:rsidRPr="00754FC6">
        <w:rPr>
          <w:lang w:val="sk-SK"/>
        </w:rPr>
        <w:t>hlas</w:t>
      </w:r>
      <w:r w:rsidR="00391B93" w:rsidRPr="00754FC6">
        <w:rPr>
          <w:rStyle w:val="eCheckBoxTextChar"/>
          <w:lang w:val="sk-SK"/>
        </w:rPr>
        <w:t>,</w:t>
      </w:r>
    </w:p>
    <w:p w:rsidR="00DD0843" w:rsidRPr="00754FC6" w:rsidRDefault="00025AAF" w:rsidP="00391B93">
      <w:pPr>
        <w:ind w:left="357" w:hanging="357"/>
        <w:rPr>
          <w:lang w:val="sk-SK"/>
        </w:rPr>
      </w:pPr>
      <w:r w:rsidRPr="00754FC6">
        <w:rPr>
          <w:rStyle w:val="eCheckBoxSquareChar"/>
          <w:b/>
          <w:color w:val="FF0000"/>
          <w:lang w:val="sk-SK"/>
        </w:rPr>
        <w:t>x</w:t>
      </w:r>
      <w:r w:rsidR="00DD0843" w:rsidRPr="00754FC6">
        <w:rPr>
          <w:szCs w:val="40"/>
          <w:lang w:val="sk-SK"/>
        </w:rPr>
        <w:tab/>
      </w:r>
      <w:r w:rsidR="00393ADC" w:rsidRPr="00754FC6">
        <w:rPr>
          <w:color w:val="FF0000"/>
          <w:lang w:val="sk-SK"/>
        </w:rPr>
        <w:t xml:space="preserve">heslo resp. </w:t>
      </w:r>
      <w:proofErr w:type="spellStart"/>
      <w:r w:rsidR="00393ADC" w:rsidRPr="00754FC6">
        <w:rPr>
          <w:color w:val="FF0000"/>
          <w:lang w:val="sk-SK"/>
        </w:rPr>
        <w:t>pin</w:t>
      </w:r>
      <w:proofErr w:type="spellEnd"/>
      <w:r w:rsidR="00393ADC" w:rsidRPr="00754FC6">
        <w:rPr>
          <w:color w:val="FF0000"/>
          <w:lang w:val="sk-SK"/>
        </w:rPr>
        <w:t xml:space="preserve"> (</w:t>
      </w:r>
      <w:proofErr w:type="spellStart"/>
      <w:r w:rsidR="00393ADC" w:rsidRPr="00754FC6">
        <w:rPr>
          <w:color w:val="FF0000"/>
          <w:lang w:val="sk-SK"/>
        </w:rPr>
        <w:t>personal</w:t>
      </w:r>
      <w:proofErr w:type="spellEnd"/>
      <w:r w:rsidR="00393ADC" w:rsidRPr="00754FC6">
        <w:rPr>
          <w:color w:val="FF0000"/>
          <w:lang w:val="sk-SK"/>
        </w:rPr>
        <w:t xml:space="preserve"> </w:t>
      </w:r>
      <w:proofErr w:type="spellStart"/>
      <w:r w:rsidR="00393ADC" w:rsidRPr="00754FC6">
        <w:rPr>
          <w:color w:val="FF0000"/>
          <w:lang w:val="sk-SK"/>
        </w:rPr>
        <w:t>identification</w:t>
      </w:r>
      <w:proofErr w:type="spellEnd"/>
      <w:r w:rsidR="00393ADC" w:rsidRPr="00754FC6">
        <w:rPr>
          <w:color w:val="FF0000"/>
          <w:lang w:val="sk-SK"/>
        </w:rPr>
        <w:t xml:space="preserve"> </w:t>
      </w:r>
      <w:proofErr w:type="spellStart"/>
      <w:r w:rsidR="00393ADC" w:rsidRPr="00754FC6">
        <w:rPr>
          <w:color w:val="FF0000"/>
          <w:lang w:val="sk-SK"/>
        </w:rPr>
        <w:t>number</w:t>
      </w:r>
      <w:proofErr w:type="spellEnd"/>
      <w:r w:rsidR="00393ADC" w:rsidRPr="00754FC6">
        <w:rPr>
          <w:color w:val="FF0000"/>
          <w:lang w:val="sk-SK"/>
        </w:rPr>
        <w:t>) kód,</w:t>
      </w:r>
    </w:p>
    <w:p w:rsidR="00DD0843" w:rsidRPr="00754FC6" w:rsidRDefault="00DD0843" w:rsidP="00391B93">
      <w:pPr>
        <w:ind w:left="357" w:hanging="357"/>
        <w:rPr>
          <w:rStyle w:val="eCheckBoxTextChar"/>
          <w:b/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393ADC" w:rsidRPr="00754FC6">
        <w:rPr>
          <w:lang w:val="sk-SK"/>
        </w:rPr>
        <w:t>očné dúhovky</w:t>
      </w:r>
      <w:r w:rsidR="00843DEB" w:rsidRPr="00754FC6">
        <w:rPr>
          <w:rStyle w:val="eCheckBoxTextChar"/>
          <w:lang w:val="sk-SK"/>
        </w:rPr>
        <w:t>.</w:t>
      </w:r>
    </w:p>
    <w:p w:rsidR="006B5F98" w:rsidRPr="00754FC6" w:rsidRDefault="006B5F98" w:rsidP="00391B93">
      <w:pPr>
        <w:pStyle w:val="eLineBottom"/>
        <w:rPr>
          <w:lang w:val="sk-SK"/>
        </w:rPr>
      </w:pPr>
    </w:p>
    <w:p w:rsidR="00843DEB" w:rsidRPr="00754FC6" w:rsidRDefault="00843DEB" w:rsidP="00843DEB">
      <w:pPr>
        <w:rPr>
          <w:lang w:val="sk-SK"/>
        </w:rPr>
      </w:pPr>
    </w:p>
    <w:p w:rsidR="00393ADC" w:rsidRPr="00754FC6" w:rsidRDefault="00393ADC" w:rsidP="00393ADC">
      <w:pPr>
        <w:pStyle w:val="eTask"/>
        <w:rPr>
          <w:rStyle w:val="hps"/>
          <w:lang w:val="sk-SK"/>
        </w:rPr>
      </w:pPr>
      <w:r w:rsidRPr="00754FC6">
        <w:rPr>
          <w:rStyle w:val="hps"/>
          <w:lang w:val="sk-SK"/>
        </w:rPr>
        <w:t>Určite správu postupnosť operácií/fáz vo všeobecnom procese rozpoznávania. (1-prvá, 2-druhá, 3-tretia, 4-posledná).</w:t>
      </w:r>
    </w:p>
    <w:p w:rsidR="006B5F98" w:rsidRPr="00754FC6" w:rsidRDefault="006B5F98" w:rsidP="00843DEB">
      <w:pPr>
        <w:rPr>
          <w:lang w:val="sk-SK"/>
        </w:rPr>
      </w:pPr>
    </w:p>
    <w:p w:rsidR="00ED4CDA" w:rsidRPr="00754FC6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sk-SK"/>
        </w:rPr>
      </w:pPr>
      <w:r w:rsidRPr="00754FC6">
        <w:rPr>
          <w:lang w:val="sk-SK"/>
        </w:rPr>
        <w:t>_</w:t>
      </w:r>
      <w:r w:rsidR="00025AAF" w:rsidRPr="00754FC6">
        <w:rPr>
          <w:b/>
          <w:color w:val="FF0000"/>
          <w:lang w:val="sk-SK"/>
        </w:rPr>
        <w:t>4</w:t>
      </w:r>
      <w:r w:rsidRPr="00754FC6">
        <w:rPr>
          <w:lang w:val="sk-SK"/>
        </w:rPr>
        <w:t xml:space="preserve">_ </w:t>
      </w:r>
      <w:r w:rsidR="00393ADC" w:rsidRPr="00754FC6">
        <w:rPr>
          <w:lang w:val="sk-SK"/>
        </w:rPr>
        <w:t>rozpoznanie dát</w:t>
      </w:r>
      <w:r w:rsidR="003C140A" w:rsidRPr="00754FC6">
        <w:rPr>
          <w:lang w:val="sk-SK"/>
        </w:rPr>
        <w:t>,</w:t>
      </w:r>
    </w:p>
    <w:p w:rsidR="00ED4CDA" w:rsidRPr="00754FC6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sk-SK"/>
        </w:rPr>
      </w:pPr>
      <w:r w:rsidRPr="00754FC6">
        <w:rPr>
          <w:lang w:val="sk-SK"/>
        </w:rPr>
        <w:t>_</w:t>
      </w:r>
      <w:r w:rsidR="00025AAF" w:rsidRPr="00754FC6">
        <w:rPr>
          <w:b/>
          <w:color w:val="FF0000"/>
          <w:lang w:val="sk-SK"/>
        </w:rPr>
        <w:t>1</w:t>
      </w:r>
      <w:r w:rsidRPr="00754FC6">
        <w:rPr>
          <w:lang w:val="sk-SK"/>
        </w:rPr>
        <w:t xml:space="preserve">_ </w:t>
      </w:r>
      <w:r w:rsidR="00393ADC" w:rsidRPr="00754FC6">
        <w:rPr>
          <w:lang w:val="sk-SK"/>
        </w:rPr>
        <w:t>získanie dát</w:t>
      </w:r>
      <w:r w:rsidRPr="00754FC6">
        <w:rPr>
          <w:lang w:val="sk-SK"/>
        </w:rPr>
        <w:t>,</w:t>
      </w:r>
      <w:r w:rsidR="003C140A" w:rsidRPr="00754FC6">
        <w:rPr>
          <w:lang w:val="sk-SK"/>
        </w:rPr>
        <w:t xml:space="preserve"> </w:t>
      </w:r>
    </w:p>
    <w:p w:rsidR="00ED4CDA" w:rsidRPr="00754FC6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sk-SK"/>
        </w:rPr>
      </w:pPr>
      <w:r w:rsidRPr="00754FC6">
        <w:rPr>
          <w:lang w:val="sk-SK"/>
        </w:rPr>
        <w:t>_</w:t>
      </w:r>
      <w:r w:rsidR="00025AAF" w:rsidRPr="00754FC6">
        <w:rPr>
          <w:b/>
          <w:color w:val="FF0000"/>
          <w:lang w:val="sk-SK"/>
        </w:rPr>
        <w:t>3</w:t>
      </w:r>
      <w:r w:rsidRPr="00754FC6">
        <w:rPr>
          <w:lang w:val="sk-SK"/>
        </w:rPr>
        <w:t xml:space="preserve">_ </w:t>
      </w:r>
      <w:r w:rsidR="00393ADC" w:rsidRPr="00754FC6">
        <w:rPr>
          <w:lang w:val="sk-SK"/>
        </w:rPr>
        <w:t>registrácia dát</w:t>
      </w:r>
      <w:r w:rsidRPr="00754FC6">
        <w:rPr>
          <w:lang w:val="sk-SK"/>
        </w:rPr>
        <w:t>,</w:t>
      </w:r>
      <w:r w:rsidR="003C140A" w:rsidRPr="00754FC6">
        <w:rPr>
          <w:lang w:val="sk-SK"/>
        </w:rPr>
        <w:t xml:space="preserve"> </w:t>
      </w:r>
    </w:p>
    <w:p w:rsidR="00ED4CDA" w:rsidRPr="00754FC6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sk-SK"/>
        </w:rPr>
      </w:pPr>
      <w:r w:rsidRPr="00754FC6">
        <w:rPr>
          <w:lang w:val="sk-SK"/>
        </w:rPr>
        <w:t>_</w:t>
      </w:r>
      <w:r w:rsidR="00025AAF" w:rsidRPr="00754FC6">
        <w:rPr>
          <w:b/>
          <w:color w:val="FF0000"/>
          <w:lang w:val="sk-SK"/>
        </w:rPr>
        <w:t>2</w:t>
      </w:r>
      <w:r w:rsidRPr="00754FC6">
        <w:rPr>
          <w:lang w:val="sk-SK"/>
        </w:rPr>
        <w:t xml:space="preserve">_ </w:t>
      </w:r>
      <w:r w:rsidR="00393ADC" w:rsidRPr="00754FC6">
        <w:rPr>
          <w:lang w:val="sk-SK"/>
        </w:rPr>
        <w:t>predspracovanie dát</w:t>
      </w:r>
      <w:r w:rsidRPr="00754FC6">
        <w:rPr>
          <w:lang w:val="sk-SK"/>
        </w:rPr>
        <w:t>.</w:t>
      </w:r>
      <w:r w:rsidR="003C140A" w:rsidRPr="00754FC6">
        <w:rPr>
          <w:lang w:val="sk-SK"/>
        </w:rPr>
        <w:t xml:space="preserve"> </w:t>
      </w:r>
    </w:p>
    <w:p w:rsidR="00ED4CDA" w:rsidRPr="00754FC6" w:rsidRDefault="00ED4CDA" w:rsidP="00843DEB">
      <w:pPr>
        <w:pStyle w:val="eLineBottom"/>
        <w:rPr>
          <w:lang w:val="sk-SK"/>
        </w:rPr>
      </w:pPr>
    </w:p>
    <w:p w:rsidR="006B5F98" w:rsidRPr="00754FC6" w:rsidRDefault="006B5F98" w:rsidP="00843DEB">
      <w:pPr>
        <w:rPr>
          <w:lang w:val="sk-SK"/>
        </w:rPr>
      </w:pPr>
    </w:p>
    <w:p w:rsidR="00ED4CDA" w:rsidRPr="00754FC6" w:rsidRDefault="00393ADC" w:rsidP="00DD0843">
      <w:pPr>
        <w:pStyle w:val="eTask"/>
        <w:rPr>
          <w:lang w:val="sk-SK"/>
        </w:rPr>
      </w:pPr>
      <w:r w:rsidRPr="00754FC6">
        <w:rPr>
          <w:lang w:val="sk-SK"/>
        </w:rPr>
        <w:t>Viacúrovňová identifikácia používateľa využíva</w:t>
      </w:r>
      <w:r w:rsidR="00CF3879" w:rsidRPr="00754FC6">
        <w:rPr>
          <w:lang w:val="sk-SK"/>
        </w:rPr>
        <w:t>:</w:t>
      </w:r>
    </w:p>
    <w:p w:rsidR="006B5F98" w:rsidRPr="00754FC6" w:rsidRDefault="006B5F98" w:rsidP="00391B93">
      <w:pPr>
        <w:rPr>
          <w:lang w:val="sk-SK"/>
        </w:rPr>
      </w:pPr>
    </w:p>
    <w:p w:rsidR="00391B93" w:rsidRPr="00754FC6" w:rsidRDefault="00391B93" w:rsidP="00391B93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393ADC" w:rsidRPr="00754FC6">
        <w:rPr>
          <w:lang w:val="sk-SK"/>
        </w:rPr>
        <w:t>hlas používateľa</w:t>
      </w:r>
      <w:r w:rsidRPr="00754FC6">
        <w:rPr>
          <w:lang w:val="sk-SK"/>
        </w:rPr>
        <w:t>,</w:t>
      </w:r>
    </w:p>
    <w:p w:rsidR="00391B93" w:rsidRPr="00754FC6" w:rsidRDefault="00391B93" w:rsidP="00391B93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393ADC" w:rsidRPr="00754FC6">
        <w:rPr>
          <w:lang w:val="sk-SK"/>
        </w:rPr>
        <w:t>tvár používateľa</w:t>
      </w:r>
      <w:r w:rsidRPr="00754FC6">
        <w:rPr>
          <w:lang w:val="sk-SK"/>
        </w:rPr>
        <w:t>,</w:t>
      </w:r>
    </w:p>
    <w:p w:rsidR="00391B93" w:rsidRPr="00754FC6" w:rsidRDefault="00391B93" w:rsidP="00391B93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393ADC" w:rsidRPr="00754FC6">
        <w:rPr>
          <w:lang w:val="sk-SK"/>
        </w:rPr>
        <w:t>prihlasovacie údaje ako prihlasovacie meno a heslo</w:t>
      </w:r>
      <w:r w:rsidRPr="00754FC6">
        <w:rPr>
          <w:lang w:val="sk-SK"/>
        </w:rPr>
        <w:t>,</w:t>
      </w:r>
    </w:p>
    <w:p w:rsidR="00391B93" w:rsidRPr="00754FC6" w:rsidRDefault="00025AAF" w:rsidP="00391B93">
      <w:pPr>
        <w:ind w:left="357" w:hanging="357"/>
        <w:rPr>
          <w:rStyle w:val="eCheckBoxTextChar"/>
          <w:lang w:val="sk-SK"/>
        </w:rPr>
      </w:pPr>
      <w:r w:rsidRPr="00754FC6">
        <w:rPr>
          <w:rStyle w:val="eCheckBoxSquareChar"/>
          <w:b/>
          <w:color w:val="FF0000"/>
          <w:lang w:val="sk-SK"/>
        </w:rPr>
        <w:t>x</w:t>
      </w:r>
      <w:r w:rsidR="00391B93" w:rsidRPr="00754FC6">
        <w:rPr>
          <w:szCs w:val="40"/>
          <w:lang w:val="sk-SK"/>
        </w:rPr>
        <w:tab/>
      </w:r>
      <w:r w:rsidR="00393ADC" w:rsidRPr="00754FC6">
        <w:rPr>
          <w:color w:val="FF0000"/>
          <w:lang w:val="sk-SK"/>
        </w:rPr>
        <w:t>kombináciu hlasu, tváre a prihlasovacích údajov používateľa</w:t>
      </w:r>
      <w:r w:rsidR="00391B93" w:rsidRPr="00754FC6">
        <w:rPr>
          <w:b/>
          <w:color w:val="FF0000"/>
          <w:lang w:val="sk-SK"/>
        </w:rPr>
        <w:t>.</w:t>
      </w:r>
    </w:p>
    <w:p w:rsidR="00ED4CDA" w:rsidRPr="00754FC6" w:rsidRDefault="00ED4CDA" w:rsidP="00391B93">
      <w:pPr>
        <w:pStyle w:val="eLineBottom"/>
        <w:rPr>
          <w:lang w:val="sk-SK"/>
        </w:rPr>
      </w:pPr>
    </w:p>
    <w:p w:rsidR="00ED4CDA" w:rsidRPr="00754FC6" w:rsidRDefault="00ED4CDA" w:rsidP="00391B93">
      <w:pPr>
        <w:rPr>
          <w:lang w:val="sk-SK"/>
        </w:rPr>
      </w:pPr>
    </w:p>
    <w:p w:rsidR="00391B93" w:rsidRPr="00754FC6" w:rsidRDefault="00391B93">
      <w:pPr>
        <w:rPr>
          <w:b/>
          <w:lang w:val="sk-SK"/>
        </w:rPr>
      </w:pPr>
      <w:r w:rsidRPr="00754FC6">
        <w:rPr>
          <w:lang w:val="sk-SK"/>
        </w:rPr>
        <w:br w:type="page"/>
      </w:r>
    </w:p>
    <w:p w:rsidR="004D4004" w:rsidRPr="00754FC6" w:rsidRDefault="004D4004" w:rsidP="004D4004">
      <w:pPr>
        <w:pStyle w:val="eTask"/>
        <w:rPr>
          <w:lang w:val="sk-SK"/>
        </w:rPr>
      </w:pPr>
      <w:r w:rsidRPr="00754FC6">
        <w:rPr>
          <w:lang w:val="sk-SK"/>
        </w:rPr>
        <w:lastRenderedPageBreak/>
        <w:t>K jednotlivým systémom pre identifikáciu hovoriaceho priraďte zodpovedajúcu definíciu.</w:t>
      </w:r>
    </w:p>
    <w:p w:rsidR="006B5F98" w:rsidRPr="00754FC6" w:rsidRDefault="00025AAF" w:rsidP="00391B93">
      <w:pPr>
        <w:rPr>
          <w:lang w:val="sk-SK"/>
        </w:rPr>
      </w:pPr>
      <w:r w:rsidRPr="00754FC6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7FCB9" wp14:editId="1C475380">
                <wp:simplePos x="0" y="0"/>
                <wp:positionH relativeFrom="column">
                  <wp:posOffset>2283352</wp:posOffset>
                </wp:positionH>
                <wp:positionV relativeFrom="paragraph">
                  <wp:posOffset>1926422</wp:posOffset>
                </wp:positionV>
                <wp:extent cx="1285240" cy="707390"/>
                <wp:effectExtent l="0" t="0" r="29210" b="3556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70739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752DD" id="Přímá spojnice 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8pt,151.7pt" to="281pt,2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" strokecolor="red" strokeweight="1.25pt"/>
            </w:pict>
          </mc:Fallback>
        </mc:AlternateContent>
      </w:r>
      <w:r w:rsidRPr="00754FC6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A50038" wp14:editId="6C06084F">
                <wp:simplePos x="0" y="0"/>
                <wp:positionH relativeFrom="column">
                  <wp:posOffset>2283352</wp:posOffset>
                </wp:positionH>
                <wp:positionV relativeFrom="paragraph">
                  <wp:posOffset>468557</wp:posOffset>
                </wp:positionV>
                <wp:extent cx="1285240" cy="1457864"/>
                <wp:effectExtent l="0" t="0" r="29210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1457864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08D416" id="Přímá spojnice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8pt,36.9pt" to="281pt,1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" strokecolor="red" strokeweight="1.25pt"/>
            </w:pict>
          </mc:Fallback>
        </mc:AlternateContent>
      </w:r>
      <w:r w:rsidRPr="00754FC6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99FBB" wp14:editId="5AF1AB77">
                <wp:simplePos x="0" y="0"/>
                <wp:positionH relativeFrom="column">
                  <wp:posOffset>2282825</wp:posOffset>
                </wp:positionH>
                <wp:positionV relativeFrom="paragraph">
                  <wp:posOffset>467995</wp:posOffset>
                </wp:positionV>
                <wp:extent cx="1285240" cy="2164715"/>
                <wp:effectExtent l="0" t="0" r="29210" b="2603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240" cy="216471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49F055" id="Přímá spojnice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75pt,36.85pt" to="280.95pt,2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" strokecolor="red" strokeweight="1.25pt"/>
            </w:pict>
          </mc:Fallback>
        </mc:AlternateContent>
      </w:r>
      <w:r w:rsidRPr="00754FC6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4BC89B" wp14:editId="6A5B83A6">
                <wp:simplePos x="0" y="0"/>
                <wp:positionH relativeFrom="column">
                  <wp:posOffset>2282825</wp:posOffset>
                </wp:positionH>
                <wp:positionV relativeFrom="paragraph">
                  <wp:posOffset>1193165</wp:posOffset>
                </wp:positionV>
                <wp:extent cx="1302385" cy="0"/>
                <wp:effectExtent l="0" t="0" r="3111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762EF" id="Přímá spojnic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75pt,93.95pt" to="282.3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" strokecolor="red" strokeweight="1.25pt"/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2126"/>
        <w:gridCol w:w="3510"/>
      </w:tblGrid>
      <w:tr w:rsidR="00DD0843" w:rsidRPr="00754FC6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754FC6" w:rsidRDefault="004D4004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Textovo nezávislé systémy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754FC6" w:rsidRDefault="004D4004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 xml:space="preserve">využívajú extrahované akustické informácie reči (ako napr. </w:t>
            </w:r>
            <w:proofErr w:type="spellStart"/>
            <w:r w:rsidRPr="00754FC6">
              <w:rPr>
                <w:b w:val="0"/>
                <w:lang w:val="sk-SK"/>
              </w:rPr>
              <w:t>formantové</w:t>
            </w:r>
            <w:proofErr w:type="spellEnd"/>
            <w:r w:rsidRPr="00754FC6">
              <w:rPr>
                <w:b w:val="0"/>
                <w:lang w:val="sk-SK"/>
              </w:rPr>
              <w:t xml:space="preserve"> frekvencie).</w:t>
            </w:r>
          </w:p>
        </w:tc>
      </w:tr>
      <w:tr w:rsidR="00DD0843" w:rsidRPr="00754FC6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DD0843" w:rsidRPr="00754FC6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754FC6" w:rsidRDefault="004D4004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Textovo závislé systémy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754FC6" w:rsidRDefault="004D4004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využívajú slovník nahovorených fráz alebo hesiel.</w:t>
            </w:r>
          </w:p>
        </w:tc>
      </w:tr>
      <w:tr w:rsidR="00DD0843" w:rsidRPr="00754FC6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DD0843" w:rsidRPr="00754FC6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754FC6" w:rsidRDefault="004D4004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Systémy pracujúce na akustických príznakoch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754FC6" w:rsidRDefault="004D4004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 xml:space="preserve">využívajú extrahované prozodické informácie reči (ako napr. dynamika reči, modulácia hlasu, pauzy, prízvuk, </w:t>
            </w:r>
            <w:proofErr w:type="spellStart"/>
            <w:r w:rsidRPr="00754FC6">
              <w:rPr>
                <w:b w:val="0"/>
                <w:lang w:val="sk-SK"/>
              </w:rPr>
              <w:t>atď</w:t>
            </w:r>
            <w:proofErr w:type="spellEnd"/>
            <w:r w:rsidRPr="00754FC6">
              <w:rPr>
                <w:b w:val="0"/>
                <w:lang w:val="sk-SK"/>
              </w:rPr>
              <w:t>).</w:t>
            </w:r>
          </w:p>
        </w:tc>
      </w:tr>
      <w:tr w:rsidR="00DD0843" w:rsidRPr="00754FC6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DD0843" w:rsidRPr="00754FC6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843" w:rsidRPr="00754FC6" w:rsidRDefault="004D4004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Systémy pracujúce s prozodickými informáciami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754FC6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843" w:rsidRPr="00754FC6" w:rsidRDefault="004D4004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nevyužívajú slovník nahovorených fráz alebo hesiel.</w:t>
            </w:r>
          </w:p>
        </w:tc>
      </w:tr>
    </w:tbl>
    <w:p w:rsidR="00DD0843" w:rsidRPr="00754FC6" w:rsidRDefault="00DD0843" w:rsidP="00391B93">
      <w:pPr>
        <w:rPr>
          <w:lang w:val="sk-SK"/>
        </w:rPr>
      </w:pPr>
    </w:p>
    <w:p w:rsidR="00391B93" w:rsidRPr="00754FC6" w:rsidRDefault="00391B93" w:rsidP="00391B93">
      <w:pPr>
        <w:pStyle w:val="eLineBottom"/>
        <w:rPr>
          <w:lang w:val="sk-SK"/>
        </w:rPr>
      </w:pPr>
    </w:p>
    <w:p w:rsidR="00DD0843" w:rsidRPr="00754FC6" w:rsidRDefault="00DD0843" w:rsidP="00391B93">
      <w:pPr>
        <w:rPr>
          <w:lang w:val="sk-SK"/>
        </w:rPr>
      </w:pPr>
    </w:p>
    <w:p w:rsidR="00ED4CDA" w:rsidRPr="00754FC6" w:rsidRDefault="004D4004" w:rsidP="00DD0843">
      <w:pPr>
        <w:pStyle w:val="eTask"/>
        <w:rPr>
          <w:lang w:val="sk-SK"/>
        </w:rPr>
      </w:pPr>
      <w:r w:rsidRPr="00754FC6">
        <w:rPr>
          <w:lang w:val="sk-SK"/>
        </w:rPr>
        <w:t>Určite správu postupnosť operácií/procesov v systéme pre automatické rozpoznávanie reči  - ASR</w:t>
      </w:r>
      <w:r w:rsidR="00936469" w:rsidRPr="00754FC6">
        <w:rPr>
          <w:lang w:val="sk-SK"/>
        </w:rPr>
        <w:br/>
      </w:r>
      <w:r w:rsidRPr="00754FC6">
        <w:rPr>
          <w:lang w:val="sk-SK"/>
        </w:rPr>
        <w:t>(1-prvá, 2-druhá, 3-posledná).</w:t>
      </w:r>
    </w:p>
    <w:p w:rsidR="006B5F98" w:rsidRPr="00754FC6" w:rsidRDefault="006B5F98" w:rsidP="00391B93">
      <w:pPr>
        <w:rPr>
          <w:lang w:val="sk-SK"/>
        </w:rPr>
      </w:pPr>
    </w:p>
    <w:p w:rsidR="00ED4CDA" w:rsidRPr="00754FC6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sk-SK"/>
        </w:rPr>
      </w:pPr>
      <w:r w:rsidRPr="00754FC6">
        <w:rPr>
          <w:lang w:val="sk-SK"/>
        </w:rPr>
        <w:t>_</w:t>
      </w:r>
      <w:r w:rsidR="00025AAF" w:rsidRPr="00754FC6">
        <w:rPr>
          <w:b/>
          <w:color w:val="FF0000"/>
          <w:lang w:val="sk-SK"/>
        </w:rPr>
        <w:t>2</w:t>
      </w:r>
      <w:r w:rsidRPr="00754FC6">
        <w:rPr>
          <w:lang w:val="sk-SK"/>
        </w:rPr>
        <w:t xml:space="preserve">_ </w:t>
      </w:r>
      <w:r w:rsidR="004D4004" w:rsidRPr="00754FC6">
        <w:rPr>
          <w:lang w:val="sk-SK"/>
        </w:rPr>
        <w:t>prehľadávanie slovníka</w:t>
      </w:r>
      <w:r w:rsidR="003C140A" w:rsidRPr="00754FC6">
        <w:rPr>
          <w:lang w:val="sk-SK"/>
        </w:rPr>
        <w:t xml:space="preserve">, </w:t>
      </w:r>
    </w:p>
    <w:p w:rsidR="00ED4CDA" w:rsidRPr="00754FC6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sk-SK"/>
        </w:rPr>
      </w:pPr>
      <w:r w:rsidRPr="00754FC6">
        <w:rPr>
          <w:lang w:val="sk-SK"/>
        </w:rPr>
        <w:t>_</w:t>
      </w:r>
      <w:r w:rsidR="00025AAF" w:rsidRPr="00754FC6">
        <w:rPr>
          <w:b/>
          <w:color w:val="FF0000"/>
          <w:lang w:val="sk-SK"/>
        </w:rPr>
        <w:t>1</w:t>
      </w:r>
      <w:r w:rsidRPr="00754FC6">
        <w:rPr>
          <w:lang w:val="sk-SK"/>
        </w:rPr>
        <w:t xml:space="preserve">_ </w:t>
      </w:r>
      <w:r w:rsidR="004D4004" w:rsidRPr="00754FC6">
        <w:rPr>
          <w:lang w:val="sk-SK"/>
        </w:rPr>
        <w:t>digitálny rečový signál</w:t>
      </w:r>
      <w:r w:rsidR="003C140A" w:rsidRPr="00754FC6">
        <w:rPr>
          <w:lang w:val="sk-SK"/>
        </w:rPr>
        <w:t xml:space="preserve">, </w:t>
      </w:r>
    </w:p>
    <w:p w:rsidR="00ED4CDA" w:rsidRPr="00754FC6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sk-SK"/>
        </w:rPr>
      </w:pPr>
      <w:r w:rsidRPr="00754FC6">
        <w:rPr>
          <w:lang w:val="sk-SK"/>
        </w:rPr>
        <w:t>_</w:t>
      </w:r>
      <w:r w:rsidR="00025AAF" w:rsidRPr="00754FC6">
        <w:rPr>
          <w:b/>
          <w:color w:val="FF0000"/>
          <w:lang w:val="sk-SK"/>
        </w:rPr>
        <w:t>3</w:t>
      </w:r>
      <w:r w:rsidRPr="00754FC6">
        <w:rPr>
          <w:lang w:val="sk-SK"/>
        </w:rPr>
        <w:t xml:space="preserve">_ </w:t>
      </w:r>
      <w:r w:rsidR="004D4004" w:rsidRPr="00754FC6">
        <w:rPr>
          <w:lang w:val="sk-SK"/>
        </w:rPr>
        <w:t>textový reťazec</w:t>
      </w:r>
      <w:r w:rsidR="003C140A" w:rsidRPr="00754FC6">
        <w:rPr>
          <w:lang w:val="sk-SK"/>
        </w:rPr>
        <w:t xml:space="preserve">. </w:t>
      </w:r>
    </w:p>
    <w:p w:rsidR="006B5F98" w:rsidRPr="00754FC6" w:rsidRDefault="006B5F98" w:rsidP="00391B93">
      <w:pPr>
        <w:pStyle w:val="eLineBottom"/>
        <w:rPr>
          <w:lang w:val="sk-SK"/>
        </w:rPr>
      </w:pPr>
    </w:p>
    <w:p w:rsidR="00391B93" w:rsidRPr="00754FC6" w:rsidRDefault="00391B93" w:rsidP="00391B93">
      <w:pPr>
        <w:rPr>
          <w:lang w:val="sk-SK"/>
        </w:rPr>
      </w:pPr>
    </w:p>
    <w:p w:rsidR="006B5F98" w:rsidRPr="00754FC6" w:rsidRDefault="004D4004" w:rsidP="00DD0843">
      <w:pPr>
        <w:pStyle w:val="eTask"/>
        <w:rPr>
          <w:lang w:val="sk-SK"/>
        </w:rPr>
      </w:pPr>
      <w:r w:rsidRPr="00754FC6">
        <w:rPr>
          <w:lang w:val="sk-SK"/>
        </w:rPr>
        <w:t>Medzi najznámejšie metódy parametrizácie reči patria</w:t>
      </w:r>
      <w:r w:rsidR="006B5F98" w:rsidRPr="00754FC6">
        <w:rPr>
          <w:lang w:val="sk-SK"/>
        </w:rPr>
        <w:t>:</w:t>
      </w:r>
    </w:p>
    <w:p w:rsidR="006B5F98" w:rsidRPr="00754FC6" w:rsidRDefault="006B5F98" w:rsidP="00391B93">
      <w:pPr>
        <w:rPr>
          <w:lang w:val="sk-SK"/>
        </w:rPr>
      </w:pPr>
    </w:p>
    <w:p w:rsidR="00391B93" w:rsidRPr="00754FC6" w:rsidRDefault="00391B93" w:rsidP="00391B93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4D4004" w:rsidRPr="00754FC6">
        <w:rPr>
          <w:lang w:val="sk-SK"/>
        </w:rPr>
        <w:t xml:space="preserve">Skryté </w:t>
      </w:r>
      <w:proofErr w:type="spellStart"/>
      <w:r w:rsidR="004D4004" w:rsidRPr="00754FC6">
        <w:rPr>
          <w:lang w:val="sk-SK"/>
        </w:rPr>
        <w:t>Markovové</w:t>
      </w:r>
      <w:proofErr w:type="spellEnd"/>
      <w:r w:rsidR="004D4004" w:rsidRPr="00754FC6">
        <w:rPr>
          <w:lang w:val="sk-SK"/>
        </w:rPr>
        <w:t xml:space="preserve"> modely</w:t>
      </w:r>
      <w:r w:rsidRPr="00754FC6">
        <w:rPr>
          <w:lang w:val="sk-SK"/>
        </w:rPr>
        <w:t>,</w:t>
      </w:r>
    </w:p>
    <w:p w:rsidR="00391B93" w:rsidRPr="00754FC6" w:rsidRDefault="00025AAF" w:rsidP="00391B93">
      <w:pPr>
        <w:ind w:left="357" w:hanging="357"/>
        <w:rPr>
          <w:lang w:val="sk-SK"/>
        </w:rPr>
      </w:pPr>
      <w:r w:rsidRPr="00754FC6">
        <w:rPr>
          <w:rStyle w:val="eCheckBoxSquareChar"/>
          <w:b/>
          <w:color w:val="FF0000"/>
          <w:lang w:val="sk-SK"/>
        </w:rPr>
        <w:t>x</w:t>
      </w:r>
      <w:r w:rsidR="00391B93" w:rsidRPr="00754FC6">
        <w:rPr>
          <w:szCs w:val="40"/>
          <w:lang w:val="sk-SK"/>
        </w:rPr>
        <w:tab/>
      </w:r>
      <w:proofErr w:type="spellStart"/>
      <w:r w:rsidR="004D4004" w:rsidRPr="00754FC6">
        <w:rPr>
          <w:b/>
          <w:color w:val="FF0000"/>
          <w:lang w:val="sk-SK"/>
        </w:rPr>
        <w:t>Melove</w:t>
      </w:r>
      <w:proofErr w:type="spellEnd"/>
      <w:r w:rsidR="004D4004" w:rsidRPr="00754FC6">
        <w:rPr>
          <w:b/>
          <w:color w:val="FF0000"/>
          <w:lang w:val="sk-SK"/>
        </w:rPr>
        <w:t xml:space="preserve"> frekvenčné </w:t>
      </w:r>
      <w:proofErr w:type="spellStart"/>
      <w:r w:rsidR="004D4004" w:rsidRPr="00754FC6">
        <w:rPr>
          <w:b/>
          <w:color w:val="FF0000"/>
          <w:lang w:val="sk-SK"/>
        </w:rPr>
        <w:t>kepstrálne</w:t>
      </w:r>
      <w:proofErr w:type="spellEnd"/>
      <w:r w:rsidR="004D4004" w:rsidRPr="00754FC6">
        <w:rPr>
          <w:b/>
          <w:color w:val="FF0000"/>
          <w:lang w:val="sk-SK"/>
        </w:rPr>
        <w:t xml:space="preserve"> koeficienty</w:t>
      </w:r>
      <w:r w:rsidR="00391B93" w:rsidRPr="00754FC6">
        <w:rPr>
          <w:b/>
          <w:color w:val="FF0000"/>
          <w:lang w:val="sk-SK"/>
        </w:rPr>
        <w:t>,</w:t>
      </w:r>
    </w:p>
    <w:p w:rsidR="00391B93" w:rsidRPr="00754FC6" w:rsidRDefault="00025AAF" w:rsidP="00391B93">
      <w:pPr>
        <w:ind w:left="357" w:hanging="357"/>
        <w:rPr>
          <w:lang w:val="sk-SK"/>
        </w:rPr>
      </w:pPr>
      <w:r w:rsidRPr="00754FC6">
        <w:rPr>
          <w:rStyle w:val="eCheckBoxSquareChar"/>
          <w:b/>
          <w:color w:val="FF0000"/>
          <w:lang w:val="sk-SK"/>
        </w:rPr>
        <w:t>x</w:t>
      </w:r>
      <w:r w:rsidR="00391B93" w:rsidRPr="00754FC6">
        <w:rPr>
          <w:szCs w:val="40"/>
          <w:lang w:val="sk-SK"/>
        </w:rPr>
        <w:tab/>
      </w:r>
      <w:proofErr w:type="spellStart"/>
      <w:r w:rsidR="004D4004" w:rsidRPr="00754FC6">
        <w:rPr>
          <w:b/>
          <w:color w:val="FF0000"/>
          <w:lang w:val="sk-SK"/>
        </w:rPr>
        <w:t>Perceptuálna</w:t>
      </w:r>
      <w:proofErr w:type="spellEnd"/>
      <w:r w:rsidR="004D4004" w:rsidRPr="00754FC6">
        <w:rPr>
          <w:b/>
          <w:color w:val="FF0000"/>
          <w:lang w:val="sk-SK"/>
        </w:rPr>
        <w:t xml:space="preserve"> lineárna predikcia</w:t>
      </w:r>
      <w:r w:rsidR="00391B93" w:rsidRPr="00754FC6">
        <w:rPr>
          <w:b/>
          <w:color w:val="FF0000"/>
          <w:lang w:val="sk-SK"/>
        </w:rPr>
        <w:t>,</w:t>
      </w:r>
    </w:p>
    <w:p w:rsidR="00391B93" w:rsidRPr="00754FC6" w:rsidRDefault="00391B93" w:rsidP="00391B93">
      <w:pPr>
        <w:ind w:left="357" w:hanging="357"/>
        <w:rPr>
          <w:rStyle w:val="eCheckBoxTextChar"/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4D4004" w:rsidRPr="00754FC6">
        <w:rPr>
          <w:lang w:val="sk-SK"/>
        </w:rPr>
        <w:t>Diskrétna kosínusová transformácia</w:t>
      </w:r>
      <w:r w:rsidRPr="00754FC6">
        <w:rPr>
          <w:lang w:val="sk-SK"/>
        </w:rPr>
        <w:t>.</w:t>
      </w:r>
    </w:p>
    <w:p w:rsidR="00391B93" w:rsidRPr="00754FC6" w:rsidRDefault="00391B93" w:rsidP="00391B93">
      <w:pPr>
        <w:pStyle w:val="eLineBottom"/>
        <w:rPr>
          <w:lang w:val="sk-SK"/>
        </w:rPr>
      </w:pPr>
    </w:p>
    <w:p w:rsidR="00391B93" w:rsidRPr="00754FC6" w:rsidRDefault="00391B93" w:rsidP="00391B93">
      <w:pPr>
        <w:rPr>
          <w:lang w:val="sk-SK"/>
        </w:rPr>
      </w:pPr>
    </w:p>
    <w:p w:rsidR="00391B93" w:rsidRPr="00754FC6" w:rsidRDefault="00391B93">
      <w:pPr>
        <w:rPr>
          <w:b/>
          <w:lang w:val="sk-SK"/>
        </w:rPr>
      </w:pPr>
      <w:r w:rsidRPr="00754FC6">
        <w:rPr>
          <w:lang w:val="sk-SK"/>
        </w:rPr>
        <w:br w:type="page"/>
      </w:r>
    </w:p>
    <w:p w:rsidR="00ED4CDA" w:rsidRPr="00754FC6" w:rsidRDefault="004D4004" w:rsidP="00DD0843">
      <w:pPr>
        <w:pStyle w:val="eTask"/>
        <w:rPr>
          <w:lang w:val="sk-SK"/>
        </w:rPr>
      </w:pPr>
      <w:r w:rsidRPr="00754FC6">
        <w:rPr>
          <w:lang w:val="sk-SK"/>
        </w:rPr>
        <w:lastRenderedPageBreak/>
        <w:t>K jednotlivým systémom rozpoznávania reči (ASR) priraďte zodpovedajúcu definíciu vstupných dát</w:t>
      </w:r>
      <w:r w:rsidR="00095828" w:rsidRPr="00754FC6">
        <w:rPr>
          <w:lang w:val="sk-SK"/>
        </w:rPr>
        <w:t>.</w:t>
      </w:r>
    </w:p>
    <w:p w:rsidR="00391B93" w:rsidRPr="00754FC6" w:rsidRDefault="00025AAF" w:rsidP="00391B93">
      <w:pPr>
        <w:rPr>
          <w:lang w:val="sk-SK"/>
        </w:rPr>
      </w:pPr>
      <w:r w:rsidRPr="00754FC6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800300" wp14:editId="7200030B">
                <wp:simplePos x="0" y="0"/>
                <wp:positionH relativeFrom="column">
                  <wp:posOffset>2283352</wp:posOffset>
                </wp:positionH>
                <wp:positionV relativeFrom="paragraph">
                  <wp:posOffset>1889185</wp:posOffset>
                </wp:positionV>
                <wp:extent cx="1302385" cy="0"/>
                <wp:effectExtent l="0" t="0" r="31115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CF870E" id="Přímá spojnic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8pt,148.75pt" to="282.35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" strokecolor="red" strokeweight="1.25pt"/>
            </w:pict>
          </mc:Fallback>
        </mc:AlternateContent>
      </w:r>
      <w:r w:rsidRPr="00754FC6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2CB87A" wp14:editId="19ADFFC8">
                <wp:simplePos x="0" y="0"/>
                <wp:positionH relativeFrom="column">
                  <wp:posOffset>2265680</wp:posOffset>
                </wp:positionH>
                <wp:positionV relativeFrom="paragraph">
                  <wp:posOffset>1163955</wp:posOffset>
                </wp:positionV>
                <wp:extent cx="1302385" cy="1518285"/>
                <wp:effectExtent l="0" t="0" r="31115" b="2476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151828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31199" id="Přímá spojnice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4pt,91.65pt" to="280.95pt,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" strokecolor="red" strokeweight="1.25pt"/>
            </w:pict>
          </mc:Fallback>
        </mc:AlternateContent>
      </w:r>
      <w:r w:rsidRPr="00754FC6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A5EDE" wp14:editId="315641DE">
                <wp:simplePos x="0" y="0"/>
                <wp:positionH relativeFrom="column">
                  <wp:posOffset>2266099</wp:posOffset>
                </wp:positionH>
                <wp:positionV relativeFrom="paragraph">
                  <wp:posOffset>422694</wp:posOffset>
                </wp:positionV>
                <wp:extent cx="1302385" cy="741680"/>
                <wp:effectExtent l="0" t="0" r="31115" b="2032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74168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981204"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45pt,33.3pt" to="281pt,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" strokecolor="red" strokeweight="1.25pt"/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2126"/>
        <w:gridCol w:w="3510"/>
      </w:tblGrid>
      <w:tr w:rsidR="00391B93" w:rsidRPr="00754FC6" w:rsidTr="00393ADC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754FC6" w:rsidRDefault="004D4004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ASR založený na rozpoznaní izolovaných slov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754FC6" w:rsidRDefault="00025AAF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-77686</wp:posOffset>
                      </wp:positionH>
                      <wp:positionV relativeFrom="paragraph">
                        <wp:posOffset>232458</wp:posOffset>
                      </wp:positionV>
                      <wp:extent cx="1301750" cy="2259965"/>
                      <wp:effectExtent l="0" t="0" r="31750" b="2603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01750" cy="225996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B0B5F3" id="Přímá spojnice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18.3pt" to="96.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" strokecolor="red" strokeweight="1.25pt"/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754FC6" w:rsidRDefault="009C285E" w:rsidP="00393AD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V</w:t>
            </w:r>
            <w:r w:rsidRPr="00754FC6">
              <w:rPr>
                <w:b w:val="0"/>
                <w:lang w:val="sk-SK"/>
              </w:rPr>
              <w:t xml:space="preserve">stupom </w:t>
            </w:r>
            <w:r w:rsidR="004D4004" w:rsidRPr="00754FC6">
              <w:rPr>
                <w:b w:val="0"/>
                <w:lang w:val="sk-SK"/>
              </w:rPr>
              <w:t>je plynulá reč bez gramatických obmedzení</w:t>
            </w:r>
            <w:r w:rsidR="00391B93" w:rsidRPr="00754FC6">
              <w:rPr>
                <w:b w:val="0"/>
                <w:lang w:val="sk-SK"/>
              </w:rPr>
              <w:t>.</w:t>
            </w:r>
          </w:p>
        </w:tc>
      </w:tr>
      <w:tr w:rsidR="00391B93" w:rsidRPr="00754FC6" w:rsidTr="00393ADC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391B93" w:rsidRPr="00754FC6" w:rsidTr="00393ADC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754FC6" w:rsidRDefault="004D4004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proofErr w:type="spellStart"/>
            <w:r w:rsidRPr="00754FC6">
              <w:rPr>
                <w:b w:val="0"/>
                <w:lang w:val="sk-SK"/>
              </w:rPr>
              <w:t>Diktačné</w:t>
            </w:r>
            <w:proofErr w:type="spellEnd"/>
            <w:r w:rsidRPr="00754FC6">
              <w:rPr>
                <w:b w:val="0"/>
                <w:lang w:val="sk-SK"/>
              </w:rPr>
              <w:t xml:space="preserve"> systémy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754FC6" w:rsidRDefault="004D4004" w:rsidP="00393AD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Vstupom je jedno slovo zo slovníka</w:t>
            </w:r>
            <w:r w:rsidR="00391B93" w:rsidRPr="00754FC6">
              <w:rPr>
                <w:b w:val="0"/>
                <w:lang w:val="sk-SK"/>
              </w:rPr>
              <w:t>.</w:t>
            </w:r>
          </w:p>
        </w:tc>
      </w:tr>
      <w:tr w:rsidR="00391B93" w:rsidRPr="00754FC6" w:rsidTr="00393ADC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391B93" w:rsidRPr="00754FC6" w:rsidTr="00393ADC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754FC6" w:rsidRDefault="004D4004" w:rsidP="00391B9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ASR založený na rozpoznaní plynulej reči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754FC6" w:rsidRDefault="009C285E" w:rsidP="00393AD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V</w:t>
            </w:r>
            <w:r w:rsidRPr="00754FC6">
              <w:rPr>
                <w:b w:val="0"/>
                <w:lang w:val="sk-SK"/>
              </w:rPr>
              <w:t xml:space="preserve">stupom </w:t>
            </w:r>
            <w:r w:rsidR="004D4004" w:rsidRPr="00754FC6">
              <w:rPr>
                <w:b w:val="0"/>
                <w:lang w:val="sk-SK"/>
              </w:rPr>
              <w:t>je plynulá reč s gramatickým obmedzením</w:t>
            </w:r>
            <w:r>
              <w:rPr>
                <w:b w:val="0"/>
                <w:lang w:val="sk-SK"/>
              </w:rPr>
              <w:t>.</w:t>
            </w:r>
          </w:p>
        </w:tc>
      </w:tr>
      <w:tr w:rsidR="00391B93" w:rsidRPr="00754FC6" w:rsidTr="00393ADC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391B93" w:rsidRPr="00754FC6" w:rsidTr="00393ADC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B93" w:rsidRPr="00754FC6" w:rsidRDefault="004D4004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ASR založený na rozpoznaní prirodzenej reči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754FC6" w:rsidRDefault="00391B93" w:rsidP="00393A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B93" w:rsidRPr="00754FC6" w:rsidRDefault="009C285E" w:rsidP="00393AD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V</w:t>
            </w:r>
            <w:r w:rsidRPr="00754FC6">
              <w:rPr>
                <w:b w:val="0"/>
                <w:lang w:val="sk-SK"/>
              </w:rPr>
              <w:t xml:space="preserve">stupom </w:t>
            </w:r>
            <w:r w:rsidR="004D4004" w:rsidRPr="00754FC6">
              <w:rPr>
                <w:b w:val="0"/>
                <w:lang w:val="sk-SK"/>
              </w:rPr>
              <w:t>je reťazec slov s dostatočnou pauzou medzi jednotlivými slovami</w:t>
            </w:r>
            <w:r>
              <w:rPr>
                <w:b w:val="0"/>
                <w:lang w:val="sk-SK"/>
              </w:rPr>
              <w:t>.</w:t>
            </w:r>
          </w:p>
        </w:tc>
      </w:tr>
    </w:tbl>
    <w:p w:rsidR="00391B93" w:rsidRPr="00754FC6" w:rsidRDefault="00391B93" w:rsidP="00391B93">
      <w:pPr>
        <w:rPr>
          <w:lang w:val="sk-SK"/>
        </w:rPr>
      </w:pPr>
    </w:p>
    <w:p w:rsidR="00391B93" w:rsidRPr="00754FC6" w:rsidRDefault="00391B93" w:rsidP="00391B93">
      <w:pPr>
        <w:pStyle w:val="eLineBottom"/>
        <w:rPr>
          <w:lang w:val="sk-SK"/>
        </w:rPr>
      </w:pPr>
    </w:p>
    <w:p w:rsidR="00391B93" w:rsidRPr="00754FC6" w:rsidRDefault="00391B93" w:rsidP="00391B93">
      <w:pPr>
        <w:rPr>
          <w:lang w:val="sk-SK"/>
        </w:rPr>
      </w:pPr>
    </w:p>
    <w:p w:rsidR="003C140A" w:rsidRPr="00754FC6" w:rsidRDefault="004D4004" w:rsidP="00DD0843">
      <w:pPr>
        <w:pStyle w:val="eTask"/>
        <w:rPr>
          <w:lang w:val="sk-SK"/>
        </w:rPr>
      </w:pPr>
      <w:r w:rsidRPr="00754FC6">
        <w:rPr>
          <w:lang w:val="sk-SK"/>
        </w:rPr>
        <w:t>Rozdeľte jednotlivé zmeny spektra rečového signálu na počuteľné a nepočuteľné ľudským sluchom</w:t>
      </w:r>
    </w:p>
    <w:p w:rsidR="006B5F98" w:rsidRPr="00754FC6" w:rsidRDefault="006B5F98" w:rsidP="00DD0843">
      <w:pPr>
        <w:pStyle w:val="eTask"/>
        <w:numPr>
          <w:ilvl w:val="0"/>
          <w:numId w:val="0"/>
        </w:numPr>
        <w:ind w:left="360"/>
        <w:rPr>
          <w:lang w:val="sk-SK"/>
        </w:rPr>
      </w:pP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754FC6" w:rsidTr="00391B93">
        <w:tc>
          <w:tcPr>
            <w:tcW w:w="4252" w:type="dxa"/>
          </w:tcPr>
          <w:p w:rsidR="00ED4CDA" w:rsidRPr="00754FC6" w:rsidRDefault="004D4004" w:rsidP="00391B93">
            <w:pPr>
              <w:spacing w:before="120" w:after="120"/>
              <w:jc w:val="center"/>
              <w:rPr>
                <w:b/>
                <w:lang w:val="sk-SK"/>
              </w:rPr>
            </w:pPr>
            <w:r w:rsidRPr="00754FC6">
              <w:rPr>
                <w:b/>
                <w:lang w:val="sk-SK"/>
              </w:rPr>
              <w:t>Počuteľné</w:t>
            </w:r>
          </w:p>
        </w:tc>
        <w:tc>
          <w:tcPr>
            <w:tcW w:w="4394" w:type="dxa"/>
          </w:tcPr>
          <w:p w:rsidR="00ED4CDA" w:rsidRPr="00754FC6" w:rsidRDefault="004D4004" w:rsidP="00391B93">
            <w:pPr>
              <w:spacing w:before="120" w:after="120"/>
              <w:jc w:val="center"/>
              <w:rPr>
                <w:b/>
                <w:lang w:val="sk-SK"/>
              </w:rPr>
            </w:pPr>
            <w:r w:rsidRPr="00754FC6">
              <w:rPr>
                <w:b/>
                <w:lang w:val="sk-SK"/>
              </w:rPr>
              <w:t>Nepočuteľné</w:t>
            </w:r>
          </w:p>
        </w:tc>
      </w:tr>
      <w:tr w:rsidR="00ED4CDA" w:rsidRPr="00754FC6" w:rsidTr="00391B93">
        <w:tc>
          <w:tcPr>
            <w:tcW w:w="4252" w:type="dxa"/>
          </w:tcPr>
          <w:p w:rsidR="00ED4CDA" w:rsidRPr="00754FC6" w:rsidRDefault="00025AAF" w:rsidP="00025AAF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754FC6">
              <w:rPr>
                <w:b/>
                <w:color w:val="FF0000"/>
                <w:lang w:val="sk-SK"/>
              </w:rPr>
              <w:t>A</w:t>
            </w:r>
          </w:p>
        </w:tc>
        <w:tc>
          <w:tcPr>
            <w:tcW w:w="4394" w:type="dxa"/>
          </w:tcPr>
          <w:p w:rsidR="00ED4CDA" w:rsidRPr="00754FC6" w:rsidRDefault="00025AAF" w:rsidP="00025AAF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754FC6">
              <w:rPr>
                <w:b/>
                <w:color w:val="FF0000"/>
                <w:lang w:val="sk-SK"/>
              </w:rPr>
              <w:t>B</w:t>
            </w:r>
          </w:p>
        </w:tc>
      </w:tr>
      <w:tr w:rsidR="00ED4CDA" w:rsidRPr="00754FC6" w:rsidTr="00391B93">
        <w:tc>
          <w:tcPr>
            <w:tcW w:w="4252" w:type="dxa"/>
          </w:tcPr>
          <w:p w:rsidR="00ED4CDA" w:rsidRPr="00754FC6" w:rsidRDefault="00025AAF" w:rsidP="00025AAF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754FC6">
              <w:rPr>
                <w:b/>
                <w:color w:val="FF0000"/>
                <w:lang w:val="sk-SK"/>
              </w:rPr>
              <w:t>C</w:t>
            </w:r>
          </w:p>
        </w:tc>
        <w:tc>
          <w:tcPr>
            <w:tcW w:w="4394" w:type="dxa"/>
          </w:tcPr>
          <w:p w:rsidR="00ED4CDA" w:rsidRPr="00754FC6" w:rsidRDefault="00025AAF" w:rsidP="00025AAF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754FC6">
              <w:rPr>
                <w:b/>
                <w:color w:val="FF0000"/>
                <w:lang w:val="sk-SK"/>
              </w:rPr>
              <w:t>E</w:t>
            </w:r>
          </w:p>
        </w:tc>
      </w:tr>
      <w:tr w:rsidR="00ED4CDA" w:rsidRPr="00754FC6" w:rsidTr="00391B93">
        <w:tc>
          <w:tcPr>
            <w:tcW w:w="4252" w:type="dxa"/>
          </w:tcPr>
          <w:p w:rsidR="00ED4CDA" w:rsidRPr="00754FC6" w:rsidRDefault="00025AAF" w:rsidP="00025AAF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754FC6">
              <w:rPr>
                <w:b/>
                <w:color w:val="FF0000"/>
                <w:lang w:val="sk-SK"/>
              </w:rPr>
              <w:t>D</w:t>
            </w:r>
          </w:p>
        </w:tc>
        <w:tc>
          <w:tcPr>
            <w:tcW w:w="4394" w:type="dxa"/>
          </w:tcPr>
          <w:p w:rsidR="00ED4CDA" w:rsidRPr="00754FC6" w:rsidRDefault="00025AAF" w:rsidP="00025AAF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754FC6">
              <w:rPr>
                <w:b/>
                <w:color w:val="FF0000"/>
                <w:lang w:val="sk-SK"/>
              </w:rPr>
              <w:t>F</w:t>
            </w:r>
          </w:p>
        </w:tc>
      </w:tr>
    </w:tbl>
    <w:p w:rsidR="00391B93" w:rsidRPr="00754FC6" w:rsidRDefault="00391B93" w:rsidP="00391B93">
      <w:pPr>
        <w:rPr>
          <w:lang w:val="sk-SK"/>
        </w:rPr>
      </w:pPr>
    </w:p>
    <w:p w:rsidR="00ED4CDA" w:rsidRPr="00754FC6" w:rsidRDefault="00391B93" w:rsidP="00391B93">
      <w:pPr>
        <w:rPr>
          <w:lang w:val="sk-SK"/>
        </w:rPr>
      </w:pPr>
      <w:r w:rsidRPr="00754FC6">
        <w:rPr>
          <w:b/>
          <w:lang w:val="sk-SK"/>
        </w:rPr>
        <w:t>A</w:t>
      </w:r>
      <w:r w:rsidRPr="00754FC6">
        <w:rPr>
          <w:lang w:val="sk-SK"/>
        </w:rPr>
        <w:t> – </w:t>
      </w:r>
      <w:r w:rsidR="004D4004" w:rsidRPr="00754FC6">
        <w:rPr>
          <w:lang w:val="sk-SK"/>
        </w:rPr>
        <w:t>Počet formantových frekvencií</w:t>
      </w:r>
      <w:r w:rsidR="00ED4CDA" w:rsidRPr="00754FC6">
        <w:rPr>
          <w:lang w:val="sk-SK"/>
        </w:rPr>
        <w:t>,</w:t>
      </w:r>
    </w:p>
    <w:p w:rsidR="00ED4CDA" w:rsidRPr="00754FC6" w:rsidRDefault="00391B93" w:rsidP="00391B93">
      <w:pPr>
        <w:rPr>
          <w:lang w:val="sk-SK"/>
        </w:rPr>
      </w:pPr>
      <w:r w:rsidRPr="00754FC6">
        <w:rPr>
          <w:b/>
          <w:lang w:val="sk-SK"/>
        </w:rPr>
        <w:t>B</w:t>
      </w:r>
      <w:r w:rsidRPr="00754FC6">
        <w:rPr>
          <w:lang w:val="sk-SK"/>
        </w:rPr>
        <w:t> – </w:t>
      </w:r>
      <w:r w:rsidR="004D4004" w:rsidRPr="00754FC6">
        <w:rPr>
          <w:lang w:val="sk-SK"/>
        </w:rPr>
        <w:t xml:space="preserve">Frekvencie pod prvou </w:t>
      </w:r>
      <w:proofErr w:type="spellStart"/>
      <w:r w:rsidR="004D4004" w:rsidRPr="00754FC6">
        <w:rPr>
          <w:lang w:val="sk-SK"/>
        </w:rPr>
        <w:t>formantovou</w:t>
      </w:r>
      <w:proofErr w:type="spellEnd"/>
      <w:r w:rsidR="004D4004" w:rsidRPr="00754FC6">
        <w:rPr>
          <w:lang w:val="sk-SK"/>
        </w:rPr>
        <w:t xml:space="preserve"> frekvenciou</w:t>
      </w:r>
      <w:r w:rsidR="00ED4CDA" w:rsidRPr="00754FC6">
        <w:rPr>
          <w:lang w:val="sk-SK"/>
        </w:rPr>
        <w:t>,</w:t>
      </w:r>
    </w:p>
    <w:p w:rsidR="00ED4CDA" w:rsidRPr="00754FC6" w:rsidRDefault="00391B93" w:rsidP="00391B93">
      <w:pPr>
        <w:rPr>
          <w:lang w:val="sk-SK"/>
        </w:rPr>
      </w:pPr>
      <w:r w:rsidRPr="00754FC6">
        <w:rPr>
          <w:b/>
          <w:lang w:val="sk-SK"/>
        </w:rPr>
        <w:t>C</w:t>
      </w:r>
      <w:r w:rsidRPr="00754FC6">
        <w:rPr>
          <w:lang w:val="sk-SK"/>
        </w:rPr>
        <w:t> – </w:t>
      </w:r>
      <w:r w:rsidR="004D4004" w:rsidRPr="00754FC6">
        <w:rPr>
          <w:lang w:val="sk-SK"/>
        </w:rPr>
        <w:t>Poloha formantových frekvencií</w:t>
      </w:r>
      <w:r w:rsidR="00994CAD" w:rsidRPr="00754FC6">
        <w:rPr>
          <w:lang w:val="sk-SK"/>
        </w:rPr>
        <w:t>,</w:t>
      </w:r>
    </w:p>
    <w:p w:rsidR="00ED4CDA" w:rsidRPr="00754FC6" w:rsidRDefault="00391B93" w:rsidP="00391B93">
      <w:pPr>
        <w:rPr>
          <w:lang w:val="sk-SK"/>
        </w:rPr>
      </w:pPr>
      <w:r w:rsidRPr="00754FC6">
        <w:rPr>
          <w:b/>
          <w:lang w:val="sk-SK"/>
        </w:rPr>
        <w:t>D</w:t>
      </w:r>
      <w:r w:rsidRPr="00754FC6">
        <w:rPr>
          <w:lang w:val="sk-SK"/>
        </w:rPr>
        <w:t> – </w:t>
      </w:r>
      <w:r w:rsidR="004D4004" w:rsidRPr="00754FC6">
        <w:rPr>
          <w:lang w:val="sk-SK"/>
        </w:rPr>
        <w:t>Šírka formantových frekvencií</w:t>
      </w:r>
      <w:r w:rsidR="00ED4CDA" w:rsidRPr="00754FC6">
        <w:rPr>
          <w:lang w:val="sk-SK"/>
        </w:rPr>
        <w:t>,</w:t>
      </w:r>
    </w:p>
    <w:p w:rsidR="00ED4CDA" w:rsidRPr="00754FC6" w:rsidRDefault="00391B93" w:rsidP="00391B93">
      <w:pPr>
        <w:rPr>
          <w:lang w:val="sk-SK"/>
        </w:rPr>
      </w:pPr>
      <w:r w:rsidRPr="00754FC6">
        <w:rPr>
          <w:b/>
          <w:lang w:val="sk-SK"/>
        </w:rPr>
        <w:t>E</w:t>
      </w:r>
      <w:r w:rsidRPr="00754FC6">
        <w:rPr>
          <w:lang w:val="sk-SK"/>
        </w:rPr>
        <w:t> – </w:t>
      </w:r>
      <w:r w:rsidR="004D4004" w:rsidRPr="00754FC6">
        <w:rPr>
          <w:lang w:val="sk-SK"/>
        </w:rPr>
        <w:t>Celkový sklon spektra</w:t>
      </w:r>
      <w:r w:rsidR="00ED4CDA" w:rsidRPr="00754FC6">
        <w:rPr>
          <w:lang w:val="sk-SK"/>
        </w:rPr>
        <w:t>,</w:t>
      </w:r>
    </w:p>
    <w:p w:rsidR="00ED4CDA" w:rsidRPr="00754FC6" w:rsidRDefault="00391B93" w:rsidP="00391B93">
      <w:pPr>
        <w:rPr>
          <w:lang w:val="sk-SK"/>
        </w:rPr>
      </w:pPr>
      <w:r w:rsidRPr="00754FC6">
        <w:rPr>
          <w:b/>
          <w:lang w:val="sk-SK"/>
        </w:rPr>
        <w:t>F</w:t>
      </w:r>
      <w:r w:rsidRPr="00754FC6">
        <w:rPr>
          <w:lang w:val="sk-SK"/>
        </w:rPr>
        <w:t> – </w:t>
      </w:r>
      <w:r w:rsidR="004D4004" w:rsidRPr="00754FC6">
        <w:rPr>
          <w:lang w:val="sk-SK"/>
        </w:rPr>
        <w:t>Úzko-pásmové filtrovanie</w:t>
      </w:r>
      <w:r w:rsidR="00ED4CDA" w:rsidRPr="00754FC6">
        <w:rPr>
          <w:lang w:val="sk-SK"/>
        </w:rPr>
        <w:t>.</w:t>
      </w:r>
    </w:p>
    <w:p w:rsidR="003C140A" w:rsidRPr="00754FC6" w:rsidRDefault="003C140A" w:rsidP="00936469">
      <w:pPr>
        <w:rPr>
          <w:lang w:val="sk-SK"/>
        </w:rPr>
      </w:pPr>
    </w:p>
    <w:p w:rsidR="00936469" w:rsidRPr="00754FC6" w:rsidRDefault="00936469" w:rsidP="00936469">
      <w:pPr>
        <w:pStyle w:val="eLineBottom"/>
        <w:rPr>
          <w:lang w:val="sk-SK"/>
        </w:rPr>
      </w:pPr>
    </w:p>
    <w:p w:rsidR="00936469" w:rsidRPr="00754FC6" w:rsidRDefault="00936469">
      <w:pPr>
        <w:rPr>
          <w:b/>
          <w:lang w:val="sk-SK"/>
        </w:rPr>
      </w:pPr>
      <w:r w:rsidRPr="00754FC6">
        <w:rPr>
          <w:lang w:val="sk-SK"/>
        </w:rPr>
        <w:br w:type="page"/>
      </w:r>
    </w:p>
    <w:p w:rsidR="00ED4CDA" w:rsidRPr="00754FC6" w:rsidRDefault="004D4004" w:rsidP="00DD0843">
      <w:pPr>
        <w:pStyle w:val="eTask"/>
        <w:rPr>
          <w:lang w:val="sk-SK"/>
        </w:rPr>
      </w:pPr>
      <w:r w:rsidRPr="00754FC6">
        <w:rPr>
          <w:lang w:val="sk-SK"/>
        </w:rPr>
        <w:lastRenderedPageBreak/>
        <w:t>Medzi najznámejšie metódy rozpoznávania reči patria</w:t>
      </w:r>
      <w:r w:rsidR="00994CAD" w:rsidRPr="00754FC6">
        <w:rPr>
          <w:lang w:val="sk-SK"/>
        </w:rPr>
        <w:t xml:space="preserve">: </w:t>
      </w:r>
    </w:p>
    <w:p w:rsidR="00936469" w:rsidRPr="00754FC6" w:rsidRDefault="00936469" w:rsidP="00936469">
      <w:pPr>
        <w:rPr>
          <w:lang w:val="sk-SK"/>
        </w:rPr>
      </w:pPr>
    </w:p>
    <w:p w:rsidR="00936469" w:rsidRPr="00754FC6" w:rsidRDefault="00025AAF" w:rsidP="00936469">
      <w:pPr>
        <w:ind w:left="357" w:hanging="357"/>
        <w:rPr>
          <w:lang w:val="sk-SK"/>
        </w:rPr>
      </w:pPr>
      <w:r w:rsidRPr="00754FC6">
        <w:rPr>
          <w:rStyle w:val="eCheckBoxSquareChar"/>
          <w:b/>
          <w:color w:val="FF0000"/>
          <w:lang w:val="sk-SK"/>
        </w:rPr>
        <w:t>x</w:t>
      </w:r>
      <w:r w:rsidR="00936469" w:rsidRPr="00754FC6">
        <w:rPr>
          <w:szCs w:val="40"/>
          <w:lang w:val="sk-SK"/>
        </w:rPr>
        <w:tab/>
      </w:r>
      <w:r w:rsidR="004D4004" w:rsidRPr="00754FC6">
        <w:rPr>
          <w:b/>
          <w:color w:val="FF0000"/>
          <w:lang w:val="sk-SK"/>
        </w:rPr>
        <w:t xml:space="preserve">Skryté </w:t>
      </w:r>
      <w:proofErr w:type="spellStart"/>
      <w:r w:rsidR="004D4004" w:rsidRPr="00754FC6">
        <w:rPr>
          <w:b/>
          <w:color w:val="FF0000"/>
          <w:lang w:val="sk-SK"/>
        </w:rPr>
        <w:t>Markovové</w:t>
      </w:r>
      <w:proofErr w:type="spellEnd"/>
      <w:r w:rsidR="004D4004" w:rsidRPr="00754FC6">
        <w:rPr>
          <w:b/>
          <w:color w:val="FF0000"/>
          <w:lang w:val="sk-SK"/>
        </w:rPr>
        <w:t xml:space="preserve"> modely</w:t>
      </w:r>
      <w:r w:rsidR="00936469" w:rsidRPr="00754FC6">
        <w:rPr>
          <w:b/>
          <w:color w:val="FF0000"/>
          <w:lang w:val="sk-SK"/>
        </w:rPr>
        <w:t>,</w:t>
      </w:r>
    </w:p>
    <w:p w:rsidR="00936469" w:rsidRPr="00754FC6" w:rsidRDefault="00025AAF" w:rsidP="00936469">
      <w:pPr>
        <w:ind w:left="357" w:hanging="357"/>
        <w:rPr>
          <w:lang w:val="sk-SK"/>
        </w:rPr>
      </w:pPr>
      <w:r w:rsidRPr="00754FC6">
        <w:rPr>
          <w:rStyle w:val="eCheckBoxSquareChar"/>
          <w:b/>
          <w:color w:val="FF0000"/>
          <w:lang w:val="sk-SK"/>
        </w:rPr>
        <w:t>x</w:t>
      </w:r>
      <w:r w:rsidR="00936469" w:rsidRPr="00754FC6">
        <w:rPr>
          <w:szCs w:val="40"/>
          <w:lang w:val="sk-SK"/>
        </w:rPr>
        <w:tab/>
      </w:r>
      <w:r w:rsidR="004D4004" w:rsidRPr="00754FC6">
        <w:rPr>
          <w:b/>
          <w:color w:val="FF0000"/>
          <w:lang w:val="sk-SK"/>
        </w:rPr>
        <w:t>Dynamické ohýbanie času</w:t>
      </w:r>
      <w:r w:rsidR="00936469" w:rsidRPr="00754FC6">
        <w:rPr>
          <w:b/>
          <w:color w:val="FF0000"/>
          <w:lang w:val="sk-SK"/>
        </w:rPr>
        <w:t>,</w:t>
      </w:r>
    </w:p>
    <w:p w:rsidR="00936469" w:rsidRPr="00754FC6" w:rsidRDefault="00936469" w:rsidP="00936469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proofErr w:type="spellStart"/>
      <w:r w:rsidR="004D4004" w:rsidRPr="00754FC6">
        <w:rPr>
          <w:lang w:val="sk-SK"/>
        </w:rPr>
        <w:t>Perceptuálna</w:t>
      </w:r>
      <w:proofErr w:type="spellEnd"/>
      <w:r w:rsidR="004D4004" w:rsidRPr="00754FC6">
        <w:rPr>
          <w:lang w:val="sk-SK"/>
        </w:rPr>
        <w:t xml:space="preserve"> lineárna predikcia</w:t>
      </w:r>
      <w:r w:rsidRPr="00754FC6">
        <w:rPr>
          <w:lang w:val="sk-SK"/>
        </w:rPr>
        <w:t>,</w:t>
      </w:r>
    </w:p>
    <w:p w:rsidR="00936469" w:rsidRPr="00754FC6" w:rsidRDefault="00936469" w:rsidP="00936469">
      <w:pPr>
        <w:ind w:left="357" w:hanging="357"/>
        <w:rPr>
          <w:rStyle w:val="eCheckBoxTextChar"/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4D4004" w:rsidRPr="00754FC6">
        <w:rPr>
          <w:lang w:val="sk-SK"/>
        </w:rPr>
        <w:t>Diskrétna kosínusová transformácia</w:t>
      </w:r>
      <w:r w:rsidRPr="00754FC6">
        <w:rPr>
          <w:lang w:val="sk-SK"/>
        </w:rPr>
        <w:t>.</w:t>
      </w:r>
    </w:p>
    <w:p w:rsidR="00936469" w:rsidRPr="00754FC6" w:rsidRDefault="00936469" w:rsidP="00936469">
      <w:pPr>
        <w:pStyle w:val="eLineBottom"/>
        <w:rPr>
          <w:lang w:val="sk-SK"/>
        </w:rPr>
      </w:pPr>
    </w:p>
    <w:p w:rsidR="003C140A" w:rsidRPr="00754FC6" w:rsidRDefault="003C140A" w:rsidP="00936469">
      <w:pPr>
        <w:rPr>
          <w:lang w:val="sk-SK"/>
        </w:rPr>
      </w:pPr>
    </w:p>
    <w:p w:rsidR="00ED4CDA" w:rsidRPr="00754FC6" w:rsidRDefault="004D4004" w:rsidP="00DD0843">
      <w:pPr>
        <w:pStyle w:val="eTask"/>
        <w:rPr>
          <w:lang w:val="sk-SK"/>
        </w:rPr>
      </w:pPr>
      <w:r w:rsidRPr="00754FC6">
        <w:rPr>
          <w:lang w:val="sk-SK"/>
        </w:rPr>
        <w:t>Základným účelom použitia dynamického ohýbania času pri spracovaní reči je</w:t>
      </w:r>
      <w:r w:rsidR="00ED4CDA" w:rsidRPr="00754FC6">
        <w:rPr>
          <w:lang w:val="sk-SK"/>
        </w:rPr>
        <w:t>:</w:t>
      </w:r>
    </w:p>
    <w:p w:rsidR="00C1774B" w:rsidRPr="00754FC6" w:rsidRDefault="00C1774B" w:rsidP="00936469">
      <w:pPr>
        <w:rPr>
          <w:lang w:val="sk-SK"/>
        </w:rPr>
      </w:pPr>
    </w:p>
    <w:p w:rsidR="00936469" w:rsidRPr="00754FC6" w:rsidRDefault="00936469" w:rsidP="00936469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4D4004" w:rsidRPr="00754FC6">
        <w:rPr>
          <w:lang w:val="sk-SK"/>
        </w:rPr>
        <w:t>Extrakcia príznakov resp. parametrizácia reči</w:t>
      </w:r>
      <w:r w:rsidRPr="00754FC6">
        <w:rPr>
          <w:lang w:val="sk-SK"/>
        </w:rPr>
        <w:t>.</w:t>
      </w:r>
    </w:p>
    <w:p w:rsidR="00936469" w:rsidRPr="00754FC6" w:rsidRDefault="00025AAF" w:rsidP="00936469">
      <w:pPr>
        <w:ind w:left="357" w:hanging="357"/>
        <w:rPr>
          <w:lang w:val="sk-SK"/>
        </w:rPr>
      </w:pPr>
      <w:r w:rsidRPr="00754FC6">
        <w:rPr>
          <w:rStyle w:val="eCheckBoxSquareChar"/>
          <w:b/>
          <w:color w:val="FF0000"/>
          <w:lang w:val="sk-SK"/>
        </w:rPr>
        <w:t>x</w:t>
      </w:r>
      <w:r w:rsidR="00936469" w:rsidRPr="00754FC6">
        <w:rPr>
          <w:szCs w:val="40"/>
          <w:lang w:val="sk-SK"/>
        </w:rPr>
        <w:tab/>
      </w:r>
      <w:r w:rsidR="004D4004" w:rsidRPr="00754FC6">
        <w:rPr>
          <w:b/>
          <w:color w:val="FF0000"/>
          <w:lang w:val="sk-SK"/>
        </w:rPr>
        <w:t>Porovnanie dvoch sekvencií rečových príznakov, ktoré sa líšia časovým trvaním, za účelom merania ich podobnosti</w:t>
      </w:r>
      <w:r w:rsidR="00936469" w:rsidRPr="00754FC6">
        <w:rPr>
          <w:b/>
          <w:color w:val="FF0000"/>
          <w:lang w:val="sk-SK"/>
        </w:rPr>
        <w:t>.</w:t>
      </w:r>
    </w:p>
    <w:p w:rsidR="00936469" w:rsidRPr="00754FC6" w:rsidRDefault="00936469" w:rsidP="00936469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="004D4004" w:rsidRPr="00754FC6">
        <w:rPr>
          <w:lang w:val="sk-SK"/>
        </w:rPr>
        <w:t>Výpočet spektrálnych koeficientov akustickej vzorky</w:t>
      </w:r>
      <w:r w:rsidRPr="00754FC6">
        <w:rPr>
          <w:lang w:val="sk-SK"/>
        </w:rPr>
        <w:t>.</w:t>
      </w:r>
    </w:p>
    <w:sectPr w:rsidR="00936469" w:rsidRPr="00754FC6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580" w:rsidRDefault="00622580" w:rsidP="00861A1A">
      <w:r>
        <w:separator/>
      </w:r>
    </w:p>
  </w:endnote>
  <w:endnote w:type="continuationSeparator" w:id="0">
    <w:p w:rsidR="00622580" w:rsidRDefault="0062258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C285E" w:rsidTr="00CA51B5">
      <w:tc>
        <w:tcPr>
          <w:tcW w:w="2518" w:type="dxa"/>
        </w:tcPr>
        <w:p w:rsidR="009C285E" w:rsidRDefault="009C285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C285E" w:rsidRPr="003140EE" w:rsidRDefault="009C285E" w:rsidP="00393AD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9C285E" w:rsidRPr="00CA51B5" w:rsidRDefault="009C285E" w:rsidP="00393AD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9C285E" w:rsidTr="00CA51B5">
      <w:tc>
        <w:tcPr>
          <w:tcW w:w="8472" w:type="dxa"/>
          <w:gridSpan w:val="2"/>
        </w:tcPr>
        <w:p w:rsidR="009C285E" w:rsidRPr="00CA51B5" w:rsidRDefault="009C285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9C285E" w:rsidRPr="00CA51B5" w:rsidRDefault="009C285E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9C285E" w:rsidRPr="00BF5E09" w:rsidRDefault="009C285E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580" w:rsidRDefault="00622580" w:rsidP="00861A1A">
      <w:r>
        <w:separator/>
      </w:r>
    </w:p>
  </w:footnote>
  <w:footnote w:type="continuationSeparator" w:id="0">
    <w:p w:rsidR="00622580" w:rsidRDefault="0062258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85E" w:rsidRPr="002B41A8" w:rsidRDefault="009C285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 LIST</w:t>
    </w:r>
  </w:p>
  <w:p w:rsidR="009C285E" w:rsidRPr="003908A2" w:rsidRDefault="002C0BB6" w:rsidP="002C0BB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C0BB6">
      <w:rPr>
        <w:rFonts w:ascii="Calibri" w:hAnsi="Calibri"/>
        <w:smallCaps/>
        <w:noProof/>
        <w:sz w:val="20"/>
        <w:szCs w:val="20"/>
        <w:lang w:val="en-US"/>
      </w:rPr>
      <w:t xml:space="preserve">MULTIMODÁLNE ROZHRANIE MMI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25AAF"/>
    <w:rsid w:val="00030EDA"/>
    <w:rsid w:val="00045BEB"/>
    <w:rsid w:val="00073ADF"/>
    <w:rsid w:val="0007473C"/>
    <w:rsid w:val="000750C9"/>
    <w:rsid w:val="00087EAC"/>
    <w:rsid w:val="00094A16"/>
    <w:rsid w:val="00095828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5154"/>
    <w:rsid w:val="001B057D"/>
    <w:rsid w:val="001D00A1"/>
    <w:rsid w:val="001E0F8B"/>
    <w:rsid w:val="001E514B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C0BB6"/>
    <w:rsid w:val="002E1F57"/>
    <w:rsid w:val="002E301D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3ADC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D4004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5A2C"/>
    <w:rsid w:val="005D7525"/>
    <w:rsid w:val="005E1AB1"/>
    <w:rsid w:val="005E20B2"/>
    <w:rsid w:val="005E5A22"/>
    <w:rsid w:val="005F278D"/>
    <w:rsid w:val="005F5FA1"/>
    <w:rsid w:val="0061640D"/>
    <w:rsid w:val="0061768B"/>
    <w:rsid w:val="00622580"/>
    <w:rsid w:val="00625B5A"/>
    <w:rsid w:val="00634C18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54FC6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3DEB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64E0"/>
    <w:rsid w:val="008D38F1"/>
    <w:rsid w:val="008D6149"/>
    <w:rsid w:val="008F1B37"/>
    <w:rsid w:val="008F5585"/>
    <w:rsid w:val="00912A69"/>
    <w:rsid w:val="00914456"/>
    <w:rsid w:val="009151B7"/>
    <w:rsid w:val="00916DC9"/>
    <w:rsid w:val="00936469"/>
    <w:rsid w:val="0094072E"/>
    <w:rsid w:val="009413F3"/>
    <w:rsid w:val="00942719"/>
    <w:rsid w:val="00950649"/>
    <w:rsid w:val="0095346A"/>
    <w:rsid w:val="00955A25"/>
    <w:rsid w:val="00963F86"/>
    <w:rsid w:val="0097175A"/>
    <w:rsid w:val="00974B16"/>
    <w:rsid w:val="00974FE4"/>
    <w:rsid w:val="009802AD"/>
    <w:rsid w:val="00985B1B"/>
    <w:rsid w:val="00994CAD"/>
    <w:rsid w:val="009A5F9E"/>
    <w:rsid w:val="009B638C"/>
    <w:rsid w:val="009C285E"/>
    <w:rsid w:val="009C7B24"/>
    <w:rsid w:val="009E1B9A"/>
    <w:rsid w:val="009E2A2A"/>
    <w:rsid w:val="009F6E5E"/>
    <w:rsid w:val="00A17111"/>
    <w:rsid w:val="00A26A28"/>
    <w:rsid w:val="00A33125"/>
    <w:rsid w:val="00A41E41"/>
    <w:rsid w:val="00A50FFF"/>
    <w:rsid w:val="00A527AF"/>
    <w:rsid w:val="00A54992"/>
    <w:rsid w:val="00A633E1"/>
    <w:rsid w:val="00A65E53"/>
    <w:rsid w:val="00A8234A"/>
    <w:rsid w:val="00A97B00"/>
    <w:rsid w:val="00A97C95"/>
    <w:rsid w:val="00AA0506"/>
    <w:rsid w:val="00AA1086"/>
    <w:rsid w:val="00AA5B23"/>
    <w:rsid w:val="00AC4ED9"/>
    <w:rsid w:val="00AC6380"/>
    <w:rsid w:val="00AD2F36"/>
    <w:rsid w:val="00AD3D3B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2E6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0280"/>
    <w:rsid w:val="00CE09BA"/>
    <w:rsid w:val="00CF3879"/>
    <w:rsid w:val="00CF4DFA"/>
    <w:rsid w:val="00D060B3"/>
    <w:rsid w:val="00D06992"/>
    <w:rsid w:val="00D20A5C"/>
    <w:rsid w:val="00D2650E"/>
    <w:rsid w:val="00D332E9"/>
    <w:rsid w:val="00D33524"/>
    <w:rsid w:val="00D366CA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2A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067D5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95FBA"/>
    <w:rsid w:val="00FA74D9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EE603C-A0B7-4A76-840C-2BA2A7C6D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Standardnpsmoodstavce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A33125"/>
  </w:style>
  <w:style w:type="character" w:customStyle="1" w:styleId="atn">
    <w:name w:val="atn"/>
    <w:basedOn w:val="Standardnpsmoodstavce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12</TotalTime>
  <Pages>4</Pages>
  <Words>410</Words>
  <Characters>2425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Marek Nevosad</cp:lastModifiedBy>
  <cp:revision>5</cp:revision>
  <cp:lastPrinted>2013-05-24T15:00:00Z</cp:lastPrinted>
  <dcterms:created xsi:type="dcterms:W3CDTF">2016-02-26T09:53:00Z</dcterms:created>
  <dcterms:modified xsi:type="dcterms:W3CDTF">2017-09-26T20:56:00Z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