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CC" w:rsidRPr="00EA4ED6" w:rsidRDefault="002A07CC" w:rsidP="00752114">
      <w:pPr>
        <w:pStyle w:val="eTask"/>
        <w:ind w:left="0" w:firstLine="0"/>
        <w:rPr>
          <w:szCs w:val="20"/>
          <w:lang w:val="sk-SK"/>
        </w:rPr>
      </w:pPr>
      <w:r w:rsidRPr="00EA4ED6">
        <w:rPr>
          <w:lang w:val="sk-SK"/>
        </w:rPr>
        <w:t xml:space="preserve">Systémy rozpoznávania </w:t>
      </w:r>
      <w:r w:rsidR="005C1D8C" w:rsidRPr="00EA4ED6">
        <w:rPr>
          <w:lang w:val="sk-SK"/>
        </w:rPr>
        <w:t>tvár</w:t>
      </w:r>
      <w:r w:rsidR="005C1D8C">
        <w:rPr>
          <w:lang w:val="sk-SK"/>
        </w:rPr>
        <w:t>í</w:t>
      </w:r>
      <w:r w:rsidR="005C1D8C" w:rsidRPr="00EA4ED6">
        <w:rPr>
          <w:lang w:val="sk-SK"/>
        </w:rPr>
        <w:t xml:space="preserve"> </w:t>
      </w:r>
      <w:r w:rsidRPr="00EA4ED6">
        <w:rPr>
          <w:lang w:val="sk-SK"/>
        </w:rPr>
        <w:t>spadajú do dvoch kategórií:</w:t>
      </w:r>
    </w:p>
    <w:p w:rsidR="002A07CC" w:rsidRPr="00EA4ED6" w:rsidRDefault="002A07CC" w:rsidP="00F971E1">
      <w:pPr>
        <w:rPr>
          <w:lang w:val="sk-SK"/>
        </w:rPr>
      </w:pPr>
    </w:p>
    <w:p w:rsidR="002A07CC" w:rsidRPr="00EA4ED6" w:rsidRDefault="002A07CC" w:rsidP="00F971E1">
      <w:pPr>
        <w:pStyle w:val="eCheckBoxText"/>
        <w:rPr>
          <w:rStyle w:val="eTerm"/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szCs w:val="40"/>
          <w:lang w:val="sk-SK"/>
        </w:rPr>
        <w:tab/>
      </w:r>
      <w:r w:rsidRPr="00EA4ED6">
        <w:rPr>
          <w:lang w:val="sk-SK"/>
        </w:rPr>
        <w:t>Autorizácia a verifikácia</w:t>
      </w:r>
    </w:p>
    <w:p w:rsidR="002A07CC" w:rsidRPr="00EA4ED6" w:rsidRDefault="002A07CC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rStyle w:val="eCheckBoxSquareChar"/>
          <w:lang w:val="sk-SK"/>
        </w:rPr>
        <w:tab/>
      </w:r>
      <w:r w:rsidRPr="00EA4ED6">
        <w:rPr>
          <w:szCs w:val="40"/>
          <w:lang w:val="sk-SK"/>
        </w:rPr>
        <w:t>Overenie a identifikácia</w:t>
      </w:r>
    </w:p>
    <w:p w:rsidR="002A07CC" w:rsidRPr="00EA4ED6" w:rsidRDefault="002A07CC" w:rsidP="00F971E1">
      <w:pPr>
        <w:pStyle w:val="eCheckBoxText"/>
        <w:rPr>
          <w:rStyle w:val="eTerm"/>
          <w:sz w:val="20"/>
          <w:szCs w:val="20"/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szCs w:val="40"/>
          <w:lang w:val="sk-SK"/>
        </w:rPr>
        <w:tab/>
      </w:r>
      <w:r w:rsidRPr="00EA4ED6">
        <w:rPr>
          <w:szCs w:val="40"/>
          <w:lang w:val="sk-SK"/>
        </w:rPr>
        <w:t>Verifikácia a identifikácia</w:t>
      </w:r>
    </w:p>
    <w:p w:rsidR="002A07CC" w:rsidRPr="00EA4ED6" w:rsidRDefault="002A07CC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rStyle w:val="eCheckBoxSquareChar"/>
          <w:lang w:val="sk-SK"/>
        </w:rPr>
        <w:tab/>
      </w:r>
      <w:r w:rsidRPr="00EA4ED6">
        <w:rPr>
          <w:lang w:val="sk-SK"/>
        </w:rPr>
        <w:t>Spoznanie a určenie tváre</w:t>
      </w:r>
    </w:p>
    <w:p w:rsidR="00752114" w:rsidRPr="001E0867" w:rsidRDefault="00752114" w:rsidP="00752114">
      <w:pPr>
        <w:pStyle w:val="eLineBottom"/>
      </w:pPr>
    </w:p>
    <w:p w:rsidR="00D9194C" w:rsidRPr="00EA4ED6" w:rsidRDefault="00D9194C" w:rsidP="00F971E1">
      <w:pPr>
        <w:rPr>
          <w:lang w:val="sk-SK"/>
        </w:rPr>
      </w:pPr>
    </w:p>
    <w:p w:rsidR="00F0467D" w:rsidRPr="00EA4ED6" w:rsidRDefault="008814F4" w:rsidP="00752114">
      <w:pPr>
        <w:pStyle w:val="eTask"/>
        <w:ind w:left="0" w:firstLine="0"/>
        <w:rPr>
          <w:lang w:val="sk-SK"/>
        </w:rPr>
      </w:pPr>
      <w:r w:rsidRPr="00EA4ED6"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3786505</wp:posOffset>
            </wp:positionH>
            <wp:positionV relativeFrom="paragraph">
              <wp:posOffset>165100</wp:posOffset>
            </wp:positionV>
            <wp:extent cx="2316480" cy="128257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ature_extrac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1282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07CC" w:rsidRPr="00EA4ED6">
        <w:rPr>
          <w:lang w:val="sk-SK"/>
        </w:rPr>
        <w:t>Tvár</w:t>
      </w:r>
      <w:r w:rsidR="00A554DE">
        <w:rPr>
          <w:lang w:val="sk-SK"/>
        </w:rPr>
        <w:t>ové príznaky sú definované ako:</w:t>
      </w:r>
    </w:p>
    <w:p w:rsidR="00F0467D" w:rsidRPr="00EA4ED6" w:rsidRDefault="00F0467D" w:rsidP="00F971E1">
      <w:pPr>
        <w:rPr>
          <w:lang w:val="sk-SK"/>
        </w:rPr>
      </w:pPr>
    </w:p>
    <w:p w:rsidR="00F0467D" w:rsidRPr="00EA4ED6" w:rsidRDefault="009E1B9A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0467D" w:rsidRPr="00EA4ED6">
        <w:rPr>
          <w:lang w:val="sk-SK"/>
        </w:rPr>
        <w:tab/>
      </w:r>
      <w:r w:rsidR="002A07CC" w:rsidRPr="00EA4ED6">
        <w:rPr>
          <w:lang w:val="sk-SK"/>
        </w:rPr>
        <w:t>príznaky extrahované z obrazu tváre človeka</w:t>
      </w:r>
    </w:p>
    <w:p w:rsidR="00F0467D" w:rsidRPr="00EA4ED6" w:rsidRDefault="009E1B9A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0467D" w:rsidRPr="00EA4ED6">
        <w:rPr>
          <w:lang w:val="sk-SK"/>
        </w:rPr>
        <w:tab/>
      </w:r>
      <w:r w:rsidR="002A07CC" w:rsidRPr="00EA4ED6">
        <w:rPr>
          <w:lang w:val="sk-SK"/>
        </w:rPr>
        <w:t>príznaky hlavných čŕt tváre človeka</w:t>
      </w:r>
    </w:p>
    <w:p w:rsidR="00F0467D" w:rsidRPr="00EA4ED6" w:rsidRDefault="009E1B9A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0467D" w:rsidRPr="00EA4ED6">
        <w:rPr>
          <w:lang w:val="sk-SK"/>
        </w:rPr>
        <w:tab/>
      </w:r>
      <w:r w:rsidR="002A07CC" w:rsidRPr="00EA4ED6">
        <w:rPr>
          <w:lang w:val="sk-SK"/>
        </w:rPr>
        <w:t>príznaky obrysu tváre človeka</w:t>
      </w:r>
    </w:p>
    <w:p w:rsidR="00752114" w:rsidRDefault="00752114" w:rsidP="00752114">
      <w:pPr>
        <w:pStyle w:val="eLineBottom"/>
      </w:pPr>
    </w:p>
    <w:p w:rsidR="00752114" w:rsidRPr="001E0867" w:rsidRDefault="00752114" w:rsidP="00752114">
      <w:pPr>
        <w:pStyle w:val="eLineBottom"/>
      </w:pPr>
    </w:p>
    <w:p w:rsidR="00752114" w:rsidRPr="001E0867" w:rsidRDefault="00752114" w:rsidP="00752114"/>
    <w:p w:rsidR="00F0467D" w:rsidRPr="00EA4ED6" w:rsidRDefault="009E1B9A" w:rsidP="00752114">
      <w:pPr>
        <w:pStyle w:val="eTask"/>
        <w:ind w:left="0" w:firstLine="0"/>
        <w:rPr>
          <w:lang w:val="sk-SK"/>
        </w:rPr>
      </w:pPr>
      <w:r w:rsidRPr="00EA4ED6">
        <w:rPr>
          <w:lang w:val="sk-SK"/>
        </w:rPr>
        <w:t>Systém rozpoznávania  tvárí pracuje v dvoch hlavných fázach:</w:t>
      </w:r>
    </w:p>
    <w:p w:rsidR="009E1B9A" w:rsidRPr="00EA4ED6" w:rsidRDefault="009E1B9A" w:rsidP="00F971E1">
      <w:pPr>
        <w:rPr>
          <w:lang w:val="sk-SK"/>
        </w:rPr>
      </w:pPr>
    </w:p>
    <w:p w:rsidR="009E1B9A" w:rsidRPr="00EA4ED6" w:rsidRDefault="009E1B9A" w:rsidP="00F971E1">
      <w:pPr>
        <w:pStyle w:val="eDotList1"/>
        <w:tabs>
          <w:tab w:val="clear" w:pos="340"/>
          <w:tab w:val="left" w:pos="1843"/>
        </w:tabs>
        <w:spacing w:after="0"/>
        <w:ind w:left="426" w:hanging="426"/>
        <w:rPr>
          <w:rStyle w:val="eTerm"/>
          <w:lang w:val="sk-SK"/>
        </w:rPr>
      </w:pPr>
      <w:r w:rsidRPr="00EA4ED6">
        <w:rPr>
          <w:noProof/>
          <w:lang w:val="sk-SK" w:eastAsia="sk-SK"/>
        </w:rPr>
        <w:t>1.</w:t>
      </w:r>
      <w:r w:rsidRPr="00EA4ED6">
        <w:rPr>
          <w:lang w:val="sk-SK"/>
        </w:rPr>
        <w:tab/>
        <w:t>prvá fáza:</w:t>
      </w:r>
      <w:r w:rsidR="00F971E1">
        <w:rPr>
          <w:lang w:val="sk-SK"/>
        </w:rPr>
        <w:tab/>
      </w:r>
      <w:r w:rsidR="00752114">
        <w:rPr>
          <w:lang w:val="en-US"/>
        </w:rPr>
        <w:t>____________________________</w:t>
      </w:r>
    </w:p>
    <w:p w:rsidR="009E1B9A" w:rsidRPr="00EA4ED6" w:rsidRDefault="009E1B9A" w:rsidP="00F971E1">
      <w:pPr>
        <w:tabs>
          <w:tab w:val="left" w:pos="1843"/>
        </w:tabs>
        <w:ind w:left="426" w:hanging="426"/>
        <w:rPr>
          <w:lang w:val="sk-SK"/>
        </w:rPr>
      </w:pPr>
    </w:p>
    <w:p w:rsidR="009E1B9A" w:rsidRPr="00EA4ED6" w:rsidRDefault="009E1B9A" w:rsidP="00F971E1">
      <w:pPr>
        <w:pStyle w:val="eDotList1"/>
        <w:tabs>
          <w:tab w:val="clear" w:pos="340"/>
          <w:tab w:val="left" w:pos="1843"/>
        </w:tabs>
        <w:spacing w:after="0"/>
        <w:ind w:left="426" w:hanging="426"/>
        <w:rPr>
          <w:lang w:val="sk-SK"/>
        </w:rPr>
      </w:pPr>
      <w:r w:rsidRPr="00EA4ED6">
        <w:rPr>
          <w:noProof/>
          <w:lang w:val="sk-SK" w:eastAsia="sk-SK"/>
        </w:rPr>
        <w:t>2.</w:t>
      </w:r>
      <w:r w:rsidRPr="00EA4ED6">
        <w:rPr>
          <w:lang w:val="sk-SK"/>
        </w:rPr>
        <w:tab/>
        <w:t>druhá fáza:</w:t>
      </w:r>
      <w:r w:rsidR="00F971E1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</w:p>
    <w:p w:rsidR="00752114" w:rsidRPr="001E0867" w:rsidRDefault="00752114" w:rsidP="00752114">
      <w:pPr>
        <w:pStyle w:val="eLineBottom"/>
      </w:pPr>
    </w:p>
    <w:p w:rsidR="00D9194C" w:rsidRPr="00EA4ED6" w:rsidRDefault="00D9194C" w:rsidP="009E1B9A">
      <w:pPr>
        <w:pStyle w:val="eDotList1"/>
        <w:spacing w:after="0"/>
        <w:rPr>
          <w:lang w:val="sk-SK"/>
        </w:rPr>
      </w:pPr>
    </w:p>
    <w:p w:rsidR="00F0467D" w:rsidRPr="00EA4ED6" w:rsidRDefault="00D9194C" w:rsidP="00752114">
      <w:pPr>
        <w:pStyle w:val="eTask"/>
        <w:tabs>
          <w:tab w:val="clear" w:pos="426"/>
          <w:tab w:val="left" w:pos="567"/>
        </w:tabs>
        <w:ind w:left="0" w:firstLine="0"/>
        <w:rPr>
          <w:lang w:val="sk-SK"/>
        </w:rPr>
      </w:pPr>
      <w:r w:rsidRPr="00EA4ED6">
        <w:rPr>
          <w:lang w:val="sk-SK"/>
        </w:rPr>
        <w:t>Z</w:t>
      </w:r>
      <w:r w:rsidR="009E1B9A" w:rsidRPr="00EA4ED6">
        <w:rPr>
          <w:lang w:val="sk-SK"/>
        </w:rPr>
        <w:t>oraďte čiastkové úlohy procesu rozpoznávania tv</w:t>
      </w:r>
      <w:r w:rsidRPr="00EA4ED6">
        <w:rPr>
          <w:lang w:val="sk-SK"/>
        </w:rPr>
        <w:t xml:space="preserve">áre </w:t>
      </w:r>
      <w:r w:rsidR="001E514B" w:rsidRPr="00EA4ED6">
        <w:rPr>
          <w:lang w:val="sk-SK"/>
        </w:rPr>
        <w:t>postupne od zí</w:t>
      </w:r>
      <w:r w:rsidRPr="00EA4ED6">
        <w:rPr>
          <w:lang w:val="sk-SK"/>
        </w:rPr>
        <w:t>skania obrazu až po sledovanie tvárí.</w:t>
      </w:r>
    </w:p>
    <w:p w:rsidR="00F0467D" w:rsidRPr="00EA4ED6" w:rsidRDefault="00F0467D" w:rsidP="00F971E1">
      <w:pPr>
        <w:rPr>
          <w:lang w:val="sk-SK"/>
        </w:rPr>
      </w:pPr>
    </w:p>
    <w:p w:rsidR="00D9194C" w:rsidRPr="00EA4ED6" w:rsidRDefault="00F0467D" w:rsidP="00F971E1">
      <w:pPr>
        <w:pStyle w:val="eCheckBoxText"/>
        <w:tabs>
          <w:tab w:val="left" w:pos="4536"/>
        </w:tabs>
        <w:rPr>
          <w:lang w:val="sk-SK"/>
        </w:rPr>
      </w:pPr>
      <w:r w:rsidRPr="00EA4ED6">
        <w:rPr>
          <w:lang w:val="sk-SK"/>
        </w:rPr>
        <w:t>1.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="00D9194C" w:rsidRPr="00EA4ED6">
        <w:rPr>
          <w:lang w:val="sk-SK"/>
        </w:rPr>
        <w:t>lokalizácia tváre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rStyle w:val="eTerm"/>
          <w:bCs/>
          <w:iCs/>
          <w:lang w:val="sk-SK"/>
        </w:rPr>
      </w:pPr>
      <w:r w:rsidRPr="00EA4ED6">
        <w:rPr>
          <w:lang w:val="sk-SK"/>
        </w:rPr>
        <w:t>2.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sledovanie tvár</w:t>
      </w:r>
      <w:r w:rsidR="00841971" w:rsidRPr="00EA4ED6">
        <w:rPr>
          <w:lang w:val="sk-SK"/>
        </w:rPr>
        <w:t>e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rStyle w:val="eTerm"/>
          <w:bCs/>
          <w:iCs/>
          <w:lang w:val="sk-SK"/>
        </w:rPr>
      </w:pPr>
      <w:r w:rsidRPr="00EA4ED6">
        <w:rPr>
          <w:lang w:val="sk-SK"/>
        </w:rPr>
        <w:t>3.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získavanie príznakov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  <w:r w:rsidRPr="00EA4ED6">
        <w:rPr>
          <w:lang w:val="sk-SK"/>
        </w:rPr>
        <w:t>4.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  <w:t>získanie vstupného obrazu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rStyle w:val="eTerm"/>
          <w:bCs/>
          <w:iCs/>
          <w:lang w:val="sk-SK"/>
        </w:rPr>
      </w:pPr>
      <w:r w:rsidRPr="00EA4ED6">
        <w:rPr>
          <w:lang w:val="sk-SK"/>
        </w:rPr>
        <w:t>5.</w:t>
      </w:r>
      <w:r w:rsidRPr="00EA4ED6">
        <w:rPr>
          <w:lang w:val="sk-SK"/>
        </w:rPr>
        <w:tab/>
      </w:r>
      <w:r w:rsidR="00752114" w:rsidRPr="00F971E1">
        <w:rPr>
          <w:lang w:val="es-ES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trénovací proces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rStyle w:val="eTerm"/>
          <w:bCs/>
          <w:iCs/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  <w:r w:rsidRPr="00EA4ED6">
        <w:rPr>
          <w:lang w:val="sk-SK"/>
        </w:rPr>
        <w:t>6.</w:t>
      </w:r>
      <w:r w:rsidRPr="00EA4ED6">
        <w:rPr>
          <w:lang w:val="sk-SK"/>
        </w:rPr>
        <w:tab/>
      </w:r>
      <w:r w:rsidR="00752114" w:rsidRPr="00F971E1">
        <w:rPr>
          <w:lang w:val="es-ES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normalizácia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rStyle w:val="eTerm"/>
          <w:bCs/>
          <w:iCs/>
          <w:lang w:val="sk-SK"/>
        </w:rPr>
      </w:pPr>
      <w:r w:rsidRPr="00EA4ED6">
        <w:rPr>
          <w:lang w:val="sk-SK"/>
        </w:rPr>
        <w:t>7.</w:t>
      </w:r>
      <w:r w:rsidRPr="00EA4ED6">
        <w:rPr>
          <w:lang w:val="sk-SK"/>
        </w:rPr>
        <w:tab/>
      </w:r>
      <w:r w:rsidR="00752114">
        <w:rPr>
          <w:lang w:val="en-US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klasifikácia tvár</w:t>
      </w:r>
      <w:r w:rsidR="00CD38F6" w:rsidRPr="00EA4ED6">
        <w:rPr>
          <w:lang w:val="sk-SK"/>
        </w:rPr>
        <w:t>e</w:t>
      </w:r>
      <w:r w:rsidRPr="00EA4ED6">
        <w:rPr>
          <w:rStyle w:val="eTerm"/>
          <w:bCs/>
          <w:iCs/>
          <w:lang w:val="sk-SK"/>
        </w:rPr>
        <w:t xml:space="preserve"> </w:t>
      </w: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</w:p>
    <w:p w:rsidR="00D9194C" w:rsidRPr="00EA4ED6" w:rsidRDefault="00D9194C" w:rsidP="00F971E1">
      <w:pPr>
        <w:pStyle w:val="eCheckBoxText"/>
        <w:tabs>
          <w:tab w:val="left" w:pos="4536"/>
        </w:tabs>
        <w:rPr>
          <w:lang w:val="sk-SK"/>
        </w:rPr>
      </w:pPr>
      <w:r w:rsidRPr="00EA4ED6">
        <w:rPr>
          <w:lang w:val="sk-SK"/>
        </w:rPr>
        <w:t>8.</w:t>
      </w:r>
      <w:r w:rsidRPr="00EA4ED6">
        <w:rPr>
          <w:lang w:val="sk-SK"/>
        </w:rPr>
        <w:tab/>
      </w:r>
      <w:r w:rsidR="00752114">
        <w:rPr>
          <w:lang w:val="en-US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predspracovanie</w:t>
      </w:r>
    </w:p>
    <w:p w:rsidR="00F0467D" w:rsidRPr="00EA4ED6" w:rsidRDefault="00F0467D" w:rsidP="00F0467D">
      <w:pPr>
        <w:pStyle w:val="eCheckBoxText"/>
        <w:tabs>
          <w:tab w:val="left" w:pos="2715"/>
        </w:tabs>
        <w:ind w:left="284" w:hanging="284"/>
        <w:rPr>
          <w:lang w:val="sk-SK"/>
        </w:rPr>
      </w:pPr>
    </w:p>
    <w:p w:rsidR="00F971E1" w:rsidRDefault="00F971E1">
      <w:pPr>
        <w:rPr>
          <w:szCs w:val="20"/>
          <w:lang w:val="sk-SK"/>
        </w:rPr>
      </w:pPr>
      <w:r>
        <w:rPr>
          <w:lang w:val="sk-SK"/>
        </w:rPr>
        <w:br w:type="page"/>
      </w:r>
    </w:p>
    <w:p w:rsidR="00D9194C" w:rsidRPr="00EA4ED6" w:rsidRDefault="00C45D0F" w:rsidP="00752114">
      <w:pPr>
        <w:pStyle w:val="eTask"/>
        <w:ind w:left="0" w:firstLine="0"/>
        <w:rPr>
          <w:lang w:val="sk-SK"/>
        </w:rPr>
      </w:pPr>
      <w:r w:rsidRPr="00EA4ED6">
        <w:rPr>
          <w:lang w:val="sk-SK"/>
        </w:rPr>
        <w:lastRenderedPageBreak/>
        <w:t>Identifikácia založená na roz</w:t>
      </w:r>
      <w:r w:rsidR="00F971E1">
        <w:rPr>
          <w:lang w:val="sk-SK"/>
        </w:rPr>
        <w:t>poznávaní dúhovky sa skladá z:</w:t>
      </w:r>
    </w:p>
    <w:p w:rsidR="00C45D0F" w:rsidRPr="00EA4ED6" w:rsidRDefault="00F971E1" w:rsidP="00F971E1">
      <w:pPr>
        <w:rPr>
          <w:lang w:val="sk-SK"/>
        </w:rPr>
      </w:pPr>
      <w:r w:rsidRPr="00EA4ED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53844</wp:posOffset>
            </wp:positionV>
            <wp:extent cx="1955165" cy="1257300"/>
            <wp:effectExtent l="1905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5D0F" w:rsidRPr="00EA4ED6" w:rsidRDefault="00C45D0F" w:rsidP="00F971E1">
      <w:pPr>
        <w:ind w:left="426" w:hanging="426"/>
        <w:rPr>
          <w:noProof/>
          <w:lang w:val="sk-SK" w:eastAsia="sk-SK"/>
        </w:rPr>
      </w:pPr>
      <w:r w:rsidRPr="00EA4ED6">
        <w:rPr>
          <w:noProof/>
          <w:lang w:val="sk-SK" w:eastAsia="sk-SK"/>
        </w:rPr>
        <w:t>1.</w:t>
      </w:r>
      <w:r w:rsidR="00D9194C" w:rsidRPr="00EA4ED6">
        <w:rPr>
          <w:noProof/>
          <w:lang w:val="sk-SK" w:eastAsia="sk-SK"/>
        </w:rPr>
        <w:tab/>
      </w:r>
      <w:r w:rsidR="00752114">
        <w:rPr>
          <w:lang w:val="en-US"/>
        </w:rPr>
        <w:t>____________________________</w:t>
      </w:r>
    </w:p>
    <w:p w:rsidR="00C45D0F" w:rsidRPr="00EA4ED6" w:rsidRDefault="00C45D0F" w:rsidP="00F971E1">
      <w:pPr>
        <w:ind w:left="426" w:hanging="426"/>
        <w:rPr>
          <w:lang w:val="sk-SK"/>
        </w:rPr>
      </w:pPr>
    </w:p>
    <w:p w:rsidR="00C45D0F" w:rsidRPr="00EA4ED6" w:rsidRDefault="00C45D0F" w:rsidP="00F971E1">
      <w:pPr>
        <w:ind w:left="426" w:hanging="426"/>
        <w:rPr>
          <w:noProof/>
          <w:lang w:val="sk-SK" w:eastAsia="sk-SK"/>
        </w:rPr>
      </w:pPr>
      <w:r w:rsidRPr="00EA4ED6">
        <w:rPr>
          <w:noProof/>
          <w:lang w:val="sk-SK" w:eastAsia="sk-SK"/>
        </w:rPr>
        <w:t>2.</w:t>
      </w:r>
      <w:r w:rsidRPr="00EA4ED6">
        <w:rPr>
          <w:lang w:val="sk-SK"/>
        </w:rPr>
        <w:tab/>
      </w:r>
      <w:r w:rsidR="00752114">
        <w:rPr>
          <w:lang w:val="en-US"/>
        </w:rPr>
        <w:t>____________________________</w:t>
      </w:r>
    </w:p>
    <w:p w:rsidR="00C45D0F" w:rsidRPr="00EA4ED6" w:rsidRDefault="00C45D0F" w:rsidP="00F971E1">
      <w:pPr>
        <w:ind w:left="426" w:hanging="426"/>
        <w:rPr>
          <w:noProof/>
          <w:lang w:val="sk-SK" w:eastAsia="sk-SK"/>
        </w:rPr>
      </w:pPr>
    </w:p>
    <w:p w:rsidR="00C45D0F" w:rsidRPr="00EA4ED6" w:rsidRDefault="00C45D0F" w:rsidP="00F971E1">
      <w:pPr>
        <w:ind w:left="426" w:hanging="426"/>
        <w:rPr>
          <w:rStyle w:val="eTerm"/>
          <w:lang w:val="sk-SK"/>
        </w:rPr>
      </w:pPr>
      <w:r w:rsidRPr="00EA4ED6">
        <w:rPr>
          <w:noProof/>
          <w:lang w:val="sk-SK" w:eastAsia="sk-SK"/>
        </w:rPr>
        <w:t>3.</w:t>
      </w:r>
      <w:r w:rsidRPr="00EA4ED6">
        <w:rPr>
          <w:lang w:val="sk-SK"/>
        </w:rPr>
        <w:tab/>
      </w:r>
      <w:r w:rsidR="00752114">
        <w:rPr>
          <w:lang w:val="en-US"/>
        </w:rPr>
        <w:t>____________________________</w:t>
      </w:r>
    </w:p>
    <w:p w:rsidR="00C45D0F" w:rsidRDefault="00C45D0F" w:rsidP="00C45D0F">
      <w:pPr>
        <w:rPr>
          <w:lang w:val="sk-SK"/>
        </w:rPr>
      </w:pPr>
    </w:p>
    <w:p w:rsidR="00752114" w:rsidRPr="001E0867" w:rsidRDefault="00752114" w:rsidP="00752114">
      <w:pPr>
        <w:pStyle w:val="eLineBottom"/>
      </w:pPr>
    </w:p>
    <w:p w:rsidR="00752114" w:rsidRPr="001E0867" w:rsidRDefault="00752114" w:rsidP="00752114"/>
    <w:p w:rsidR="00C45D0F" w:rsidRPr="00EA4ED6" w:rsidRDefault="00C45D0F" w:rsidP="00752114">
      <w:pPr>
        <w:pStyle w:val="eTask"/>
        <w:ind w:left="0" w:firstLine="0"/>
        <w:rPr>
          <w:lang w:val="sk-SK"/>
        </w:rPr>
      </w:pPr>
      <w:r w:rsidRPr="00EA4ED6">
        <w:rPr>
          <w:lang w:val="sk-SK"/>
        </w:rPr>
        <w:t xml:space="preserve">Hlavné výhody 3D oproti 2D </w:t>
      </w:r>
      <w:r w:rsidR="005C1D8C" w:rsidRPr="00EA4ED6">
        <w:rPr>
          <w:lang w:val="sk-SK"/>
        </w:rPr>
        <w:t>analýz</w:t>
      </w:r>
      <w:r w:rsidR="005C1D8C">
        <w:rPr>
          <w:lang w:val="sk-SK"/>
        </w:rPr>
        <w:t>e</w:t>
      </w:r>
      <w:r w:rsidR="005C1D8C" w:rsidRPr="00EA4ED6">
        <w:rPr>
          <w:lang w:val="sk-SK"/>
        </w:rPr>
        <w:t xml:space="preserve"> </w:t>
      </w:r>
      <w:r w:rsidRPr="00EA4ED6">
        <w:rPr>
          <w:lang w:val="sk-SK"/>
        </w:rPr>
        <w:t>tváre sú:</w:t>
      </w:r>
    </w:p>
    <w:p w:rsidR="00C45D0F" w:rsidRPr="00EA4ED6" w:rsidRDefault="00C45D0F" w:rsidP="00F971E1">
      <w:pPr>
        <w:rPr>
          <w:lang w:val="sk-SK"/>
        </w:rPr>
      </w:pPr>
    </w:p>
    <w:p w:rsidR="00C45D0F" w:rsidRPr="00EA4ED6" w:rsidRDefault="00C45D0F" w:rsidP="00F971E1">
      <w:pPr>
        <w:pStyle w:val="eCheckBoxText"/>
        <w:rPr>
          <w:rStyle w:val="eTerm"/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szCs w:val="40"/>
          <w:lang w:val="sk-SK"/>
        </w:rPr>
        <w:tab/>
      </w:r>
      <w:r w:rsidRPr="00EA4ED6">
        <w:rPr>
          <w:lang w:val="sk-SK"/>
        </w:rPr>
        <w:t>menej citlivé na zmeny vzhľadu</w:t>
      </w:r>
    </w:p>
    <w:p w:rsidR="00C45D0F" w:rsidRPr="00EA4ED6" w:rsidRDefault="00C45D0F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rStyle w:val="eCheckBoxSquareChar"/>
          <w:lang w:val="sk-SK"/>
        </w:rPr>
        <w:tab/>
      </w:r>
      <w:r w:rsidR="00EA4ED6" w:rsidRPr="00EA4ED6">
        <w:rPr>
          <w:lang w:val="sk-SK"/>
        </w:rPr>
        <w:t>ľahšie sa zvláda zme</w:t>
      </w:r>
      <w:r w:rsidRPr="00EA4ED6">
        <w:rPr>
          <w:lang w:val="sk-SK"/>
        </w:rPr>
        <w:t>na pózy</w:t>
      </w:r>
    </w:p>
    <w:p w:rsidR="00C45D0F" w:rsidRPr="00EA4ED6" w:rsidRDefault="00C45D0F" w:rsidP="00F971E1">
      <w:pPr>
        <w:pStyle w:val="eCheckBoxText"/>
        <w:rPr>
          <w:rStyle w:val="eTerm"/>
          <w:sz w:val="20"/>
          <w:szCs w:val="20"/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szCs w:val="40"/>
          <w:lang w:val="sk-SK"/>
        </w:rPr>
        <w:tab/>
      </w:r>
      <w:r w:rsidRPr="00EA4ED6">
        <w:rPr>
          <w:lang w:val="sk-SK"/>
        </w:rPr>
        <w:t>projektívna povaha 2D obrazu</w:t>
      </w:r>
      <w:r w:rsidRPr="00EA4ED6">
        <w:rPr>
          <w:rStyle w:val="eTerm"/>
          <w:lang w:val="sk-SK" w:eastAsia="cs-CZ"/>
        </w:rPr>
        <w:t xml:space="preserve">  </w:t>
      </w:r>
    </w:p>
    <w:p w:rsidR="00C45D0F" w:rsidRPr="00EA4ED6" w:rsidRDefault="00C45D0F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rStyle w:val="eCheckBoxSquareChar"/>
          <w:lang w:val="sk-SK"/>
        </w:rPr>
        <w:tab/>
      </w:r>
      <w:r w:rsidR="00841971" w:rsidRPr="00EA4ED6">
        <w:rPr>
          <w:lang w:val="sk-SK"/>
        </w:rPr>
        <w:t>použitie koz</w:t>
      </w:r>
      <w:r w:rsidRPr="00EA4ED6">
        <w:rPr>
          <w:lang w:val="sk-SK"/>
        </w:rPr>
        <w:t>metiky</w:t>
      </w:r>
    </w:p>
    <w:p w:rsidR="00C45D0F" w:rsidRPr="00EA4ED6" w:rsidRDefault="00C45D0F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="00F971E1">
        <w:rPr>
          <w:rStyle w:val="eCheckBoxSquareChar"/>
          <w:lang w:val="sk-SK"/>
        </w:rPr>
        <w:tab/>
      </w:r>
      <w:r w:rsidR="001E514B" w:rsidRPr="00EA4ED6">
        <w:rPr>
          <w:lang w:val="sk-SK"/>
        </w:rPr>
        <w:t>sú ov</w:t>
      </w:r>
      <w:r w:rsidR="00841971" w:rsidRPr="00EA4ED6">
        <w:rPr>
          <w:lang w:val="sk-SK"/>
        </w:rPr>
        <w:t>p</w:t>
      </w:r>
      <w:r w:rsidR="001E514B" w:rsidRPr="00EA4ED6">
        <w:rPr>
          <w:lang w:val="sk-SK"/>
        </w:rPr>
        <w:t>lyvnené zmenami osvetlenia</w:t>
      </w:r>
    </w:p>
    <w:p w:rsidR="00752114" w:rsidRPr="001E0867" w:rsidRDefault="00752114" w:rsidP="00752114">
      <w:pPr>
        <w:pStyle w:val="eLineBottom"/>
      </w:pPr>
    </w:p>
    <w:p w:rsidR="00752114" w:rsidRPr="001E0867" w:rsidRDefault="00752114" w:rsidP="00752114"/>
    <w:p w:rsidR="001E514B" w:rsidRPr="00EA4ED6" w:rsidRDefault="001E514B" w:rsidP="00752114">
      <w:pPr>
        <w:pStyle w:val="eTask"/>
        <w:ind w:left="0" w:firstLine="0"/>
        <w:rPr>
          <w:lang w:val="sk-SK"/>
        </w:rPr>
      </w:pPr>
      <w:r w:rsidRPr="00EA4ED6">
        <w:rPr>
          <w:lang w:val="sk-SK"/>
        </w:rPr>
        <w:t>Metódy  na 3D detekciu tváre sú:</w:t>
      </w:r>
    </w:p>
    <w:p w:rsidR="001E514B" w:rsidRPr="00EA4ED6" w:rsidRDefault="001E514B" w:rsidP="00F971E1">
      <w:pPr>
        <w:rPr>
          <w:lang w:val="sk-SK"/>
        </w:rPr>
      </w:pPr>
    </w:p>
    <w:p w:rsidR="001E514B" w:rsidRPr="00EA4ED6" w:rsidRDefault="001E514B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Pr="00EA4ED6">
        <w:rPr>
          <w:szCs w:val="40"/>
          <w:lang w:val="sk-SK"/>
        </w:rPr>
        <w:tab/>
      </w:r>
      <w:r w:rsidRPr="00EA4ED6">
        <w:rPr>
          <w:lang w:val="sk-SK"/>
        </w:rPr>
        <w:t>3D rozpoznanie tváre na princípe analýzy povrchu</w:t>
      </w:r>
    </w:p>
    <w:p w:rsidR="001E514B" w:rsidRPr="00A554DE" w:rsidRDefault="001E514B" w:rsidP="00A554DE">
      <w:pPr>
        <w:pStyle w:val="eCheckBoxText"/>
        <w:rPr>
          <w:rStyle w:val="eCheckBoxSquareChar"/>
          <w:sz w:val="24"/>
        </w:rPr>
      </w:pPr>
      <w:r w:rsidRPr="00EA4ED6">
        <w:rPr>
          <w:rStyle w:val="eCheckBoxSquareChar"/>
          <w:lang w:val="sk-SK"/>
        </w:rPr>
        <w:t>□</w:t>
      </w:r>
      <w:r w:rsidRPr="00EA4ED6">
        <w:rPr>
          <w:szCs w:val="40"/>
          <w:lang w:val="sk-SK"/>
        </w:rPr>
        <w:tab/>
      </w:r>
      <w:r w:rsidRPr="00EA4ED6">
        <w:rPr>
          <w:lang w:val="sk-SK"/>
        </w:rPr>
        <w:t xml:space="preserve">3D rozpoznanie tváre na princípe analýzy </w:t>
      </w:r>
      <w:r w:rsidR="005C1D8C" w:rsidRPr="00EA4ED6">
        <w:rPr>
          <w:lang w:val="sk-SK"/>
        </w:rPr>
        <w:t>podobnost</w:t>
      </w:r>
      <w:r w:rsidR="005C1D8C">
        <w:rPr>
          <w:lang w:val="sk-SK"/>
        </w:rPr>
        <w:t>í</w:t>
      </w:r>
      <w:bookmarkStart w:id="0" w:name="_GoBack"/>
      <w:bookmarkEnd w:id="0"/>
    </w:p>
    <w:p w:rsidR="001E514B" w:rsidRPr="00EA4ED6" w:rsidRDefault="001E514B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Pr="00EA4ED6">
        <w:rPr>
          <w:szCs w:val="40"/>
          <w:lang w:val="sk-SK"/>
        </w:rPr>
        <w:tab/>
      </w:r>
      <w:r w:rsidRPr="00EA4ED6">
        <w:rPr>
          <w:lang w:val="sk-SK"/>
        </w:rPr>
        <w:t>3D rozpoznanie tváre na princípe analýzy vzhľadu</w:t>
      </w:r>
    </w:p>
    <w:p w:rsidR="001E514B" w:rsidRPr="00EA4ED6" w:rsidRDefault="001E514B" w:rsidP="00F971E1">
      <w:pPr>
        <w:pStyle w:val="eCheckBoxText"/>
        <w:rPr>
          <w:lang w:val="sk-SK"/>
        </w:rPr>
      </w:pPr>
      <w:r w:rsidRPr="00EA4ED6">
        <w:rPr>
          <w:rStyle w:val="eCheckBoxSquareChar"/>
          <w:lang w:val="sk-SK"/>
        </w:rPr>
        <w:t>□</w:t>
      </w:r>
      <w:r w:rsidRPr="00EA4ED6">
        <w:rPr>
          <w:szCs w:val="40"/>
          <w:lang w:val="sk-SK"/>
        </w:rPr>
        <w:tab/>
      </w:r>
      <w:r w:rsidRPr="00EA4ED6">
        <w:rPr>
          <w:lang w:val="sk-SK"/>
        </w:rPr>
        <w:t>3D rozpoznanie tváre na princípe analýzy modelu</w:t>
      </w:r>
    </w:p>
    <w:p w:rsidR="00752114" w:rsidRPr="001E0867" w:rsidRDefault="00752114" w:rsidP="00752114">
      <w:pPr>
        <w:pStyle w:val="eLineBottom"/>
      </w:pPr>
    </w:p>
    <w:p w:rsidR="00752114" w:rsidRPr="001E0867" w:rsidRDefault="00752114" w:rsidP="00752114"/>
    <w:p w:rsidR="001E514B" w:rsidRPr="00EA4ED6" w:rsidRDefault="001E514B" w:rsidP="00752114">
      <w:pPr>
        <w:pStyle w:val="eTask"/>
        <w:ind w:left="0" w:firstLine="0"/>
        <w:rPr>
          <w:lang w:val="sk-SK"/>
        </w:rPr>
      </w:pPr>
      <w:r w:rsidRPr="00EA4ED6">
        <w:rPr>
          <w:lang w:val="sk-SK"/>
        </w:rPr>
        <w:t>Zoraďte čiastkové procesy hlavného  procesu rozpoznávania 3D tváre:</w:t>
      </w:r>
    </w:p>
    <w:p w:rsidR="001E514B" w:rsidRPr="00EA4ED6" w:rsidRDefault="001E514B" w:rsidP="00F971E1">
      <w:pPr>
        <w:rPr>
          <w:lang w:val="sk-SK"/>
        </w:rPr>
      </w:pPr>
    </w:p>
    <w:p w:rsidR="001E514B" w:rsidRPr="00EA4ED6" w:rsidRDefault="001E514B" w:rsidP="001E514B">
      <w:pPr>
        <w:pStyle w:val="eCheckBoxText"/>
        <w:rPr>
          <w:lang w:val="sk-SK"/>
        </w:rPr>
      </w:pPr>
      <w:r w:rsidRPr="00EA4ED6">
        <w:rPr>
          <w:lang w:val="sk-SK"/>
        </w:rPr>
        <w:t>1.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predspracovanie</w:t>
      </w:r>
    </w:p>
    <w:p w:rsidR="001E514B" w:rsidRPr="00EA4ED6" w:rsidRDefault="001E514B" w:rsidP="001E514B">
      <w:pPr>
        <w:pStyle w:val="eCheckBoxText"/>
        <w:rPr>
          <w:lang w:val="sk-SK"/>
        </w:rPr>
      </w:pPr>
    </w:p>
    <w:p w:rsidR="001E514B" w:rsidRPr="00EA4ED6" w:rsidRDefault="001E514B" w:rsidP="001E514B">
      <w:pPr>
        <w:pStyle w:val="eCheckBoxText"/>
        <w:rPr>
          <w:rStyle w:val="eTerm"/>
          <w:bCs/>
          <w:iCs/>
          <w:lang w:val="sk-SK"/>
        </w:rPr>
      </w:pPr>
      <w:r w:rsidRPr="00EA4ED6">
        <w:rPr>
          <w:lang w:val="sk-SK"/>
        </w:rPr>
        <w:t>2.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získavanie príznakov</w:t>
      </w:r>
    </w:p>
    <w:p w:rsidR="001E514B" w:rsidRPr="00EA4ED6" w:rsidRDefault="001E514B" w:rsidP="001E514B">
      <w:pPr>
        <w:pStyle w:val="eCheckBoxText"/>
        <w:rPr>
          <w:lang w:val="sk-SK"/>
        </w:rPr>
      </w:pPr>
    </w:p>
    <w:p w:rsidR="001E514B" w:rsidRPr="00EA4ED6" w:rsidRDefault="001E514B" w:rsidP="001E514B">
      <w:pPr>
        <w:pStyle w:val="eCheckBoxText"/>
        <w:rPr>
          <w:rStyle w:val="eTerm"/>
          <w:bCs/>
          <w:iCs/>
          <w:lang w:val="sk-SK"/>
        </w:rPr>
      </w:pPr>
      <w:r w:rsidRPr="00EA4ED6">
        <w:rPr>
          <w:lang w:val="sk-SK"/>
        </w:rPr>
        <w:t>3.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>meranie vzdialenosti</w:t>
      </w:r>
    </w:p>
    <w:p w:rsidR="001E514B" w:rsidRPr="00EA4ED6" w:rsidRDefault="001E514B" w:rsidP="001E514B">
      <w:pPr>
        <w:pStyle w:val="eCheckBoxText"/>
        <w:rPr>
          <w:lang w:val="sk-SK"/>
        </w:rPr>
      </w:pPr>
    </w:p>
    <w:p w:rsidR="001E514B" w:rsidRPr="00EA4ED6" w:rsidRDefault="001E514B" w:rsidP="001E514B">
      <w:pPr>
        <w:pStyle w:val="eCheckBoxText"/>
        <w:rPr>
          <w:rStyle w:val="eTerm"/>
          <w:bCs/>
          <w:iCs/>
          <w:lang w:val="sk-SK"/>
        </w:rPr>
      </w:pPr>
      <w:r w:rsidRPr="00EA4ED6">
        <w:rPr>
          <w:lang w:val="sk-SK"/>
        </w:rPr>
        <w:t>4.</w:t>
      </w:r>
      <w:r w:rsidRPr="00EA4ED6">
        <w:rPr>
          <w:lang w:val="sk-SK"/>
        </w:rPr>
        <w:tab/>
      </w:r>
      <w:r w:rsidR="00752114" w:rsidRPr="00F971E1">
        <w:rPr>
          <w:lang w:val="sk-SK"/>
        </w:rPr>
        <w:t>____________________________</w:t>
      </w:r>
      <w:r w:rsidR="00F971E1">
        <w:rPr>
          <w:lang w:val="sk-SK"/>
        </w:rPr>
        <w:tab/>
      </w:r>
      <w:r w:rsidRPr="00EA4ED6">
        <w:rPr>
          <w:lang w:val="sk-SK"/>
        </w:rPr>
        <w:t xml:space="preserve">3D snímanie povrchu tváre </w:t>
      </w:r>
    </w:p>
    <w:sectPr w:rsidR="001E514B" w:rsidRPr="00EA4ED6" w:rsidSect="002B41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02C" w:rsidRDefault="00C3002C" w:rsidP="00861A1A">
      <w:r>
        <w:separator/>
      </w:r>
    </w:p>
  </w:endnote>
  <w:endnote w:type="continuationSeparator" w:id="0">
    <w:p w:rsidR="00C3002C" w:rsidRDefault="00C3002C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0E" w:rsidRDefault="00EC16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C160E" w:rsidRPr="003140EE" w:rsidRDefault="00EC160E" w:rsidP="00EC160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EC160E" w:rsidP="00EC160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0E" w:rsidRDefault="00EC16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02C" w:rsidRDefault="00C3002C" w:rsidP="00861A1A">
      <w:r>
        <w:separator/>
      </w:r>
    </w:p>
  </w:footnote>
  <w:footnote w:type="continuationSeparator" w:id="0">
    <w:p w:rsidR="00C3002C" w:rsidRDefault="00C3002C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0E" w:rsidRDefault="00EC16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E0F8B">
      <w:rPr>
        <w:rFonts w:ascii="Calibri" w:hAnsi="Calibri"/>
        <w:b/>
        <w:smallCaps/>
        <w:noProof/>
      </w:rPr>
      <w:t>PRACOVNÝ  LIST</w:t>
    </w:r>
  </w:p>
  <w:p w:rsidR="00C148FD" w:rsidRPr="00C148FD" w:rsidRDefault="001E0F8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identifikácia používateľa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60E" w:rsidRDefault="00EC16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01EAE9B2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3029"/>
    <w:rsid w:val="000A55B3"/>
    <w:rsid w:val="000C6B3A"/>
    <w:rsid w:val="000F673F"/>
    <w:rsid w:val="00120AD4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D00A1"/>
    <w:rsid w:val="001E0F8B"/>
    <w:rsid w:val="001E514B"/>
    <w:rsid w:val="001F6290"/>
    <w:rsid w:val="00213F2C"/>
    <w:rsid w:val="00223478"/>
    <w:rsid w:val="00225015"/>
    <w:rsid w:val="00265F16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944C2"/>
    <w:rsid w:val="003B1326"/>
    <w:rsid w:val="003C13BC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6D6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C1D8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118C5"/>
    <w:rsid w:val="00734028"/>
    <w:rsid w:val="0073574D"/>
    <w:rsid w:val="007460F9"/>
    <w:rsid w:val="00752114"/>
    <w:rsid w:val="0076745A"/>
    <w:rsid w:val="007738BD"/>
    <w:rsid w:val="007837ED"/>
    <w:rsid w:val="007875A9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14F4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554DE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8B5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3002C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1C8B"/>
    <w:rsid w:val="00CD2476"/>
    <w:rsid w:val="00CD38F6"/>
    <w:rsid w:val="00CE09BA"/>
    <w:rsid w:val="00CF4DFA"/>
    <w:rsid w:val="00D060B3"/>
    <w:rsid w:val="00D06992"/>
    <w:rsid w:val="00D20A5C"/>
    <w:rsid w:val="00D2650E"/>
    <w:rsid w:val="00D33524"/>
    <w:rsid w:val="00D47C5C"/>
    <w:rsid w:val="00D573B0"/>
    <w:rsid w:val="00D6535B"/>
    <w:rsid w:val="00D71B81"/>
    <w:rsid w:val="00D76631"/>
    <w:rsid w:val="00D773FA"/>
    <w:rsid w:val="00D9194C"/>
    <w:rsid w:val="00D96E45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4ED6"/>
    <w:rsid w:val="00EB6B74"/>
    <w:rsid w:val="00EB6E4B"/>
    <w:rsid w:val="00EC160E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46B18"/>
    <w:rsid w:val="00F7227F"/>
    <w:rsid w:val="00F748A6"/>
    <w:rsid w:val="00F82C59"/>
    <w:rsid w:val="00F871C6"/>
    <w:rsid w:val="00F8749B"/>
    <w:rsid w:val="00F96A78"/>
    <w:rsid w:val="00F971E1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Heading1">
    <w:name w:val="heading 1"/>
    <w:aliases w:val="eChapterName"/>
    <w:basedOn w:val="Normal"/>
    <w:next w:val="Normal"/>
    <w:link w:val="Heading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Heading1Char">
    <w:name w:val="Heading 1 Char"/>
    <w:aliases w:val="eChapterName Char"/>
    <w:basedOn w:val="DefaultParagraphFont"/>
    <w:link w:val="Heading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Heading6Char">
    <w:name w:val="Heading 6 Char"/>
    <w:basedOn w:val="DefaultParagraphFont"/>
    <w:link w:val="Heading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Heading7Char">
    <w:name w:val="Heading 7 Char"/>
    <w:basedOn w:val="DefaultParagraphFont"/>
    <w:link w:val="Heading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Heading8Char">
    <w:name w:val="Heading 8 Char"/>
    <w:basedOn w:val="DefaultParagraphFont"/>
    <w:link w:val="Heading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Heading9Char">
    <w:name w:val="Heading 9 Char"/>
    <w:basedOn w:val="DefaultParagraphFont"/>
    <w:link w:val="Heading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rsid w:val="00734028"/>
    <w:rPr>
      <w:sz w:val="24"/>
      <w:szCs w:val="24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</Template>
  <TotalTime>7</TotalTime>
  <Pages>2</Pages>
  <Words>227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renata</cp:lastModifiedBy>
  <cp:revision>4</cp:revision>
  <cp:lastPrinted>2013-05-24T15:00:00Z</cp:lastPrinted>
  <dcterms:created xsi:type="dcterms:W3CDTF">2017-01-05T16:42:00Z</dcterms:created>
  <dcterms:modified xsi:type="dcterms:W3CDTF">2017-01-26T10:46:00Z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