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52318D" w:rsidRDefault="002A4E00" w:rsidP="00A13FD8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Doplňte</w:t>
      </w:r>
      <w:r w:rsidR="00950DE0">
        <w:rPr>
          <w:lang w:val="sk-SK"/>
        </w:rPr>
        <w:t>.</w:t>
      </w:r>
    </w:p>
    <w:p w:rsidR="002A4E00" w:rsidRPr="0052318D" w:rsidRDefault="002A4E00" w:rsidP="002A4E00">
      <w:pPr>
        <w:pStyle w:val="eLineBottom"/>
        <w:pBdr>
          <w:bottom w:val="none" w:sz="0" w:space="0" w:color="auto"/>
        </w:pBdr>
        <w:rPr>
          <w:lang w:val="sk-SK"/>
        </w:rPr>
      </w:pPr>
    </w:p>
    <w:p w:rsidR="00F331A6" w:rsidRPr="0052318D" w:rsidRDefault="001E0F8B" w:rsidP="00EF299B">
      <w:pPr>
        <w:pStyle w:val="eText"/>
        <w:spacing w:after="0"/>
        <w:rPr>
          <w:lang w:val="sk-SK"/>
        </w:rPr>
      </w:pPr>
      <w:r w:rsidRPr="0052318D">
        <w:rPr>
          <w:lang w:val="sk-SK"/>
        </w:rPr>
        <w:t>Na ochranu bezpečnosti</w:t>
      </w:r>
      <w:r w:rsidR="004D006D">
        <w:rPr>
          <w:lang w:val="sk-SK"/>
        </w:rPr>
        <w:t xml:space="preserve"> začínajú</w:t>
      </w:r>
      <w:r w:rsidRPr="0052318D">
        <w:rPr>
          <w:lang w:val="sk-SK"/>
        </w:rPr>
        <w:t xml:space="preserve"> systémy a aplikácie používať autentifikáciu na základe </w:t>
      </w:r>
    </w:p>
    <w:p w:rsidR="00C148FD" w:rsidRPr="0052318D" w:rsidRDefault="00A517B2" w:rsidP="003F6027">
      <w:pPr>
        <w:pStyle w:val="eText"/>
        <w:spacing w:after="0"/>
        <w:rPr>
          <w:lang w:val="sk-SK"/>
        </w:rPr>
      </w:pPr>
      <w:r>
        <w:rPr>
          <w:lang w:val="en-US"/>
        </w:rPr>
        <w:t>_____________________________</w:t>
      </w:r>
      <w:r w:rsidR="00F331A6" w:rsidRPr="0052318D">
        <w:rPr>
          <w:lang w:val="sk-SK"/>
        </w:rPr>
        <w:t xml:space="preserve"> </w:t>
      </w:r>
      <w:proofErr w:type="gramStart"/>
      <w:r w:rsidR="001E0F8B" w:rsidRPr="0052318D">
        <w:rPr>
          <w:lang w:val="sk-SK"/>
        </w:rPr>
        <w:t>údajov</w:t>
      </w:r>
      <w:proofErr w:type="gramEnd"/>
      <w:r>
        <w:rPr>
          <w:lang w:val="sk-SK"/>
        </w:rPr>
        <w:t>.</w:t>
      </w:r>
    </w:p>
    <w:p w:rsidR="001922A0" w:rsidRPr="0052318D" w:rsidRDefault="001922A0" w:rsidP="001922A0">
      <w:pPr>
        <w:rPr>
          <w:lang w:val="sk-SK"/>
        </w:rPr>
      </w:pPr>
    </w:p>
    <w:p w:rsidR="007D38F1" w:rsidRPr="0094672F" w:rsidRDefault="007D38F1" w:rsidP="007D38F1">
      <w:pPr>
        <w:pStyle w:val="eLineBottom"/>
        <w:rPr>
          <w:lang w:val="sk-SK"/>
        </w:rPr>
      </w:pPr>
    </w:p>
    <w:p w:rsidR="00985B1B" w:rsidRPr="0052318D" w:rsidRDefault="00985B1B" w:rsidP="00760FED">
      <w:pPr>
        <w:rPr>
          <w:lang w:val="sk-SK"/>
        </w:rPr>
      </w:pPr>
    </w:p>
    <w:p w:rsidR="001922A0" w:rsidRPr="0052318D" w:rsidRDefault="002A4E00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Problém identifikácie hovoriaceho v sebe zahŕňa 3 oblasti výskumu:</w:t>
      </w:r>
    </w:p>
    <w:p w:rsidR="001E0F8B" w:rsidRPr="0052318D" w:rsidRDefault="001E0F8B" w:rsidP="00760FED">
      <w:pPr>
        <w:rPr>
          <w:lang w:val="sk-SK"/>
        </w:rPr>
      </w:pPr>
    </w:p>
    <w:p w:rsidR="00A517B2" w:rsidRPr="00414384" w:rsidRDefault="00A517B2" w:rsidP="00A517B2">
      <w:pPr>
        <w:pStyle w:val="eText"/>
      </w:pPr>
      <w:r w:rsidRPr="00414384">
        <w:t>1.</w:t>
      </w:r>
      <w:r w:rsidRPr="00414384">
        <w:tab/>
      </w:r>
      <w:r>
        <w:rPr>
          <w:lang w:val="en-US"/>
        </w:rPr>
        <w:t>_____________________________</w:t>
      </w:r>
    </w:p>
    <w:p w:rsidR="00A517B2" w:rsidRPr="00414384" w:rsidRDefault="00A517B2" w:rsidP="00A517B2">
      <w:pPr>
        <w:pStyle w:val="eText"/>
      </w:pPr>
      <w:r w:rsidRPr="00414384">
        <w:t>2.</w:t>
      </w:r>
      <w:r w:rsidRPr="00414384">
        <w:tab/>
      </w:r>
      <w:r>
        <w:rPr>
          <w:lang w:val="en-US"/>
        </w:rPr>
        <w:t>_____________________________</w:t>
      </w:r>
    </w:p>
    <w:p w:rsidR="00A517B2" w:rsidRPr="00414384" w:rsidRDefault="00A517B2" w:rsidP="00A517B2">
      <w:pPr>
        <w:pStyle w:val="eText"/>
      </w:pPr>
      <w:r w:rsidRPr="00414384">
        <w:t>3.</w:t>
      </w:r>
      <w:r w:rsidRPr="00414384">
        <w:tab/>
      </w:r>
      <w:r>
        <w:rPr>
          <w:lang w:val="en-US"/>
        </w:rPr>
        <w:t>_____________________________</w:t>
      </w:r>
    </w:p>
    <w:p w:rsidR="007D38F1" w:rsidRPr="0094672F" w:rsidRDefault="007D38F1" w:rsidP="007D38F1">
      <w:pPr>
        <w:pStyle w:val="eLineBottom"/>
        <w:rPr>
          <w:lang w:val="sk-SK"/>
        </w:rPr>
      </w:pPr>
    </w:p>
    <w:p w:rsidR="007D38F1" w:rsidRPr="0094672F" w:rsidRDefault="007D38F1" w:rsidP="007D38F1">
      <w:pPr>
        <w:rPr>
          <w:lang w:val="sk-SK"/>
        </w:rPr>
      </w:pPr>
    </w:p>
    <w:p w:rsidR="001E0F8B" w:rsidRPr="0052318D" w:rsidRDefault="001E0F8B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Príznaky pre identifikáciu hovoriaceho sa delia do viacerých úrovní:</w:t>
      </w:r>
    </w:p>
    <w:p w:rsidR="002A4E00" w:rsidRPr="0052318D" w:rsidRDefault="002A4E00" w:rsidP="00760FED">
      <w:pPr>
        <w:rPr>
          <w:lang w:val="sk-SK"/>
        </w:rPr>
      </w:pPr>
    </w:p>
    <w:p w:rsidR="002A4E00" w:rsidRPr="0052318D" w:rsidRDefault="002A4E00" w:rsidP="003F6027">
      <w:pPr>
        <w:pStyle w:val="eText"/>
        <w:spacing w:after="0"/>
        <w:rPr>
          <w:szCs w:val="20"/>
          <w:lang w:val="sk-SK"/>
        </w:rPr>
      </w:pPr>
      <w:r w:rsidRPr="0052318D">
        <w:rPr>
          <w:rStyle w:val="eCheckBoxSquareChar"/>
          <w:lang w:val="sk-SK"/>
        </w:rPr>
        <w:t>□</w:t>
      </w:r>
      <w:r w:rsidR="00760FED">
        <w:rPr>
          <w:szCs w:val="40"/>
          <w:lang w:val="sk-SK"/>
        </w:rPr>
        <w:tab/>
      </w:r>
      <w:r w:rsidRPr="0052318D">
        <w:rPr>
          <w:szCs w:val="20"/>
          <w:lang w:val="sk-SK"/>
        </w:rPr>
        <w:t>Akustické</w:t>
      </w:r>
    </w:p>
    <w:p w:rsidR="002A4E00" w:rsidRPr="0052318D" w:rsidRDefault="002A4E00" w:rsidP="003F6027">
      <w:pPr>
        <w:pStyle w:val="eText"/>
        <w:spacing w:after="0"/>
        <w:rPr>
          <w:rStyle w:val="eTerm"/>
          <w:sz w:val="20"/>
          <w:szCs w:val="20"/>
          <w:lang w:val="sk-SK"/>
        </w:rPr>
      </w:pPr>
      <w:r w:rsidRPr="0052318D">
        <w:rPr>
          <w:rStyle w:val="eCheckBoxSquareChar"/>
          <w:lang w:val="sk-SK"/>
        </w:rPr>
        <w:t>□</w:t>
      </w:r>
      <w:r w:rsidRPr="0052318D">
        <w:rPr>
          <w:szCs w:val="40"/>
          <w:lang w:val="sk-SK"/>
        </w:rPr>
        <w:tab/>
      </w:r>
      <w:r w:rsidRPr="0052318D">
        <w:rPr>
          <w:szCs w:val="20"/>
          <w:lang w:val="sk-SK"/>
        </w:rPr>
        <w:t>Príznaky nižšej úrovne</w:t>
      </w:r>
    </w:p>
    <w:p w:rsidR="002A4E00" w:rsidRPr="0052318D" w:rsidRDefault="002A4E00" w:rsidP="003F6027">
      <w:pPr>
        <w:pStyle w:val="eText"/>
        <w:spacing w:after="0"/>
        <w:rPr>
          <w:rStyle w:val="eTerm"/>
          <w:lang w:val="sk-SK"/>
        </w:rPr>
      </w:pPr>
      <w:r w:rsidRPr="0052318D">
        <w:rPr>
          <w:rStyle w:val="eCheckBoxSquareChar"/>
          <w:lang w:val="sk-SK"/>
        </w:rPr>
        <w:t>□</w:t>
      </w:r>
      <w:r w:rsidRPr="0052318D">
        <w:rPr>
          <w:szCs w:val="40"/>
          <w:lang w:val="sk-SK"/>
        </w:rPr>
        <w:tab/>
        <w:t xml:space="preserve"> </w:t>
      </w:r>
      <w:r w:rsidRPr="0052318D">
        <w:rPr>
          <w:lang w:val="sk-SK"/>
        </w:rPr>
        <w:t>Prozodické</w:t>
      </w:r>
    </w:p>
    <w:p w:rsidR="002A4E00" w:rsidRPr="0052318D" w:rsidRDefault="002A4E00" w:rsidP="003F6027">
      <w:pPr>
        <w:pStyle w:val="eText"/>
        <w:spacing w:after="0"/>
        <w:rPr>
          <w:rStyle w:val="eTerm"/>
          <w:lang w:val="sk-SK"/>
        </w:rPr>
      </w:pPr>
      <w:r w:rsidRPr="0052318D">
        <w:rPr>
          <w:rStyle w:val="eCheckBoxSquareChar"/>
          <w:lang w:val="sk-SK"/>
        </w:rPr>
        <w:t>□</w:t>
      </w:r>
      <w:r w:rsidR="00760FED">
        <w:rPr>
          <w:rStyle w:val="eCheckBoxSquareChar"/>
          <w:lang w:val="sk-SK"/>
        </w:rPr>
        <w:tab/>
      </w:r>
      <w:r w:rsidRPr="0052318D">
        <w:rPr>
          <w:szCs w:val="20"/>
          <w:lang w:val="sk-SK" w:eastAsia="cs-CZ"/>
        </w:rPr>
        <w:t>Príznaky vyššej úrovne</w:t>
      </w:r>
    </w:p>
    <w:p w:rsidR="007D38F1" w:rsidRPr="0094672F" w:rsidRDefault="007D38F1" w:rsidP="007D38F1">
      <w:pPr>
        <w:pStyle w:val="eLineBottom"/>
        <w:rPr>
          <w:lang w:val="sk-SK"/>
        </w:rPr>
      </w:pPr>
    </w:p>
    <w:p w:rsidR="00985B1B" w:rsidRPr="0052318D" w:rsidRDefault="00985B1B" w:rsidP="001922A0">
      <w:pPr>
        <w:rPr>
          <w:lang w:val="sk-SK"/>
        </w:rPr>
      </w:pPr>
    </w:p>
    <w:p w:rsidR="00985B1B" w:rsidRPr="0052318D" w:rsidRDefault="00985B1B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Medzi metódy klasifikácie, resp. rozhodnutia, kde sa určí ktorému hovoriacemu dané príznaky reči najlepšie zodpovedajú</w:t>
      </w:r>
      <w:r w:rsidR="003944C2" w:rsidRPr="0052318D">
        <w:rPr>
          <w:lang w:val="sk-SK"/>
        </w:rPr>
        <w:t xml:space="preserve">, </w:t>
      </w:r>
      <w:r w:rsidRPr="0052318D">
        <w:rPr>
          <w:lang w:val="sk-SK"/>
        </w:rPr>
        <w:t xml:space="preserve"> nepatria:</w:t>
      </w:r>
    </w:p>
    <w:p w:rsidR="00985B1B" w:rsidRPr="0052318D" w:rsidRDefault="00985B1B" w:rsidP="00760FED">
      <w:pPr>
        <w:rPr>
          <w:lang w:val="sk-SK"/>
        </w:rPr>
      </w:pPr>
    </w:p>
    <w:p w:rsidR="00985B1B" w:rsidRPr="0052318D" w:rsidRDefault="00985B1B" w:rsidP="003F6027">
      <w:pPr>
        <w:pStyle w:val="eText"/>
        <w:spacing w:after="0"/>
        <w:rPr>
          <w:szCs w:val="20"/>
          <w:lang w:val="sk-SK" w:eastAsia="cs-CZ"/>
        </w:rPr>
      </w:pPr>
      <w:r w:rsidRPr="0052318D">
        <w:rPr>
          <w:rStyle w:val="eCheckBoxSquareChar"/>
          <w:lang w:val="sk-SK"/>
        </w:rPr>
        <w:t>□</w:t>
      </w:r>
      <w:r w:rsidRPr="0052318D">
        <w:rPr>
          <w:szCs w:val="40"/>
          <w:lang w:val="sk-SK"/>
        </w:rPr>
        <w:tab/>
      </w:r>
      <w:r w:rsidRPr="0052318D">
        <w:rPr>
          <w:szCs w:val="20"/>
          <w:lang w:val="sk-SK" w:eastAsia="cs-CZ"/>
        </w:rPr>
        <w:t>Parametrické metódy</w:t>
      </w:r>
    </w:p>
    <w:p w:rsidR="00985B1B" w:rsidRPr="0052318D" w:rsidRDefault="00985B1B" w:rsidP="003F6027">
      <w:pPr>
        <w:pStyle w:val="eText"/>
        <w:spacing w:after="0"/>
        <w:rPr>
          <w:rStyle w:val="eTerm"/>
          <w:lang w:val="sk-SK"/>
        </w:rPr>
      </w:pPr>
      <w:r w:rsidRPr="0052318D">
        <w:rPr>
          <w:rStyle w:val="eCheckBoxSquareChar"/>
          <w:lang w:val="sk-SK"/>
        </w:rPr>
        <w:t>□</w:t>
      </w:r>
      <w:r w:rsidRPr="0052318D">
        <w:rPr>
          <w:szCs w:val="40"/>
          <w:lang w:val="sk-SK"/>
        </w:rPr>
        <w:tab/>
      </w:r>
      <w:r w:rsidRPr="0052318D">
        <w:rPr>
          <w:szCs w:val="20"/>
          <w:lang w:val="sk-SK"/>
        </w:rPr>
        <w:t>Aproximačné metódy</w:t>
      </w:r>
    </w:p>
    <w:p w:rsidR="00985B1B" w:rsidRPr="0052318D" w:rsidRDefault="00985B1B" w:rsidP="003F6027">
      <w:pPr>
        <w:pStyle w:val="eText"/>
        <w:spacing w:after="0"/>
        <w:rPr>
          <w:rStyle w:val="eTerm"/>
          <w:lang w:val="sk-SK"/>
        </w:rPr>
      </w:pPr>
      <w:r w:rsidRPr="0052318D">
        <w:rPr>
          <w:rStyle w:val="eCheckBoxSquareChar"/>
          <w:lang w:val="sk-SK"/>
        </w:rPr>
        <w:t>□</w:t>
      </w:r>
      <w:r w:rsidRPr="0052318D">
        <w:rPr>
          <w:szCs w:val="40"/>
          <w:lang w:val="sk-SK"/>
        </w:rPr>
        <w:tab/>
      </w:r>
      <w:r w:rsidRPr="0052318D">
        <w:rPr>
          <w:szCs w:val="20"/>
          <w:lang w:val="sk-SK"/>
        </w:rPr>
        <w:t>Neparametrické metódy</w:t>
      </w:r>
    </w:p>
    <w:p w:rsidR="00985B1B" w:rsidRPr="0052318D" w:rsidRDefault="00985B1B" w:rsidP="003F6027">
      <w:pPr>
        <w:pStyle w:val="eText"/>
        <w:spacing w:after="0"/>
        <w:rPr>
          <w:lang w:val="sk-SK"/>
        </w:rPr>
      </w:pPr>
      <w:r w:rsidRPr="0052318D">
        <w:rPr>
          <w:rStyle w:val="eCheckBoxSquareChar"/>
          <w:lang w:val="sk-SK"/>
        </w:rPr>
        <w:t>□</w:t>
      </w:r>
      <w:r w:rsidR="00760FED">
        <w:rPr>
          <w:rStyle w:val="eCheckBoxSquareChar"/>
          <w:lang w:val="sk-SK"/>
        </w:rPr>
        <w:tab/>
      </w:r>
      <w:r w:rsidRPr="0052318D">
        <w:rPr>
          <w:lang w:val="sk-SK"/>
        </w:rPr>
        <w:t>Diskriminatívne metódy</w:t>
      </w:r>
    </w:p>
    <w:p w:rsidR="007D38F1" w:rsidRPr="0094672F" w:rsidRDefault="007D38F1" w:rsidP="007D38F1">
      <w:pPr>
        <w:pStyle w:val="eLineBottom"/>
        <w:rPr>
          <w:lang w:val="sk-SK"/>
        </w:rPr>
      </w:pPr>
    </w:p>
    <w:p w:rsidR="00985B1B" w:rsidRPr="0052318D" w:rsidRDefault="00985B1B" w:rsidP="00985B1B">
      <w:pPr>
        <w:pStyle w:val="eCheckBoxText"/>
        <w:ind w:left="284" w:hanging="284"/>
        <w:rPr>
          <w:lang w:val="sk-SK"/>
        </w:rPr>
      </w:pPr>
    </w:p>
    <w:p w:rsidR="00C444FD" w:rsidRPr="0052318D" w:rsidRDefault="00C444FD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Primárnou úlohou rečového signálu je  prenos rečovej informácie</w:t>
      </w:r>
      <w:r w:rsidR="00BB39F5">
        <w:rPr>
          <w:lang w:val="sk-SK"/>
        </w:rPr>
        <w:t>.</w:t>
      </w:r>
      <w:r w:rsidR="00BB39F5" w:rsidRPr="0052318D">
        <w:rPr>
          <w:lang w:val="sk-SK"/>
        </w:rPr>
        <w:t xml:space="preserve"> </w:t>
      </w:r>
      <w:r w:rsidR="00BB39F5">
        <w:rPr>
          <w:lang w:val="sk-SK"/>
        </w:rPr>
        <w:t>T</w:t>
      </w:r>
      <w:r w:rsidR="00BB39F5" w:rsidRPr="0052318D">
        <w:rPr>
          <w:lang w:val="sk-SK"/>
        </w:rPr>
        <w:t xml:space="preserve">en </w:t>
      </w:r>
      <w:r w:rsidRPr="0052318D">
        <w:rPr>
          <w:lang w:val="sk-SK"/>
        </w:rPr>
        <w:t>v sebe obsahuje aj dodatočné informácie napr. špecifické pre hovoriace</w:t>
      </w:r>
      <w:r w:rsidR="002E1F57" w:rsidRPr="0052318D">
        <w:rPr>
          <w:lang w:val="sk-SK"/>
        </w:rPr>
        <w:t>ho</w:t>
      </w:r>
      <w:r w:rsidRPr="0052318D">
        <w:rPr>
          <w:lang w:val="sk-SK"/>
        </w:rPr>
        <w:t>, ktoré sú dané:</w:t>
      </w:r>
    </w:p>
    <w:p w:rsidR="00A517B2" w:rsidRPr="008A0046" w:rsidRDefault="00A517B2" w:rsidP="00A517B2"/>
    <w:p w:rsidR="00A517B2" w:rsidRPr="00414384" w:rsidRDefault="00A517B2" w:rsidP="00A517B2">
      <w:pPr>
        <w:pStyle w:val="eText"/>
      </w:pPr>
      <w:r w:rsidRPr="00414384">
        <w:t>1.</w:t>
      </w:r>
      <w:r w:rsidRPr="00414384">
        <w:tab/>
      </w:r>
      <w:r>
        <w:rPr>
          <w:lang w:val="en-US"/>
        </w:rPr>
        <w:t>_____________________________</w:t>
      </w:r>
    </w:p>
    <w:p w:rsidR="00A517B2" w:rsidRPr="00336F49" w:rsidRDefault="00A517B2" w:rsidP="00A517B2">
      <w:pPr>
        <w:pStyle w:val="eText"/>
      </w:pPr>
      <w:r w:rsidRPr="00414384">
        <w:t>2.</w:t>
      </w:r>
      <w:r>
        <w:tab/>
      </w:r>
      <w:r>
        <w:rPr>
          <w:lang w:val="en-US"/>
        </w:rPr>
        <w:t>_____________________________</w:t>
      </w:r>
    </w:p>
    <w:p w:rsidR="00A517B2" w:rsidRPr="00414384" w:rsidRDefault="00A517B2" w:rsidP="00A517B2">
      <w:pPr>
        <w:pStyle w:val="eText"/>
      </w:pPr>
      <w:r w:rsidRPr="00414384">
        <w:t>3.</w:t>
      </w:r>
      <w:r>
        <w:tab/>
      </w:r>
      <w:r>
        <w:rPr>
          <w:lang w:val="en-US"/>
        </w:rPr>
        <w:t>_____________________________</w:t>
      </w:r>
    </w:p>
    <w:p w:rsidR="002E1F57" w:rsidRPr="0052318D" w:rsidRDefault="002E1F57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lastRenderedPageBreak/>
        <w:t>Priraďte správnu definíciu</w:t>
      </w:r>
      <w:r w:rsidR="0006437F">
        <w:rPr>
          <w:lang w:val="sk-SK"/>
        </w:rPr>
        <w:t>.</w:t>
      </w:r>
      <w:r w:rsidR="0006437F" w:rsidRPr="0052318D">
        <w:rPr>
          <w:lang w:val="sk-SK"/>
        </w:rPr>
        <w:t xml:space="preserve"> </w:t>
      </w:r>
    </w:p>
    <w:p w:rsidR="002E1F57" w:rsidRPr="0052318D" w:rsidRDefault="002E1F57" w:rsidP="00760FED">
      <w:pPr>
        <w:rPr>
          <w:lang w:val="sk-SK"/>
        </w:rPr>
      </w:pPr>
    </w:p>
    <w:p w:rsidR="002E1F57" w:rsidRPr="0052318D" w:rsidRDefault="002E1F57" w:rsidP="00760FED">
      <w:pPr>
        <w:pStyle w:val="eText"/>
        <w:tabs>
          <w:tab w:val="left" w:pos="709"/>
          <w:tab w:val="left" w:pos="2694"/>
        </w:tabs>
        <w:rPr>
          <w:lang w:val="sk-SK"/>
        </w:rPr>
      </w:pPr>
      <w:r w:rsidRPr="0052318D">
        <w:rPr>
          <w:lang w:val="sk-SK"/>
        </w:rPr>
        <w:t>1.</w:t>
      </w:r>
      <w:r w:rsidRPr="0052318D">
        <w:rPr>
          <w:lang w:val="sk-SK"/>
        </w:rPr>
        <w:tab/>
        <w:t>Identifikácia</w:t>
      </w:r>
      <w:r w:rsidR="00760FED">
        <w:rPr>
          <w:lang w:val="sk-SK"/>
        </w:rPr>
        <w:tab/>
      </w:r>
      <w:r w:rsidR="00A517B2" w:rsidRPr="00414384">
        <w:t>__________________________</w:t>
      </w:r>
      <w:r w:rsidR="008D6149" w:rsidRPr="0052318D">
        <w:rPr>
          <w:lang w:val="sk-SK"/>
        </w:rPr>
        <w:t xml:space="preserve"> </w:t>
      </w:r>
    </w:p>
    <w:p w:rsidR="002E1F57" w:rsidRPr="0052318D" w:rsidRDefault="002E1F57" w:rsidP="00760FED">
      <w:pPr>
        <w:pStyle w:val="eText"/>
        <w:tabs>
          <w:tab w:val="left" w:pos="709"/>
          <w:tab w:val="left" w:pos="2694"/>
        </w:tabs>
        <w:rPr>
          <w:rStyle w:val="eTerm"/>
          <w:lang w:val="sk-SK"/>
        </w:rPr>
      </w:pPr>
      <w:r w:rsidRPr="0052318D">
        <w:rPr>
          <w:lang w:val="sk-SK"/>
        </w:rPr>
        <w:t>2.</w:t>
      </w:r>
      <w:r w:rsidRPr="0052318D">
        <w:rPr>
          <w:lang w:val="sk-SK"/>
        </w:rPr>
        <w:tab/>
        <w:t>Autentifikácia</w:t>
      </w:r>
      <w:r w:rsidR="00760FED">
        <w:rPr>
          <w:lang w:val="sk-SK"/>
        </w:rPr>
        <w:tab/>
      </w:r>
      <w:r w:rsidR="00A517B2" w:rsidRPr="00414384">
        <w:t>__________________________</w:t>
      </w:r>
    </w:p>
    <w:p w:rsidR="002E1F57" w:rsidRPr="0052318D" w:rsidRDefault="002E1F57" w:rsidP="00760FED">
      <w:pPr>
        <w:pStyle w:val="eText"/>
        <w:tabs>
          <w:tab w:val="left" w:pos="709"/>
          <w:tab w:val="left" w:pos="2694"/>
        </w:tabs>
        <w:rPr>
          <w:lang w:val="sk-SK"/>
        </w:rPr>
      </w:pPr>
      <w:r w:rsidRPr="0052318D">
        <w:rPr>
          <w:lang w:val="sk-SK"/>
        </w:rPr>
        <w:t>3.</w:t>
      </w:r>
      <w:r w:rsidRPr="0052318D">
        <w:rPr>
          <w:lang w:val="sk-SK"/>
        </w:rPr>
        <w:tab/>
        <w:t>Autorizácia</w:t>
      </w:r>
      <w:r w:rsidR="00760FED">
        <w:rPr>
          <w:lang w:val="sk-SK"/>
        </w:rPr>
        <w:tab/>
      </w:r>
      <w:r w:rsidR="00A517B2" w:rsidRPr="00414384">
        <w:t>__________________________</w:t>
      </w:r>
    </w:p>
    <w:p w:rsidR="002E1F57" w:rsidRPr="0052318D" w:rsidRDefault="002E1F57" w:rsidP="003F6027">
      <w:pPr>
        <w:pStyle w:val="eText"/>
        <w:rPr>
          <w:lang w:val="sk-SK"/>
        </w:rPr>
      </w:pPr>
    </w:p>
    <w:p w:rsidR="002E1F57" w:rsidRPr="0052318D" w:rsidRDefault="002E1F57" w:rsidP="00A13FD8">
      <w:pPr>
        <w:pStyle w:val="eText"/>
        <w:spacing w:after="120"/>
        <w:ind w:left="352" w:hanging="352"/>
        <w:rPr>
          <w:lang w:val="sk-SK"/>
        </w:rPr>
      </w:pPr>
      <w:r w:rsidRPr="00A517B2">
        <w:rPr>
          <w:b/>
          <w:lang w:val="sk-SK"/>
        </w:rPr>
        <w:t>1</w:t>
      </w:r>
      <w:r w:rsidR="00A517B2">
        <w:rPr>
          <w:b/>
          <w:lang w:val="sk-SK"/>
        </w:rPr>
        <w:t xml:space="preserve"> </w:t>
      </w:r>
      <w:r w:rsidR="00760FED">
        <w:rPr>
          <w:b/>
          <w:lang w:val="sk-SK"/>
        </w:rPr>
        <w:t>–</w:t>
      </w:r>
      <w:r w:rsidRPr="0052318D">
        <w:rPr>
          <w:lang w:val="sk-SK"/>
        </w:rPr>
        <w:t xml:space="preserve">  po prijatí identifikačného tokenu musí identifikovaný používateľ poskytnúť dôkaz</w:t>
      </w:r>
      <w:r w:rsidR="00760FED">
        <w:rPr>
          <w:lang w:val="sk-SK"/>
        </w:rPr>
        <w:t xml:space="preserve"> </w:t>
      </w:r>
      <w:r w:rsidRPr="0052318D">
        <w:rPr>
          <w:lang w:val="sk-SK"/>
        </w:rPr>
        <w:t xml:space="preserve">o svojej identite. </w:t>
      </w:r>
    </w:p>
    <w:p w:rsidR="002E1F57" w:rsidRPr="0052318D" w:rsidRDefault="002E1F57" w:rsidP="00A13FD8">
      <w:pPr>
        <w:pStyle w:val="eText"/>
        <w:spacing w:after="120"/>
        <w:ind w:left="352" w:hanging="352"/>
        <w:rPr>
          <w:lang w:val="sk-SK"/>
        </w:rPr>
      </w:pPr>
      <w:r w:rsidRPr="00A517B2">
        <w:rPr>
          <w:b/>
          <w:lang w:val="sk-SK"/>
        </w:rPr>
        <w:t>2</w:t>
      </w:r>
      <w:r w:rsidR="00A517B2">
        <w:rPr>
          <w:b/>
          <w:lang w:val="sk-SK"/>
        </w:rPr>
        <w:t xml:space="preserve"> </w:t>
      </w:r>
      <w:r w:rsidR="00760FED">
        <w:rPr>
          <w:b/>
          <w:lang w:val="sk-SK"/>
        </w:rPr>
        <w:t>–</w:t>
      </w:r>
      <w:r w:rsidR="00A517B2">
        <w:rPr>
          <w:b/>
          <w:lang w:val="sk-SK"/>
        </w:rPr>
        <w:t xml:space="preserve"> </w:t>
      </w:r>
      <w:r w:rsidRPr="0052318D">
        <w:rPr>
          <w:lang w:val="sk-SK"/>
        </w:rPr>
        <w:t>povoľuje alebo zakazuje používateľovi prístup ku požadovanému obsahu  a vykonanie setu akcií na základe jeho oprávnení.</w:t>
      </w:r>
    </w:p>
    <w:p w:rsidR="002E1F57" w:rsidRDefault="002E1F57" w:rsidP="00A13FD8">
      <w:pPr>
        <w:pStyle w:val="eText"/>
        <w:spacing w:after="120"/>
        <w:ind w:left="352" w:hanging="352"/>
        <w:rPr>
          <w:lang w:val="sk-SK"/>
        </w:rPr>
      </w:pPr>
      <w:r w:rsidRPr="00A517B2">
        <w:rPr>
          <w:b/>
          <w:lang w:val="sk-SK"/>
        </w:rPr>
        <w:t>3</w:t>
      </w:r>
      <w:r w:rsidR="00A517B2">
        <w:rPr>
          <w:b/>
          <w:lang w:val="sk-SK"/>
        </w:rPr>
        <w:t xml:space="preserve"> </w:t>
      </w:r>
      <w:r w:rsidR="00760FED">
        <w:rPr>
          <w:b/>
          <w:lang w:val="sk-SK"/>
        </w:rPr>
        <w:t>–</w:t>
      </w:r>
      <w:r w:rsidRPr="0052318D">
        <w:rPr>
          <w:lang w:val="sk-SK"/>
        </w:rPr>
        <w:t xml:space="preserve"> je krok, pri ktorom sa používateľ preukáže tzv. tokenom alebo identifikačným reťazcom,</w:t>
      </w:r>
      <w:r w:rsidR="00760FED">
        <w:rPr>
          <w:lang w:val="sk-SK"/>
        </w:rPr>
        <w:t xml:space="preserve"> </w:t>
      </w:r>
      <w:r w:rsidRPr="0052318D">
        <w:rPr>
          <w:lang w:val="sk-SK"/>
        </w:rPr>
        <w:t>napr. v tvare e-mailovej adresy alebo tel. čísla.</w:t>
      </w:r>
    </w:p>
    <w:p w:rsidR="007D38F1" w:rsidRPr="0094672F" w:rsidRDefault="007D38F1" w:rsidP="007D38F1">
      <w:pPr>
        <w:pStyle w:val="eLineBottom"/>
        <w:rPr>
          <w:lang w:val="sk-SK"/>
        </w:rPr>
      </w:pPr>
    </w:p>
    <w:p w:rsidR="007D38F1" w:rsidRPr="0094672F" w:rsidRDefault="007D38F1" w:rsidP="007D38F1">
      <w:pPr>
        <w:rPr>
          <w:lang w:val="sk-SK"/>
        </w:rPr>
      </w:pPr>
    </w:p>
    <w:p w:rsidR="002E1F57" w:rsidRPr="0052318D" w:rsidRDefault="002E1F57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t>Doplňte entity zahrnuté v autentifikačnom procese</w:t>
      </w:r>
      <w:r w:rsidR="00950DE0">
        <w:rPr>
          <w:lang w:val="sk-SK"/>
        </w:rPr>
        <w:t>.</w:t>
      </w:r>
    </w:p>
    <w:p w:rsidR="00F42DC5" w:rsidRDefault="00F42DC5" w:rsidP="00760FED">
      <w:pPr>
        <w:rPr>
          <w:lang w:val="sk-SK"/>
        </w:rPr>
      </w:pPr>
    </w:p>
    <w:p w:rsidR="00A517B2" w:rsidRPr="0052318D" w:rsidRDefault="00A517B2" w:rsidP="00F0467D">
      <w:pPr>
        <w:pStyle w:val="eTask"/>
        <w:numPr>
          <w:ilvl w:val="0"/>
          <w:numId w:val="0"/>
        </w:numPr>
        <w:ind w:left="360"/>
        <w:rPr>
          <w:lang w:val="sk-SK"/>
        </w:rPr>
      </w:pPr>
      <w:r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915" w:rsidRPr="0052318D" w:rsidRDefault="00B44915" w:rsidP="00F0467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760FED" w:rsidRDefault="00760FED" w:rsidP="00A13FD8">
      <w:pPr>
        <w:pStyle w:val="eText"/>
        <w:spacing w:after="0"/>
        <w:rPr>
          <w:b/>
          <w:lang w:val="sk-SK"/>
        </w:rPr>
      </w:pPr>
      <w:r>
        <w:rPr>
          <w:lang w:val="sk-SK"/>
        </w:rPr>
        <w:t xml:space="preserve">Autentifikačný mechanizmus, </w:t>
      </w:r>
      <w:r w:rsidR="00F42DC5" w:rsidRPr="0052318D">
        <w:rPr>
          <w:lang w:val="sk-SK"/>
        </w:rPr>
        <w:t>Systém, Databáza, Vstupný mechanizmus</w:t>
      </w:r>
      <w:r w:rsidR="00417A58">
        <w:rPr>
          <w:lang w:val="sk-SK"/>
        </w:rPr>
        <w:t xml:space="preserve">, </w:t>
      </w:r>
      <w:r w:rsidR="00417A58" w:rsidRPr="00417A58">
        <w:rPr>
          <w:lang w:val="sk-SK"/>
        </w:rPr>
        <w:t>Ľudský faktor, Technológia, Dostupnosť, Bezpečnosť a zraniteľnosť</w:t>
      </w:r>
      <w:r w:rsidR="00580487">
        <w:rPr>
          <w:lang w:val="sk-SK"/>
        </w:rPr>
        <w:t xml:space="preserve"> </w:t>
      </w:r>
      <w:bookmarkStart w:id="0" w:name="_GoBack"/>
      <w:bookmarkEnd w:id="0"/>
      <w:r>
        <w:rPr>
          <w:lang w:val="sk-SK"/>
        </w:rPr>
        <w:br w:type="page"/>
      </w:r>
    </w:p>
    <w:p w:rsidR="00F0467D" w:rsidRDefault="00F42DC5" w:rsidP="00A517B2">
      <w:pPr>
        <w:pStyle w:val="eTask"/>
        <w:ind w:left="0" w:firstLine="0"/>
        <w:rPr>
          <w:lang w:val="sk-SK"/>
        </w:rPr>
      </w:pPr>
      <w:r w:rsidRPr="0052318D">
        <w:rPr>
          <w:lang w:val="sk-SK"/>
        </w:rPr>
        <w:lastRenderedPageBreak/>
        <w:t xml:space="preserve">Správne priraďte </w:t>
      </w:r>
      <w:r w:rsidR="00B44915" w:rsidRPr="0052318D">
        <w:rPr>
          <w:lang w:val="sk-SK"/>
        </w:rPr>
        <w:t>objekty modelu riadenia prístupu</w:t>
      </w:r>
      <w:r w:rsidR="00950DE0">
        <w:rPr>
          <w:lang w:val="sk-SK"/>
        </w:rPr>
        <w:t>.</w:t>
      </w:r>
    </w:p>
    <w:p w:rsidR="00760FED" w:rsidRPr="0052318D" w:rsidRDefault="00760FED" w:rsidP="00760FED">
      <w:pPr>
        <w:rPr>
          <w:lang w:val="sk-SK"/>
        </w:rPr>
      </w:pPr>
    </w:p>
    <w:p w:rsidR="00A517B2" w:rsidRDefault="00BE59A7" w:rsidP="00A517B2">
      <w:r>
        <w:rPr>
          <w:noProof/>
          <w:lang w:val="sk-SK" w:eastAsia="sk-SK"/>
        </w:rPr>
        <w:pict>
          <v:rect id="Obdélník 28" o:spid="_x0000_s1026" style="position:absolute;margin-left:350.6pt;margin-top:9.5pt;width:96.75pt;height:63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Obdélník 26" o:spid="_x0000_s1039" style="position:absolute;margin-left:192.9pt;margin-top:9.5pt;width:96.75pt;height:6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Obdélník 25" o:spid="_x0000_s1038" style="position:absolute;margin-left:32.85pt;margin-top:9.5pt;width:96.75pt;height:6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" filled="f" strokecolor="black [3213]" strokeweight="1pt">
            <v:path arrowok="t"/>
          </v:rect>
        </w:pict>
      </w:r>
    </w:p>
    <w:p w:rsidR="00A517B2" w:rsidRDefault="00A517B2" w:rsidP="00A517B2"/>
    <w:p w:rsidR="00A517B2" w:rsidRDefault="00A517B2" w:rsidP="00A517B2"/>
    <w:p w:rsidR="00A517B2" w:rsidRDefault="00A517B2" w:rsidP="00A517B2"/>
    <w:p w:rsidR="00A517B2" w:rsidRDefault="00A517B2" w:rsidP="00A517B2"/>
    <w:p w:rsidR="00A517B2" w:rsidRDefault="00BE59A7" w:rsidP="00A517B2">
      <w:r>
        <w:rPr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36" o:spid="_x0000_s1037" type="#_x0000_t32" style="position:absolute;margin-left:243.05pt;margin-top:4.45pt;width:0;height:115.2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Přímá spojnice se šipkou 34" o:spid="_x0000_s1036" type="#_x0000_t32" style="position:absolute;margin-left:400.3pt;margin-top:4.5pt;width:0;height:36.4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Přímá spojnice se šipkou 33" o:spid="_x0000_s1035" type="#_x0000_t32" style="position:absolute;margin-left:80.2pt;margin-top:4.35pt;width:0;height:36.4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" strokecolor="black [3213]" strokeweight="1pt">
            <v:stroke endarrow="block"/>
            <o:lock v:ext="edit" shapetype="f"/>
          </v:shape>
        </w:pict>
      </w:r>
    </w:p>
    <w:p w:rsidR="00A517B2" w:rsidRDefault="00A517B2" w:rsidP="00A517B2"/>
    <w:p w:rsidR="00A517B2" w:rsidRDefault="00BE59A7" w:rsidP="00A517B2">
      <w:r>
        <w:rPr>
          <w:noProof/>
          <w:lang w:val="sk-SK" w:eastAsia="sk-SK"/>
        </w:rPr>
        <w:pict>
          <v:rect id="Obdélník 30" o:spid="_x0000_s1034" style="position:absolute;margin-left:353.6pt;margin-top:12.95pt;width:96.75pt;height:6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Obdélník 29" o:spid="_x0000_s1033" style="position:absolute;margin-left:32.8pt;margin-top:12.95pt;width:96.75pt;height:6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" filled="f" strokecolor="black [3213]" strokeweight="1pt">
            <v:path arrowok="t"/>
          </v:rect>
        </w:pict>
      </w:r>
    </w:p>
    <w:p w:rsidR="00A517B2" w:rsidRDefault="00A517B2" w:rsidP="00A517B2"/>
    <w:p w:rsidR="00A517B2" w:rsidRDefault="00A517B2" w:rsidP="00A517B2"/>
    <w:p w:rsidR="00A517B2" w:rsidRDefault="00A517B2" w:rsidP="00A517B2"/>
    <w:p w:rsidR="00A517B2" w:rsidRDefault="00A517B2" w:rsidP="00A517B2"/>
    <w:p w:rsidR="00A517B2" w:rsidRDefault="00BE59A7" w:rsidP="00A517B2">
      <w:r>
        <w:rPr>
          <w:noProof/>
          <w:lang w:val="sk-SK" w:eastAsia="sk-SK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ravoúhlá spojnice 38" o:spid="_x0000_s1032" type="#_x0000_t34" style="position:absolute;margin-left:289.7pt;margin-top:8.1pt;width:114.65pt;height:46.0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" adj="160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Pravoúhlá spojnice 37" o:spid="_x0000_s1031" type="#_x0000_t34" style="position:absolute;margin-left:80.05pt;margin-top:8.1pt;width:112.9pt;height:46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" adj="106" strokecolor="black [3213]" strokeweight="1pt">
            <v:stroke endarrow="block"/>
            <o:lock v:ext="edit" shapetype="f"/>
          </v:shape>
        </w:pict>
      </w:r>
    </w:p>
    <w:p w:rsidR="00A517B2" w:rsidRDefault="00BE59A7" w:rsidP="00A517B2">
      <w:r>
        <w:rPr>
          <w:noProof/>
          <w:lang w:val="sk-SK" w:eastAsia="sk-SK"/>
        </w:rPr>
        <w:pict>
          <v:rect id="Obdélník 31" o:spid="_x0000_s1030" style="position:absolute;margin-left:192.85pt;margin-top:9.05pt;width:96.75pt;height:6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" filled="f" strokecolor="black [3213]" strokeweight="1pt">
            <v:path arrowok="t"/>
          </v:rect>
        </w:pict>
      </w:r>
    </w:p>
    <w:p w:rsidR="00A517B2" w:rsidRDefault="00A517B2" w:rsidP="00A517B2"/>
    <w:p w:rsidR="00A517B2" w:rsidRDefault="00A517B2" w:rsidP="00A517B2"/>
    <w:p w:rsidR="00A517B2" w:rsidRDefault="00A517B2" w:rsidP="00A517B2"/>
    <w:p w:rsidR="00A517B2" w:rsidRDefault="00A517B2" w:rsidP="00A517B2"/>
    <w:p w:rsidR="00A517B2" w:rsidRDefault="00BE59A7" w:rsidP="00A517B2">
      <w:r>
        <w:rPr>
          <w:noProof/>
          <w:lang w:val="sk-SK" w:eastAsia="sk-SK"/>
        </w:rPr>
        <w:pict>
          <v:shape id="Přímá spojnice se šipkou 39" o:spid="_x0000_s1029" type="#_x0000_t32" style="position:absolute;margin-left:243.05pt;margin-top:4.05pt;width:0;height:37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" strokecolor="black [3213]" strokeweight="1pt">
            <v:stroke endarrow="block"/>
            <o:lock v:ext="edit" shapetype="f"/>
          </v:shape>
        </w:pict>
      </w:r>
    </w:p>
    <w:p w:rsidR="00A517B2" w:rsidRDefault="00A517B2" w:rsidP="00A517B2"/>
    <w:p w:rsidR="00A517B2" w:rsidRDefault="00BE59A7" w:rsidP="00A517B2"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46" o:spid="_x0000_s1028" type="#_x0000_t202" style="position:absolute;margin-left:199.4pt;margin-top:13.15pt;width:88.5pt;height:58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" filled="f" stroked="f" strokeweight=".5pt">
            <v:path arrowok="t"/>
            <v:textbox>
              <w:txbxContent>
                <w:p w:rsidR="00A517B2" w:rsidRPr="0011203C" w:rsidRDefault="00A517B2" w:rsidP="00A517B2">
                  <w:pPr>
                    <w:jc w:val="center"/>
                  </w:pPr>
                  <w:r w:rsidRPr="0011203C">
                    <w:t>O</w:t>
                  </w:r>
                  <w:r w:rsidR="00417A58">
                    <w:t>perácie (systém)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oval id="Ovál 32" o:spid="_x0000_s1027" style="position:absolute;margin-left:212.9pt;margin-top:13.4pt;width:60.55pt;height:60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" fillcolor="#bfbfbf [2412]" stroked="f" strokeweight="1pt">
            <v:path arrowok="t"/>
          </v:oval>
        </w:pict>
      </w:r>
    </w:p>
    <w:p w:rsidR="00A517B2" w:rsidRPr="00EF299B" w:rsidRDefault="00A517B2" w:rsidP="00A517B2">
      <w:pPr>
        <w:rPr>
          <w:lang w:val="es-ES"/>
        </w:rPr>
      </w:pPr>
    </w:p>
    <w:p w:rsidR="00A517B2" w:rsidRPr="00EF299B" w:rsidRDefault="00A517B2" w:rsidP="00A517B2">
      <w:pPr>
        <w:pStyle w:val="eCheckBoxText"/>
        <w:rPr>
          <w:rStyle w:val="eTerm"/>
          <w:bCs/>
          <w:iCs/>
          <w:lang w:val="es-ES"/>
        </w:rPr>
      </w:pPr>
    </w:p>
    <w:p w:rsidR="00A517B2" w:rsidRPr="00EF299B" w:rsidRDefault="00A517B2" w:rsidP="00A517B2">
      <w:pPr>
        <w:pStyle w:val="eCheckBoxText"/>
        <w:rPr>
          <w:rStyle w:val="eTerm"/>
          <w:bCs/>
          <w:iCs/>
          <w:lang w:val="es-ES"/>
        </w:rPr>
      </w:pPr>
    </w:p>
    <w:p w:rsidR="00A517B2" w:rsidRPr="00EF299B" w:rsidRDefault="00A517B2" w:rsidP="00A517B2">
      <w:pPr>
        <w:pStyle w:val="eCheckBoxText"/>
        <w:rPr>
          <w:rStyle w:val="eTerm"/>
          <w:bCs/>
          <w:iCs/>
          <w:lang w:val="es-ES"/>
        </w:rPr>
      </w:pPr>
    </w:p>
    <w:p w:rsidR="00A517B2" w:rsidRPr="00EF299B" w:rsidRDefault="00A517B2" w:rsidP="00A517B2">
      <w:pPr>
        <w:pStyle w:val="eCheckBoxText"/>
        <w:rPr>
          <w:lang w:val="es-ES"/>
        </w:rPr>
      </w:pPr>
    </w:p>
    <w:p w:rsidR="00B44915" w:rsidRPr="0052318D" w:rsidRDefault="00B44915" w:rsidP="00A517B2">
      <w:pPr>
        <w:pStyle w:val="eTask"/>
        <w:numPr>
          <w:ilvl w:val="0"/>
          <w:numId w:val="0"/>
        </w:numPr>
        <w:rPr>
          <w:lang w:val="sk-SK"/>
        </w:rPr>
      </w:pPr>
    </w:p>
    <w:p w:rsidR="00B44915" w:rsidRPr="0052318D" w:rsidRDefault="00B44915" w:rsidP="003F6027">
      <w:pPr>
        <w:pStyle w:val="eText"/>
        <w:spacing w:after="0"/>
        <w:rPr>
          <w:lang w:val="sk-SK"/>
        </w:rPr>
      </w:pPr>
      <w:r w:rsidRPr="0052318D">
        <w:rPr>
          <w:lang w:val="sk-SK"/>
        </w:rPr>
        <w:t>Subjekt, Objekt, Operácia, Povolenie, Klasifikácia, Rola</w:t>
      </w:r>
    </w:p>
    <w:sectPr w:rsidR="00B44915" w:rsidRPr="0052318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9A7" w:rsidRDefault="00BE59A7" w:rsidP="00861A1A">
      <w:r>
        <w:separator/>
      </w:r>
    </w:p>
  </w:endnote>
  <w:endnote w:type="continuationSeparator" w:id="0">
    <w:p w:rsidR="00BE59A7" w:rsidRDefault="00BE59A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511D3" w:rsidRPr="003140EE" w:rsidRDefault="00B511D3" w:rsidP="00B511D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B511D3" w:rsidP="00B511D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9A7" w:rsidRDefault="00BE59A7" w:rsidP="00861A1A">
      <w:r>
        <w:separator/>
      </w:r>
    </w:p>
  </w:footnote>
  <w:footnote w:type="continuationSeparator" w:id="0">
    <w:p w:rsidR="00BE59A7" w:rsidRDefault="00BE59A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E0F8B">
      <w:rPr>
        <w:rFonts w:ascii="Calibri" w:hAnsi="Calibri"/>
        <w:b/>
        <w:smallCaps/>
        <w:noProof/>
      </w:rPr>
      <w:t>PRACOVNÝ  LIST</w:t>
    </w:r>
  </w:p>
  <w:p w:rsidR="00C148FD" w:rsidRPr="00C148FD" w:rsidRDefault="001E0F8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identifikácia používateľa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98D6F81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21197"/>
    <w:rsid w:val="00030EDA"/>
    <w:rsid w:val="00045BEB"/>
    <w:rsid w:val="0006437F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35E8B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944C2"/>
    <w:rsid w:val="003B1326"/>
    <w:rsid w:val="003B1E18"/>
    <w:rsid w:val="003C13BC"/>
    <w:rsid w:val="003C5B45"/>
    <w:rsid w:val="003D41BB"/>
    <w:rsid w:val="003E01BE"/>
    <w:rsid w:val="003F03EB"/>
    <w:rsid w:val="003F6027"/>
    <w:rsid w:val="003F623C"/>
    <w:rsid w:val="003F7F87"/>
    <w:rsid w:val="00402B09"/>
    <w:rsid w:val="00417A58"/>
    <w:rsid w:val="00417ED2"/>
    <w:rsid w:val="0046567F"/>
    <w:rsid w:val="00472203"/>
    <w:rsid w:val="00475954"/>
    <w:rsid w:val="00492966"/>
    <w:rsid w:val="00496B66"/>
    <w:rsid w:val="004A01E5"/>
    <w:rsid w:val="004A7B44"/>
    <w:rsid w:val="004B6F8D"/>
    <w:rsid w:val="004C0E36"/>
    <w:rsid w:val="004D006D"/>
    <w:rsid w:val="004E5E95"/>
    <w:rsid w:val="004E70EA"/>
    <w:rsid w:val="004F5AFF"/>
    <w:rsid w:val="005132B0"/>
    <w:rsid w:val="00517E3A"/>
    <w:rsid w:val="0052284C"/>
    <w:rsid w:val="0052318D"/>
    <w:rsid w:val="005418D3"/>
    <w:rsid w:val="00544B6B"/>
    <w:rsid w:val="00561B7B"/>
    <w:rsid w:val="00561C5A"/>
    <w:rsid w:val="005728B3"/>
    <w:rsid w:val="005738D5"/>
    <w:rsid w:val="0057504E"/>
    <w:rsid w:val="00580487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787A"/>
    <w:rsid w:val="00710301"/>
    <w:rsid w:val="00734028"/>
    <w:rsid w:val="0073574D"/>
    <w:rsid w:val="007460F9"/>
    <w:rsid w:val="00753333"/>
    <w:rsid w:val="00760FED"/>
    <w:rsid w:val="0076745A"/>
    <w:rsid w:val="007738BD"/>
    <w:rsid w:val="007837ED"/>
    <w:rsid w:val="00790D07"/>
    <w:rsid w:val="007A31D8"/>
    <w:rsid w:val="007C0FDD"/>
    <w:rsid w:val="007C308E"/>
    <w:rsid w:val="007C5B85"/>
    <w:rsid w:val="007D38F1"/>
    <w:rsid w:val="007D7443"/>
    <w:rsid w:val="007E16D1"/>
    <w:rsid w:val="007E6CED"/>
    <w:rsid w:val="007F287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0DE0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3FD8"/>
    <w:rsid w:val="00A17111"/>
    <w:rsid w:val="00A26A28"/>
    <w:rsid w:val="00A41E41"/>
    <w:rsid w:val="00A50FFF"/>
    <w:rsid w:val="00A517B2"/>
    <w:rsid w:val="00A527AF"/>
    <w:rsid w:val="00A54992"/>
    <w:rsid w:val="00A633E1"/>
    <w:rsid w:val="00A65E53"/>
    <w:rsid w:val="00A8234A"/>
    <w:rsid w:val="00A97C95"/>
    <w:rsid w:val="00AA0506"/>
    <w:rsid w:val="00AA5B23"/>
    <w:rsid w:val="00AB529E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1D3"/>
    <w:rsid w:val="00B5145B"/>
    <w:rsid w:val="00B56E3F"/>
    <w:rsid w:val="00B60F10"/>
    <w:rsid w:val="00B707D0"/>
    <w:rsid w:val="00B75FF7"/>
    <w:rsid w:val="00B816F4"/>
    <w:rsid w:val="00B822EA"/>
    <w:rsid w:val="00B84417"/>
    <w:rsid w:val="00B94FBB"/>
    <w:rsid w:val="00BA3595"/>
    <w:rsid w:val="00BB39F5"/>
    <w:rsid w:val="00BB3CAA"/>
    <w:rsid w:val="00BB48C7"/>
    <w:rsid w:val="00BC1F6B"/>
    <w:rsid w:val="00BC732E"/>
    <w:rsid w:val="00BD3D30"/>
    <w:rsid w:val="00BD7612"/>
    <w:rsid w:val="00BE59A7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5482"/>
    <w:rsid w:val="00CD6E39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06C6"/>
    <w:rsid w:val="00E8518C"/>
    <w:rsid w:val="00E879F9"/>
    <w:rsid w:val="00E90BD9"/>
    <w:rsid w:val="00EA1BDF"/>
    <w:rsid w:val="00EB40AE"/>
    <w:rsid w:val="00EB6B74"/>
    <w:rsid w:val="00EB6E4B"/>
    <w:rsid w:val="00EC77B0"/>
    <w:rsid w:val="00ED2956"/>
    <w:rsid w:val="00EE3197"/>
    <w:rsid w:val="00EF2951"/>
    <w:rsid w:val="00EF299B"/>
    <w:rsid w:val="00EF3C05"/>
    <w:rsid w:val="00F03355"/>
    <w:rsid w:val="00F0467D"/>
    <w:rsid w:val="00F168D6"/>
    <w:rsid w:val="00F24638"/>
    <w:rsid w:val="00F248A4"/>
    <w:rsid w:val="00F331A6"/>
    <w:rsid w:val="00F42DC5"/>
    <w:rsid w:val="00F46B18"/>
    <w:rsid w:val="00F53258"/>
    <w:rsid w:val="00F61B34"/>
    <w:rsid w:val="00F70648"/>
    <w:rsid w:val="00F748A6"/>
    <w:rsid w:val="00F82B66"/>
    <w:rsid w:val="00F82C59"/>
    <w:rsid w:val="00F83C1D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Přímá spojnice se šipkou 36"/>
        <o:r id="V:Rule2" type="connector" idref="#Přímá spojnice se šipkou 33"/>
        <o:r id="V:Rule3" type="connector" idref="#Přímá spojnice se šipkou 34"/>
        <o:r id="V:Rule4" type="connector" idref="#Přímá spojnice se šipkou 39"/>
        <o:r id="V:Rule5" type="connector" idref="#Pravoúhlá spojnice 38"/>
        <o:r id="V:Rule6" type="connector" idref="#Pravoúhlá spojnice 37"/>
      </o:rules>
    </o:shapelayout>
  </w:shapeDefaults>
  <w:decimalSymbol w:val=","/>
  <w:listSeparator w:val=";"/>
  <w15:docId w15:val="{68D3C391-7F0A-4AF5-AF69-DE7B61AD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styleId="Odkaznakoment">
    <w:name w:val="annotation reference"/>
    <w:basedOn w:val="Standardnpsmoodstavce"/>
    <w:semiHidden/>
    <w:unhideWhenUsed/>
    <w:rsid w:val="005804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804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80487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804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80487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16</TotalTime>
  <Pages>3</Pages>
  <Words>263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10</cp:revision>
  <cp:lastPrinted>2013-05-24T15:00:00Z</cp:lastPrinted>
  <dcterms:created xsi:type="dcterms:W3CDTF">2017-01-05T10:21:00Z</dcterms:created>
  <dcterms:modified xsi:type="dcterms:W3CDTF">2017-05-31T08:18:00Z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