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09" w:rsidRPr="00234C09" w:rsidRDefault="00234C09" w:rsidP="00234C09">
      <w:pPr>
        <w:pStyle w:val="eTask"/>
        <w:ind w:left="284" w:hanging="284"/>
        <w:rPr>
          <w:noProof/>
          <w:lang w:val="sk-SK" w:eastAsia="sk-SK"/>
        </w:rPr>
      </w:pPr>
      <w:r w:rsidRPr="00234C09">
        <w:rPr>
          <w:lang w:val="sk-SK"/>
        </w:rPr>
        <w:t xml:space="preserve">Usporiadajte nasledovné slová do dvoch stĺpcov podľa toho, či sú výzvou alebo </w:t>
      </w:r>
      <w:bookmarkStart w:id="0" w:name="_GoBack"/>
      <w:bookmarkEnd w:id="0"/>
      <w:r w:rsidRPr="00234C09">
        <w:rPr>
          <w:lang w:val="sk-SK"/>
        </w:rPr>
        <w:t>technológiou: senzory, integrácia, manažment, výroba, štandardy, energia, spoľahlivosť a bezpečnosť.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DC7308" w:rsidP="00DC7308">
      <w:pPr>
        <w:tabs>
          <w:tab w:val="left" w:pos="709"/>
          <w:tab w:val="left" w:pos="5387"/>
        </w:tabs>
        <w:rPr>
          <w:u w:val="single"/>
          <w:lang w:val="sk-SK"/>
        </w:rPr>
      </w:pPr>
      <w:r w:rsidRPr="00234C09">
        <w:rPr>
          <w:lang w:val="sk-SK"/>
        </w:rPr>
        <w:tab/>
      </w:r>
      <w:r w:rsidR="00234C09" w:rsidRPr="00234C09">
        <w:rPr>
          <w:lang w:val="sk-SK"/>
        </w:rPr>
        <w:t>Výzva</w:t>
      </w:r>
      <w:r w:rsidRPr="00234C09">
        <w:rPr>
          <w:lang w:val="sk-SK"/>
        </w:rPr>
        <w:tab/>
      </w:r>
      <w:r w:rsidR="00234C09" w:rsidRPr="00234C09">
        <w:rPr>
          <w:lang w:val="sk-SK"/>
        </w:rPr>
        <w:t>Technológia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234C09">
        <w:rPr>
          <w:lang w:val="sk-SK"/>
        </w:rPr>
        <w:tab/>
        <w:t>__________________</w:t>
      </w:r>
      <w:r w:rsidR="00DC7308" w:rsidRPr="00234C09">
        <w:rPr>
          <w:lang w:val="sk-SK"/>
        </w:rPr>
        <w:tab/>
      </w:r>
      <w:r w:rsidRPr="00234C09">
        <w:rPr>
          <w:lang w:val="sk-SK"/>
        </w:rPr>
        <w:t>__________________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234C09">
        <w:rPr>
          <w:lang w:val="sk-SK"/>
        </w:rPr>
        <w:tab/>
        <w:t>__________________</w:t>
      </w:r>
      <w:r w:rsidR="00DC7308" w:rsidRPr="00234C09">
        <w:rPr>
          <w:lang w:val="sk-SK"/>
        </w:rPr>
        <w:tab/>
      </w:r>
      <w:r w:rsidRPr="00234C09">
        <w:rPr>
          <w:lang w:val="sk-SK"/>
        </w:rPr>
        <w:t>__________________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234C09">
        <w:rPr>
          <w:lang w:val="sk-SK"/>
        </w:rPr>
        <w:tab/>
        <w:t>__________________</w:t>
      </w:r>
      <w:r w:rsidR="00DC7308" w:rsidRPr="00234C09">
        <w:rPr>
          <w:lang w:val="sk-SK"/>
        </w:rPr>
        <w:tab/>
      </w:r>
      <w:r w:rsidRPr="00234C09">
        <w:rPr>
          <w:lang w:val="sk-SK"/>
        </w:rPr>
        <w:t>__________________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234C09">
        <w:rPr>
          <w:lang w:val="sk-SK"/>
        </w:rPr>
        <w:tab/>
        <w:t>__________________</w:t>
      </w:r>
      <w:r w:rsidR="00DC7308" w:rsidRPr="00234C09">
        <w:rPr>
          <w:lang w:val="sk-SK"/>
        </w:rPr>
        <w:tab/>
      </w:r>
      <w:r w:rsidRPr="00234C09">
        <w:rPr>
          <w:lang w:val="sk-SK"/>
        </w:rPr>
        <w:t>__________________</w:t>
      </w:r>
    </w:p>
    <w:p w:rsidR="001B3840" w:rsidRPr="00234C09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:rsidR="001B3840" w:rsidRPr="00234C09" w:rsidRDefault="001B3840" w:rsidP="00F12783">
      <w:pPr>
        <w:pStyle w:val="eLineBottom"/>
        <w:rPr>
          <w:lang w:val="sk-SK"/>
        </w:rPr>
      </w:pPr>
    </w:p>
    <w:p w:rsidR="00F12783" w:rsidRPr="00234C09" w:rsidRDefault="00F12783" w:rsidP="00DC7308">
      <w:pPr>
        <w:rPr>
          <w:lang w:val="sk-SK"/>
        </w:rPr>
      </w:pPr>
    </w:p>
    <w:p w:rsidR="00234C09" w:rsidRPr="00234C09" w:rsidRDefault="00234C09" w:rsidP="00234C09">
      <w:pPr>
        <w:pStyle w:val="eTask"/>
        <w:rPr>
          <w:lang w:val="sk-SK"/>
        </w:rPr>
      </w:pPr>
      <w:r w:rsidRPr="00234C09">
        <w:rPr>
          <w:lang w:val="sk-SK"/>
        </w:rPr>
        <w:t>Zmodifikujte nasledovný text tak, aby výrok bol pravdivý.</w:t>
      </w:r>
    </w:p>
    <w:p w:rsidR="00CE070B" w:rsidRPr="00234C09" w:rsidRDefault="00CE070B" w:rsidP="00DC7308">
      <w:pPr>
        <w:rPr>
          <w:lang w:val="sk-SK"/>
        </w:rPr>
      </w:pPr>
    </w:p>
    <w:p w:rsidR="00234C09" w:rsidRPr="00234C09" w:rsidRDefault="00234C09" w:rsidP="00234C09">
      <w:pPr>
        <w:rPr>
          <w:lang w:val="sk-SK"/>
        </w:rPr>
      </w:pPr>
      <w:r w:rsidRPr="00234C09">
        <w:rPr>
          <w:lang w:val="sk-SK"/>
        </w:rPr>
        <w:t xml:space="preserve">Miniatúrne senzory majú nové schopnosti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 lepší výkon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ale menšiu efektivitu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234C09">
        <w:rPr>
          <w:lang w:val="sk-SK"/>
        </w:rPr>
        <w:t>.</w:t>
      </w:r>
    </w:p>
    <w:p w:rsidR="00234C09" w:rsidRPr="00234C09" w:rsidRDefault="00234C09" w:rsidP="00234C09">
      <w:pPr>
        <w:rPr>
          <w:lang w:val="sk-SK"/>
        </w:rPr>
      </w:pPr>
      <w:r w:rsidRPr="00234C09">
        <w:rPr>
          <w:lang w:val="sk-SK"/>
        </w:rPr>
        <w:t xml:space="preserve">Otvorené štandardy sú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prekážkou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kľúčové</m:t>
                  </m:r>
                </m:e>
              </m:mr>
            </m:m>
          </m:e>
        </m:d>
      </m:oMath>
      <w:r w:rsidRPr="00234C09">
        <w:rPr>
          <w:lang w:val="sk-SK"/>
        </w:rPr>
        <w:t xml:space="preserve"> pre úspech bezdrôtovej komunikácie.</w:t>
      </w:r>
    </w:p>
    <w:p w:rsidR="00180ECB" w:rsidRPr="00234C09" w:rsidRDefault="00180ECB" w:rsidP="00180ECB">
      <w:pPr>
        <w:pStyle w:val="eLineBottom"/>
        <w:rPr>
          <w:lang w:val="sk-SK"/>
        </w:rPr>
      </w:pPr>
    </w:p>
    <w:p w:rsidR="00180ECB" w:rsidRPr="00234C09" w:rsidRDefault="00180ECB" w:rsidP="00180ECB">
      <w:pPr>
        <w:rPr>
          <w:lang w:val="sk-SK"/>
        </w:rPr>
      </w:pPr>
    </w:p>
    <w:p w:rsidR="00234C09" w:rsidRPr="00234C09" w:rsidRDefault="00234C09" w:rsidP="00234C09">
      <w:pPr>
        <w:pStyle w:val="eTask"/>
        <w:rPr>
          <w:lang w:val="sk-SK"/>
        </w:rPr>
      </w:pPr>
      <w:r w:rsidRPr="00234C09">
        <w:rPr>
          <w:rStyle w:val="hps"/>
          <w:lang w:val="sk-SK"/>
        </w:rPr>
        <w:t>Tu</w:t>
      </w:r>
      <w:r w:rsidRPr="00234C09">
        <w:rPr>
          <w:lang w:val="sk-SK"/>
        </w:rPr>
        <w:t xml:space="preserve"> </w:t>
      </w:r>
      <w:r w:rsidRPr="00234C09">
        <w:rPr>
          <w:rStyle w:val="hps"/>
          <w:lang w:val="sk-SK"/>
        </w:rPr>
        <w:t>je niekoľko</w:t>
      </w:r>
      <w:r w:rsidRPr="00234C09">
        <w:rPr>
          <w:lang w:val="sk-SK"/>
        </w:rPr>
        <w:t xml:space="preserve"> </w:t>
      </w:r>
      <w:r w:rsidRPr="00234C09">
        <w:rPr>
          <w:rStyle w:val="hps"/>
          <w:lang w:val="sk-SK"/>
        </w:rPr>
        <w:t>oblastí použitia</w:t>
      </w:r>
      <w:r w:rsidRPr="00234C09">
        <w:rPr>
          <w:lang w:val="sk-SK"/>
        </w:rPr>
        <w:t xml:space="preserve"> súvisiacich s IoT. Spojte termíny naľavo s príslušnou definíciou v pravom stĺpci.</w:t>
      </w:r>
    </w:p>
    <w:p w:rsidR="00A41A9A" w:rsidRPr="00234C09" w:rsidRDefault="00A41A9A" w:rsidP="00DC7308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234C09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234C09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234C09" w:rsidRDefault="00234C09" w:rsidP="004A408D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 xml:space="preserve">Schopnosť systému alebo produktu spolupracovať </w:t>
            </w:r>
            <w:r w:rsidR="004A408D">
              <w:rPr>
                <w:b w:val="0"/>
                <w:lang w:val="sk-SK"/>
              </w:rPr>
              <w:t> </w:t>
            </w:r>
            <w:r w:rsidR="004A408D" w:rsidRPr="00234C09">
              <w:rPr>
                <w:b w:val="0"/>
                <w:lang w:val="sk-SK"/>
              </w:rPr>
              <w:t>s</w:t>
            </w:r>
            <w:r w:rsidR="004A408D">
              <w:rPr>
                <w:b w:val="0"/>
                <w:lang w:val="sk-SK"/>
              </w:rPr>
              <w:t> </w:t>
            </w:r>
            <w:r w:rsidRPr="00234C09">
              <w:rPr>
                <w:b w:val="0"/>
                <w:lang w:val="sk-SK"/>
              </w:rPr>
              <w:t>inými systémami/produktami bez toho, aby bola nutná dodatočná implementácia.</w:t>
            </w: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234C0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234C09" w:rsidRDefault="00234C09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Interoperabilita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234C09" w:rsidRDefault="00234C09" w:rsidP="006961B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Zdokumentované požiadavky, špecifikácie, charakteristiky a návody, ktorých správna aplikácia zabezpečuje, že materiály, zariadenia, produkty, procesy alebo služby fungujú správne.</w:t>
            </w: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234C0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234C09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234C09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234C09" w:rsidRDefault="00234C09" w:rsidP="004A408D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 xml:space="preserve">Množstvo údajov zozbieraných a vymieňaných cez internet, ktorý bude musieť toto množstvo údajov </w:t>
            </w:r>
            <w:r w:rsidR="004A408D">
              <w:rPr>
                <w:b w:val="0"/>
                <w:lang w:val="sk-SK"/>
              </w:rPr>
              <w:t> </w:t>
            </w:r>
            <w:r w:rsidR="004A408D" w:rsidRPr="00234C09">
              <w:rPr>
                <w:b w:val="0"/>
                <w:lang w:val="sk-SK"/>
              </w:rPr>
              <w:t>v</w:t>
            </w:r>
            <w:r w:rsidR="004A408D">
              <w:rPr>
                <w:b w:val="0"/>
                <w:lang w:val="sk-SK"/>
              </w:rPr>
              <w:t> </w:t>
            </w:r>
            <w:r w:rsidRPr="00234C09">
              <w:rPr>
                <w:b w:val="0"/>
                <w:lang w:val="sk-SK"/>
              </w:rPr>
              <w:t>blízkej budúcnosti zvládnuť.</w:t>
            </w: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234C0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234C09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234C09" w:rsidRDefault="00234C09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Štandard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234C0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234C09" w:rsidRDefault="00234C09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Model umožňujúci jednoduchý prístup na požiadanie k zdieľaným a konfigurovateľným počítačovým zdrojom (typicky serverom).</w:t>
            </w:r>
          </w:p>
        </w:tc>
      </w:tr>
    </w:tbl>
    <w:p w:rsidR="00DC7308" w:rsidRPr="00234C09" w:rsidRDefault="00DC7308" w:rsidP="00DC7308">
      <w:pPr>
        <w:pStyle w:val="eLineBottom"/>
        <w:rPr>
          <w:lang w:val="sk-SK"/>
        </w:rPr>
      </w:pPr>
    </w:p>
    <w:p w:rsidR="00DC7308" w:rsidRPr="00234C09" w:rsidRDefault="00DC7308" w:rsidP="00DC7308">
      <w:pPr>
        <w:pStyle w:val="eLineBottom"/>
        <w:rPr>
          <w:lang w:val="sk-SK"/>
        </w:rPr>
      </w:pPr>
    </w:p>
    <w:p w:rsidR="00DC7308" w:rsidRPr="00234C09" w:rsidRDefault="00DC7308">
      <w:pPr>
        <w:rPr>
          <w:szCs w:val="20"/>
          <w:lang w:val="sk-SK"/>
        </w:rPr>
      </w:pPr>
      <w:r w:rsidRPr="00234C09">
        <w:rPr>
          <w:lang w:val="sk-SK"/>
        </w:rPr>
        <w:br w:type="page"/>
      </w:r>
    </w:p>
    <w:p w:rsidR="00234C09" w:rsidRPr="00234C09" w:rsidRDefault="00234C09" w:rsidP="00234C09">
      <w:pPr>
        <w:pStyle w:val="eTask"/>
        <w:rPr>
          <w:lang w:val="sk-SK"/>
        </w:rPr>
      </w:pPr>
      <w:r w:rsidRPr="00234C09">
        <w:rPr>
          <w:lang w:val="sk-SK"/>
        </w:rPr>
        <w:lastRenderedPageBreak/>
        <w:t>Vymenujte aspoň 3 základné technológie, ktoré tvoria základ IoT.</w:t>
      </w:r>
    </w:p>
    <w:p w:rsidR="00457B2D" w:rsidRPr="00234C09" w:rsidRDefault="00457B2D" w:rsidP="00DC7308">
      <w:pPr>
        <w:rPr>
          <w:lang w:val="sk-SK"/>
        </w:rPr>
      </w:pPr>
    </w:p>
    <w:p w:rsidR="00457B2D" w:rsidRPr="00234C09" w:rsidRDefault="00457B2D" w:rsidP="00DC7308">
      <w:pPr>
        <w:rPr>
          <w:lang w:val="sk-SK"/>
        </w:rPr>
      </w:pPr>
      <w:r w:rsidRPr="00234C09">
        <w:rPr>
          <w:lang w:val="sk-SK"/>
        </w:rPr>
        <w:t>1.</w:t>
      </w:r>
      <w:r w:rsidRPr="00234C09">
        <w:rPr>
          <w:lang w:val="sk-SK"/>
        </w:rPr>
        <w:tab/>
        <w:t>__________________</w:t>
      </w:r>
    </w:p>
    <w:p w:rsidR="00457B2D" w:rsidRPr="00234C09" w:rsidRDefault="00457B2D" w:rsidP="00DC7308">
      <w:pPr>
        <w:rPr>
          <w:lang w:val="sk-SK"/>
        </w:rPr>
      </w:pPr>
    </w:p>
    <w:p w:rsidR="00457B2D" w:rsidRPr="00234C09" w:rsidRDefault="00457B2D" w:rsidP="00DC7308">
      <w:pPr>
        <w:rPr>
          <w:noProof/>
          <w:lang w:val="sk-SK" w:eastAsia="sk-SK"/>
        </w:rPr>
      </w:pPr>
      <w:r w:rsidRPr="00234C09">
        <w:rPr>
          <w:noProof/>
          <w:lang w:val="sk-SK" w:eastAsia="sk-SK"/>
        </w:rPr>
        <w:t>2.</w:t>
      </w:r>
      <w:r w:rsidRPr="00234C09">
        <w:rPr>
          <w:lang w:val="sk-SK"/>
        </w:rPr>
        <w:tab/>
        <w:t>__________________</w:t>
      </w:r>
    </w:p>
    <w:p w:rsidR="00457B2D" w:rsidRPr="00234C09" w:rsidRDefault="00457B2D" w:rsidP="00DC7308">
      <w:pPr>
        <w:rPr>
          <w:noProof/>
          <w:lang w:val="sk-SK" w:eastAsia="sk-SK"/>
        </w:rPr>
      </w:pPr>
    </w:p>
    <w:p w:rsidR="00457B2D" w:rsidRPr="00234C09" w:rsidRDefault="00457B2D" w:rsidP="00DC7308">
      <w:pPr>
        <w:rPr>
          <w:noProof/>
          <w:lang w:val="sk-SK" w:eastAsia="sk-SK"/>
        </w:rPr>
      </w:pPr>
      <w:r w:rsidRPr="00234C09">
        <w:rPr>
          <w:noProof/>
          <w:lang w:val="sk-SK" w:eastAsia="sk-SK"/>
        </w:rPr>
        <w:t>3.</w:t>
      </w:r>
      <w:r w:rsidRPr="00234C09">
        <w:rPr>
          <w:lang w:val="sk-SK"/>
        </w:rPr>
        <w:tab/>
        <w:t>__________________</w:t>
      </w:r>
    </w:p>
    <w:p w:rsidR="00137397" w:rsidRDefault="00137397" w:rsidP="00137397">
      <w:pPr>
        <w:pStyle w:val="eLineBottom"/>
        <w:rPr>
          <w:lang w:val="sk-SK"/>
        </w:rPr>
      </w:pPr>
    </w:p>
    <w:p w:rsidR="00137397" w:rsidRPr="00234C09" w:rsidRDefault="00137397" w:rsidP="00C148FD">
      <w:pPr>
        <w:rPr>
          <w:lang w:val="sk-SK"/>
        </w:rPr>
      </w:pPr>
    </w:p>
    <w:p w:rsidR="00234C09" w:rsidRPr="00234C09" w:rsidRDefault="00234C09" w:rsidP="00234C09">
      <w:pPr>
        <w:pStyle w:val="eTask"/>
        <w:rPr>
          <w:noProof/>
          <w:lang w:val="sk-SK" w:eastAsia="sk-SK"/>
        </w:rPr>
      </w:pPr>
      <w:r w:rsidRPr="00234C09">
        <w:rPr>
          <w:lang w:val="sk-SK"/>
        </w:rPr>
        <w:t>Sú nasledovné výroky pravdivé alebo nepravdivé?</w:t>
      </w:r>
    </w:p>
    <w:p w:rsidR="00F55FED" w:rsidRPr="00234C09" w:rsidRDefault="00F55FED" w:rsidP="00DC7308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234C09" w:rsidTr="00613AB0">
        <w:tc>
          <w:tcPr>
            <w:tcW w:w="2235" w:type="dxa"/>
            <w:vAlign w:val="center"/>
          </w:tcPr>
          <w:p w:rsidR="0018098A" w:rsidRPr="00234C09" w:rsidRDefault="00234C09" w:rsidP="00523DC6">
            <w:pPr>
              <w:spacing w:before="60" w:after="60"/>
              <w:jc w:val="center"/>
              <w:rPr>
                <w:lang w:val="sk-SK"/>
              </w:rPr>
            </w:pPr>
            <w:r w:rsidRPr="00234C09">
              <w:rPr>
                <w:lang w:val="sk-SK"/>
              </w:rPr>
              <w:t>Pravdivé / Nepravdivé</w:t>
            </w:r>
          </w:p>
        </w:tc>
        <w:tc>
          <w:tcPr>
            <w:tcW w:w="425" w:type="dxa"/>
          </w:tcPr>
          <w:p w:rsidR="0018098A" w:rsidRPr="00234C0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:rsidR="00DC7308" w:rsidRPr="00234C09" w:rsidRDefault="00234C09" w:rsidP="00523DC6">
            <w:pPr>
              <w:spacing w:before="60" w:after="60"/>
              <w:rPr>
                <w:lang w:val="sk-SK"/>
              </w:rPr>
            </w:pPr>
            <w:r w:rsidRPr="00234C09">
              <w:rPr>
                <w:lang w:val="sk-SK"/>
              </w:rPr>
              <w:t>Máme dostatok kapacít na ukladanie údajov pre internet vecí / IoT.</w:t>
            </w:r>
          </w:p>
        </w:tc>
      </w:tr>
      <w:tr w:rsidR="0018098A" w:rsidRPr="00234C09" w:rsidTr="00613AB0">
        <w:tc>
          <w:tcPr>
            <w:tcW w:w="2235" w:type="dxa"/>
            <w:vAlign w:val="center"/>
          </w:tcPr>
          <w:p w:rsidR="0018098A" w:rsidRPr="00234C09" w:rsidRDefault="00234C09" w:rsidP="00523DC6">
            <w:pPr>
              <w:spacing w:before="60" w:after="60"/>
              <w:jc w:val="center"/>
              <w:rPr>
                <w:lang w:val="sk-SK"/>
              </w:rPr>
            </w:pPr>
            <w:r w:rsidRPr="00234C09">
              <w:rPr>
                <w:lang w:val="sk-SK"/>
              </w:rPr>
              <w:t>Pravdivé / Nepravdivé</w:t>
            </w:r>
          </w:p>
        </w:tc>
        <w:tc>
          <w:tcPr>
            <w:tcW w:w="425" w:type="dxa"/>
          </w:tcPr>
          <w:p w:rsidR="0018098A" w:rsidRPr="00234C0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234C09" w:rsidRDefault="00234C09" w:rsidP="00523DC6">
            <w:pPr>
              <w:spacing w:before="60" w:after="60"/>
              <w:rPr>
                <w:lang w:val="sk-SK"/>
              </w:rPr>
            </w:pPr>
            <w:r w:rsidRPr="005B7168">
              <w:rPr>
                <w:lang w:val="sk-SK"/>
              </w:rPr>
              <w:t>Jeden problém v bezpečnosti IoT je, že štandardy sa nezaoberajú distribúciou šifrovacích kľúčov medzi zariadeniami.</w:t>
            </w:r>
          </w:p>
        </w:tc>
      </w:tr>
      <w:tr w:rsidR="0018098A" w:rsidRPr="00234C09" w:rsidTr="00613AB0">
        <w:tc>
          <w:tcPr>
            <w:tcW w:w="2235" w:type="dxa"/>
            <w:vAlign w:val="center"/>
          </w:tcPr>
          <w:p w:rsidR="0018098A" w:rsidRPr="00234C09" w:rsidRDefault="00234C09" w:rsidP="00523DC6">
            <w:pPr>
              <w:spacing w:before="60" w:after="60"/>
              <w:jc w:val="center"/>
              <w:rPr>
                <w:lang w:val="sk-SK"/>
              </w:rPr>
            </w:pPr>
            <w:r w:rsidRPr="00234C09">
              <w:rPr>
                <w:lang w:val="sk-SK"/>
              </w:rPr>
              <w:t>Pravdivé / Nepravdivé</w:t>
            </w:r>
          </w:p>
        </w:tc>
        <w:tc>
          <w:tcPr>
            <w:tcW w:w="425" w:type="dxa"/>
          </w:tcPr>
          <w:p w:rsidR="0018098A" w:rsidRPr="00234C0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234C09" w:rsidRDefault="00234C09" w:rsidP="00523DC6">
            <w:pPr>
              <w:spacing w:before="60" w:after="60"/>
              <w:rPr>
                <w:lang w:val="sk-SK"/>
              </w:rPr>
            </w:pPr>
            <w:r w:rsidRPr="005B7168">
              <w:rPr>
                <w:lang w:val="sk-SK"/>
              </w:rPr>
              <w:t>Integrácia smart zariadení do samotných produktov neprinesie dostatočné úspory nákladov.</w:t>
            </w:r>
          </w:p>
        </w:tc>
      </w:tr>
    </w:tbl>
    <w:p w:rsidR="00F55FED" w:rsidRPr="00234C09" w:rsidRDefault="00F55FED" w:rsidP="00C148FD">
      <w:pPr>
        <w:pStyle w:val="eLineBottom"/>
        <w:rPr>
          <w:lang w:val="sk-SK"/>
        </w:rPr>
      </w:pPr>
    </w:p>
    <w:p w:rsidR="00DC7308" w:rsidRPr="00234C09" w:rsidRDefault="00DC7308" w:rsidP="00C148FD">
      <w:pPr>
        <w:pStyle w:val="eLineBottom"/>
        <w:rPr>
          <w:lang w:val="sk-SK"/>
        </w:rPr>
      </w:pPr>
    </w:p>
    <w:p w:rsidR="00C148FD" w:rsidRPr="00234C09" w:rsidRDefault="00C148FD" w:rsidP="00C148FD">
      <w:pPr>
        <w:rPr>
          <w:lang w:val="sk-SK"/>
        </w:rPr>
      </w:pPr>
    </w:p>
    <w:p w:rsidR="00234C09" w:rsidRPr="005B7168" w:rsidRDefault="00234C09" w:rsidP="00234C09">
      <w:pPr>
        <w:pStyle w:val="eTask"/>
        <w:rPr>
          <w:lang w:val="sk-SK"/>
        </w:rPr>
      </w:pPr>
      <w:r w:rsidRPr="005B7168">
        <w:rPr>
          <w:lang w:val="sk-SK"/>
        </w:rPr>
        <w:t>Vymenuj 4 základné trendy v senzorových technológiách.</w:t>
      </w:r>
    </w:p>
    <w:p w:rsidR="00137397" w:rsidRPr="00234C09" w:rsidRDefault="00137397" w:rsidP="00DC7308">
      <w:pPr>
        <w:rPr>
          <w:lang w:val="sk-SK"/>
        </w:rPr>
      </w:pPr>
    </w:p>
    <w:p w:rsidR="00137397" w:rsidRPr="00234C09" w:rsidRDefault="00137397" w:rsidP="00137397">
      <w:pPr>
        <w:rPr>
          <w:lang w:val="sk-SK"/>
        </w:rPr>
      </w:pPr>
      <w:r w:rsidRPr="00234C09">
        <w:rPr>
          <w:lang w:val="sk-SK"/>
        </w:rPr>
        <w:t>1.</w:t>
      </w:r>
      <w:r w:rsidRPr="00234C09">
        <w:rPr>
          <w:lang w:val="sk-SK"/>
        </w:rPr>
        <w:tab/>
        <w:t>__________________</w:t>
      </w:r>
    </w:p>
    <w:p w:rsidR="00137397" w:rsidRPr="00234C09" w:rsidRDefault="00137397" w:rsidP="00137397">
      <w:pPr>
        <w:rPr>
          <w:lang w:val="sk-SK"/>
        </w:rPr>
      </w:pPr>
    </w:p>
    <w:p w:rsidR="00137397" w:rsidRPr="00234C09" w:rsidRDefault="00137397" w:rsidP="00137397">
      <w:pPr>
        <w:rPr>
          <w:noProof/>
          <w:lang w:val="sk-SK" w:eastAsia="sk-SK"/>
        </w:rPr>
      </w:pPr>
      <w:r w:rsidRPr="00234C09">
        <w:rPr>
          <w:noProof/>
          <w:lang w:val="sk-SK" w:eastAsia="sk-SK"/>
        </w:rPr>
        <w:t>2.</w:t>
      </w:r>
      <w:r w:rsidRPr="00234C09">
        <w:rPr>
          <w:lang w:val="sk-SK"/>
        </w:rPr>
        <w:tab/>
        <w:t>__________________</w:t>
      </w:r>
    </w:p>
    <w:p w:rsidR="00137397" w:rsidRPr="00234C09" w:rsidRDefault="00137397" w:rsidP="00137397">
      <w:pPr>
        <w:rPr>
          <w:noProof/>
          <w:lang w:val="sk-SK" w:eastAsia="sk-SK"/>
        </w:rPr>
      </w:pPr>
    </w:p>
    <w:p w:rsidR="00137397" w:rsidRPr="00234C09" w:rsidRDefault="00137397" w:rsidP="00137397">
      <w:pPr>
        <w:rPr>
          <w:lang w:val="sk-SK"/>
        </w:rPr>
      </w:pPr>
      <w:r w:rsidRPr="00234C09">
        <w:rPr>
          <w:noProof/>
          <w:lang w:val="sk-SK" w:eastAsia="sk-SK"/>
        </w:rPr>
        <w:t>3.</w:t>
      </w:r>
      <w:r w:rsidRPr="00234C09">
        <w:rPr>
          <w:lang w:val="sk-SK"/>
        </w:rPr>
        <w:tab/>
        <w:t>__________________</w:t>
      </w:r>
    </w:p>
    <w:p w:rsidR="00FC57C5" w:rsidRPr="00234C09" w:rsidRDefault="00FC57C5" w:rsidP="00137397">
      <w:pPr>
        <w:rPr>
          <w:lang w:val="sk-SK"/>
        </w:rPr>
      </w:pPr>
    </w:p>
    <w:p w:rsidR="00DC7308" w:rsidRPr="00234C09" w:rsidRDefault="00DC7308" w:rsidP="00DC7308">
      <w:pPr>
        <w:rPr>
          <w:lang w:val="sk-SK"/>
        </w:rPr>
      </w:pPr>
      <w:r w:rsidRPr="00234C09">
        <w:rPr>
          <w:noProof/>
          <w:lang w:val="sk-SK" w:eastAsia="sk-SK"/>
        </w:rPr>
        <w:t>4.</w:t>
      </w:r>
      <w:r w:rsidRPr="00234C09">
        <w:rPr>
          <w:lang w:val="sk-SK"/>
        </w:rPr>
        <w:tab/>
        <w:t>__________________</w:t>
      </w:r>
    </w:p>
    <w:p w:rsidR="00137397" w:rsidRDefault="00137397" w:rsidP="00137397">
      <w:pPr>
        <w:pStyle w:val="eLineBottom"/>
        <w:rPr>
          <w:lang w:val="sk-SK"/>
        </w:rPr>
      </w:pPr>
    </w:p>
    <w:p w:rsidR="00523DC6" w:rsidRPr="00234C09" w:rsidRDefault="00523DC6" w:rsidP="00137397">
      <w:pPr>
        <w:pStyle w:val="eLineBottom"/>
        <w:rPr>
          <w:lang w:val="sk-SK"/>
        </w:rPr>
      </w:pPr>
    </w:p>
    <w:p w:rsidR="00223478" w:rsidRPr="00234C09" w:rsidRDefault="00223478" w:rsidP="00C148FD">
      <w:pPr>
        <w:pStyle w:val="eCheckBoxText"/>
        <w:rPr>
          <w:lang w:val="sk-SK"/>
        </w:rPr>
      </w:pPr>
    </w:p>
    <w:p w:rsidR="00234C09" w:rsidRPr="005B7168" w:rsidRDefault="00234C09" w:rsidP="00234C09">
      <w:pPr>
        <w:pStyle w:val="eTask"/>
        <w:rPr>
          <w:lang w:val="sk-SK"/>
        </w:rPr>
      </w:pPr>
      <w:r w:rsidRPr="005B7168">
        <w:rPr>
          <w:lang w:val="sk-SK"/>
        </w:rPr>
        <w:t>Spojte problém naľavo s príslušným riešením v pravom stĺpci.</w:t>
      </w:r>
    </w:p>
    <w:p w:rsidR="004438C2" w:rsidRPr="00234C09" w:rsidRDefault="004438C2" w:rsidP="00DC7308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1559"/>
        <w:gridCol w:w="3935"/>
      </w:tblGrid>
      <w:tr w:rsidR="004438C2" w:rsidRPr="00234C09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234C0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Riadenie miliónov a miliárd IoT zariadení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234C09" w:rsidRDefault="00234C09" w:rsidP="00523DC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Vývoj a použitie jednoduchých a</w:t>
            </w:r>
            <w:r w:rsidR="00523DC6">
              <w:rPr>
                <w:b w:val="0"/>
                <w:lang w:val="sk-SK"/>
              </w:rPr>
              <w:t> </w:t>
            </w:r>
            <w:r w:rsidRPr="005B7168">
              <w:rPr>
                <w:b w:val="0"/>
                <w:lang w:val="sk-SK"/>
              </w:rPr>
              <w:t>malých manažment protokolov</w:t>
            </w: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234C0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Rastúca komplexita systémov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234C09" w:rsidRDefault="00234C09" w:rsidP="00143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Systémová integrácia, zvýšená efektivita, samozískavanie energie</w:t>
            </w: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234C0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Potreba rýchleho spracovania veľkého množstva údajov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234C09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234C09">
              <w:rPr>
                <w:b w:val="0"/>
                <w:lang w:val="sk-SK"/>
              </w:rPr>
              <w:t>Cloud computing</w:t>
            </w: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234C0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234C09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234C0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Limitované energetické zdroje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234C0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234C09" w:rsidRDefault="00234C09" w:rsidP="00143843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Nové aplikácie a samokonfigurovateľné systémy</w:t>
            </w:r>
          </w:p>
        </w:tc>
      </w:tr>
    </w:tbl>
    <w:p w:rsidR="005F6159" w:rsidRPr="00234C09" w:rsidRDefault="005F6159" w:rsidP="00DC7308">
      <w:pPr>
        <w:rPr>
          <w:lang w:val="sk-SK"/>
        </w:rPr>
      </w:pPr>
    </w:p>
    <w:sectPr w:rsidR="005F6159" w:rsidRPr="00234C0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CD9" w:rsidRDefault="002B1CD9" w:rsidP="00861A1A">
      <w:r>
        <w:separator/>
      </w:r>
    </w:p>
  </w:endnote>
  <w:endnote w:type="continuationSeparator" w:id="0">
    <w:p w:rsidR="002B1CD9" w:rsidRDefault="002B1CD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23DC6" w:rsidRPr="00523DC6" w:rsidRDefault="00523DC6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23DC6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523DC6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23DC6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CD9" w:rsidRDefault="002B1CD9" w:rsidP="00861A1A">
      <w:r>
        <w:separator/>
      </w:r>
    </w:p>
  </w:footnote>
  <w:footnote w:type="continuationSeparator" w:id="0">
    <w:p w:rsidR="002B1CD9" w:rsidRDefault="002B1CD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34C09">
      <w:rPr>
        <w:rFonts w:ascii="Calibri" w:hAnsi="Calibri"/>
        <w:b/>
        <w:smallCaps/>
        <w:noProof/>
      </w:rPr>
      <w:t>PRACOVNÝ  LIST</w:t>
    </w:r>
  </w:p>
  <w:p w:rsidR="00C148FD" w:rsidRPr="00C148FD" w:rsidRDefault="00407CA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23DC6">
      <w:rPr>
        <w:rFonts w:ascii="Calibri" w:hAnsi="Calibri"/>
        <w:smallCaps/>
        <w:noProof/>
        <w:sz w:val="20"/>
        <w:szCs w:val="20"/>
        <w:lang w:val="en-US"/>
      </w:rPr>
      <w:t>INTERNET VECÍ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5E5A"/>
    <w:rsid w:val="001301D8"/>
    <w:rsid w:val="0013693D"/>
    <w:rsid w:val="00136968"/>
    <w:rsid w:val="00137397"/>
    <w:rsid w:val="0014373A"/>
    <w:rsid w:val="00143843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C09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1CD9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B5DF8"/>
    <w:rsid w:val="003C5B45"/>
    <w:rsid w:val="003D41BB"/>
    <w:rsid w:val="003E01BE"/>
    <w:rsid w:val="003E5AAC"/>
    <w:rsid w:val="003F03EB"/>
    <w:rsid w:val="003F5CC7"/>
    <w:rsid w:val="003F623C"/>
    <w:rsid w:val="003F7F87"/>
    <w:rsid w:val="00402B09"/>
    <w:rsid w:val="00407CA5"/>
    <w:rsid w:val="00417ED2"/>
    <w:rsid w:val="00442B02"/>
    <w:rsid w:val="004438C2"/>
    <w:rsid w:val="00457B2D"/>
    <w:rsid w:val="0046567F"/>
    <w:rsid w:val="00472203"/>
    <w:rsid w:val="00475954"/>
    <w:rsid w:val="00492966"/>
    <w:rsid w:val="004A01E5"/>
    <w:rsid w:val="004A408D"/>
    <w:rsid w:val="004A4B23"/>
    <w:rsid w:val="004A6546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3DC6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56CA1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3BEF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B618E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C2367D-9B37-4293-B593-6864E49C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234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16F1-4C1E-452F-8928-FBB67951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1</vt:lpstr>
    </vt:vector>
  </TitlesOfParts>
  <Company>ČVUT FEL Praha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2016-01-05T08:55:00Z</dcterms:created>
  <dcterms:modified xsi:type="dcterms:W3CDTF">2017-09-26T15:34:00Z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