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2FD" w:rsidRPr="004D3267" w:rsidRDefault="006D42FD" w:rsidP="006D42FD">
      <w:pPr>
        <w:pStyle w:val="eTask"/>
        <w:tabs>
          <w:tab w:val="clear" w:pos="357"/>
          <w:tab w:val="left" w:pos="426"/>
        </w:tabs>
        <w:ind w:left="360" w:hanging="360"/>
        <w:rPr>
          <w:lang w:val="sk-SK"/>
        </w:rPr>
      </w:pPr>
      <w:r w:rsidRPr="004D3267">
        <w:rPr>
          <w:rStyle w:val="hps"/>
          <w:lang w:val="sk-SK"/>
        </w:rPr>
        <w:t>Upravte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nasledujúce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texty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tak</w:t>
      </w:r>
      <w:r w:rsidRPr="004D3267">
        <w:rPr>
          <w:lang w:val="sk-SK"/>
        </w:rPr>
        <w:t xml:space="preserve">, aby </w:t>
      </w:r>
      <w:r w:rsidRPr="004D3267">
        <w:rPr>
          <w:rStyle w:val="hps"/>
          <w:lang w:val="sk-SK"/>
        </w:rPr>
        <w:t>tvrdenie bolo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pravdivé</w:t>
      </w:r>
      <w:r w:rsidRPr="004D3267">
        <w:rPr>
          <w:lang w:val="sk-SK"/>
        </w:rPr>
        <w:t>.</w:t>
      </w:r>
    </w:p>
    <w:p w:rsidR="006D42FD" w:rsidRPr="004D3267" w:rsidRDefault="006D42FD" w:rsidP="006D42FD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6D42FD" w:rsidRPr="00210DA7" w:rsidRDefault="006D42FD" w:rsidP="00E72534">
      <w:pPr>
        <w:pStyle w:val="eText"/>
        <w:spacing w:line="360" w:lineRule="auto"/>
        <w:rPr>
          <w:lang w:val="sk-SK"/>
        </w:rPr>
      </w:pPr>
      <w:proofErr w:type="spellStart"/>
      <w:r w:rsidRPr="00210DA7">
        <w:rPr>
          <w:lang w:val="sk-SK"/>
        </w:rPr>
        <w:t>Cloud</w:t>
      </w:r>
      <w:proofErr w:type="spellEnd"/>
      <w:r w:rsidRPr="00210DA7">
        <w:rPr>
          <w:lang w:val="sk-SK"/>
        </w:rPr>
        <w:t xml:space="preserve"> </w:t>
      </w:r>
      <w:proofErr w:type="spellStart"/>
      <w:r w:rsidRPr="00210DA7">
        <w:rPr>
          <w:lang w:val="sk-SK"/>
        </w:rPr>
        <w:t>computing</w:t>
      </w:r>
      <w:proofErr w:type="spellEnd"/>
      <w:r w:rsidRPr="00210DA7">
        <w:rPr>
          <w:lang w:val="sk-SK"/>
        </w:rPr>
        <w:t xml:space="preserve"> je v podstate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centralizovaná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distribuovaná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 počítačová forma, ktorá poskytuje svoje prostriedky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úzkemu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širokému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 spektru používateľov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centralizovaným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distribuovaným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 prístupom </w:t>
      </w:r>
      <w:r w:rsidR="00E72534" w:rsidRPr="00210DA7">
        <w:rPr>
          <w:lang w:val="sk-SK"/>
        </w:rPr>
        <w:t>na</w:t>
      </w:r>
      <w:r w:rsidR="00E72534">
        <w:rPr>
          <w:lang w:val="sk-SK"/>
        </w:rPr>
        <w:t> </w:t>
      </w:r>
      <w:r w:rsidRPr="00210DA7">
        <w:rPr>
          <w:lang w:val="sk-SK"/>
        </w:rPr>
        <w:t xml:space="preserve">škálovanie, virtualizáciu hardvérovej a/alebo softvérovej infraštruktúry cez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mobilnú sieť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Internet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. </w:t>
      </w:r>
    </w:p>
    <w:p w:rsidR="006D42FD" w:rsidRPr="00210DA7" w:rsidRDefault="006D42FD" w:rsidP="00137755">
      <w:pPr>
        <w:spacing w:line="360" w:lineRule="auto"/>
        <w:rPr>
          <w:lang w:val="sk-SK"/>
        </w:rPr>
      </w:pPr>
      <w:r w:rsidRPr="00210DA7">
        <w:rPr>
          <w:lang w:val="sk-SK"/>
        </w:rPr>
        <w:t>Zdroje v </w:t>
      </w:r>
      <w:proofErr w:type="spellStart"/>
      <w:r w:rsidRPr="00210DA7">
        <w:rPr>
          <w:lang w:val="sk-SK"/>
        </w:rPr>
        <w:t>cloude</w:t>
      </w:r>
      <w:proofErr w:type="spellEnd"/>
      <w:r w:rsidRPr="00210DA7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sú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 jasne definované pre používateľa a používateľ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potrebuje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nepotrebuje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 vedieť, kde sa presne tieto zdroje nachádzajú.</w:t>
      </w:r>
    </w:p>
    <w:p w:rsidR="006D42FD" w:rsidRPr="00210DA7" w:rsidRDefault="006D42FD" w:rsidP="00137755">
      <w:pPr>
        <w:spacing w:line="360" w:lineRule="auto"/>
        <w:rPr>
          <w:lang w:val="sk-SK"/>
        </w:rPr>
      </w:pPr>
    </w:p>
    <w:p w:rsidR="006D42FD" w:rsidRPr="00210DA7" w:rsidRDefault="006D42FD" w:rsidP="00137755">
      <w:pPr>
        <w:pStyle w:val="eText"/>
        <w:spacing w:line="360" w:lineRule="auto"/>
        <w:rPr>
          <w:lang w:val="sk-SK"/>
        </w:rPr>
      </w:pPr>
      <w:r w:rsidRPr="00210DA7">
        <w:rPr>
          <w:lang w:val="sk-SK"/>
        </w:rPr>
        <w:t xml:space="preserve">Ak je </w:t>
      </w:r>
      <w:proofErr w:type="spellStart"/>
      <w:r w:rsidRPr="00210DA7">
        <w:rPr>
          <w:lang w:val="sk-SK"/>
        </w:rPr>
        <w:t>cloud</w:t>
      </w:r>
      <w:proofErr w:type="spellEnd"/>
      <w:r w:rsidRPr="00210DA7">
        <w:rPr>
          <w:lang w:val="sk-SK"/>
        </w:rPr>
        <w:t xml:space="preserve"> </w:t>
      </w:r>
      <w:proofErr w:type="spellStart"/>
      <w:r w:rsidRPr="00210DA7">
        <w:rPr>
          <w:lang w:val="sk-SK"/>
        </w:rPr>
        <w:t>computing</w:t>
      </w:r>
      <w:proofErr w:type="spellEnd"/>
      <w:r w:rsidRPr="00210DA7">
        <w:rPr>
          <w:lang w:val="sk-SK"/>
        </w:rPr>
        <w:t xml:space="preserve"> vhodne použitý, je vhodný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malý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stredný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veľký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210DA7">
        <w:rPr>
          <w:lang w:val="sk-SK"/>
        </w:rPr>
        <w:t>biznisu.</w:t>
      </w:r>
    </w:p>
    <w:p w:rsidR="006D42FD" w:rsidRPr="00210DA7" w:rsidRDefault="006D42FD" w:rsidP="00137755">
      <w:pPr>
        <w:spacing w:line="360" w:lineRule="auto"/>
        <w:rPr>
          <w:lang w:val="sk-SK"/>
        </w:rPr>
      </w:pPr>
      <w:r w:rsidRPr="00210DA7">
        <w:rPr>
          <w:rStyle w:val="hps"/>
          <w:lang w:val="sk-SK"/>
        </w:rPr>
        <w:t>Hlavným problémom</w:t>
      </w:r>
      <w:r w:rsidRPr="00210DA7">
        <w:rPr>
          <w:lang w:val="sk-SK"/>
        </w:rPr>
        <w:t xml:space="preserve"> </w:t>
      </w:r>
      <w:r w:rsidRPr="00210DA7">
        <w:rPr>
          <w:rStyle w:val="hps"/>
          <w:lang w:val="sk-SK"/>
        </w:rPr>
        <w:t>s</w:t>
      </w:r>
      <w:r w:rsidRPr="00210DA7">
        <w:rPr>
          <w:lang w:val="sk-SK"/>
        </w:rPr>
        <w:t xml:space="preserve"> </w:t>
      </w:r>
      <w:proofErr w:type="spellStart"/>
      <w:r w:rsidRPr="00210DA7">
        <w:rPr>
          <w:rStyle w:val="hps"/>
          <w:lang w:val="sk-SK"/>
        </w:rPr>
        <w:t>cloud</w:t>
      </w:r>
      <w:proofErr w:type="spellEnd"/>
      <w:r w:rsidRPr="00210DA7">
        <w:rPr>
          <w:lang w:val="sk-SK"/>
        </w:rPr>
        <w:t xml:space="preserve"> </w:t>
      </w:r>
      <w:proofErr w:type="spellStart"/>
      <w:r w:rsidRPr="00210DA7">
        <w:rPr>
          <w:rStyle w:val="hps"/>
          <w:lang w:val="sk-SK"/>
        </w:rPr>
        <w:t>computingom</w:t>
      </w:r>
      <w:proofErr w:type="spellEnd"/>
      <w:r w:rsidRPr="00210DA7">
        <w:rPr>
          <w:rStyle w:val="hps"/>
          <w:lang w:val="sk-SK"/>
        </w:rPr>
        <w:t xml:space="preserve"> je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bezpečnosť, vrátane ochrany súkromia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nedostatok alebo obmedzená kontrola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9A7C19">
        <w:rPr>
          <w:lang w:val="sk-SK"/>
        </w:rPr>
        <w:t>.</w:t>
      </w:r>
    </w:p>
    <w:p w:rsidR="006D42FD" w:rsidRPr="00210DA7" w:rsidRDefault="006D42FD" w:rsidP="00137755">
      <w:pPr>
        <w:spacing w:line="360" w:lineRule="auto"/>
        <w:rPr>
          <w:lang w:val="sk-SK"/>
        </w:rPr>
      </w:pPr>
    </w:p>
    <w:p w:rsidR="006D42FD" w:rsidRPr="00210DA7" w:rsidRDefault="006D42FD" w:rsidP="00137755">
      <w:pPr>
        <w:spacing w:line="360" w:lineRule="auto"/>
        <w:rPr>
          <w:lang w:val="sk-SK"/>
        </w:rPr>
      </w:pPr>
      <w:r w:rsidRPr="00210DA7">
        <w:rPr>
          <w:lang w:val="sk-SK"/>
        </w:rPr>
        <w:t xml:space="preserve">Zákazník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nemôže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 xml:space="preserve"> jednostranne zabezpečovať výpočtové prostriedky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automaticky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manuálne 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10DA7">
        <w:rPr>
          <w:lang w:val="sk-SK"/>
        </w:rPr>
        <w:t>.</w:t>
      </w:r>
    </w:p>
    <w:p w:rsidR="006D42FD" w:rsidRPr="00210DA7" w:rsidRDefault="006D42FD" w:rsidP="00137755">
      <w:pPr>
        <w:pStyle w:val="eText"/>
        <w:spacing w:line="360" w:lineRule="auto"/>
        <w:rPr>
          <w:lang w:val="sk-SK"/>
        </w:rPr>
      </w:pPr>
      <w:r w:rsidRPr="00210DA7">
        <w:rPr>
          <w:lang w:val="sk-SK"/>
        </w:rPr>
        <w:t xml:space="preserve">Množstvo implementácií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škálovateľnosť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široký prístup k sieti 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210DA7">
        <w:rPr>
          <w:lang w:val="sk-SK"/>
        </w:rPr>
        <w:t>je založených na pridávaní a odoberaní uzlov alebo serverov.</w:t>
      </w:r>
    </w:p>
    <w:p w:rsidR="001922A0" w:rsidRPr="00CE3454" w:rsidRDefault="001922A0" w:rsidP="001922A0">
      <w:pPr>
        <w:rPr>
          <w:lang w:val="sk-SK"/>
        </w:rPr>
      </w:pPr>
    </w:p>
    <w:p w:rsidR="00137755" w:rsidRDefault="00137755">
      <w:pPr>
        <w:rPr>
          <w:b/>
          <w:lang w:val="sk-SK"/>
        </w:rPr>
      </w:pPr>
      <w:r>
        <w:rPr>
          <w:lang w:val="sk-SK"/>
        </w:rPr>
        <w:br w:type="page"/>
      </w:r>
    </w:p>
    <w:p w:rsidR="006D42FD" w:rsidRPr="004D3267" w:rsidRDefault="006D42FD" w:rsidP="006D42FD">
      <w:pPr>
        <w:pStyle w:val="eTask"/>
        <w:rPr>
          <w:lang w:val="sk-SK"/>
        </w:rPr>
      </w:pPr>
      <w:r w:rsidRPr="004D3267">
        <w:rPr>
          <w:lang w:val="sk-SK"/>
        </w:rPr>
        <w:lastRenderedPageBreak/>
        <w:t>Označte pravdivé tvrdenie</w:t>
      </w:r>
      <w:r w:rsidR="00210DA7">
        <w:rPr>
          <w:lang w:val="sk-SK"/>
        </w:rPr>
        <w:t>.</w:t>
      </w:r>
    </w:p>
    <w:p w:rsidR="003A1E6F" w:rsidRPr="00A65E53" w:rsidRDefault="003A1E6F" w:rsidP="003A1E6F">
      <w:pPr>
        <w:rPr>
          <w:lang w:val="en-US"/>
        </w:rPr>
      </w:pPr>
    </w:p>
    <w:p w:rsidR="006D42FD" w:rsidRPr="004D3267" w:rsidRDefault="0029714E" w:rsidP="006D42FD">
      <w:pPr>
        <w:pStyle w:val="eCheckBoxText"/>
        <w:spacing w:after="120"/>
        <w:ind w:left="425" w:hanging="425"/>
        <w:rPr>
          <w:szCs w:val="40"/>
          <w:lang w:val="sk-SK"/>
        </w:rPr>
      </w:pPr>
      <w:r w:rsidRPr="004B2F14">
        <w:rPr>
          <w:rStyle w:val="eCheckBoxSquareChar"/>
          <w:lang w:val="en-GB"/>
        </w:rPr>
        <w:t>□</w:t>
      </w:r>
      <w:r w:rsidR="003A1E6F" w:rsidRPr="004B2F14">
        <w:rPr>
          <w:szCs w:val="40"/>
          <w:lang w:val="en-GB"/>
        </w:rPr>
        <w:tab/>
      </w:r>
      <w:r w:rsidR="006D42FD">
        <w:rPr>
          <w:lang w:val="sk-SK"/>
        </w:rPr>
        <w:t>Prístup k </w:t>
      </w:r>
      <w:proofErr w:type="spellStart"/>
      <w:r w:rsidR="006D42FD">
        <w:rPr>
          <w:lang w:val="sk-SK"/>
        </w:rPr>
        <w:t>cloud</w:t>
      </w:r>
      <w:proofErr w:type="spellEnd"/>
      <w:r w:rsidR="006D42FD">
        <w:rPr>
          <w:lang w:val="sk-SK"/>
        </w:rPr>
        <w:t xml:space="preserve"> </w:t>
      </w:r>
      <w:proofErr w:type="spellStart"/>
      <w:r w:rsidR="006D42FD">
        <w:rPr>
          <w:lang w:val="sk-SK"/>
        </w:rPr>
        <w:t>computing</w:t>
      </w:r>
      <w:proofErr w:type="spellEnd"/>
      <w:r w:rsidR="006D42FD">
        <w:rPr>
          <w:lang w:val="sk-SK"/>
        </w:rPr>
        <w:t xml:space="preserve"> technológií je umožnený cez sieť pomocou rôznych </w:t>
      </w:r>
      <w:proofErr w:type="spellStart"/>
      <w:r w:rsidR="006D42FD">
        <w:rPr>
          <w:lang w:val="sk-SK"/>
        </w:rPr>
        <w:t>klientských</w:t>
      </w:r>
      <w:proofErr w:type="spellEnd"/>
      <w:r w:rsidR="006D42FD">
        <w:rPr>
          <w:lang w:val="sk-SK"/>
        </w:rPr>
        <w:t xml:space="preserve"> platforiem, vďaka použitiu štandardných mechanizmov.</w:t>
      </w:r>
    </w:p>
    <w:p w:rsidR="006D42FD" w:rsidRPr="004D3267" w:rsidRDefault="0029714E" w:rsidP="006D42FD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  <w:r w:rsidRPr="00CE3454">
        <w:rPr>
          <w:rStyle w:val="eCheckBoxSquareChar"/>
          <w:lang w:val="sk-SK"/>
        </w:rPr>
        <w:t>□</w:t>
      </w:r>
      <w:r w:rsidR="003A1E6F" w:rsidRPr="00CE3454">
        <w:rPr>
          <w:rStyle w:val="eCheckBoxSquareChar"/>
          <w:lang w:val="sk-SK"/>
        </w:rPr>
        <w:tab/>
      </w:r>
      <w:r w:rsidR="006D42FD">
        <w:rPr>
          <w:rStyle w:val="hps"/>
          <w:lang w:val="sk-SK"/>
        </w:rPr>
        <w:t>Samoobslužný servis na vyžiadanie</w:t>
      </w:r>
      <w:r w:rsidR="006D42FD">
        <w:rPr>
          <w:lang w:val="sk-SK"/>
        </w:rPr>
        <w:t xml:space="preserve"> </w:t>
      </w:r>
      <w:r w:rsidR="006D42FD">
        <w:rPr>
          <w:rStyle w:val="hps"/>
          <w:lang w:val="sk-SK"/>
        </w:rPr>
        <w:t>neznamená</w:t>
      </w:r>
      <w:r w:rsidR="006D42FD">
        <w:rPr>
          <w:lang w:val="sk-SK"/>
        </w:rPr>
        <w:t xml:space="preserve"> </w:t>
      </w:r>
      <w:r w:rsidR="006D42FD">
        <w:rPr>
          <w:rStyle w:val="hps"/>
          <w:lang w:val="sk-SK"/>
        </w:rPr>
        <w:t>vysokú úroveň</w:t>
      </w:r>
      <w:r w:rsidR="006D42FD">
        <w:rPr>
          <w:lang w:val="sk-SK"/>
        </w:rPr>
        <w:t xml:space="preserve"> </w:t>
      </w:r>
      <w:r w:rsidR="006D42FD">
        <w:rPr>
          <w:rStyle w:val="hps"/>
          <w:lang w:val="sk-SK"/>
        </w:rPr>
        <w:t>plánovania.</w:t>
      </w:r>
    </w:p>
    <w:p w:rsidR="006D42FD" w:rsidRPr="004D3267" w:rsidRDefault="006D42FD" w:rsidP="003F2A5F">
      <w:pPr>
        <w:pStyle w:val="eCheckBoxText"/>
        <w:spacing w:after="120"/>
        <w:rPr>
          <w:rStyle w:val="eCheckBoxSquareChar"/>
          <w:sz w:val="24"/>
          <w:szCs w:val="24"/>
          <w:lang w:val="sk-SK"/>
        </w:rPr>
      </w:pPr>
      <w:r w:rsidRPr="00CE3454">
        <w:rPr>
          <w:rStyle w:val="eCheckBoxSquareChar"/>
          <w:lang w:val="sk-SK"/>
        </w:rPr>
        <w:t>□</w:t>
      </w:r>
      <w:r w:rsidR="003F2A5F">
        <w:rPr>
          <w:rStyle w:val="eCheckBoxSquareChar"/>
          <w:lang w:val="sk-SK"/>
        </w:rPr>
        <w:tab/>
      </w:r>
      <w:r>
        <w:rPr>
          <w:lang w:val="sk-SK"/>
        </w:rPr>
        <w:t xml:space="preserve">Existuje množstvo </w:t>
      </w:r>
      <w:proofErr w:type="spellStart"/>
      <w:r>
        <w:rPr>
          <w:lang w:val="sk-SK"/>
        </w:rPr>
        <w:t>cloud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computing</w:t>
      </w:r>
      <w:proofErr w:type="spellEnd"/>
      <w:r>
        <w:rPr>
          <w:lang w:val="sk-SK"/>
        </w:rPr>
        <w:t xml:space="preserve"> služieb, ktoré sú písané v </w:t>
      </w:r>
      <w:proofErr w:type="spellStart"/>
      <w:r>
        <w:rPr>
          <w:lang w:val="sk-SK"/>
        </w:rPr>
        <w:t>open-source</w:t>
      </w:r>
      <w:proofErr w:type="spellEnd"/>
      <w:r>
        <w:rPr>
          <w:lang w:val="sk-SK"/>
        </w:rPr>
        <w:t xml:space="preserve"> kóde alebo prinajmenšom sú začlenené do množstva </w:t>
      </w:r>
      <w:proofErr w:type="spellStart"/>
      <w:r>
        <w:rPr>
          <w:lang w:val="sk-SK"/>
        </w:rPr>
        <w:t>open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source</w:t>
      </w:r>
      <w:proofErr w:type="spellEnd"/>
      <w:r>
        <w:rPr>
          <w:lang w:val="sk-SK"/>
        </w:rPr>
        <w:t xml:space="preserve"> aplikácií.</w:t>
      </w:r>
    </w:p>
    <w:p w:rsidR="006D42FD" w:rsidRPr="004D3267" w:rsidRDefault="006D42FD" w:rsidP="006D42FD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  <w:r w:rsidRPr="00CE3454">
        <w:rPr>
          <w:rStyle w:val="eCheckBoxSquareChar"/>
          <w:lang w:val="sk-SK"/>
        </w:rPr>
        <w:t>□</w:t>
      </w:r>
      <w:r w:rsidRPr="004D3267">
        <w:rPr>
          <w:rStyle w:val="eCheckBoxSquareChar"/>
          <w:lang w:val="sk-SK"/>
        </w:rPr>
        <w:tab/>
      </w:r>
      <w:proofErr w:type="spellStart"/>
      <w:r>
        <w:rPr>
          <w:rStyle w:val="hps"/>
          <w:lang w:val="sk-SK"/>
        </w:rPr>
        <w:t>Cloud</w:t>
      </w:r>
      <w:proofErr w:type="spellEnd"/>
      <w:r>
        <w:rPr>
          <w:lang w:val="sk-SK"/>
        </w:rPr>
        <w:t xml:space="preserve"> </w:t>
      </w:r>
      <w:proofErr w:type="spellStart"/>
      <w:r>
        <w:rPr>
          <w:rStyle w:val="hps"/>
          <w:lang w:val="sk-SK"/>
        </w:rPr>
        <w:t>computing</w:t>
      </w:r>
      <w:proofErr w:type="spellEnd"/>
      <w:r>
        <w:rPr>
          <w:lang w:val="sk-SK"/>
        </w:rPr>
        <w:t xml:space="preserve"> </w:t>
      </w:r>
      <w:r>
        <w:rPr>
          <w:rStyle w:val="hps"/>
          <w:lang w:val="sk-SK"/>
        </w:rPr>
        <w:t>je program,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ktorý funguje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 xml:space="preserve">v </w:t>
      </w:r>
      <w:proofErr w:type="spellStart"/>
      <w:r>
        <w:rPr>
          <w:rStyle w:val="hps"/>
          <w:lang w:val="sk-SK"/>
        </w:rPr>
        <w:t>cloude</w:t>
      </w:r>
      <w:proofErr w:type="spellEnd"/>
      <w:r>
        <w:rPr>
          <w:lang w:val="sk-SK"/>
        </w:rPr>
        <w:t xml:space="preserve">, </w:t>
      </w:r>
      <w:r>
        <w:rPr>
          <w:rStyle w:val="hps"/>
          <w:lang w:val="sk-SK"/>
        </w:rPr>
        <w:t>s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niektorými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vlastnosťami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čisto</w:t>
      </w:r>
      <w:r>
        <w:rPr>
          <w:lang w:val="sk-SK"/>
        </w:rPr>
        <w:t xml:space="preserve"> ako </w:t>
      </w:r>
      <w:proofErr w:type="spellStart"/>
      <w:r>
        <w:rPr>
          <w:rStyle w:val="hps"/>
          <w:lang w:val="sk-SK"/>
        </w:rPr>
        <w:t>desktopové</w:t>
      </w:r>
      <w:proofErr w:type="spellEnd"/>
      <w:r>
        <w:rPr>
          <w:rStyle w:val="hps"/>
          <w:lang w:val="sk-SK"/>
        </w:rPr>
        <w:t xml:space="preserve"> aplikácie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a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niektorými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charakteristikami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čisto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webovej aplikácie</w:t>
      </w:r>
      <w:r>
        <w:rPr>
          <w:lang w:val="sk-SK"/>
        </w:rPr>
        <w:t>.</w:t>
      </w:r>
    </w:p>
    <w:p w:rsidR="006D42FD" w:rsidRPr="004D3267" w:rsidRDefault="006D42FD" w:rsidP="006D42FD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  <w:r w:rsidRPr="00CE3454">
        <w:rPr>
          <w:rStyle w:val="eCheckBoxSquareChar"/>
          <w:lang w:val="sk-SK"/>
        </w:rPr>
        <w:t>□</w:t>
      </w:r>
      <w:r w:rsidRPr="004D3267">
        <w:rPr>
          <w:rStyle w:val="eCheckBoxSquareChar"/>
          <w:lang w:val="sk-SK"/>
        </w:rPr>
        <w:tab/>
      </w:r>
      <w:r>
        <w:rPr>
          <w:lang w:val="sk-SK"/>
        </w:rPr>
        <w:t xml:space="preserve">Architektúra </w:t>
      </w:r>
      <w:proofErr w:type="spellStart"/>
      <w:r>
        <w:rPr>
          <w:lang w:val="sk-SK"/>
        </w:rPr>
        <w:t>cloud</w:t>
      </w:r>
      <w:proofErr w:type="spellEnd"/>
      <w:r>
        <w:rPr>
          <w:lang w:val="sk-SK"/>
        </w:rPr>
        <w:t xml:space="preserve"> riešenia je štruktúra systému, ktorý typicky obsahuje </w:t>
      </w:r>
      <w:proofErr w:type="spellStart"/>
      <w:r>
        <w:rPr>
          <w:lang w:val="sk-SK"/>
        </w:rPr>
        <w:t>cloudové</w:t>
      </w:r>
      <w:proofErr w:type="spellEnd"/>
      <w:r>
        <w:rPr>
          <w:lang w:val="sk-SK"/>
        </w:rPr>
        <w:t xml:space="preserve"> zdroje, služby, sieť, </w:t>
      </w:r>
      <w:proofErr w:type="spellStart"/>
      <w:r>
        <w:rPr>
          <w:lang w:val="sk-SK"/>
        </w:rPr>
        <w:t>middleware</w:t>
      </w:r>
      <w:proofErr w:type="spellEnd"/>
      <w:r>
        <w:rPr>
          <w:lang w:val="sk-SK"/>
        </w:rPr>
        <w:t xml:space="preserve"> a </w:t>
      </w:r>
      <w:proofErr w:type="spellStart"/>
      <w:r>
        <w:rPr>
          <w:lang w:val="sk-SK"/>
        </w:rPr>
        <w:t>sofvérové</w:t>
      </w:r>
      <w:proofErr w:type="spellEnd"/>
      <w:r>
        <w:rPr>
          <w:lang w:val="sk-SK"/>
        </w:rPr>
        <w:t xml:space="preserve"> komponenty, ich viditeľné vlastnosti z vonku a vzťahy medzi nimi.</w:t>
      </w:r>
    </w:p>
    <w:p w:rsidR="0029714E" w:rsidRPr="006D42FD" w:rsidRDefault="006D42FD" w:rsidP="006D42FD">
      <w:pPr>
        <w:pStyle w:val="eCheckBoxText"/>
        <w:spacing w:after="120"/>
        <w:ind w:left="425" w:hanging="425"/>
        <w:rPr>
          <w:szCs w:val="24"/>
          <w:lang w:val="sk-SK"/>
        </w:rPr>
      </w:pPr>
      <w:r w:rsidRPr="00CE3454">
        <w:rPr>
          <w:rStyle w:val="eCheckBoxSquareChar"/>
          <w:lang w:val="sk-SK"/>
        </w:rPr>
        <w:t>□</w:t>
      </w:r>
      <w:r w:rsidRPr="004D3267">
        <w:rPr>
          <w:rStyle w:val="eCheckBoxSquareChar"/>
          <w:lang w:val="sk-SK"/>
        </w:rPr>
        <w:tab/>
      </w:r>
      <w:proofErr w:type="spellStart"/>
      <w:r>
        <w:rPr>
          <w:lang w:val="sk-SK"/>
        </w:rPr>
        <w:t>Middleware</w:t>
      </w:r>
      <w:proofErr w:type="spellEnd"/>
      <w:r>
        <w:rPr>
          <w:lang w:val="sk-SK"/>
        </w:rPr>
        <w:t xml:space="preserve"> je softvér, ktorý vytvára spojenie medzi </w:t>
      </w:r>
      <w:proofErr w:type="spellStart"/>
      <w:r>
        <w:rPr>
          <w:lang w:val="sk-SK"/>
        </w:rPr>
        <w:t>ľubovolnými</w:t>
      </w:r>
      <w:proofErr w:type="spellEnd"/>
      <w:r>
        <w:rPr>
          <w:lang w:val="sk-SK"/>
        </w:rPr>
        <w:t xml:space="preserve"> dvoma klientami, servermi databázami alebo dokonca aplikáciami.</w:t>
      </w:r>
    </w:p>
    <w:p w:rsidR="00137755" w:rsidRDefault="00137755">
      <w:pPr>
        <w:rPr>
          <w:rStyle w:val="hps"/>
          <w:b/>
          <w:lang w:val="sk-SK"/>
        </w:rPr>
      </w:pPr>
      <w:r>
        <w:rPr>
          <w:rStyle w:val="hps"/>
          <w:lang w:val="sk-SK"/>
        </w:rPr>
        <w:br w:type="page"/>
      </w:r>
    </w:p>
    <w:p w:rsidR="006D42FD" w:rsidRPr="004D3267" w:rsidRDefault="006D42FD" w:rsidP="006D42FD">
      <w:pPr>
        <w:pStyle w:val="eTask"/>
        <w:rPr>
          <w:lang w:val="sk-SK"/>
        </w:rPr>
      </w:pPr>
      <w:r w:rsidRPr="00E51BF8">
        <w:rPr>
          <w:rStyle w:val="hps"/>
          <w:lang w:val="sk-SK"/>
        </w:rPr>
        <w:lastRenderedPageBreak/>
        <w:t>Priraď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každej položke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ľavom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</w:t>
      </w:r>
      <w:r w:rsidRPr="00E51BF8">
        <w:rPr>
          <w:lang w:val="sk-SK"/>
        </w:rPr>
        <w:t xml:space="preserve"> z</w:t>
      </w:r>
      <w:r w:rsidRPr="00E51BF8">
        <w:rPr>
          <w:rStyle w:val="hps"/>
          <w:lang w:val="sk-SK"/>
        </w:rPr>
        <w:t>odpovedajúcu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položku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pravom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stĺpci.</w:t>
      </w:r>
    </w:p>
    <w:p w:rsidR="00612F1D" w:rsidRPr="00EB68C8" w:rsidRDefault="00612F1D" w:rsidP="00612F1D">
      <w:pPr>
        <w:rPr>
          <w:lang w:val="ca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6D42FD" w:rsidP="00612F1D">
            <w:pPr>
              <w:pStyle w:val="eText"/>
              <w:spacing w:after="0"/>
              <w:jc w:val="center"/>
            </w:pPr>
            <w:r>
              <w:t>Privátny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9A7C19" w:rsidP="00C84D7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bookmarkStart w:id="0" w:name="_GoBack"/>
            <w:r>
              <w:t>J</w:t>
            </w:r>
            <w:bookmarkEnd w:id="0"/>
            <w:r w:rsidR="006D42FD">
              <w:t>e kombináciou výpočtových zdrojov poskytnutých privátnymi aj verejnými cloudmi.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6D42FD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D" w:rsidRDefault="006D42FD" w:rsidP="006D42F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Verejný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42FD" w:rsidRDefault="006D42FD" w:rsidP="006D42FD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42FD" w:rsidRPr="004D3267" w:rsidRDefault="006D42FD" w:rsidP="006D42F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t>Je vystavaný a spravovaný v rámci jedinej organizácie.</w:t>
            </w:r>
          </w:p>
        </w:tc>
      </w:tr>
      <w:tr w:rsidR="006D42FD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42FD" w:rsidRDefault="006D42FD" w:rsidP="006D42FD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6D42FD" w:rsidRDefault="006D42FD" w:rsidP="006D42FD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42FD" w:rsidRDefault="006D42FD" w:rsidP="006D42FD">
            <w:pPr>
              <w:pStyle w:val="eText"/>
              <w:spacing w:after="0"/>
            </w:pPr>
          </w:p>
        </w:tc>
      </w:tr>
      <w:tr w:rsidR="006D42FD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D" w:rsidRDefault="006D42FD" w:rsidP="006D42F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Komunitný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42FD" w:rsidRDefault="006D42FD" w:rsidP="006D42FD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42FD" w:rsidRDefault="006D42FD" w:rsidP="006D42F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 w:themeColor="text1"/>
                <w:kern w:val="24"/>
                <w:lang w:val="sk-SK"/>
              </w:rPr>
              <w:t xml:space="preserve">Zákazníci </w:t>
            </w:r>
            <w:r w:rsidRPr="004C5F20">
              <w:rPr>
                <w:lang w:val="sk-SK"/>
              </w:rPr>
              <w:t>využívajú ekonomickejšie možnosti rastu</w:t>
            </w:r>
            <w:r>
              <w:rPr>
                <w:lang w:val="sk-SK"/>
              </w:rPr>
              <w:t>.</w:t>
            </w:r>
          </w:p>
        </w:tc>
      </w:tr>
      <w:tr w:rsidR="006D42FD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42FD" w:rsidRDefault="006D42FD" w:rsidP="006D42FD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6D42FD" w:rsidRDefault="006D42FD" w:rsidP="006D42FD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42FD" w:rsidRDefault="006D42FD" w:rsidP="006D42FD">
            <w:pPr>
              <w:pStyle w:val="eText"/>
              <w:spacing w:after="0"/>
            </w:pPr>
          </w:p>
        </w:tc>
      </w:tr>
      <w:tr w:rsidR="006D42FD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42FD" w:rsidRDefault="006D42FD" w:rsidP="006D42F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Hybridný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42FD" w:rsidRDefault="006D42FD" w:rsidP="006D42FD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42FD" w:rsidRDefault="006D42FD" w:rsidP="006D42FD">
            <w:pPr>
              <w:pStyle w:val="eText"/>
              <w:spacing w:after="0"/>
            </w:pPr>
            <w:r>
              <w:t>Zdieľa výpočtové zdroje medzi viacerými organizáciami.</w:t>
            </w:r>
          </w:p>
        </w:tc>
      </w:tr>
    </w:tbl>
    <w:p w:rsidR="00C84D77" w:rsidRDefault="00C84D77" w:rsidP="00C84D77">
      <w:pPr>
        <w:pStyle w:val="eLineBottom"/>
      </w:pPr>
    </w:p>
    <w:p w:rsidR="00C84D77" w:rsidRDefault="00C84D77" w:rsidP="00C84D77"/>
    <w:p w:rsidR="006D42FD" w:rsidRPr="004D3267" w:rsidRDefault="006D42FD" w:rsidP="006D42FD">
      <w:pPr>
        <w:pStyle w:val="eTask"/>
        <w:rPr>
          <w:lang w:val="sk-SK"/>
        </w:rPr>
      </w:pPr>
      <w:r>
        <w:rPr>
          <w:lang w:val="sk-SK"/>
        </w:rPr>
        <w:t>Doplň čísla správnych odpovedí</w:t>
      </w:r>
      <w:r w:rsidR="00210DA7">
        <w:rPr>
          <w:lang w:val="sk-SK"/>
        </w:rPr>
        <w:t>.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Pr="00C84D77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Pr="00C84D77" w:rsidRDefault="00C97642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84D77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84D77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6D42FD" w:rsidRPr="004D3267" w:rsidRDefault="006D42FD" w:rsidP="003131FC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1</w:t>
      </w:r>
      <w:r w:rsidRPr="004D3267">
        <w:rPr>
          <w:lang w:val="sk-SK"/>
        </w:rPr>
        <w:t xml:space="preserve"> –</w:t>
      </w:r>
      <w:r>
        <w:rPr>
          <w:lang w:val="sk-SK"/>
        </w:rPr>
        <w:t xml:space="preserve"> Pou</w:t>
      </w:r>
      <w:r w:rsidRPr="00602ED9">
        <w:rPr>
          <w:lang w:val="sk-SK"/>
        </w:rPr>
        <w:t xml:space="preserve">žívatelia </w:t>
      </w:r>
      <w:proofErr w:type="spellStart"/>
      <w:r w:rsidR="003131FC">
        <w:rPr>
          <w:lang w:val="sk-SK"/>
        </w:rPr>
        <w:t>c</w:t>
      </w:r>
      <w:r w:rsidR="003131FC" w:rsidRPr="00602ED9">
        <w:rPr>
          <w:lang w:val="sk-SK"/>
        </w:rPr>
        <w:t>loud</w:t>
      </w:r>
      <w:r w:rsidR="003131FC">
        <w:rPr>
          <w:lang w:val="sk-SK"/>
        </w:rPr>
        <w:t>u</w:t>
      </w:r>
      <w:proofErr w:type="spellEnd"/>
      <w:r w:rsidR="003131FC" w:rsidRPr="00602ED9">
        <w:rPr>
          <w:lang w:val="sk-SK"/>
        </w:rPr>
        <w:t xml:space="preserve"> </w:t>
      </w:r>
      <w:r w:rsidRPr="00602ED9">
        <w:rPr>
          <w:lang w:val="sk-SK"/>
        </w:rPr>
        <w:t>potreb</w:t>
      </w:r>
      <w:r>
        <w:rPr>
          <w:lang w:val="sk-SK"/>
        </w:rPr>
        <w:t>ujú</w:t>
      </w:r>
      <w:r w:rsidRPr="00602ED9">
        <w:rPr>
          <w:lang w:val="sk-SK"/>
        </w:rPr>
        <w:t xml:space="preserve"> investovať do infraštruktúry informačných technológií, nákup</w:t>
      </w:r>
      <w:r>
        <w:rPr>
          <w:lang w:val="sk-SK"/>
        </w:rPr>
        <w:t>u</w:t>
      </w:r>
      <w:r w:rsidRPr="00602ED9">
        <w:rPr>
          <w:lang w:val="sk-SK"/>
        </w:rPr>
        <w:t xml:space="preserve"> hardvéru alebo </w:t>
      </w:r>
      <w:r w:rsidR="003F2A5F">
        <w:rPr>
          <w:lang w:val="sk-SK"/>
        </w:rPr>
        <w:t>nákupu</w:t>
      </w:r>
      <w:r w:rsidR="003F2A5F" w:rsidRPr="00602ED9">
        <w:rPr>
          <w:lang w:val="sk-SK"/>
        </w:rPr>
        <w:t xml:space="preserve"> </w:t>
      </w:r>
      <w:r w:rsidRPr="00602ED9">
        <w:rPr>
          <w:lang w:val="sk-SK"/>
        </w:rPr>
        <w:t>softvérových licencií.</w:t>
      </w:r>
    </w:p>
    <w:p w:rsidR="006D42FD" w:rsidRPr="004D3267" w:rsidRDefault="006D42FD" w:rsidP="006D42FD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2</w:t>
      </w:r>
      <w:r w:rsidRPr="004D3267">
        <w:rPr>
          <w:lang w:val="sk-SK"/>
        </w:rPr>
        <w:t xml:space="preserve"> –</w:t>
      </w:r>
      <w:r>
        <w:rPr>
          <w:lang w:val="sk-SK"/>
        </w:rPr>
        <w:t xml:space="preserve"> </w:t>
      </w:r>
      <w:proofErr w:type="spellStart"/>
      <w:r w:rsidRPr="00602ED9">
        <w:rPr>
          <w:rStyle w:val="hps"/>
          <w:lang w:val="sk-SK"/>
        </w:rPr>
        <w:t>Cloud</w:t>
      </w:r>
      <w:proofErr w:type="spellEnd"/>
      <w:r w:rsidRPr="00602ED9">
        <w:rPr>
          <w:rStyle w:val="hps"/>
          <w:lang w:val="sk-SK"/>
        </w:rPr>
        <w:t xml:space="preserve"> </w:t>
      </w:r>
      <w:proofErr w:type="spellStart"/>
      <w:r w:rsidRPr="00602ED9">
        <w:rPr>
          <w:rStyle w:val="hps"/>
          <w:lang w:val="sk-SK"/>
        </w:rPr>
        <w:t>computing</w:t>
      </w:r>
      <w:proofErr w:type="spellEnd"/>
      <w:r w:rsidRPr="00602ED9">
        <w:rPr>
          <w:rStyle w:val="hps"/>
          <w:lang w:val="sk-SK"/>
        </w:rPr>
        <w:t xml:space="preserve"> taktiež umožňuje podnikom používať, pristupovať a platiť iba za to, čo využívajú, a to s rýchlym časom implementácie.</w:t>
      </w:r>
    </w:p>
    <w:p w:rsidR="006D42FD" w:rsidRPr="004D3267" w:rsidRDefault="006D42FD" w:rsidP="006D42FD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3</w:t>
      </w:r>
      <w:r w:rsidRPr="004D3267">
        <w:rPr>
          <w:lang w:val="sk-SK"/>
        </w:rPr>
        <w:t xml:space="preserve"> –</w:t>
      </w:r>
      <w:r>
        <w:rPr>
          <w:lang w:val="sk-SK"/>
        </w:rPr>
        <w:t xml:space="preserve"> </w:t>
      </w:r>
      <w:r w:rsidRPr="00602ED9">
        <w:rPr>
          <w:lang w:val="sk-SK"/>
        </w:rPr>
        <w:t xml:space="preserve">Všetok prístup ku </w:t>
      </w:r>
      <w:proofErr w:type="spellStart"/>
      <w:r w:rsidRPr="00602ED9">
        <w:rPr>
          <w:lang w:val="sk-SK"/>
        </w:rPr>
        <w:t>cloudu</w:t>
      </w:r>
      <w:proofErr w:type="spellEnd"/>
      <w:r w:rsidRPr="00602ED9">
        <w:rPr>
          <w:lang w:val="sk-SK"/>
        </w:rPr>
        <w:t xml:space="preserve"> sa deje cez internet, čo prináša oneskorenie v každej komunikácii</w:t>
      </w:r>
      <w:r>
        <w:rPr>
          <w:lang w:val="sk-SK"/>
        </w:rPr>
        <w:t xml:space="preserve"> m</w:t>
      </w:r>
      <w:r w:rsidRPr="00602ED9">
        <w:rPr>
          <w:lang w:val="sk-SK"/>
        </w:rPr>
        <w:t>edzi používateľom a poskytovateľom.</w:t>
      </w:r>
    </w:p>
    <w:p w:rsidR="006D42FD" w:rsidRPr="004D3267" w:rsidRDefault="006D42FD" w:rsidP="009A7C19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4</w:t>
      </w:r>
      <w:r w:rsidRPr="004D3267">
        <w:rPr>
          <w:lang w:val="sk-SK"/>
        </w:rPr>
        <w:t xml:space="preserve"> –</w:t>
      </w:r>
      <w:r>
        <w:rPr>
          <w:lang w:val="sk-SK"/>
        </w:rPr>
        <w:t xml:space="preserve"> </w:t>
      </w:r>
      <w:r w:rsidRPr="00984345">
        <w:rPr>
          <w:lang w:val="sk-SK"/>
        </w:rPr>
        <w:t xml:space="preserve">Množstvo kontroly, ktoré má používateľ nad poskytovateľom </w:t>
      </w:r>
      <w:proofErr w:type="spellStart"/>
      <w:r w:rsidRPr="00984345">
        <w:rPr>
          <w:lang w:val="sk-SK"/>
        </w:rPr>
        <w:t>cloudu</w:t>
      </w:r>
      <w:proofErr w:type="spellEnd"/>
      <w:r w:rsidRPr="00984345">
        <w:rPr>
          <w:lang w:val="sk-SK"/>
        </w:rPr>
        <w:t xml:space="preserve"> a jeho zdrojmi sa medzi jednotlivými poskytovateľmi značne </w:t>
      </w:r>
      <w:r>
        <w:rPr>
          <w:lang w:val="sk-SK"/>
        </w:rPr>
        <w:t>ne</w:t>
      </w:r>
      <w:r w:rsidRPr="00984345">
        <w:rPr>
          <w:lang w:val="sk-SK"/>
        </w:rPr>
        <w:t>mení.</w:t>
      </w:r>
    </w:p>
    <w:p w:rsidR="006D42FD" w:rsidRPr="004D3267" w:rsidRDefault="006D42FD" w:rsidP="006D42FD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5</w:t>
      </w:r>
      <w:r w:rsidRPr="004D3267">
        <w:rPr>
          <w:lang w:val="sk-SK"/>
        </w:rPr>
        <w:t xml:space="preserve"> –</w:t>
      </w:r>
      <w:r w:rsidR="00137755">
        <w:rPr>
          <w:lang w:val="sk-SK"/>
        </w:rPr>
        <w:t xml:space="preserve"> </w:t>
      </w:r>
      <w:r w:rsidRPr="00CE3454">
        <w:rPr>
          <w:lang w:val="sk-SK"/>
        </w:rPr>
        <w:t>Adekvátne alebo včasné odstránenie dát je vždy možné</w:t>
      </w:r>
    </w:p>
    <w:p w:rsidR="006D42FD" w:rsidRPr="004D3267" w:rsidRDefault="006D42FD" w:rsidP="00085A7B">
      <w:pPr>
        <w:pStyle w:val="eText"/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6</w:t>
      </w:r>
      <w:r w:rsidRPr="004D3267">
        <w:rPr>
          <w:lang w:val="sk-SK"/>
        </w:rPr>
        <w:t xml:space="preserve"> –</w:t>
      </w:r>
      <w:r>
        <w:rPr>
          <w:lang w:val="sk-SK"/>
        </w:rPr>
        <w:t xml:space="preserve"> Problém rizika ochrany dát je zjavnejší v prípade viacerých prenosov dát, napr. medzi prepojenými </w:t>
      </w:r>
      <w:proofErr w:type="spellStart"/>
      <w:r>
        <w:rPr>
          <w:lang w:val="sk-SK"/>
        </w:rPr>
        <w:t>cloudmi</w:t>
      </w:r>
      <w:proofErr w:type="spellEnd"/>
      <w:r>
        <w:rPr>
          <w:lang w:val="sk-SK"/>
        </w:rPr>
        <w:t>.</w:t>
      </w:r>
    </w:p>
    <w:p w:rsidR="00A21623" w:rsidRPr="00CE3454" w:rsidRDefault="006D42FD" w:rsidP="006D42FD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7</w:t>
      </w:r>
      <w:r w:rsidRPr="004D3267">
        <w:rPr>
          <w:lang w:val="sk-SK"/>
        </w:rPr>
        <w:t xml:space="preserve"> – </w:t>
      </w:r>
      <w:proofErr w:type="spellStart"/>
      <w:r>
        <w:rPr>
          <w:lang w:val="sk-SK"/>
        </w:rPr>
        <w:t>Cloudové</w:t>
      </w:r>
      <w:proofErr w:type="spellEnd"/>
      <w:r>
        <w:rPr>
          <w:lang w:val="sk-SK"/>
        </w:rPr>
        <w:t xml:space="preserve"> služby nevyžadujú, aby používatelia mali sofistikovaný počítač schopný spúšťať špeciálny softvér.</w:t>
      </w:r>
    </w:p>
    <w:sectPr w:rsidR="00A21623" w:rsidRPr="00CE345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2E4" w:rsidRDefault="003E42E4" w:rsidP="00861A1A">
      <w:r>
        <w:separator/>
      </w:r>
    </w:p>
  </w:endnote>
  <w:endnote w:type="continuationSeparator" w:id="0">
    <w:p w:rsidR="003E42E4" w:rsidRDefault="003E42E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F2A5F" w:rsidTr="00CA51B5">
      <w:tc>
        <w:tcPr>
          <w:tcW w:w="2518" w:type="dxa"/>
        </w:tcPr>
        <w:p w:rsidR="003F2A5F" w:rsidRDefault="003F2A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F2A5F" w:rsidRPr="003140EE" w:rsidRDefault="003F2A5F" w:rsidP="00DE3E9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3F2A5F" w:rsidRPr="00CA51B5" w:rsidRDefault="003F2A5F" w:rsidP="00DE3E9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3F2A5F" w:rsidTr="00CA51B5">
      <w:tc>
        <w:tcPr>
          <w:tcW w:w="8472" w:type="dxa"/>
          <w:gridSpan w:val="2"/>
        </w:tcPr>
        <w:p w:rsidR="003F2A5F" w:rsidRPr="00CA51B5" w:rsidRDefault="003F2A5F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3F2A5F" w:rsidRPr="00CA51B5" w:rsidRDefault="003F2A5F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3F2A5F" w:rsidRPr="00BF5E09" w:rsidRDefault="003F2A5F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2E4" w:rsidRDefault="003E42E4" w:rsidP="00861A1A">
      <w:r>
        <w:separator/>
      </w:r>
    </w:p>
  </w:footnote>
  <w:footnote w:type="continuationSeparator" w:id="0">
    <w:p w:rsidR="003E42E4" w:rsidRDefault="003E42E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A5F" w:rsidRPr="002B41A8" w:rsidRDefault="003F2A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3F2A5F" w:rsidRPr="00C148FD" w:rsidRDefault="003F2A5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714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5A7B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755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C5D2D"/>
    <w:rsid w:val="001D00A1"/>
    <w:rsid w:val="001F6290"/>
    <w:rsid w:val="00210DA7"/>
    <w:rsid w:val="00211FB6"/>
    <w:rsid w:val="00213F2C"/>
    <w:rsid w:val="00223478"/>
    <w:rsid w:val="00225015"/>
    <w:rsid w:val="00232EDE"/>
    <w:rsid w:val="00242C56"/>
    <w:rsid w:val="00244E6B"/>
    <w:rsid w:val="00250122"/>
    <w:rsid w:val="00272012"/>
    <w:rsid w:val="002825A8"/>
    <w:rsid w:val="00283A7C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E301D"/>
    <w:rsid w:val="00304ADA"/>
    <w:rsid w:val="00306B9F"/>
    <w:rsid w:val="00307892"/>
    <w:rsid w:val="003131FC"/>
    <w:rsid w:val="00315203"/>
    <w:rsid w:val="003275A8"/>
    <w:rsid w:val="00337851"/>
    <w:rsid w:val="00347E4D"/>
    <w:rsid w:val="00351AF3"/>
    <w:rsid w:val="00390761"/>
    <w:rsid w:val="0039238A"/>
    <w:rsid w:val="003A1E6F"/>
    <w:rsid w:val="003B1326"/>
    <w:rsid w:val="003C360A"/>
    <w:rsid w:val="003C5B45"/>
    <w:rsid w:val="003D41BB"/>
    <w:rsid w:val="003E01BE"/>
    <w:rsid w:val="003E42E4"/>
    <w:rsid w:val="003F03EB"/>
    <w:rsid w:val="003F2A5F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5B2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42FD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A7C19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2F7C"/>
    <w:rsid w:val="00C148FD"/>
    <w:rsid w:val="00C2393A"/>
    <w:rsid w:val="00C52C42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51B5"/>
    <w:rsid w:val="00CC2293"/>
    <w:rsid w:val="00CC266E"/>
    <w:rsid w:val="00CE09BA"/>
    <w:rsid w:val="00CE3454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C5D7C"/>
    <w:rsid w:val="00DD085D"/>
    <w:rsid w:val="00DD34CF"/>
    <w:rsid w:val="00DD6149"/>
    <w:rsid w:val="00DE3767"/>
    <w:rsid w:val="00DE3E99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2534"/>
    <w:rsid w:val="00E8518C"/>
    <w:rsid w:val="00E879F9"/>
    <w:rsid w:val="00E90BD9"/>
    <w:rsid w:val="00E92E8C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8CA2252-C78C-4E41-A1E2-273EC6A2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DefaultParagraphFont"/>
    <w:rsid w:val="00290885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DefaultParagraphFont"/>
    <w:link w:val="eText"/>
    <w:rsid w:val="00877FE6"/>
    <w:rPr>
      <w:sz w:val="24"/>
      <w:szCs w:val="24"/>
      <w:lang w:eastAsia="en-US"/>
    </w:rPr>
  </w:style>
  <w:style w:type="character" w:customStyle="1" w:styleId="hps">
    <w:name w:val="hps"/>
    <w:basedOn w:val="DefaultParagraphFont"/>
    <w:rsid w:val="006D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13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Renata Rybarova</cp:lastModifiedBy>
  <cp:revision>4</cp:revision>
  <cp:lastPrinted>2013-05-24T15:00:00Z</cp:lastPrinted>
  <dcterms:created xsi:type="dcterms:W3CDTF">2016-02-13T15:42:00Z</dcterms:created>
  <dcterms:modified xsi:type="dcterms:W3CDTF">2016-02-22T21:09:00Z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