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9D2" w:rsidRPr="00E97AF5" w:rsidRDefault="005549D2" w:rsidP="005549D2">
      <w:pPr>
        <w:pStyle w:val="eTask"/>
        <w:ind w:left="0" w:firstLine="0"/>
        <w:rPr>
          <w:lang w:val="sk-SK"/>
        </w:rPr>
      </w:pPr>
      <w:r w:rsidRPr="00E97AF5">
        <w:rPr>
          <w:lang w:val="sk-SK"/>
        </w:rPr>
        <w:t>Vyberte jednu možnosť v zátvorkách tak, aby tvrdenia boli pravdivé.</w:t>
      </w:r>
    </w:p>
    <w:p w:rsidR="001922A0" w:rsidRPr="00E97AF5" w:rsidRDefault="001922A0" w:rsidP="00E65A44">
      <w:pPr>
        <w:rPr>
          <w:lang w:val="sk-SK"/>
        </w:rPr>
      </w:pPr>
    </w:p>
    <w:p w:rsidR="00141E1A" w:rsidRPr="00E97AF5" w:rsidRDefault="0083105F" w:rsidP="00141E1A">
      <w:pPr>
        <w:rPr>
          <w:lang w:val="sk-SK"/>
        </w:rPr>
      </w:pPr>
      <w:r w:rsidRPr="00E97AF5">
        <w:rPr>
          <w:lang w:val="sk-SK"/>
        </w:rPr>
        <w:t xml:space="preserve">Ak použijeme kryptografiu s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tajným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verejným</m:t>
                  </m:r>
                </m:e>
              </m:mr>
            </m:m>
          </m:e>
        </m:d>
      </m:oMath>
      <w:r w:rsidRPr="00E97AF5">
        <w:rPr>
          <w:lang w:val="sk-SK"/>
        </w:rPr>
        <w:t xml:space="preserve"> kľúčom, o</w:t>
      </w:r>
      <w:r w:rsidR="005549D2" w:rsidRPr="00E97AF5">
        <w:rPr>
          <w:lang w:val="sk-SK"/>
        </w:rPr>
        <w:t xml:space="preserve">dosielateľ a príjemca nepotrebujú zdieľať </w:t>
      </w:r>
      <w:r w:rsidRPr="00E97AF5">
        <w:rPr>
          <w:lang w:val="sk-SK"/>
        </w:rPr>
        <w:t xml:space="preserve">žiaden kľúč. </w:t>
      </w:r>
    </w:p>
    <w:p w:rsidR="001316F0" w:rsidRPr="00E97AF5" w:rsidRDefault="001316F0" w:rsidP="00141E1A">
      <w:pPr>
        <w:rPr>
          <w:lang w:val="sk-SK"/>
        </w:rPr>
      </w:pPr>
    </w:p>
    <w:p w:rsidR="0000491E" w:rsidRPr="00E97AF5" w:rsidRDefault="00B01781" w:rsidP="00141E1A">
      <w:pPr>
        <w:rPr>
          <w:lang w:val="sk-SK"/>
        </w:rPr>
      </w:pPr>
      <w:r w:rsidRPr="00E97AF5">
        <w:rPr>
          <w:lang w:val="sk-SK"/>
        </w:rPr>
        <w:t>Na overenie digitálneho podpisu je potrebný</w:t>
      </w:r>
      <w:r w:rsidR="0000491E" w:rsidRPr="00E97AF5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lang w:val="sk-SK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lang w:val="sk-SK"/>
                          </w:rPr>
                          <m:t>súkromný kľúč podpisujúceho sa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lang w:val="sk-SK"/>
                          </w:rPr>
                          <m:t>verejný kľúč podpisujúceho sa</m:t>
                        </m:r>
                      </m:e>
                    </m:mr>
                  </m:m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súkromný kľúč príjemcu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verejný kľúč príjemcu</m:t>
                  </m:r>
                </m:e>
              </m:mr>
            </m:m>
          </m:e>
        </m:d>
      </m:oMath>
      <w:r w:rsidR="006A1AE2" w:rsidRPr="00E97AF5">
        <w:rPr>
          <w:lang w:val="sk-SK"/>
        </w:rPr>
        <w:t>.</w:t>
      </w:r>
    </w:p>
    <w:p w:rsidR="001316F0" w:rsidRPr="00E97AF5" w:rsidRDefault="001316F0" w:rsidP="00141E1A">
      <w:pPr>
        <w:rPr>
          <w:lang w:val="sk-SK"/>
        </w:rPr>
      </w:pPr>
    </w:p>
    <w:p w:rsidR="005B728A" w:rsidRDefault="004558B9" w:rsidP="00960077">
      <w:pPr>
        <w:rPr>
          <w:lang w:val="sk-SK"/>
        </w:rPr>
      </w:pPr>
      <w:r w:rsidRPr="00E97AF5">
        <w:rPr>
          <w:lang w:val="sk-SK"/>
        </w:rPr>
        <w:t xml:space="preserve">Dĺžka kľúča </w:t>
      </w:r>
      <w:r w:rsidR="00437FA9" w:rsidRPr="00E97AF5">
        <w:rPr>
          <w:lang w:val="sk-SK"/>
        </w:rPr>
        <w:t>v symetrických šifrách je</w:t>
      </w:r>
      <w:r w:rsidR="001316F0" w:rsidRPr="00E97AF5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kratšia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dlhšia</m:t>
                  </m:r>
                </m:e>
              </m:mr>
            </m:m>
          </m:e>
        </m:d>
      </m:oMath>
      <w:r w:rsidR="001316F0" w:rsidRPr="00E97AF5">
        <w:rPr>
          <w:lang w:val="sk-SK"/>
        </w:rPr>
        <w:t xml:space="preserve"> </w:t>
      </w:r>
      <w:r w:rsidR="00437FA9" w:rsidRPr="00E97AF5">
        <w:rPr>
          <w:lang w:val="sk-SK"/>
        </w:rPr>
        <w:t>ako v asymetrických</w:t>
      </w:r>
      <w:r w:rsidR="00026334" w:rsidRPr="00E97AF5">
        <w:rPr>
          <w:lang w:val="sk-SK"/>
        </w:rPr>
        <w:t xml:space="preserve"> šifrách</w:t>
      </w:r>
      <w:r w:rsidR="00437FA9" w:rsidRPr="00E97AF5">
        <w:rPr>
          <w:lang w:val="sk-SK"/>
        </w:rPr>
        <w:t xml:space="preserve"> (kryptografia </w:t>
      </w:r>
    </w:p>
    <w:p w:rsidR="001316F0" w:rsidRPr="00E97AF5" w:rsidRDefault="005B728A" w:rsidP="00960077">
      <w:pPr>
        <w:rPr>
          <w:lang w:val="sk-SK"/>
        </w:rPr>
      </w:pPr>
      <w:r>
        <w:rPr>
          <w:lang w:val="sk-SK"/>
        </w:rPr>
        <w:t xml:space="preserve">s </w:t>
      </w:r>
      <w:r w:rsidR="00437FA9" w:rsidRPr="00E97AF5">
        <w:rPr>
          <w:lang w:val="sk-SK"/>
        </w:rPr>
        <w:t>verejným kľúčom)</w:t>
      </w:r>
      <w:r w:rsidR="006A1AE2" w:rsidRPr="00E97AF5">
        <w:rPr>
          <w:lang w:val="sk-SK"/>
        </w:rPr>
        <w:t>.</w:t>
      </w:r>
    </w:p>
    <w:p w:rsidR="001316F0" w:rsidRPr="00E97AF5" w:rsidRDefault="001316F0" w:rsidP="00141E1A">
      <w:pPr>
        <w:rPr>
          <w:lang w:val="sk-SK"/>
        </w:rPr>
      </w:pPr>
    </w:p>
    <w:p w:rsidR="001316F0" w:rsidRPr="00E97AF5" w:rsidRDefault="0012488C" w:rsidP="00141E1A">
      <w:pPr>
        <w:rPr>
          <w:lang w:val="sk-SK"/>
        </w:rPr>
      </w:pPr>
      <w:r>
        <w:rPr>
          <w:lang w:val="sk-SK"/>
        </w:rPr>
        <w:t xml:space="preserve">V symetrických šifrách je šifrovací proces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pomalší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rýchlejší</m:t>
                  </m:r>
                </m:e>
              </m:mr>
            </m:m>
          </m:e>
        </m:d>
      </m:oMath>
      <w:r>
        <w:rPr>
          <w:lang w:val="sk-SK"/>
        </w:rPr>
        <w:t xml:space="preserve"> ako v asymetrických šifrách</w:t>
      </w:r>
      <w:r w:rsidR="009D4E8A" w:rsidRPr="00E97AF5">
        <w:rPr>
          <w:lang w:val="sk-SK"/>
        </w:rPr>
        <w:t>.</w:t>
      </w:r>
    </w:p>
    <w:p w:rsidR="00141E1A" w:rsidRPr="00E97AF5" w:rsidRDefault="00141E1A" w:rsidP="00141E1A">
      <w:pPr>
        <w:rPr>
          <w:lang w:val="sk-SK"/>
        </w:rPr>
      </w:pPr>
    </w:p>
    <w:p w:rsidR="00C148FD" w:rsidRPr="00E97AF5" w:rsidRDefault="00A71788" w:rsidP="00C148FD">
      <w:pPr>
        <w:pStyle w:val="eLineBottom"/>
        <w:rPr>
          <w:lang w:val="sk-SK"/>
        </w:rPr>
      </w:pP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Symetrické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Asymetrické</m:t>
                  </m:r>
                </m:e>
              </m:mr>
            </m:m>
          </m:e>
        </m:d>
      </m:oMath>
      <w:r w:rsidR="00141E1A" w:rsidRPr="00E97AF5">
        <w:rPr>
          <w:lang w:val="sk-SK"/>
        </w:rPr>
        <w:t xml:space="preserve"> </w:t>
      </w:r>
      <w:r w:rsidR="00577988">
        <w:rPr>
          <w:lang w:val="sk-SK"/>
        </w:rPr>
        <w:t>šifry</w:t>
      </w:r>
      <w:r w:rsidR="001316F0" w:rsidRPr="00E97AF5">
        <w:rPr>
          <w:lang w:val="sk-SK"/>
        </w:rPr>
        <w:t xml:space="preserve"> </w:t>
      </w:r>
      <w:r w:rsidR="00577988">
        <w:rPr>
          <w:lang w:val="sk-SK"/>
        </w:rPr>
        <w:t>používajú</w:t>
      </w:r>
      <w:r w:rsidR="001316F0" w:rsidRPr="00E97AF5">
        <w:rPr>
          <w:lang w:val="sk-SK"/>
        </w:rPr>
        <w:t xml:space="preserve"> </w:t>
      </w:r>
      <w:r w:rsidR="00141E1A" w:rsidRPr="00E97AF5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rovnaký kľúč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odlišné kľúče</m:t>
                  </m:r>
                </m:e>
              </m:mr>
            </m:m>
          </m:e>
        </m:d>
      </m:oMath>
      <w:r w:rsidR="00141E1A" w:rsidRPr="00E97AF5">
        <w:rPr>
          <w:lang w:val="sk-SK"/>
        </w:rPr>
        <w:t xml:space="preserve"> </w:t>
      </w:r>
      <w:r w:rsidR="00577988">
        <w:rPr>
          <w:lang w:val="sk-SK"/>
        </w:rPr>
        <w:t>na šifrovanie a dešifrovanie</w:t>
      </w:r>
      <w:r w:rsidR="00141E1A" w:rsidRPr="00E97AF5">
        <w:rPr>
          <w:lang w:val="sk-SK"/>
        </w:rPr>
        <w:t>.</w:t>
      </w:r>
    </w:p>
    <w:p w:rsidR="00141E1A" w:rsidRPr="00E97AF5" w:rsidRDefault="00141E1A" w:rsidP="00C148FD">
      <w:pPr>
        <w:pStyle w:val="eLineBottom"/>
        <w:rPr>
          <w:lang w:val="sk-SK"/>
        </w:rPr>
      </w:pPr>
    </w:p>
    <w:p w:rsidR="001316F0" w:rsidRPr="00E97AF5" w:rsidRDefault="00577988" w:rsidP="00C148FD">
      <w:pPr>
        <w:pStyle w:val="eLineBottom"/>
        <w:rPr>
          <w:lang w:val="sk-SK"/>
        </w:rPr>
      </w:pPr>
      <w:r>
        <w:rPr>
          <w:lang w:val="sk-SK"/>
        </w:rPr>
        <w:t>V hybridnom šifrovacom procese sú používateľské dáta šifrované pomocou algoritmov</w:t>
      </w:r>
      <w:r w:rsidR="001316F0" w:rsidRPr="00E97AF5">
        <w:rPr>
          <w:lang w:val="sk-SK"/>
        </w:rPr>
        <w:t xml:space="preserve"> </w:t>
      </w:r>
      <w:r>
        <w:rPr>
          <w:lang w:val="sk-SK"/>
        </w:rPr>
        <w:t xml:space="preserve">kryptografie s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tajným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verejným</m:t>
                  </m:r>
                </m:e>
              </m:mr>
            </m:m>
          </m:e>
        </m:d>
      </m:oMath>
      <w:r w:rsidR="001316F0" w:rsidRPr="00E97AF5">
        <w:rPr>
          <w:lang w:val="sk-SK"/>
        </w:rPr>
        <w:t xml:space="preserve"> </w:t>
      </w:r>
      <w:r>
        <w:rPr>
          <w:lang w:val="sk-SK"/>
        </w:rPr>
        <w:t>kľúčom</w:t>
      </w:r>
      <w:r w:rsidR="006A1AE2" w:rsidRPr="00E97AF5">
        <w:rPr>
          <w:lang w:val="sk-SK"/>
        </w:rPr>
        <w:t>.</w:t>
      </w:r>
    </w:p>
    <w:p w:rsidR="001316F0" w:rsidRPr="00E97AF5" w:rsidRDefault="001316F0" w:rsidP="00C148FD">
      <w:pPr>
        <w:pStyle w:val="eLineBottom"/>
        <w:rPr>
          <w:lang w:val="sk-SK"/>
        </w:rPr>
      </w:pPr>
    </w:p>
    <w:p w:rsidR="001316F0" w:rsidRPr="00E97AF5" w:rsidRDefault="00B928DE" w:rsidP="001316F0">
      <w:pPr>
        <w:pStyle w:val="eLineBottom"/>
        <w:rPr>
          <w:lang w:val="sk-SK"/>
        </w:rPr>
      </w:pPr>
      <w:r>
        <w:rPr>
          <w:lang w:val="sk-SK"/>
        </w:rPr>
        <w:t>V hybridnom šifrovaní sa</w:t>
      </w:r>
      <w:r w:rsidR="001316F0" w:rsidRPr="00E97AF5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lang w:val="sk-SK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lang w:val="sk-SK"/>
                          </w:rPr>
                          <m:t>tajným kľúčom odosielateľa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lang w:val="sk-SK"/>
                          </w:rPr>
                          <m:t>verejným kľúčom odosielateľa</m:t>
                        </m:r>
                      </m:e>
                    </m:mr>
                  </m:m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tajným kľúčom príjemcu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verejným kľúčom príjemcu</m:t>
                  </m:r>
                </m:e>
              </m:mr>
            </m:m>
          </m:e>
        </m:d>
      </m:oMath>
      <w:r w:rsidR="001316F0" w:rsidRPr="00E97AF5">
        <w:rPr>
          <w:lang w:val="sk-SK"/>
        </w:rPr>
        <w:t xml:space="preserve"> </w:t>
      </w:r>
      <w:r>
        <w:rPr>
          <w:lang w:val="sk-SK"/>
        </w:rPr>
        <w:t>šifr</w:t>
      </w:r>
      <w:r w:rsidR="007C6CE4">
        <w:rPr>
          <w:lang w:val="sk-SK"/>
        </w:rPr>
        <w:t>ujú</w:t>
      </w:r>
      <w:r w:rsidR="001316F0" w:rsidRPr="00E97AF5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Cs w:val="24"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Cs w:val="24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používateľské dáta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kľúč relácie</m:t>
                  </m:r>
                </m:e>
              </m:mr>
            </m:m>
          </m:e>
        </m:d>
      </m:oMath>
      <w:r w:rsidR="001316F0" w:rsidRPr="00E97AF5">
        <w:rPr>
          <w:lang w:val="sk-SK"/>
        </w:rPr>
        <w:t xml:space="preserve"> </w:t>
      </w:r>
      <w:r w:rsidR="006A1AE2" w:rsidRPr="00E97AF5">
        <w:rPr>
          <w:lang w:val="sk-SK"/>
        </w:rPr>
        <w:t>.</w:t>
      </w:r>
    </w:p>
    <w:p w:rsidR="001316F0" w:rsidRPr="00E97AF5" w:rsidRDefault="001316F0" w:rsidP="00C148FD">
      <w:pPr>
        <w:pStyle w:val="eLineBottom"/>
        <w:rPr>
          <w:lang w:val="sk-SK"/>
        </w:rPr>
      </w:pPr>
    </w:p>
    <w:p w:rsidR="00141E1A" w:rsidRPr="00E97AF5" w:rsidRDefault="00141E1A" w:rsidP="00141E1A">
      <w:pPr>
        <w:pStyle w:val="eLineBottom"/>
        <w:rPr>
          <w:lang w:val="sk-SK"/>
        </w:rPr>
      </w:pPr>
    </w:p>
    <w:p w:rsidR="001922A0" w:rsidRPr="00E97AF5" w:rsidRDefault="001922A0" w:rsidP="001922A0">
      <w:pPr>
        <w:rPr>
          <w:lang w:val="sk-SK"/>
        </w:rPr>
      </w:pPr>
    </w:p>
    <w:p w:rsidR="00211C76" w:rsidRPr="00DF7D8C" w:rsidRDefault="00211C76" w:rsidP="00211C76">
      <w:pPr>
        <w:pStyle w:val="eTask"/>
        <w:ind w:left="0" w:firstLine="0"/>
        <w:rPr>
          <w:lang w:val="sk-SK"/>
        </w:rPr>
      </w:pPr>
      <w:r w:rsidRPr="00DF7D8C">
        <w:rPr>
          <w:lang w:val="sk-SK"/>
        </w:rPr>
        <w:t>Označ</w:t>
      </w:r>
      <w:r w:rsidR="004466E8">
        <w:rPr>
          <w:lang w:val="sk-SK"/>
        </w:rPr>
        <w:t>te</w:t>
      </w:r>
      <w:r w:rsidRPr="00DF7D8C">
        <w:rPr>
          <w:lang w:val="sk-SK"/>
        </w:rPr>
        <w:t xml:space="preserve"> pravdivé tvrdenia. </w:t>
      </w:r>
    </w:p>
    <w:p w:rsidR="003A1E6F" w:rsidRPr="00E97AF5" w:rsidRDefault="003A1E6F" w:rsidP="003A1E6F">
      <w:pPr>
        <w:rPr>
          <w:lang w:val="sk-SK"/>
        </w:rPr>
      </w:pPr>
    </w:p>
    <w:p w:rsidR="003A1E6F" w:rsidRPr="00E97AF5" w:rsidRDefault="003A1E6F" w:rsidP="003A1E6F">
      <w:pPr>
        <w:pStyle w:val="eCheckBoxText"/>
        <w:rPr>
          <w:szCs w:val="40"/>
          <w:lang w:val="sk-SK"/>
        </w:rPr>
      </w:pPr>
      <w:r w:rsidRPr="00E97AF5">
        <w:rPr>
          <w:rStyle w:val="eCheckBoxSquareChar"/>
          <w:lang w:val="sk-SK"/>
        </w:rPr>
        <w:t>□</w:t>
      </w:r>
      <w:r w:rsidRPr="00E97AF5">
        <w:rPr>
          <w:szCs w:val="40"/>
          <w:lang w:val="sk-SK"/>
        </w:rPr>
        <w:tab/>
      </w:r>
      <w:r w:rsidR="00E24CA6">
        <w:rPr>
          <w:szCs w:val="40"/>
          <w:lang w:val="sk-SK"/>
        </w:rPr>
        <w:t>Digitálny podpis musí</w:t>
      </w:r>
      <w:r w:rsidR="00292C9D">
        <w:rPr>
          <w:szCs w:val="40"/>
          <w:lang w:val="sk-SK"/>
        </w:rPr>
        <w:t xml:space="preserve"> byť postupnosť bitov, ktorá závisí na danej podpisovanej správe</w:t>
      </w:r>
      <w:r w:rsidRPr="00E97AF5">
        <w:rPr>
          <w:szCs w:val="40"/>
          <w:lang w:val="sk-SK"/>
        </w:rPr>
        <w:t>.</w:t>
      </w:r>
    </w:p>
    <w:p w:rsidR="003A1E6F" w:rsidRPr="00E97AF5" w:rsidRDefault="003A1E6F" w:rsidP="003A1E6F">
      <w:pPr>
        <w:pStyle w:val="eCheckBoxText"/>
        <w:rPr>
          <w:lang w:val="sk-SK"/>
        </w:rPr>
      </w:pPr>
      <w:r w:rsidRPr="00E97AF5">
        <w:rPr>
          <w:rStyle w:val="eCheckBoxSquareChar"/>
          <w:lang w:val="sk-SK"/>
        </w:rPr>
        <w:t>□</w:t>
      </w:r>
      <w:r w:rsidRPr="00E97AF5">
        <w:rPr>
          <w:rStyle w:val="eCheckBoxSquareChar"/>
          <w:lang w:val="sk-SK"/>
        </w:rPr>
        <w:tab/>
      </w:r>
      <w:r w:rsidR="00292C9D">
        <w:rPr>
          <w:lang w:val="sk-SK"/>
        </w:rPr>
        <w:t>Realizácia a implementácia digitálneho podpisu musí byť relatívne ľahká bez tajného kľúča podpisujúcej sa osoby.</w:t>
      </w:r>
    </w:p>
    <w:p w:rsidR="003A1E6F" w:rsidRPr="00E97AF5" w:rsidRDefault="003A1E6F" w:rsidP="00960077">
      <w:pPr>
        <w:pStyle w:val="eCheckBoxText"/>
        <w:rPr>
          <w:lang w:val="sk-SK"/>
        </w:rPr>
      </w:pPr>
      <w:r w:rsidRPr="00E97AF5">
        <w:rPr>
          <w:rStyle w:val="eCheckBoxSquareChar"/>
          <w:lang w:val="sk-SK"/>
        </w:rPr>
        <w:t>□</w:t>
      </w:r>
      <w:r w:rsidRPr="00E97AF5">
        <w:rPr>
          <w:rStyle w:val="eCheckBoxSquareChar"/>
          <w:lang w:val="sk-SK"/>
        </w:rPr>
        <w:tab/>
      </w:r>
      <w:r w:rsidR="006F417F">
        <w:rPr>
          <w:lang w:val="sk-SK"/>
        </w:rPr>
        <w:t xml:space="preserve">Falšovanie digitálneho podpisu musí </w:t>
      </w:r>
      <w:r w:rsidR="00DC1E0D">
        <w:rPr>
          <w:lang w:val="sk-SK"/>
        </w:rPr>
        <w:t>byť výpočtovo nemožné</w:t>
      </w:r>
      <w:r w:rsidRPr="00E97AF5">
        <w:rPr>
          <w:lang w:val="sk-SK"/>
        </w:rPr>
        <w:t xml:space="preserve">, </w:t>
      </w:r>
      <w:r w:rsidR="00DC1E0D">
        <w:rPr>
          <w:lang w:val="sk-SK"/>
        </w:rPr>
        <w:t>či už vytvorením novej správy pre existujúci podpis</w:t>
      </w:r>
      <w:r w:rsidR="005B728A">
        <w:rPr>
          <w:lang w:val="sk-SK"/>
        </w:rPr>
        <w:t>,</w:t>
      </w:r>
      <w:r w:rsidR="00DC1E0D">
        <w:rPr>
          <w:lang w:val="sk-SK"/>
        </w:rPr>
        <w:t xml:space="preserve"> alebo vytvorením falošného digitálneho podpisu pre danú správu.</w:t>
      </w:r>
    </w:p>
    <w:p w:rsidR="003A1E6F" w:rsidRPr="00E97AF5" w:rsidRDefault="003A1E6F" w:rsidP="003A1E6F">
      <w:pPr>
        <w:pStyle w:val="eCheckBoxText"/>
        <w:rPr>
          <w:lang w:val="sk-SK"/>
        </w:rPr>
      </w:pPr>
      <w:r w:rsidRPr="00E97AF5">
        <w:rPr>
          <w:rStyle w:val="eCheckBoxSquareChar"/>
          <w:lang w:val="sk-SK"/>
        </w:rPr>
        <w:t>□</w:t>
      </w:r>
      <w:r w:rsidRPr="00E97AF5">
        <w:rPr>
          <w:rStyle w:val="eCheckBoxSquareChar"/>
          <w:lang w:val="sk-SK"/>
        </w:rPr>
        <w:tab/>
      </w:r>
      <w:r w:rsidR="001D1E4E">
        <w:rPr>
          <w:lang w:val="sk-SK"/>
        </w:rPr>
        <w:t>Daným digitálnym podpisom možno získať príslušnú správu</w:t>
      </w:r>
      <w:r w:rsidRPr="00E97AF5">
        <w:rPr>
          <w:lang w:val="sk-SK"/>
        </w:rPr>
        <w:t>.</w:t>
      </w:r>
    </w:p>
    <w:p w:rsidR="003A1E6F" w:rsidRPr="00E97AF5" w:rsidRDefault="003A1E6F" w:rsidP="003A1E6F">
      <w:pPr>
        <w:pStyle w:val="eCheckBoxText"/>
        <w:rPr>
          <w:lang w:val="sk-SK"/>
        </w:rPr>
      </w:pPr>
      <w:r w:rsidRPr="00E97AF5">
        <w:rPr>
          <w:rStyle w:val="eCheckBoxSquareChar"/>
          <w:lang w:val="sk-SK"/>
        </w:rPr>
        <w:t>□</w:t>
      </w:r>
      <w:r w:rsidRPr="00E97AF5">
        <w:rPr>
          <w:rStyle w:val="eCheckBoxSquareChar"/>
          <w:lang w:val="sk-SK"/>
        </w:rPr>
        <w:tab/>
      </w:r>
      <w:r w:rsidR="001D1E4E">
        <w:rPr>
          <w:lang w:val="sk-SK"/>
        </w:rPr>
        <w:t>Na potvrdenie digitálneho podpisu je požadovaný verejný kľúč podpisujúceho sa.</w:t>
      </w:r>
    </w:p>
    <w:p w:rsidR="00141E1A" w:rsidRPr="00E97AF5" w:rsidRDefault="00141E1A" w:rsidP="00E65A44">
      <w:pPr>
        <w:rPr>
          <w:lang w:val="sk-SK"/>
        </w:rPr>
      </w:pPr>
    </w:p>
    <w:p w:rsidR="00141E1A" w:rsidRPr="00E97AF5" w:rsidRDefault="00141E1A" w:rsidP="00E65A44">
      <w:pPr>
        <w:rPr>
          <w:lang w:val="sk-SK"/>
        </w:rPr>
      </w:pPr>
    </w:p>
    <w:p w:rsidR="00141E1A" w:rsidRPr="00E97AF5" w:rsidRDefault="00141E1A" w:rsidP="00E65A44">
      <w:pPr>
        <w:rPr>
          <w:lang w:val="sk-SK"/>
        </w:rPr>
      </w:pPr>
    </w:p>
    <w:p w:rsidR="0022212C" w:rsidRPr="00760BF4" w:rsidRDefault="0022212C" w:rsidP="0022212C">
      <w:pPr>
        <w:pStyle w:val="eTask"/>
        <w:ind w:left="0" w:firstLine="0"/>
        <w:rPr>
          <w:lang w:val="sk-SK"/>
        </w:rPr>
      </w:pPr>
      <w:r w:rsidRPr="00760BF4">
        <w:rPr>
          <w:lang w:val="sk-SK"/>
        </w:rPr>
        <w:lastRenderedPageBreak/>
        <w:t>Spoj</w:t>
      </w:r>
      <w:r w:rsidR="004466E8">
        <w:rPr>
          <w:lang w:val="sk-SK"/>
        </w:rPr>
        <w:t>te</w:t>
      </w:r>
      <w:r w:rsidRPr="00760BF4">
        <w:rPr>
          <w:lang w:val="sk-SK"/>
        </w:rPr>
        <w:t xml:space="preserve"> termíny na ľavej strane s prislúchajúcimi definíciami vpravo</w:t>
      </w:r>
      <w:r>
        <w:rPr>
          <w:lang w:val="sk-SK"/>
        </w:rPr>
        <w:t xml:space="preserve"> (jeden a viac)</w:t>
      </w:r>
      <w:r w:rsidRPr="00760BF4">
        <w:rPr>
          <w:lang w:val="sk-SK"/>
        </w:rPr>
        <w:t>.</w:t>
      </w:r>
    </w:p>
    <w:p w:rsidR="00EE4E6D" w:rsidRPr="00E97AF5" w:rsidRDefault="00EE4E6D" w:rsidP="00E65A44">
      <w:pPr>
        <w:rPr>
          <w:lang w:val="sk-SK"/>
        </w:rPr>
      </w:pPr>
    </w:p>
    <w:p w:rsidR="00E65A44" w:rsidRPr="00E97AF5" w:rsidRDefault="00A71788" w:rsidP="00E65A44">
      <w:pPr>
        <w:rPr>
          <w:lang w:val="sk-SK"/>
        </w:rPr>
      </w:pPr>
      <w:r w:rsidRPr="00A71788">
        <w:rPr>
          <w:noProof/>
          <w:lang w:val="sk-SK" w:eastAsia="sk-S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5" o:spid="_x0000_s1026" type="#_x0000_t202" style="position:absolute;margin-left:239.55pt;margin-top:8.15pt;width:197.35pt;height:51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">
            <v:textbox>
              <w:txbxContent>
                <w:p w:rsidR="00960077" w:rsidRPr="00DF2F30" w:rsidRDefault="00960077" w:rsidP="006A1AE2">
                  <w:pPr>
                    <w:kinsoku w:val="0"/>
                    <w:overflowPunct w:val="0"/>
                    <w:jc w:val="center"/>
                    <w:textAlignment w:val="baseline"/>
                    <w:rPr>
                      <w:lang w:val="sk-SK"/>
                    </w:rPr>
                  </w:pPr>
                  <w:r w:rsidRPr="00DF2F30">
                    <w:rPr>
                      <w:rFonts w:eastAsia="MS Mincho" w:cstheme="minorBidi"/>
                      <w:color w:val="000000"/>
                      <w:kern w:val="24"/>
                      <w:lang w:val="sk-SK"/>
                    </w:rPr>
                    <w:t>bráni používaniu falošných verejných kľúčov na napodobovanie používateľov.</w:t>
                  </w:r>
                </w:p>
              </w:txbxContent>
            </v:textbox>
          </v:shape>
        </w:pict>
      </w:r>
      <w:r w:rsidRPr="00A71788">
        <w:rPr>
          <w:noProof/>
          <w:lang w:val="sk-SK" w:eastAsia="sk-SK"/>
        </w:rPr>
        <w:pict>
          <v:shape id="Text Box 41" o:spid="_x0000_s1027" type="#_x0000_t202" style="position:absolute;margin-left:239.7pt;margin-top:306.85pt;width:197.35pt;height:28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">
            <v:textbox>
              <w:txbxContent>
                <w:p w:rsidR="00960077" w:rsidRPr="005D1A76" w:rsidRDefault="00960077" w:rsidP="006A1AE2">
                  <w:pPr>
                    <w:kinsoku w:val="0"/>
                    <w:overflowPunct w:val="0"/>
                    <w:jc w:val="center"/>
                    <w:textAlignment w:val="baseline"/>
                    <w:rPr>
                      <w:lang w:val="sk-SK"/>
                    </w:rPr>
                  </w:pPr>
                  <w:r>
                    <w:rPr>
                      <w:rFonts w:eastAsia="MS Mincho" w:cstheme="minorBidi"/>
                      <w:color w:val="000000"/>
                      <w:kern w:val="24"/>
                      <w:lang w:val="sk-SK"/>
                    </w:rPr>
                    <w:t>neobsahujú žiadnu časovú referenciu.</w:t>
                  </w:r>
                </w:p>
              </w:txbxContent>
            </v:textbox>
          </v:shape>
        </w:pict>
      </w:r>
      <w:r w:rsidRPr="00A71788">
        <w:rPr>
          <w:noProof/>
          <w:lang w:val="sk-SK" w:eastAsia="sk-SK"/>
        </w:rPr>
        <w:pict>
          <v:shape id="Text Box 40" o:spid="_x0000_s1028" type="#_x0000_t202" style="position:absolute;margin-left:239.55pt;margin-top:252.75pt;width:197.35pt;height:39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">
            <v:textbox>
              <w:txbxContent>
                <w:p w:rsidR="00960077" w:rsidRPr="005D1A76" w:rsidRDefault="00960077" w:rsidP="006A1AE2">
                  <w:pPr>
                    <w:kinsoku w:val="0"/>
                    <w:overflowPunct w:val="0"/>
                    <w:jc w:val="center"/>
                    <w:textAlignment w:val="baseline"/>
                    <w:rPr>
                      <w:lang w:val="sk-SK"/>
                    </w:rPr>
                  </w:pPr>
                  <w:r>
                    <w:rPr>
                      <w:rFonts w:eastAsia="MS Mincho" w:cstheme="minorBidi"/>
                      <w:color w:val="000000"/>
                      <w:kern w:val="24"/>
                      <w:lang w:val="sk-SK"/>
                    </w:rPr>
                    <w:t>spája verejný kľúč s identitou.</w:t>
                  </w:r>
                </w:p>
              </w:txbxContent>
            </v:textbox>
          </v:shape>
        </w:pict>
      </w:r>
      <w:r w:rsidRPr="00A71788">
        <w:rPr>
          <w:noProof/>
          <w:lang w:val="sk-SK" w:eastAsia="sk-SK"/>
        </w:rPr>
        <w:pict>
          <v:shape id="Text Box 39" o:spid="_x0000_s1029" type="#_x0000_t202" style="position:absolute;margin-left:239.7pt;margin-top:207.2pt;width:197.35pt;height:2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">
            <v:textbox>
              <w:txbxContent>
                <w:p w:rsidR="00960077" w:rsidRPr="005B728A" w:rsidRDefault="00960077" w:rsidP="006A1AE2">
                  <w:pPr>
                    <w:kinsoku w:val="0"/>
                    <w:overflowPunct w:val="0"/>
                    <w:jc w:val="center"/>
                    <w:textAlignment w:val="baseline"/>
                    <w:rPr>
                      <w:lang w:val="sk-SK"/>
                    </w:rPr>
                  </w:pPr>
                  <w:r w:rsidRPr="005B728A">
                    <w:rPr>
                      <w:rFonts w:eastAsia="MS Mincho" w:cstheme="minorBidi"/>
                      <w:color w:val="000000"/>
                      <w:kern w:val="24"/>
                      <w:lang w:val="sk-SK"/>
                    </w:rPr>
                    <w:t>používa sa na výmenu kľúčov.</w:t>
                  </w:r>
                </w:p>
              </w:txbxContent>
            </v:textbox>
          </v:shape>
        </w:pict>
      </w:r>
      <w:r w:rsidRPr="00A71788">
        <w:rPr>
          <w:noProof/>
          <w:lang w:val="sk-SK" w:eastAsia="sk-SK"/>
        </w:rPr>
        <w:pict>
          <v:shape id="Text Box 38" o:spid="_x0000_s1030" type="#_x0000_t202" style="position:absolute;margin-left:239.7pt;margin-top:162pt;width:197.35pt;height:28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">
            <v:textbox>
              <w:txbxContent>
                <w:p w:rsidR="00960077" w:rsidRPr="00335756" w:rsidRDefault="00960077" w:rsidP="006A1AE2">
                  <w:pPr>
                    <w:kinsoku w:val="0"/>
                    <w:overflowPunct w:val="0"/>
                    <w:jc w:val="center"/>
                    <w:textAlignment w:val="baseline"/>
                    <w:rPr>
                      <w:lang w:val="sk-SK"/>
                    </w:rPr>
                  </w:pPr>
                  <w:r>
                    <w:rPr>
                      <w:rFonts w:eastAsia="MS Mincho" w:cstheme="minorBidi"/>
                      <w:color w:val="000000"/>
                      <w:kern w:val="24"/>
                      <w:lang w:val="sk-SK"/>
                    </w:rPr>
                    <w:t>je jednosmerná funkcia.</w:t>
                  </w:r>
                </w:p>
              </w:txbxContent>
            </v:textbox>
          </v:shape>
        </w:pict>
      </w:r>
      <w:r w:rsidRPr="00A71788">
        <w:rPr>
          <w:noProof/>
          <w:lang w:val="sk-SK" w:eastAsia="sk-SK"/>
        </w:rPr>
        <w:pict>
          <v:shape id="Text Box 37" o:spid="_x0000_s1031" type="#_x0000_t202" style="position:absolute;margin-left:239.7pt;margin-top:118.55pt;width:197.35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">
            <v:textbox>
              <w:txbxContent>
                <w:p w:rsidR="00960077" w:rsidRPr="000C0959" w:rsidRDefault="00960077" w:rsidP="006A1AE2">
                  <w:pPr>
                    <w:kinsoku w:val="0"/>
                    <w:overflowPunct w:val="0"/>
                    <w:jc w:val="center"/>
                    <w:textAlignment w:val="baseline"/>
                    <w:rPr>
                      <w:lang w:val="sk-SK"/>
                    </w:rPr>
                  </w:pPr>
                  <w:r>
                    <w:rPr>
                      <w:rFonts w:eastAsia="MS Mincho" w:cstheme="minorBidi"/>
                      <w:color w:val="000000"/>
                      <w:kern w:val="24"/>
                      <w:lang w:val="sk-SK"/>
                    </w:rPr>
                    <w:t>nepoužíva ži</w:t>
                  </w:r>
                  <w:bookmarkStart w:id="0" w:name="_GoBack"/>
                  <w:bookmarkEnd w:id="0"/>
                  <w:r>
                    <w:rPr>
                      <w:rFonts w:eastAsia="MS Mincho" w:cstheme="minorBidi"/>
                      <w:color w:val="000000"/>
                      <w:kern w:val="24"/>
                      <w:lang w:val="sk-SK"/>
                    </w:rPr>
                    <w:t>adne kľúče.</w:t>
                  </w:r>
                </w:p>
              </w:txbxContent>
            </v:textbox>
          </v:shape>
        </w:pict>
      </w:r>
      <w:r w:rsidRPr="00A71788">
        <w:rPr>
          <w:noProof/>
          <w:lang w:val="sk-SK" w:eastAsia="sk-SK"/>
        </w:rPr>
        <w:pict>
          <v:shape id="Text Box 36" o:spid="_x0000_s1032" type="#_x0000_t202" style="position:absolute;margin-left:239.7pt;margin-top:74.9pt;width:197.35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">
            <v:textbox>
              <w:txbxContent>
                <w:p w:rsidR="00960077" w:rsidRPr="000C0959" w:rsidRDefault="00960077" w:rsidP="006A1AE2">
                  <w:pPr>
                    <w:kinsoku w:val="0"/>
                    <w:overflowPunct w:val="0"/>
                    <w:jc w:val="center"/>
                    <w:textAlignment w:val="baseline"/>
                    <w:rPr>
                      <w:lang w:val="sk-SK"/>
                    </w:rPr>
                  </w:pPr>
                  <w:r>
                    <w:rPr>
                      <w:rFonts w:eastAsia="MS Mincho" w:cstheme="minorBidi"/>
                      <w:color w:val="000000"/>
                      <w:kern w:val="24"/>
                      <w:lang w:val="sk-SK"/>
                    </w:rPr>
                    <w:t>obsahuje digitálny podpis.</w:t>
                  </w:r>
                </w:p>
              </w:txbxContent>
            </v:textbox>
          </v:shape>
        </w:pict>
      </w:r>
      <w:r w:rsidRPr="00A71788">
        <w:rPr>
          <w:noProof/>
          <w:lang w:val="sk-SK" w:eastAsia="sk-SK"/>
        </w:rPr>
        <w:pict>
          <v:shape id="Text Box 34" o:spid="_x0000_s1033" type="#_x0000_t202" style="position:absolute;margin-left:.4pt;margin-top:207.2pt;width:104.15pt;height:5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">
            <v:textbox>
              <w:txbxContent>
                <w:p w:rsidR="00960077" w:rsidRPr="0022212C" w:rsidRDefault="00960077" w:rsidP="006A1AE2">
                  <w:pPr>
                    <w:kinsoku w:val="0"/>
                    <w:overflowPunct w:val="0"/>
                    <w:jc w:val="center"/>
                    <w:textAlignment w:val="baseline"/>
                    <w:rPr>
                      <w:lang w:val="sk-SK"/>
                    </w:rPr>
                  </w:pPr>
                  <w:r>
                    <w:rPr>
                      <w:rFonts w:eastAsia="MS Mincho" w:cstheme="minorBidi"/>
                      <w:color w:val="000000"/>
                      <w:kern w:val="24"/>
                      <w:lang w:val="sk-SK"/>
                    </w:rPr>
                    <w:t>Hašovacia funkcia</w:t>
                  </w:r>
                </w:p>
              </w:txbxContent>
            </v:textbox>
          </v:shape>
        </w:pict>
      </w:r>
      <w:r w:rsidRPr="00A71788">
        <w:rPr>
          <w:noProof/>
          <w:lang w:val="sk-SK" w:eastAsia="sk-SK"/>
        </w:rPr>
        <w:pict>
          <v:shape id="Text Box 33" o:spid="_x0000_s1034" type="#_x0000_t202" style="position:absolute;margin-left:.4pt;margin-top:74.25pt;width:104.15pt;height:51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">
            <v:textbox>
              <w:txbxContent>
                <w:p w:rsidR="00960077" w:rsidRPr="0022212C" w:rsidRDefault="00960077" w:rsidP="006A1AE2">
                  <w:pPr>
                    <w:kinsoku w:val="0"/>
                    <w:overflowPunct w:val="0"/>
                    <w:jc w:val="center"/>
                    <w:textAlignment w:val="baseline"/>
                    <w:rPr>
                      <w:lang w:val="sk-SK"/>
                    </w:rPr>
                  </w:pPr>
                  <w:r w:rsidRPr="0022212C">
                    <w:rPr>
                      <w:rFonts w:eastAsia="MS Mincho" w:cstheme="minorBidi"/>
                      <w:color w:val="000000"/>
                      <w:kern w:val="24"/>
                      <w:lang w:val="sk-SK"/>
                    </w:rPr>
                    <w:t>Digitálne certifikáty</w:t>
                  </w:r>
                </w:p>
              </w:txbxContent>
            </v:textbox>
          </v:shape>
        </w:pict>
      </w:r>
    </w:p>
    <w:p w:rsidR="00E65A44" w:rsidRPr="00E97AF5" w:rsidRDefault="00E65A44" w:rsidP="00E65A44">
      <w:pPr>
        <w:rPr>
          <w:lang w:val="sk-SK"/>
        </w:rPr>
      </w:pPr>
    </w:p>
    <w:p w:rsidR="00E65A44" w:rsidRPr="00E97AF5" w:rsidRDefault="00E65A44" w:rsidP="00E65A44">
      <w:pPr>
        <w:rPr>
          <w:lang w:val="sk-SK"/>
        </w:rPr>
      </w:pPr>
    </w:p>
    <w:p w:rsidR="00E65A44" w:rsidRPr="00E97AF5" w:rsidRDefault="00E65A44" w:rsidP="00E65A44">
      <w:pPr>
        <w:rPr>
          <w:lang w:val="sk-SK"/>
        </w:rPr>
      </w:pPr>
    </w:p>
    <w:p w:rsidR="00E65A44" w:rsidRPr="00E97AF5" w:rsidRDefault="00E65A44" w:rsidP="00E65A44">
      <w:pPr>
        <w:rPr>
          <w:lang w:val="sk-SK"/>
        </w:rPr>
      </w:pPr>
    </w:p>
    <w:p w:rsidR="00E65A44" w:rsidRPr="00E97AF5" w:rsidRDefault="00E65A44" w:rsidP="00E65A44">
      <w:pPr>
        <w:rPr>
          <w:lang w:val="sk-SK"/>
        </w:rPr>
      </w:pPr>
    </w:p>
    <w:p w:rsidR="00E65A44" w:rsidRPr="00E97AF5" w:rsidRDefault="00E65A44" w:rsidP="00E65A44">
      <w:pPr>
        <w:rPr>
          <w:lang w:val="sk-SK"/>
        </w:rPr>
      </w:pPr>
    </w:p>
    <w:p w:rsidR="00E65A44" w:rsidRPr="00E97AF5" w:rsidRDefault="00E65A44" w:rsidP="00E65A44">
      <w:pPr>
        <w:rPr>
          <w:lang w:val="sk-SK"/>
        </w:rPr>
      </w:pPr>
    </w:p>
    <w:p w:rsidR="00E65A44" w:rsidRPr="00E97AF5" w:rsidRDefault="00E65A44" w:rsidP="00E65A44">
      <w:pPr>
        <w:rPr>
          <w:lang w:val="sk-SK"/>
        </w:rPr>
      </w:pPr>
    </w:p>
    <w:p w:rsidR="00E65A44" w:rsidRPr="00E97AF5" w:rsidRDefault="00E65A44" w:rsidP="00541560">
      <w:pPr>
        <w:rPr>
          <w:lang w:val="sk-SK"/>
        </w:rPr>
      </w:pPr>
    </w:p>
    <w:p w:rsidR="00E65A44" w:rsidRPr="00E97AF5" w:rsidRDefault="00E65A44" w:rsidP="00541560">
      <w:pPr>
        <w:rPr>
          <w:lang w:val="sk-SK"/>
        </w:rPr>
      </w:pPr>
    </w:p>
    <w:p w:rsidR="00E65A44" w:rsidRPr="00E97AF5" w:rsidRDefault="00E65A44" w:rsidP="00541560">
      <w:pPr>
        <w:rPr>
          <w:lang w:val="sk-SK"/>
        </w:rPr>
      </w:pPr>
    </w:p>
    <w:p w:rsidR="00E65A44" w:rsidRPr="00E97AF5" w:rsidRDefault="00E65A44" w:rsidP="00541560">
      <w:pPr>
        <w:rPr>
          <w:lang w:val="sk-SK"/>
        </w:rPr>
      </w:pPr>
    </w:p>
    <w:p w:rsidR="00E65A44" w:rsidRPr="00E97AF5" w:rsidRDefault="00E65A44" w:rsidP="00541560">
      <w:pPr>
        <w:rPr>
          <w:lang w:val="sk-SK"/>
        </w:rPr>
      </w:pPr>
    </w:p>
    <w:p w:rsidR="00E65A44" w:rsidRPr="00E97AF5" w:rsidRDefault="00E65A44" w:rsidP="00541560">
      <w:pPr>
        <w:rPr>
          <w:lang w:val="sk-SK"/>
        </w:rPr>
      </w:pPr>
    </w:p>
    <w:p w:rsidR="00E65A44" w:rsidRPr="00E97AF5" w:rsidRDefault="00E65A44" w:rsidP="00541560">
      <w:pPr>
        <w:rPr>
          <w:lang w:val="sk-SK"/>
        </w:rPr>
      </w:pPr>
    </w:p>
    <w:p w:rsidR="00E65A44" w:rsidRPr="00E97AF5" w:rsidRDefault="00E65A44" w:rsidP="00541560">
      <w:pPr>
        <w:rPr>
          <w:lang w:val="sk-SK"/>
        </w:rPr>
      </w:pPr>
    </w:p>
    <w:p w:rsidR="00E65A44" w:rsidRPr="00E97AF5" w:rsidRDefault="00E65A44" w:rsidP="00541560">
      <w:pPr>
        <w:rPr>
          <w:lang w:val="sk-SK"/>
        </w:rPr>
      </w:pPr>
    </w:p>
    <w:p w:rsidR="00E65A44" w:rsidRPr="00E97AF5" w:rsidRDefault="00E65A44" w:rsidP="00541560">
      <w:pPr>
        <w:rPr>
          <w:lang w:val="sk-SK"/>
        </w:rPr>
      </w:pPr>
    </w:p>
    <w:p w:rsidR="00E65A44" w:rsidRPr="00E97AF5" w:rsidRDefault="00E65A44" w:rsidP="00541560">
      <w:pPr>
        <w:rPr>
          <w:lang w:val="sk-SK"/>
        </w:rPr>
      </w:pPr>
    </w:p>
    <w:p w:rsidR="00E65A44" w:rsidRPr="00E97AF5" w:rsidRDefault="00E65A44" w:rsidP="00541560">
      <w:pPr>
        <w:rPr>
          <w:lang w:val="sk-SK"/>
        </w:rPr>
      </w:pPr>
    </w:p>
    <w:p w:rsidR="00E65A44" w:rsidRPr="00E97AF5" w:rsidRDefault="00E65A44" w:rsidP="00541560">
      <w:pPr>
        <w:rPr>
          <w:lang w:val="sk-SK"/>
        </w:rPr>
      </w:pPr>
    </w:p>
    <w:p w:rsidR="00E65A44" w:rsidRPr="00E97AF5" w:rsidRDefault="00E65A44" w:rsidP="00541560">
      <w:pPr>
        <w:rPr>
          <w:lang w:val="sk-SK"/>
        </w:rPr>
      </w:pPr>
    </w:p>
    <w:p w:rsidR="00E65A44" w:rsidRPr="00E97AF5" w:rsidRDefault="00E65A44" w:rsidP="00541560">
      <w:pPr>
        <w:rPr>
          <w:lang w:val="sk-SK"/>
        </w:rPr>
      </w:pPr>
    </w:p>
    <w:p w:rsidR="00EB68C8" w:rsidRPr="00E97AF5" w:rsidRDefault="00EB68C8" w:rsidP="00541560">
      <w:pPr>
        <w:rPr>
          <w:lang w:val="sk-SK"/>
        </w:rPr>
      </w:pPr>
    </w:p>
    <w:p w:rsidR="00EB68C8" w:rsidRPr="00E97AF5" w:rsidRDefault="00EB68C8" w:rsidP="00541560">
      <w:pPr>
        <w:rPr>
          <w:lang w:val="sk-SK"/>
        </w:rPr>
      </w:pPr>
    </w:p>
    <w:p w:rsidR="009D4E8A" w:rsidRPr="00E97AF5" w:rsidRDefault="009D4E8A">
      <w:pPr>
        <w:rPr>
          <w:lang w:val="sk-SK"/>
        </w:rPr>
      </w:pPr>
      <w:r w:rsidRPr="00E97AF5">
        <w:rPr>
          <w:lang w:val="sk-SK"/>
        </w:rPr>
        <w:br w:type="page"/>
      </w:r>
    </w:p>
    <w:p w:rsidR="00532ACB" w:rsidRPr="00532ACB" w:rsidRDefault="001920E9" w:rsidP="00532ACB">
      <w:pPr>
        <w:pStyle w:val="eTask"/>
        <w:rPr>
          <w:lang w:val="sk-SK"/>
        </w:rPr>
      </w:pPr>
      <w:r>
        <w:rPr>
          <w:lang w:val="sk-SK"/>
        </w:rPr>
        <w:lastRenderedPageBreak/>
        <w:t>D</w:t>
      </w:r>
      <w:r w:rsidRPr="00532ACB">
        <w:rPr>
          <w:lang w:val="sk-SK"/>
        </w:rPr>
        <w:t>o nasledujúcej tabuľky</w:t>
      </w:r>
      <w:r>
        <w:rPr>
          <w:lang w:val="sk-SK"/>
        </w:rPr>
        <w:t xml:space="preserve"> doplňte čísla</w:t>
      </w:r>
      <w:r w:rsidR="003A309D">
        <w:rPr>
          <w:lang w:val="sk-SK"/>
        </w:rPr>
        <w:t xml:space="preserve"> správnych</w:t>
      </w:r>
      <w:r w:rsidR="00532ACB" w:rsidRPr="00532ACB">
        <w:rPr>
          <w:lang w:val="sk-SK"/>
        </w:rPr>
        <w:t xml:space="preserve"> tvrdení</w:t>
      </w:r>
      <w:r>
        <w:rPr>
          <w:lang w:val="sk-SK"/>
        </w:rPr>
        <w:t>, ktoré sa týkajú</w:t>
      </w:r>
      <w:r w:rsidR="00532ACB" w:rsidRPr="00532ACB">
        <w:rPr>
          <w:lang w:val="sk-SK"/>
        </w:rPr>
        <w:t xml:space="preserve"> mechanizmov útokov.</w:t>
      </w:r>
    </w:p>
    <w:p w:rsidR="00290885" w:rsidRPr="00E97AF5" w:rsidRDefault="00290885" w:rsidP="00E65A44">
      <w:pPr>
        <w:rPr>
          <w:lang w:val="sk-SK"/>
        </w:rPr>
      </w:pPr>
    </w:p>
    <w:tbl>
      <w:tblPr>
        <w:tblStyle w:val="TableGrid"/>
        <w:tblW w:w="0" w:type="auto"/>
        <w:jc w:val="center"/>
        <w:tblLook w:val="04A0"/>
      </w:tblPr>
      <w:tblGrid>
        <w:gridCol w:w="2223"/>
      </w:tblGrid>
      <w:tr w:rsidR="00290885" w:rsidRPr="00E97AF5" w:rsidTr="00290885">
        <w:trPr>
          <w:jc w:val="center"/>
        </w:trPr>
        <w:tc>
          <w:tcPr>
            <w:tcW w:w="2223" w:type="dxa"/>
          </w:tcPr>
          <w:p w:rsidR="00290885" w:rsidRPr="00E97AF5" w:rsidRDefault="00290885" w:rsidP="00E65A44">
            <w:pPr>
              <w:spacing w:before="60" w:after="60"/>
              <w:rPr>
                <w:lang w:val="sk-SK"/>
              </w:rPr>
            </w:pPr>
          </w:p>
        </w:tc>
      </w:tr>
      <w:tr w:rsidR="00290885" w:rsidRPr="00E97AF5" w:rsidTr="00290885">
        <w:trPr>
          <w:jc w:val="center"/>
        </w:trPr>
        <w:tc>
          <w:tcPr>
            <w:tcW w:w="2223" w:type="dxa"/>
          </w:tcPr>
          <w:p w:rsidR="00290885" w:rsidRPr="00E97AF5" w:rsidRDefault="00290885" w:rsidP="00E65A44">
            <w:pPr>
              <w:spacing w:before="60" w:after="60"/>
              <w:rPr>
                <w:lang w:val="sk-SK"/>
              </w:rPr>
            </w:pPr>
          </w:p>
        </w:tc>
      </w:tr>
      <w:tr w:rsidR="00290885" w:rsidRPr="00E97AF5" w:rsidTr="00290885">
        <w:trPr>
          <w:jc w:val="center"/>
        </w:trPr>
        <w:tc>
          <w:tcPr>
            <w:tcW w:w="2223" w:type="dxa"/>
          </w:tcPr>
          <w:p w:rsidR="00290885" w:rsidRPr="00E97AF5" w:rsidRDefault="00290885" w:rsidP="00E65A44">
            <w:pPr>
              <w:spacing w:before="60" w:after="60"/>
              <w:rPr>
                <w:lang w:val="sk-SK"/>
              </w:rPr>
            </w:pPr>
          </w:p>
        </w:tc>
      </w:tr>
      <w:tr w:rsidR="00E65A44" w:rsidRPr="00E97AF5" w:rsidTr="00290885">
        <w:trPr>
          <w:jc w:val="center"/>
        </w:trPr>
        <w:tc>
          <w:tcPr>
            <w:tcW w:w="2223" w:type="dxa"/>
          </w:tcPr>
          <w:p w:rsidR="00E65A44" w:rsidRPr="00E97AF5" w:rsidRDefault="00E65A44" w:rsidP="00E65A44">
            <w:pPr>
              <w:spacing w:before="60" w:after="60"/>
              <w:rPr>
                <w:lang w:val="sk-SK"/>
              </w:rPr>
            </w:pPr>
          </w:p>
        </w:tc>
      </w:tr>
      <w:tr w:rsidR="00E65A44" w:rsidRPr="00E97AF5" w:rsidTr="00290885">
        <w:trPr>
          <w:jc w:val="center"/>
        </w:trPr>
        <w:tc>
          <w:tcPr>
            <w:tcW w:w="2223" w:type="dxa"/>
          </w:tcPr>
          <w:p w:rsidR="00E65A44" w:rsidRPr="00E97AF5" w:rsidRDefault="00E65A44" w:rsidP="00E65A44">
            <w:pPr>
              <w:spacing w:before="60" w:after="60"/>
              <w:rPr>
                <w:lang w:val="sk-SK"/>
              </w:rPr>
            </w:pPr>
          </w:p>
        </w:tc>
      </w:tr>
    </w:tbl>
    <w:p w:rsidR="00290885" w:rsidRPr="00E97AF5" w:rsidRDefault="00290885" w:rsidP="00E65A44">
      <w:pPr>
        <w:rPr>
          <w:lang w:val="sk-SK"/>
        </w:rPr>
      </w:pPr>
    </w:p>
    <w:p w:rsidR="009D4E8A" w:rsidRPr="00E97AF5" w:rsidRDefault="009D4E8A" w:rsidP="00E65A44">
      <w:pPr>
        <w:rPr>
          <w:lang w:val="sk-SK"/>
        </w:rPr>
      </w:pPr>
    </w:p>
    <w:p w:rsidR="00EB68C8" w:rsidRPr="00E97AF5" w:rsidRDefault="00E65A44" w:rsidP="00E65A44">
      <w:pPr>
        <w:spacing w:after="120"/>
        <w:ind w:left="357" w:hanging="357"/>
        <w:rPr>
          <w:lang w:val="sk-SK"/>
        </w:rPr>
      </w:pPr>
      <w:r w:rsidRPr="00E97AF5">
        <w:rPr>
          <w:b/>
          <w:lang w:val="sk-SK"/>
        </w:rPr>
        <w:t>1</w:t>
      </w:r>
      <w:r w:rsidRPr="00E97AF5">
        <w:rPr>
          <w:lang w:val="sk-SK"/>
        </w:rPr>
        <w:t xml:space="preserve"> – </w:t>
      </w:r>
      <w:r w:rsidR="00532ACB" w:rsidRPr="00532ACB">
        <w:rPr>
          <w:lang w:val="sk-SK"/>
        </w:rPr>
        <w:t>Analýza prevádzky sa vzťahuje na proces zachytenia a skúmania správ tak, aby bolo možné zistiť konkrétnu inform</w:t>
      </w:r>
      <w:r w:rsidR="00950ACC">
        <w:rPr>
          <w:lang w:val="sk-SK"/>
        </w:rPr>
        <w:t>áciu zo zachytenej komunikácie.</w:t>
      </w:r>
    </w:p>
    <w:p w:rsidR="00EB68C8" w:rsidRPr="00E97AF5" w:rsidRDefault="00E65A44" w:rsidP="00E65A44">
      <w:pPr>
        <w:spacing w:after="120"/>
        <w:ind w:left="357" w:hanging="357"/>
        <w:rPr>
          <w:lang w:val="sk-SK"/>
        </w:rPr>
      </w:pPr>
      <w:r w:rsidRPr="00E97AF5">
        <w:rPr>
          <w:b/>
          <w:lang w:val="sk-SK"/>
        </w:rPr>
        <w:t>2</w:t>
      </w:r>
      <w:r w:rsidRPr="00E97AF5">
        <w:rPr>
          <w:lang w:val="sk-SK"/>
        </w:rPr>
        <w:t xml:space="preserve"> – </w:t>
      </w:r>
      <w:r w:rsidR="00532ACB" w:rsidRPr="00532ACB">
        <w:rPr>
          <w:lang w:val="sk-SK"/>
        </w:rPr>
        <w:t>Ho</w:t>
      </w:r>
      <w:r w:rsidR="00CA550D">
        <w:rPr>
          <w:lang w:val="sk-SK"/>
        </w:rPr>
        <w:t>stiteľské útoky sú v</w:t>
      </w:r>
      <w:r w:rsidR="00532ACB" w:rsidRPr="00532ACB">
        <w:rPr>
          <w:lang w:val="sk-SK"/>
        </w:rPr>
        <w:t>šetky</w:t>
      </w:r>
      <w:r w:rsidR="00CA550D">
        <w:rPr>
          <w:lang w:val="sk-SK"/>
        </w:rPr>
        <w:t xml:space="preserve"> typy útokov, ktoré majú prelomiť ochranu</w:t>
      </w:r>
      <w:r w:rsidR="00532ACB" w:rsidRPr="00532ACB">
        <w:rPr>
          <w:lang w:val="sk-SK"/>
        </w:rPr>
        <w:t xml:space="preserve"> počítač</w:t>
      </w:r>
      <w:r w:rsidR="00CA550D">
        <w:rPr>
          <w:lang w:val="sk-SK"/>
        </w:rPr>
        <w:t>a alebo siete</w:t>
      </w:r>
      <w:r w:rsidR="00532ACB" w:rsidRPr="00532ACB">
        <w:rPr>
          <w:lang w:val="sk-SK"/>
        </w:rPr>
        <w:t xml:space="preserve"> takým spôsobom, že zam</w:t>
      </w:r>
      <w:r w:rsidR="00CA550D">
        <w:rPr>
          <w:lang w:val="sk-SK"/>
        </w:rPr>
        <w:t>edzia konkrétnym</w:t>
      </w:r>
      <w:r w:rsidR="00CA550D" w:rsidRPr="00532ACB">
        <w:rPr>
          <w:lang w:val="sk-SK"/>
        </w:rPr>
        <w:t xml:space="preserve"> </w:t>
      </w:r>
      <w:r w:rsidR="00CA550D">
        <w:rPr>
          <w:lang w:val="sk-SK"/>
        </w:rPr>
        <w:t>po</w:t>
      </w:r>
      <w:r w:rsidR="00CA550D" w:rsidRPr="00532ACB">
        <w:rPr>
          <w:lang w:val="sk-SK"/>
        </w:rPr>
        <w:t>užívateľom</w:t>
      </w:r>
      <w:r w:rsidR="00532ACB" w:rsidRPr="00532ACB">
        <w:rPr>
          <w:lang w:val="sk-SK"/>
        </w:rPr>
        <w:t xml:space="preserve"> </w:t>
      </w:r>
      <w:r w:rsidR="00CA550D">
        <w:rPr>
          <w:lang w:val="sk-SK"/>
        </w:rPr>
        <w:t>obsluhu daného zariadenia</w:t>
      </w:r>
      <w:r w:rsidR="00532ACB" w:rsidRPr="00532ACB">
        <w:rPr>
          <w:lang w:val="sk-SK"/>
        </w:rPr>
        <w:t xml:space="preserve"> alebo siete.</w:t>
      </w:r>
    </w:p>
    <w:p w:rsidR="00EB68C8" w:rsidRPr="00E97AF5" w:rsidRDefault="00E65A44" w:rsidP="00E65A44">
      <w:pPr>
        <w:spacing w:after="120"/>
        <w:ind w:left="357" w:hanging="357"/>
        <w:rPr>
          <w:lang w:val="sk-SK"/>
        </w:rPr>
      </w:pPr>
      <w:r w:rsidRPr="00E97AF5">
        <w:rPr>
          <w:b/>
          <w:lang w:val="sk-SK"/>
        </w:rPr>
        <w:t>3</w:t>
      </w:r>
      <w:r w:rsidRPr="00E97AF5">
        <w:rPr>
          <w:lang w:val="sk-SK"/>
        </w:rPr>
        <w:t xml:space="preserve"> – </w:t>
      </w:r>
      <w:r w:rsidR="001920E9">
        <w:rPr>
          <w:lang w:val="sk-SK"/>
        </w:rPr>
        <w:t>Útoky na úrovni protokolov</w:t>
      </w:r>
      <w:r w:rsidR="002336E2">
        <w:rPr>
          <w:lang w:val="sk-SK"/>
        </w:rPr>
        <w:t xml:space="preserve"> využívajú výhody známych (alebo menej známych) </w:t>
      </w:r>
      <w:r w:rsidR="00B80834">
        <w:rPr>
          <w:lang w:val="sk-SK"/>
        </w:rPr>
        <w:t>slabín v sieťových službách.</w:t>
      </w:r>
    </w:p>
    <w:p w:rsidR="00EB68C8" w:rsidRPr="00E97AF5" w:rsidRDefault="00E65A44" w:rsidP="00E65A44">
      <w:pPr>
        <w:spacing w:after="120"/>
        <w:ind w:left="357" w:hanging="357"/>
        <w:rPr>
          <w:lang w:val="sk-SK"/>
        </w:rPr>
      </w:pPr>
      <w:r w:rsidRPr="00E97AF5">
        <w:rPr>
          <w:b/>
          <w:lang w:val="sk-SK"/>
        </w:rPr>
        <w:t>4</w:t>
      </w:r>
      <w:r w:rsidRPr="00E97AF5">
        <w:rPr>
          <w:lang w:val="sk-SK"/>
        </w:rPr>
        <w:t xml:space="preserve"> – </w:t>
      </w:r>
      <w:r w:rsidR="00B80834">
        <w:rPr>
          <w:lang w:val="sk-SK"/>
        </w:rPr>
        <w:t>V útokoch „Man in the Middle“</w:t>
      </w:r>
      <w:r w:rsidR="00EB68C8" w:rsidRPr="00E97AF5">
        <w:rPr>
          <w:lang w:val="sk-SK"/>
        </w:rPr>
        <w:t xml:space="preserve"> </w:t>
      </w:r>
      <w:r w:rsidR="00B80834">
        <w:rPr>
          <w:lang w:val="sk-SK"/>
        </w:rPr>
        <w:t xml:space="preserve">(človek uprostred, </w:t>
      </w:r>
      <w:r w:rsidR="00B80834" w:rsidRPr="00E97AF5">
        <w:rPr>
          <w:lang w:val="sk-SK"/>
        </w:rPr>
        <w:t>MitM)</w:t>
      </w:r>
      <w:r w:rsidR="00EB68C8" w:rsidRPr="00E97AF5">
        <w:rPr>
          <w:lang w:val="sk-SK"/>
        </w:rPr>
        <w:t>,</w:t>
      </w:r>
      <w:r w:rsidR="00B80834">
        <w:rPr>
          <w:lang w:val="sk-SK"/>
        </w:rPr>
        <w:t xml:space="preserve"> útočník sleduje komunikáciu medzi dvoma stranami, zvyčajne medzi koncovým používateľom a web stránkou.</w:t>
      </w:r>
    </w:p>
    <w:p w:rsidR="00EB68C8" w:rsidRPr="00E97AF5" w:rsidRDefault="00E65A44" w:rsidP="00E65A44">
      <w:pPr>
        <w:spacing w:after="120"/>
        <w:ind w:left="357" w:hanging="357"/>
        <w:rPr>
          <w:lang w:val="sk-SK"/>
        </w:rPr>
      </w:pPr>
      <w:r w:rsidRPr="00E97AF5">
        <w:rPr>
          <w:b/>
          <w:lang w:val="sk-SK"/>
        </w:rPr>
        <w:t>5</w:t>
      </w:r>
      <w:r w:rsidRPr="00E97AF5">
        <w:rPr>
          <w:lang w:val="sk-SK"/>
        </w:rPr>
        <w:t xml:space="preserve"> – </w:t>
      </w:r>
      <w:r w:rsidR="0067091E">
        <w:rPr>
          <w:lang w:val="sk-SK"/>
        </w:rPr>
        <w:t>Útok „výpadok služby“</w:t>
      </w:r>
      <w:r w:rsidR="0098449B">
        <w:rPr>
          <w:lang w:val="sk-SK"/>
        </w:rPr>
        <w:t xml:space="preserve"> využíva zraniteľnosť operačných systémov obetí</w:t>
      </w:r>
      <w:r w:rsidR="00DA447F">
        <w:rPr>
          <w:lang w:val="sk-SK"/>
        </w:rPr>
        <w:t xml:space="preserve"> alebo</w:t>
      </w:r>
      <w:r w:rsidR="0098449B">
        <w:rPr>
          <w:lang w:val="sk-SK"/>
        </w:rPr>
        <w:t> to, ako je systém nastavený a spravovaný.</w:t>
      </w:r>
    </w:p>
    <w:p w:rsidR="00EB68C8" w:rsidRPr="00E97AF5" w:rsidRDefault="00EB68C8" w:rsidP="009D4E8A">
      <w:pPr>
        <w:rPr>
          <w:lang w:val="sk-SK" w:eastAsia="ca-ES"/>
        </w:rPr>
      </w:pPr>
    </w:p>
    <w:sectPr w:rsidR="00EB68C8" w:rsidRPr="00E97AF5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FC2" w:rsidRDefault="00E23FC2" w:rsidP="00861A1A">
      <w:r>
        <w:separator/>
      </w:r>
    </w:p>
  </w:endnote>
  <w:endnote w:type="continuationSeparator" w:id="0">
    <w:p w:rsidR="00E23FC2" w:rsidRDefault="00E23FC2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4A0"/>
    </w:tblPr>
    <w:tblGrid>
      <w:gridCol w:w="2518"/>
      <w:gridCol w:w="5954"/>
      <w:gridCol w:w="850"/>
    </w:tblGrid>
    <w:tr w:rsidR="00960077" w:rsidTr="00CA51B5">
      <w:tc>
        <w:tcPr>
          <w:tcW w:w="2518" w:type="dxa"/>
        </w:tcPr>
        <w:p w:rsidR="00960077" w:rsidRDefault="00960077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960077" w:rsidRPr="003140EE" w:rsidRDefault="00960077" w:rsidP="00C0013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Tento projekt bol financovaný s podporou Európskej Komisie.</w:t>
          </w:r>
        </w:p>
        <w:p w:rsidR="00960077" w:rsidRPr="00CA51B5" w:rsidRDefault="00960077" w:rsidP="00C0013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960077" w:rsidTr="00CA51B5">
      <w:tc>
        <w:tcPr>
          <w:tcW w:w="8472" w:type="dxa"/>
          <w:gridSpan w:val="2"/>
        </w:tcPr>
        <w:p w:rsidR="00960077" w:rsidRPr="00CA51B5" w:rsidRDefault="00960077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960077" w:rsidRPr="00CA51B5" w:rsidRDefault="00960077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960077" w:rsidRPr="00BF5E09" w:rsidRDefault="00960077" w:rsidP="00BF5E0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FC2" w:rsidRDefault="00E23FC2" w:rsidP="00861A1A">
      <w:r>
        <w:separator/>
      </w:r>
    </w:p>
  </w:footnote>
  <w:footnote w:type="continuationSeparator" w:id="0">
    <w:p w:rsidR="00E23FC2" w:rsidRDefault="00E23FC2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077" w:rsidRPr="002B41A8" w:rsidRDefault="00960077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>
      <w:rPr>
        <w:rFonts w:ascii="Calibri" w:hAnsi="Calibri" w:cs="Calibri"/>
        <w:b/>
        <w:smallCaps/>
        <w:lang w:val="sk-SK"/>
      </w:rPr>
      <w:t>PRACOVNÝ LIST</w:t>
    </w:r>
  </w:p>
  <w:p w:rsidR="00960077" w:rsidRPr="00C148FD" w:rsidRDefault="00960077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957401">
      <w:rPr>
        <w:rFonts w:ascii="Calibri" w:hAnsi="Calibri"/>
        <w:smallCaps/>
        <w:noProof/>
        <w:sz w:val="20"/>
        <w:szCs w:val="20"/>
        <w:lang w:val="en-US"/>
      </w:rPr>
      <w:t>KRYPTOGRAFIA, POČÍTAČOVÁ KRIMINALITA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12268D12"/>
    <w:lvl w:ilvl="0" w:tplc="6F1E3E6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5"/>
    <w:lvlOverride w:ilvl="0">
      <w:startOverride w:val="1"/>
    </w:lvlOverride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9F0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137B9F"/>
    <w:rsid w:val="0000491E"/>
    <w:rsid w:val="0000673F"/>
    <w:rsid w:val="00016AD8"/>
    <w:rsid w:val="00017595"/>
    <w:rsid w:val="00021197"/>
    <w:rsid w:val="000236C0"/>
    <w:rsid w:val="00026334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0959"/>
    <w:rsid w:val="000C6B3A"/>
    <w:rsid w:val="0012488C"/>
    <w:rsid w:val="001301D8"/>
    <w:rsid w:val="001316F0"/>
    <w:rsid w:val="0013693D"/>
    <w:rsid w:val="00136968"/>
    <w:rsid w:val="00137B9F"/>
    <w:rsid w:val="00141E1A"/>
    <w:rsid w:val="0014373A"/>
    <w:rsid w:val="00151ED1"/>
    <w:rsid w:val="00154968"/>
    <w:rsid w:val="001562B5"/>
    <w:rsid w:val="00160E07"/>
    <w:rsid w:val="00164458"/>
    <w:rsid w:val="00165F85"/>
    <w:rsid w:val="00170E72"/>
    <w:rsid w:val="0017377E"/>
    <w:rsid w:val="001840EA"/>
    <w:rsid w:val="00185BED"/>
    <w:rsid w:val="001920E9"/>
    <w:rsid w:val="001922A0"/>
    <w:rsid w:val="00195A08"/>
    <w:rsid w:val="001B057D"/>
    <w:rsid w:val="001B6A8E"/>
    <w:rsid w:val="001D00A1"/>
    <w:rsid w:val="001D1E4E"/>
    <w:rsid w:val="001F6290"/>
    <w:rsid w:val="00211C76"/>
    <w:rsid w:val="00213F2C"/>
    <w:rsid w:val="0022212C"/>
    <w:rsid w:val="00223478"/>
    <w:rsid w:val="00225015"/>
    <w:rsid w:val="00232EDE"/>
    <w:rsid w:val="002336E2"/>
    <w:rsid w:val="00272012"/>
    <w:rsid w:val="002825A8"/>
    <w:rsid w:val="00283A7C"/>
    <w:rsid w:val="002850DE"/>
    <w:rsid w:val="00290885"/>
    <w:rsid w:val="00292860"/>
    <w:rsid w:val="00292C9D"/>
    <w:rsid w:val="002976A9"/>
    <w:rsid w:val="002B0278"/>
    <w:rsid w:val="002B0866"/>
    <w:rsid w:val="002B41A8"/>
    <w:rsid w:val="002E301D"/>
    <w:rsid w:val="002F083C"/>
    <w:rsid w:val="00304ADA"/>
    <w:rsid w:val="00306B9F"/>
    <w:rsid w:val="00307892"/>
    <w:rsid w:val="00315203"/>
    <w:rsid w:val="00331F95"/>
    <w:rsid w:val="00335756"/>
    <w:rsid w:val="00337851"/>
    <w:rsid w:val="00347E4D"/>
    <w:rsid w:val="00351AF3"/>
    <w:rsid w:val="003631BA"/>
    <w:rsid w:val="0039238A"/>
    <w:rsid w:val="003A1E6F"/>
    <w:rsid w:val="003A309D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37FA9"/>
    <w:rsid w:val="004466E8"/>
    <w:rsid w:val="004558B9"/>
    <w:rsid w:val="0046567F"/>
    <w:rsid w:val="00472203"/>
    <w:rsid w:val="00475954"/>
    <w:rsid w:val="00492966"/>
    <w:rsid w:val="004A01E5"/>
    <w:rsid w:val="004A7B44"/>
    <w:rsid w:val="004A7D3B"/>
    <w:rsid w:val="004B2F14"/>
    <w:rsid w:val="004B6173"/>
    <w:rsid w:val="004C0E36"/>
    <w:rsid w:val="004E5E95"/>
    <w:rsid w:val="004E70EA"/>
    <w:rsid w:val="004F5AFF"/>
    <w:rsid w:val="005132B0"/>
    <w:rsid w:val="00513369"/>
    <w:rsid w:val="00517E3A"/>
    <w:rsid w:val="0052284C"/>
    <w:rsid w:val="00532ACB"/>
    <w:rsid w:val="00541560"/>
    <w:rsid w:val="005549D2"/>
    <w:rsid w:val="00561B7B"/>
    <w:rsid w:val="00561C5A"/>
    <w:rsid w:val="005728B3"/>
    <w:rsid w:val="005735B0"/>
    <w:rsid w:val="005738D5"/>
    <w:rsid w:val="0057504E"/>
    <w:rsid w:val="00577988"/>
    <w:rsid w:val="005832C4"/>
    <w:rsid w:val="00587966"/>
    <w:rsid w:val="005B2E55"/>
    <w:rsid w:val="005B37E2"/>
    <w:rsid w:val="005B460C"/>
    <w:rsid w:val="005B728A"/>
    <w:rsid w:val="005D1A76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326F"/>
    <w:rsid w:val="0067091E"/>
    <w:rsid w:val="0068067D"/>
    <w:rsid w:val="0068131D"/>
    <w:rsid w:val="00690FB1"/>
    <w:rsid w:val="006A1AE2"/>
    <w:rsid w:val="006A24C7"/>
    <w:rsid w:val="006B5517"/>
    <w:rsid w:val="006B5D59"/>
    <w:rsid w:val="006D39B2"/>
    <w:rsid w:val="006D3F30"/>
    <w:rsid w:val="006D50FA"/>
    <w:rsid w:val="006F0D5B"/>
    <w:rsid w:val="006F417F"/>
    <w:rsid w:val="006F787A"/>
    <w:rsid w:val="00710301"/>
    <w:rsid w:val="0073574D"/>
    <w:rsid w:val="007460F9"/>
    <w:rsid w:val="0076745A"/>
    <w:rsid w:val="007738BD"/>
    <w:rsid w:val="007837ED"/>
    <w:rsid w:val="00790D07"/>
    <w:rsid w:val="007C0FDD"/>
    <w:rsid w:val="007C2A3B"/>
    <w:rsid w:val="007C308E"/>
    <w:rsid w:val="007C5B85"/>
    <w:rsid w:val="007C6CE4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105F"/>
    <w:rsid w:val="00832323"/>
    <w:rsid w:val="00842378"/>
    <w:rsid w:val="00844961"/>
    <w:rsid w:val="00861A1A"/>
    <w:rsid w:val="00863CAB"/>
    <w:rsid w:val="00864D93"/>
    <w:rsid w:val="00882BE0"/>
    <w:rsid w:val="008836CE"/>
    <w:rsid w:val="00891FF5"/>
    <w:rsid w:val="00893E89"/>
    <w:rsid w:val="008A3619"/>
    <w:rsid w:val="008B05F5"/>
    <w:rsid w:val="008B2917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0ACC"/>
    <w:rsid w:val="0095346A"/>
    <w:rsid w:val="00955A25"/>
    <w:rsid w:val="00957401"/>
    <w:rsid w:val="00960077"/>
    <w:rsid w:val="00963F86"/>
    <w:rsid w:val="0097175A"/>
    <w:rsid w:val="00974B16"/>
    <w:rsid w:val="009802AD"/>
    <w:rsid w:val="0098449B"/>
    <w:rsid w:val="009A5F9E"/>
    <w:rsid w:val="009B638C"/>
    <w:rsid w:val="009C7B24"/>
    <w:rsid w:val="009D253D"/>
    <w:rsid w:val="009D4E8A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71788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01781"/>
    <w:rsid w:val="00B140D9"/>
    <w:rsid w:val="00B15DB4"/>
    <w:rsid w:val="00B177D0"/>
    <w:rsid w:val="00B3151A"/>
    <w:rsid w:val="00B37307"/>
    <w:rsid w:val="00B50B2C"/>
    <w:rsid w:val="00B5145B"/>
    <w:rsid w:val="00B707D0"/>
    <w:rsid w:val="00B75FF7"/>
    <w:rsid w:val="00B80834"/>
    <w:rsid w:val="00B816F4"/>
    <w:rsid w:val="00B822EA"/>
    <w:rsid w:val="00B84417"/>
    <w:rsid w:val="00B928DE"/>
    <w:rsid w:val="00B94FBB"/>
    <w:rsid w:val="00BA3595"/>
    <w:rsid w:val="00BB3CAA"/>
    <w:rsid w:val="00BB48C7"/>
    <w:rsid w:val="00BC1F6B"/>
    <w:rsid w:val="00BC348D"/>
    <w:rsid w:val="00BC732E"/>
    <w:rsid w:val="00BD3D30"/>
    <w:rsid w:val="00BD7612"/>
    <w:rsid w:val="00BE6648"/>
    <w:rsid w:val="00BF038C"/>
    <w:rsid w:val="00BF5E09"/>
    <w:rsid w:val="00BF6970"/>
    <w:rsid w:val="00C0013E"/>
    <w:rsid w:val="00C148FD"/>
    <w:rsid w:val="00C2393A"/>
    <w:rsid w:val="00C5580D"/>
    <w:rsid w:val="00C57915"/>
    <w:rsid w:val="00C7264E"/>
    <w:rsid w:val="00C767C9"/>
    <w:rsid w:val="00C878F0"/>
    <w:rsid w:val="00CA0400"/>
    <w:rsid w:val="00CA51B5"/>
    <w:rsid w:val="00CA550D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A447F"/>
    <w:rsid w:val="00DB2F24"/>
    <w:rsid w:val="00DB674B"/>
    <w:rsid w:val="00DC1DC7"/>
    <w:rsid w:val="00DC1E0D"/>
    <w:rsid w:val="00DD085D"/>
    <w:rsid w:val="00DD34CF"/>
    <w:rsid w:val="00DD6149"/>
    <w:rsid w:val="00DE3767"/>
    <w:rsid w:val="00DF06DD"/>
    <w:rsid w:val="00DF2F30"/>
    <w:rsid w:val="00E0343F"/>
    <w:rsid w:val="00E10571"/>
    <w:rsid w:val="00E10DD0"/>
    <w:rsid w:val="00E11170"/>
    <w:rsid w:val="00E14EEB"/>
    <w:rsid w:val="00E2272B"/>
    <w:rsid w:val="00E23FC2"/>
    <w:rsid w:val="00E24CA6"/>
    <w:rsid w:val="00E352FF"/>
    <w:rsid w:val="00E41087"/>
    <w:rsid w:val="00E516D7"/>
    <w:rsid w:val="00E5359D"/>
    <w:rsid w:val="00E54A46"/>
    <w:rsid w:val="00E65738"/>
    <w:rsid w:val="00E65A44"/>
    <w:rsid w:val="00E8518C"/>
    <w:rsid w:val="00E879F9"/>
    <w:rsid w:val="00E90BD9"/>
    <w:rsid w:val="00E97AF5"/>
    <w:rsid w:val="00EA1BDF"/>
    <w:rsid w:val="00EB68C8"/>
    <w:rsid w:val="00EB6B74"/>
    <w:rsid w:val="00EB6E4B"/>
    <w:rsid w:val="00EC2DA4"/>
    <w:rsid w:val="00EC77B0"/>
    <w:rsid w:val="00ED2956"/>
    <w:rsid w:val="00EE3197"/>
    <w:rsid w:val="00EE4E6D"/>
    <w:rsid w:val="00EF2951"/>
    <w:rsid w:val="00F168D6"/>
    <w:rsid w:val="00F24638"/>
    <w:rsid w:val="00F248A4"/>
    <w:rsid w:val="00F46B18"/>
    <w:rsid w:val="00F64DCB"/>
    <w:rsid w:val="00F748A6"/>
    <w:rsid w:val="00F82C59"/>
    <w:rsid w:val="00F871C6"/>
    <w:rsid w:val="00F8749B"/>
    <w:rsid w:val="00F915F3"/>
    <w:rsid w:val="00FA74D9"/>
    <w:rsid w:val="00FB2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9D4E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D4E8A"/>
    <w:rPr>
      <w:rFonts w:ascii="Tahoma" w:hAnsi="Tahoma" w:cs="Tahoma"/>
      <w:sz w:val="16"/>
      <w:szCs w:val="16"/>
      <w:lang w:val="cs-CZ" w:eastAsia="cs-CZ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E65A44"/>
    <w:pPr>
      <w:numPr>
        <w:numId w:val="2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customStyle="1" w:styleId="Zstupntext1">
    <w:name w:val="Zástupný text1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41E1A"/>
    <w:rPr>
      <w:color w:val="808080"/>
    </w:rPr>
  </w:style>
  <w:style w:type="character" w:customStyle="1" w:styleId="eAbbreviationMeaning">
    <w:name w:val="eAbbreviationMeaning"/>
    <w:basedOn w:val="DefaultParagraphFont"/>
    <w:rsid w:val="00290885"/>
    <w:rPr>
      <w:b/>
      <w:i/>
      <w:color w:val="002060"/>
      <w:sz w:val="24"/>
      <w:szCs w:val="24"/>
      <w:lang w:val="cs-CZ" w:eastAsia="en-US"/>
    </w:rPr>
  </w:style>
  <w:style w:type="paragraph" w:styleId="ListParagraph">
    <w:name w:val="List Paragraph"/>
    <w:basedOn w:val="Normal"/>
    <w:uiPriority w:val="34"/>
    <w:qFormat/>
    <w:rsid w:val="002908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</TotalTime>
  <Pages>3</Pages>
  <Words>313</Words>
  <Characters>2166</Characters>
  <Application>Microsoft Office Word</Application>
  <DocSecurity>0</DocSecurity>
  <Lines>18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Pavol Podhradsky</cp:lastModifiedBy>
  <cp:revision>2</cp:revision>
  <cp:lastPrinted>2013-05-24T15:00:00Z</cp:lastPrinted>
  <dcterms:created xsi:type="dcterms:W3CDTF">2016-02-26T12:44:00Z</dcterms:created>
  <dcterms:modified xsi:type="dcterms:W3CDTF">2016-02-26T12:44:00Z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