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01334E" w:rsidRDefault="00B17DAF" w:rsidP="00F570E7">
      <w:pPr>
        <w:pStyle w:val="eTask"/>
        <w:rPr>
          <w:lang w:val="sk-SK"/>
        </w:rPr>
      </w:pPr>
      <w:r w:rsidRPr="0001334E">
        <w:rPr>
          <w:lang w:val="sk-SK"/>
        </w:rPr>
        <w:t>Vyberte jednu možnosť v zátvorkách tak, aby</w:t>
      </w:r>
      <w:r w:rsidR="00860760" w:rsidRPr="0001334E">
        <w:rPr>
          <w:lang w:val="sk-SK"/>
        </w:rPr>
        <w:t xml:space="preserve"> tvrdenia</w:t>
      </w:r>
      <w:r w:rsidRPr="0001334E">
        <w:rPr>
          <w:lang w:val="sk-SK"/>
        </w:rPr>
        <w:t xml:space="preserve"> boli pravdivé.</w:t>
      </w:r>
    </w:p>
    <w:p w:rsidR="001922A0" w:rsidRPr="0001334E" w:rsidRDefault="001922A0" w:rsidP="00F570E7">
      <w:pPr>
        <w:rPr>
          <w:lang w:val="sk-SK"/>
        </w:rPr>
      </w:pPr>
    </w:p>
    <w:p w:rsidR="00183335" w:rsidRDefault="00B17DAF" w:rsidP="00BB61E7">
      <w:pPr>
        <w:rPr>
          <w:lang w:val="sk-SK"/>
        </w:rPr>
      </w:pPr>
      <w:r w:rsidRPr="0001334E">
        <w:rPr>
          <w:lang w:val="sk-SK"/>
        </w:rPr>
        <w:t xml:space="preserve">Jeden z hlavných problémov kryptografie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tajným kľúčom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verejným kľúčom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je distribúcia kľúčov </w:t>
      </w:r>
    </w:p>
    <w:p w:rsidR="00141E1A" w:rsidRPr="0001334E" w:rsidRDefault="00183335" w:rsidP="00BB61E7">
      <w:pPr>
        <w:rPr>
          <w:lang w:val="sk-SK"/>
        </w:rPr>
      </w:pPr>
      <w:r>
        <w:rPr>
          <w:lang w:val="sk-SK"/>
        </w:rPr>
        <w:t xml:space="preserve">na </w:t>
      </w:r>
      <w:r w:rsidR="00B17DAF" w:rsidRPr="0001334E">
        <w:rPr>
          <w:lang w:val="sk-SK"/>
        </w:rPr>
        <w:t>stranu adresáta.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C148FD" w:rsidRDefault="00BB4CCC" w:rsidP="00F570E7">
      <w:pPr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Symetrické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Asymetrické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="00B17DAF" w:rsidRPr="0001334E">
        <w:rPr>
          <w:lang w:val="sk-SK"/>
        </w:rPr>
        <w:t xml:space="preserve">šifrovanie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nemôže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="00B17DAF" w:rsidRPr="0001334E">
        <w:rPr>
          <w:lang w:val="sk-SK"/>
        </w:rPr>
        <w:t xml:space="preserve">byť použité na vytvorenie </w:t>
      </w:r>
      <w:r w:rsidR="00FD7ABB" w:rsidRPr="0001334E">
        <w:rPr>
          <w:lang w:val="sk-SK"/>
        </w:rPr>
        <w:t>digitálne</w:t>
      </w:r>
      <w:r w:rsidR="00B17DAF" w:rsidRPr="0001334E">
        <w:rPr>
          <w:lang w:val="sk-SK"/>
        </w:rPr>
        <w:t>ho podpisu.</w:t>
      </w:r>
    </w:p>
    <w:p w:rsidR="00A05411" w:rsidRPr="00A05411" w:rsidRDefault="00A05411" w:rsidP="00A05411">
      <w:pPr>
        <w:rPr>
          <w:lang w:val="sk-SK"/>
        </w:rPr>
      </w:pPr>
    </w:p>
    <w:p w:rsidR="00A05411" w:rsidRPr="0001334E" w:rsidRDefault="00BB4CCC" w:rsidP="00A05411">
      <w:pPr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Symetrické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Asymetrické</m:t>
                  </m:r>
                </m:e>
              </m:mr>
            </m:m>
          </m:e>
        </m:d>
      </m:oMath>
      <w:r w:rsidR="00A05411" w:rsidRPr="0001334E">
        <w:rPr>
          <w:lang w:val="sk-SK"/>
        </w:rPr>
        <w:t xml:space="preserve"> šifrovanie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nemôže</m:t>
                  </m:r>
                </m:e>
              </m:mr>
            </m:m>
          </m:e>
        </m:d>
      </m:oMath>
      <w:r w:rsidR="00A05411" w:rsidRPr="0001334E">
        <w:rPr>
          <w:lang w:val="sk-SK"/>
        </w:rPr>
        <w:t xml:space="preserve"> byť použité na vytvorenie digitálneho podpisu.</w:t>
      </w:r>
    </w:p>
    <w:p w:rsidR="00A05411" w:rsidRPr="0001334E" w:rsidRDefault="00A05411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141E1A" w:rsidRPr="0001334E" w:rsidRDefault="00705CBE" w:rsidP="00F570E7">
      <w:pPr>
        <w:rPr>
          <w:lang w:val="sk-SK"/>
        </w:rPr>
      </w:pPr>
      <w:r w:rsidRPr="0001334E">
        <w:rPr>
          <w:lang w:val="sk-SK"/>
        </w:rPr>
        <w:t xml:space="preserve">V prípade, že je </w:t>
      </w:r>
      <w:r w:rsidR="00605EA2" w:rsidRPr="0001334E">
        <w:rPr>
          <w:lang w:val="sk-SK"/>
        </w:rPr>
        <w:t>použitý</w:t>
      </w:r>
      <w:r w:rsidRPr="0001334E">
        <w:rPr>
          <w:lang w:val="sk-SK"/>
        </w:rPr>
        <w:t xml:space="preserve"> režim</w:t>
      </w:r>
      <w:r w:rsidR="00141E1A"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CBC</m:t>
                  </m:r>
                </m:e>
              </m:mr>
            </m:m>
          </m:e>
        </m:d>
      </m:oMath>
      <w:r w:rsidR="00141E1A" w:rsidRPr="0001334E">
        <w:rPr>
          <w:lang w:val="sk-SK"/>
        </w:rPr>
        <w:t>,</w:t>
      </w:r>
      <w:r w:rsidRPr="0001334E">
        <w:rPr>
          <w:lang w:val="sk-SK"/>
        </w:rPr>
        <w:t xml:space="preserve"> informácia o štruktúre otvoreného textu je odkrytá</w:t>
      </w:r>
      <w:r w:rsidR="00141E1A" w:rsidRPr="0001334E">
        <w:rPr>
          <w:lang w:val="sk-SK"/>
        </w:rPr>
        <w:t>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141E1A" w:rsidRPr="0001334E" w:rsidRDefault="00605EA2" w:rsidP="00F570E7">
      <w:pPr>
        <w:rPr>
          <w:lang w:val="sk-SK"/>
        </w:rPr>
      </w:pPr>
      <w:r w:rsidRPr="0001334E">
        <w:rPr>
          <w:lang w:val="sk-SK"/>
        </w:rPr>
        <w:t>Ak použijeme režim</w:t>
      </w:r>
      <w:r w:rsidR="00141E1A" w:rsidRPr="0001334E">
        <w:rPr>
          <w:lang w:val="sk-SK"/>
        </w:rPr>
        <w:t xml:space="preserve"> CBC,</w:t>
      </w:r>
      <w:r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dôjde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nedôjde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k obmedzeniu šírenia chýb</w:t>
      </w:r>
      <w:r w:rsidR="00791E03" w:rsidRPr="0001334E">
        <w:rPr>
          <w:lang w:val="sk-SK"/>
        </w:rPr>
        <w:t>.</w:t>
      </w:r>
    </w:p>
    <w:p w:rsidR="0091109C" w:rsidRPr="0001334E" w:rsidRDefault="0091109C" w:rsidP="00F570E7">
      <w:pPr>
        <w:rPr>
          <w:lang w:val="sk-SK"/>
        </w:rPr>
      </w:pPr>
    </w:p>
    <w:p w:rsidR="00141E1A" w:rsidRPr="0001334E" w:rsidRDefault="00141E1A" w:rsidP="00F570E7">
      <w:pPr>
        <w:rPr>
          <w:lang w:val="sk-SK"/>
        </w:rPr>
      </w:pPr>
    </w:p>
    <w:p w:rsidR="00141E1A" w:rsidRDefault="00605EA2" w:rsidP="00F570E7">
      <w:pPr>
        <w:rPr>
          <w:lang w:val="sk-SK"/>
        </w:rPr>
      </w:pPr>
      <w:r w:rsidRPr="0001334E">
        <w:rPr>
          <w:lang w:val="sk-SK"/>
        </w:rPr>
        <w:t>Ak nastane chyba v zašifrovanom texte,</w:t>
      </w:r>
      <w:r w:rsidR="00141E1A" w:rsidRPr="0001334E">
        <w:rPr>
          <w:lang w:val="sk-SK"/>
        </w:rPr>
        <w:t xml:space="preserve"> </w:t>
      </w:r>
      <w:r w:rsidRPr="0001334E">
        <w:rPr>
          <w:lang w:val="sk-SK"/>
        </w:rPr>
        <w:t>pri apl</w:t>
      </w:r>
      <w:r w:rsidR="0001334E">
        <w:rPr>
          <w:lang w:val="sk-SK"/>
        </w:rPr>
        <w:t>i</w:t>
      </w:r>
      <w:r w:rsidRPr="0001334E">
        <w:rPr>
          <w:lang w:val="sk-SK"/>
        </w:rPr>
        <w:t>kácii režimu</w:t>
      </w:r>
      <w:r w:rsidR="00141E1A"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CTR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Pr="0001334E">
        <w:rPr>
          <w:lang w:val="sk-SK"/>
        </w:rPr>
        <w:t>sa tieto chyby</w:t>
      </w:r>
      <w:r w:rsidR="00232EDE" w:rsidRPr="0001334E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ria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ria</m:t>
                  </m:r>
                </m:e>
              </m:mr>
            </m:m>
          </m:e>
        </m:d>
      </m:oMath>
      <w:r w:rsidR="00141E1A" w:rsidRPr="0001334E">
        <w:rPr>
          <w:lang w:val="sk-SK"/>
        </w:rPr>
        <w:t xml:space="preserve"> </w:t>
      </w:r>
      <w:r w:rsidRPr="0001334E">
        <w:rPr>
          <w:lang w:val="sk-SK"/>
        </w:rPr>
        <w:t>v dešifrovanom otvorenom texte</w:t>
      </w:r>
      <w:r w:rsidR="00141E1A" w:rsidRPr="0001334E">
        <w:rPr>
          <w:lang w:val="sk-SK"/>
        </w:rPr>
        <w:t>.</w:t>
      </w:r>
    </w:p>
    <w:p w:rsidR="00065664" w:rsidRPr="0001334E" w:rsidRDefault="00065664" w:rsidP="00F570E7">
      <w:pPr>
        <w:rPr>
          <w:lang w:val="sk-SK"/>
        </w:rPr>
      </w:pPr>
    </w:p>
    <w:p w:rsidR="00FE7498" w:rsidRPr="0001334E" w:rsidRDefault="00FE7498" w:rsidP="00FE7498">
      <w:pPr>
        <w:rPr>
          <w:lang w:val="sk-SK"/>
        </w:rPr>
      </w:pPr>
      <w:r w:rsidRPr="0001334E">
        <w:rPr>
          <w:lang w:val="sk-SK"/>
        </w:rPr>
        <w:t>Ak nastane chyba v zašifrovanom texte, pri apl</w:t>
      </w:r>
      <w:r>
        <w:rPr>
          <w:lang w:val="sk-SK"/>
        </w:rPr>
        <w:t>i</w:t>
      </w:r>
      <w:r w:rsidRPr="0001334E">
        <w:rPr>
          <w:lang w:val="sk-SK"/>
        </w:rPr>
        <w:t xml:space="preserve">kácii režimu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CTR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sa tieto chyby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ria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ria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v dešifrovanom otvorenom texte.</w:t>
      </w:r>
    </w:p>
    <w:p w:rsidR="00141E1A" w:rsidRPr="0001334E" w:rsidRDefault="00141E1A" w:rsidP="00F570E7">
      <w:pPr>
        <w:rPr>
          <w:lang w:val="sk-SK"/>
        </w:rPr>
      </w:pPr>
    </w:p>
    <w:p w:rsidR="00FE7498" w:rsidRPr="0001334E" w:rsidRDefault="00FE7498" w:rsidP="00FE7498">
      <w:pPr>
        <w:rPr>
          <w:lang w:val="sk-SK"/>
        </w:rPr>
      </w:pPr>
      <w:r w:rsidRPr="0001334E">
        <w:rPr>
          <w:lang w:val="sk-SK"/>
        </w:rPr>
        <w:t>Ak nastane chyba v zašifrovanom texte, pri apl</w:t>
      </w:r>
      <w:r>
        <w:rPr>
          <w:lang w:val="sk-SK"/>
        </w:rPr>
        <w:t>i</w:t>
      </w:r>
      <w:r w:rsidRPr="0001334E">
        <w:rPr>
          <w:lang w:val="sk-SK"/>
        </w:rPr>
        <w:t xml:space="preserve">kácii režimu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CTR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sa tieto chyby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ria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ší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ria</m:t>
                  </m:r>
                </m:e>
              </m:mr>
            </m:m>
          </m:e>
        </m:d>
      </m:oMath>
      <w:r w:rsidRPr="0001334E">
        <w:rPr>
          <w:lang w:val="sk-SK"/>
        </w:rPr>
        <w:t xml:space="preserve"> v dešifrovanom otvorenom texte.</w:t>
      </w:r>
    </w:p>
    <w:p w:rsidR="001922A0" w:rsidRPr="00905DB9" w:rsidRDefault="001922A0" w:rsidP="001922A0">
      <w:pPr>
        <w:rPr>
          <w:lang w:val="sk-SK"/>
        </w:rPr>
      </w:pPr>
    </w:p>
    <w:p w:rsidR="00791E03" w:rsidRPr="00905DB9" w:rsidRDefault="00791E03">
      <w:pPr>
        <w:rPr>
          <w:b/>
          <w:lang w:val="sk-SK"/>
        </w:rPr>
      </w:pPr>
      <w:r w:rsidRPr="00905DB9">
        <w:rPr>
          <w:lang w:val="sk-SK"/>
        </w:rPr>
        <w:br w:type="page"/>
      </w:r>
    </w:p>
    <w:p w:rsidR="00AE0D3E" w:rsidRPr="00760BF4" w:rsidRDefault="00AE0D3E" w:rsidP="00AE0D3E">
      <w:pPr>
        <w:pStyle w:val="eTask"/>
        <w:rPr>
          <w:lang w:val="sk-SK"/>
        </w:rPr>
      </w:pPr>
      <w:r w:rsidRPr="00760BF4">
        <w:rPr>
          <w:lang w:val="sk-SK"/>
        </w:rPr>
        <w:lastRenderedPageBreak/>
        <w:t>Spoj</w:t>
      </w:r>
      <w:r w:rsidR="00AB6FDD">
        <w:rPr>
          <w:lang w:val="sk-SK"/>
        </w:rPr>
        <w:t>te</w:t>
      </w:r>
      <w:r w:rsidRPr="00760BF4">
        <w:rPr>
          <w:lang w:val="sk-SK"/>
        </w:rPr>
        <w:t xml:space="preserve"> termíny na ľavej strane s prislúchajúcimi definíciami vpravo.</w:t>
      </w: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BB4CCC" w:rsidP="00AE0D3E">
      <w:pPr>
        <w:rPr>
          <w:lang w:val="sk-SK"/>
        </w:rPr>
      </w:pPr>
      <w:r w:rsidRPr="00BB4CCC"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52" o:spid="_x0000_s1026" type="#_x0000_t202" style="position:absolute;margin-left:-20.1pt;margin-top:479.65pt;width:21pt;height:18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51" o:spid="_x0000_s1027" type="#_x0000_t202" style="position:absolute;margin-left:-20.1pt;margin-top:396.4pt;width:21pt;height:18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50" o:spid="_x0000_s1028" type="#_x0000_t202" style="position:absolute;margin-left:-20.1pt;margin-top:322.15pt;width:21pt;height:18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9" o:spid="_x0000_s1029" type="#_x0000_t202" style="position:absolute;margin-left:-20.1pt;margin-top:248.65pt;width:21pt;height:1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8" o:spid="_x0000_s1030" type="#_x0000_t202" style="position:absolute;margin-left:-20.1pt;margin-top:174.4pt;width:21pt;height:18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7" o:spid="_x0000_s1031" type="#_x0000_t202" style="position:absolute;margin-left:-20.1pt;margin-top:94.9pt;width:21pt;height:18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6" o:spid="_x0000_s1032" type="#_x0000_t202" style="position:absolute;margin-left:-20.1pt;margin-top:11.7pt;width:21pt;height:18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" filled="f" stroked="f">
            <v:textbox>
              <w:txbxContent>
                <w:p w:rsidR="00BB61E7" w:rsidRPr="000F5EC9" w:rsidRDefault="00BB61E7" w:rsidP="00AE0D3E">
                  <w:pPr>
                    <w:jc w:val="right"/>
                    <w:rPr>
                      <w:b/>
                    </w:rPr>
                  </w:pPr>
                  <w:r w:rsidRPr="000F5EC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5" o:spid="_x0000_s1033" type="#_x0000_t202" style="position:absolute;margin-left:221.4pt;margin-top:7.15pt;width:208.45pt;height:5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">
            <v:textbox>
              <w:txbxContent>
                <w:p w:rsidR="00BB61E7" w:rsidRPr="00760BF4" w:rsidRDefault="00BB61E7" w:rsidP="00AE0D3E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 w:rsidRPr="007D61E6">
                    <w:rPr>
                      <w:color w:val="000000" w:themeColor="text1"/>
                      <w:kern w:val="24"/>
                      <w:lang w:val="sk-SK"/>
                    </w:rPr>
                    <w:t xml:space="preserve">používa </w:t>
                  </w:r>
                  <w:proofErr w:type="spellStart"/>
                  <w:r w:rsidRPr="007D61E6">
                    <w:rPr>
                      <w:color w:val="000000" w:themeColor="text1"/>
                      <w:kern w:val="24"/>
                      <w:lang w:val="sk-SK"/>
                    </w:rPr>
                    <w:t>pseudo-náhodnú</w:t>
                  </w:r>
                  <w:proofErr w:type="spellEnd"/>
                  <w:r w:rsidRPr="007D61E6">
                    <w:rPr>
                      <w:color w:val="000000" w:themeColor="text1"/>
                      <w:kern w:val="24"/>
                      <w:lang w:val="sk-SK"/>
                    </w:rPr>
                    <w:t xml:space="preserve"> postupnosť, ktorá závisí aj od zašifrovaného textu.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4" o:spid="_x0000_s1034" type="#_x0000_t202" style="position:absolute;margin-left:6.8pt;margin-top:7.15pt;width:150.85pt;height: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">
            <v:textbox>
              <w:txbxContent>
                <w:p w:rsidR="00BB61E7" w:rsidRPr="00760BF4" w:rsidRDefault="00BB61E7" w:rsidP="00D97C8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>Symetrické šifrovanie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3" o:spid="_x0000_s1035" type="#_x0000_t202" style="position:absolute;margin-left:221.4pt;margin-top:84.15pt;width:208.45pt;height:5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">
            <v:textbox>
              <w:txbxContent>
                <w:p w:rsidR="00BB61E7" w:rsidRPr="005676CA" w:rsidRDefault="00BB61E7" w:rsidP="00BB61E7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m</w:t>
                  </w:r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>ôže mať s</w:t>
                  </w:r>
                  <w:bookmarkStart w:id="0" w:name="_GoBack"/>
                  <w:bookmarkEnd w:id="0"/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>ymetrický</w:t>
                  </w:r>
                  <w:r w:rsidR="00183335">
                    <w:rPr>
                      <w:color w:val="000000" w:themeColor="text1"/>
                      <w:kern w:val="24"/>
                      <w:lang w:val="sk-SK"/>
                    </w:rPr>
                    <w:t>,</w:t>
                  </w:r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 xml:space="preserve"> alebo asymetrický algoritmus.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2" o:spid="_x0000_s1036" type="#_x0000_t202" style="position:absolute;margin-left:6.8pt;margin-top:87.2pt;width:150.85pt;height:3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">
            <v:textbox>
              <w:txbxContent>
                <w:p w:rsidR="00BB61E7" w:rsidRPr="0001334E" w:rsidRDefault="00BB61E7" w:rsidP="00AE0D3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Prúdová šifra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1" o:spid="_x0000_s1037" type="#_x0000_t202" style="position:absolute;margin-left:6.8pt;margin-top:166.15pt;width:150.85pt;height:3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">
            <v:textbox>
              <w:txbxContent>
                <w:p w:rsidR="00BB61E7" w:rsidRPr="0001334E" w:rsidRDefault="00BB61E7" w:rsidP="00AE0D3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Prúdová šifra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40" o:spid="_x0000_s1038" type="#_x0000_t202" style="position:absolute;margin-left:221.4pt;margin-top:160.7pt;width:208.45pt;height:5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">
            <v:textbox>
              <w:txbxContent>
                <w:p w:rsidR="00BB61E7" w:rsidRPr="005676CA" w:rsidRDefault="00BB61E7" w:rsidP="00AE0D3E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 w:rsidRPr="005676CA">
                    <w:rPr>
                      <w:color w:val="000000" w:themeColor="text1"/>
                      <w:kern w:val="24"/>
                      <w:lang w:val="sk-SK"/>
                    </w:rPr>
                    <w:t xml:space="preserve">ponúka buď dôvernosť informácií alebo autentifikáciu zdroja.  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9" o:spid="_x0000_s1039" type="#_x0000_t202" style="position:absolute;margin-left:221.4pt;margin-top:233.2pt;width:208.45pt;height:5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">
            <v:textbox>
              <w:txbxContent>
                <w:p w:rsidR="00183335" w:rsidRDefault="00BB61E7" w:rsidP="00BB61E7">
                  <w:pPr>
                    <w:rPr>
                      <w:color w:val="000000" w:themeColor="text1"/>
                      <w:kern w:val="24"/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</w:t>
                  </w:r>
                  <w:r w:rsidRPr="005E297F">
                    <w:rPr>
                      <w:color w:val="000000" w:themeColor="text1"/>
                      <w:kern w:val="24"/>
                      <w:lang w:val="sk-SK"/>
                    </w:rPr>
                    <w:t xml:space="preserve">oužíva výhradne symetrický kľúč </w:t>
                  </w:r>
                </w:p>
                <w:p w:rsidR="00BB61E7" w:rsidRPr="00791E03" w:rsidRDefault="00183335" w:rsidP="00BB61E7"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na </w:t>
                  </w:r>
                  <w:r w:rsidR="00BB61E7" w:rsidRPr="005E297F">
                    <w:rPr>
                      <w:color w:val="000000" w:themeColor="text1"/>
                      <w:kern w:val="24"/>
                      <w:lang w:val="sk-SK"/>
                    </w:rPr>
                    <w:t>šifrovanie a dešifrovanie.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8" o:spid="_x0000_s1040" type="#_x0000_t202" style="position:absolute;margin-left:221.4pt;margin-top:308.95pt;width:208.45pt;height:5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">
            <v:textbox>
              <w:txbxContent>
                <w:p w:rsidR="00183335" w:rsidRDefault="00BB61E7" w:rsidP="00BB61E7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 xml:space="preserve">využíva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sk-SK"/>
                    </w:rPr>
                    <w:t>pseudo-ná</w:t>
                  </w: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>hodnú</w:t>
                  </w:r>
                  <w:proofErr w:type="spellEnd"/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 xml:space="preserve"> postupnosť</w:t>
                  </w:r>
                  <w:r w:rsidR="00183335">
                    <w:rPr>
                      <w:color w:val="000000" w:themeColor="text1"/>
                      <w:kern w:val="24"/>
                      <w:lang w:val="sk-SK"/>
                    </w:rPr>
                    <w:t xml:space="preserve">, </w:t>
                  </w:r>
                  <w:r w:rsidRPr="00760BF4">
                    <w:rPr>
                      <w:color w:val="000000" w:themeColor="text1"/>
                      <w:kern w:val="24"/>
                      <w:lang w:val="sk-SK"/>
                    </w:rPr>
                    <w:t xml:space="preserve">vytvorenú nezávisle na otvorenom </w:t>
                  </w:r>
                </w:p>
                <w:p w:rsidR="00BB61E7" w:rsidRPr="000C510D" w:rsidRDefault="00183335" w:rsidP="00BB61E7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a </w:t>
                  </w:r>
                  <w:r w:rsidR="00BB61E7" w:rsidRPr="00760BF4">
                    <w:rPr>
                      <w:color w:val="000000" w:themeColor="text1"/>
                      <w:kern w:val="24"/>
                      <w:lang w:val="sk-SK"/>
                    </w:rPr>
                    <w:t>zašifrovanom texte.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7" o:spid="_x0000_s1041" type="#_x0000_t202" style="position:absolute;margin-left:221.4pt;margin-top:380.95pt;width:208.45pt;height:5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">
            <v:textbox>
              <w:txbxContent>
                <w:p w:rsidR="00183335" w:rsidRDefault="00BB61E7" w:rsidP="00BB61E7">
                  <w:pPr>
                    <w:rPr>
                      <w:color w:val="000000" w:themeColor="text1"/>
                      <w:kern w:val="24"/>
                      <w:lang w:val="sk-SK"/>
                    </w:rPr>
                  </w:pPr>
                  <w:r w:rsidRPr="000F0300">
                    <w:rPr>
                      <w:color w:val="000000" w:themeColor="text1"/>
                      <w:kern w:val="24"/>
                      <w:lang w:val="sk-SK"/>
                    </w:rPr>
                    <w:t>pracuje s</w:t>
                  </w:r>
                  <w:r>
                    <w:rPr>
                      <w:color w:val="000000" w:themeColor="text1"/>
                      <w:kern w:val="24"/>
                      <w:lang w:val="sk-SK"/>
                    </w:rPr>
                    <w:t> </w:t>
                  </w:r>
                  <w:r w:rsidRPr="000F0300">
                    <w:rPr>
                      <w:color w:val="000000" w:themeColor="text1"/>
                      <w:kern w:val="24"/>
                      <w:lang w:val="sk-SK"/>
                    </w:rPr>
                    <w:t>č</w:t>
                  </w:r>
                  <w:r>
                    <w:rPr>
                      <w:color w:val="000000" w:themeColor="text1"/>
                      <w:kern w:val="24"/>
                      <w:lang w:val="sk-SK"/>
                    </w:rPr>
                    <w:t>asovo-premennou</w:t>
                  </w:r>
                  <w:r w:rsidRPr="000F0300">
                    <w:rPr>
                      <w:color w:val="000000" w:themeColor="text1"/>
                      <w:kern w:val="24"/>
                      <w:lang w:val="sk-SK"/>
                    </w:rPr>
                    <w:t xml:space="preserve"> transformáciou</w:t>
                  </w:r>
                  <w:r w:rsidR="00183335">
                    <w:rPr>
                      <w:color w:val="000000" w:themeColor="text1"/>
                      <w:kern w:val="24"/>
                      <w:lang w:val="sk-SK"/>
                    </w:rPr>
                    <w:t xml:space="preserve"> otvoreného textu </w:t>
                  </w:r>
                </w:p>
                <w:p w:rsidR="00BB61E7" w:rsidRDefault="00183335" w:rsidP="00BB61E7"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a </w:t>
                  </w:r>
                  <w:r w:rsidR="00BB61E7">
                    <w:rPr>
                      <w:color w:val="000000" w:themeColor="text1"/>
                      <w:kern w:val="24"/>
                      <w:lang w:val="sk-SK"/>
                    </w:rPr>
                    <w:t>transformuje každý prvok zvlášť.</w:t>
                  </w:r>
                </w:p>
                <w:p w:rsidR="00BB61E7" w:rsidRPr="00791E03" w:rsidRDefault="00BB61E7" w:rsidP="00AE0D3E"/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6" o:spid="_x0000_s1042" type="#_x0000_t202" style="position:absolute;margin-left:6.8pt;margin-top:240.05pt;width:150.85pt;height:3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">
            <v:textbox>
              <w:txbxContent>
                <w:p w:rsidR="00BB61E7" w:rsidRPr="00791E03" w:rsidRDefault="00BB61E7" w:rsidP="00AE0D3E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Bloková šifra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5" o:spid="_x0000_s1043" type="#_x0000_t202" style="position:absolute;margin-left:6.8pt;margin-top:314.55pt;width:150.85pt;height:3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">
            <v:textbox>
              <w:txbxContent>
                <w:p w:rsidR="00BB61E7" w:rsidRPr="0001334E" w:rsidRDefault="00BB61E7" w:rsidP="00AE0D3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Prúdová šifra so spätnou väzbou</w:t>
                  </w:r>
                </w:p>
                <w:p w:rsidR="00BB61E7" w:rsidRPr="00791E03" w:rsidRDefault="00BB61E7" w:rsidP="00AE0D3E">
                  <w:pPr>
                    <w:jc w:val="center"/>
                  </w:pP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4" o:spid="_x0000_s1044" type="#_x0000_t202" style="position:absolute;margin-left:6.8pt;margin-top:469.8pt;width:150.85pt;height:35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">
            <v:textbox>
              <w:txbxContent>
                <w:p w:rsidR="00BB61E7" w:rsidRPr="00183335" w:rsidRDefault="00183335" w:rsidP="000C510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Asymetrické šifrovanie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33" o:spid="_x0000_s1045" type="#_x0000_t202" style="position:absolute;margin-left:221.4pt;margin-top:454.2pt;width:208.45pt;height:5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">
            <v:textbox>
              <w:txbxContent>
                <w:p w:rsidR="00183335" w:rsidRDefault="00BB61E7" w:rsidP="00BB61E7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kern w:val="24"/>
                      <w:lang w:val="sk-SK"/>
                    </w:rPr>
                  </w:pPr>
                  <w:r w:rsidRPr="000D1AA2">
                    <w:rPr>
                      <w:color w:val="000000" w:themeColor="text1"/>
                      <w:kern w:val="24"/>
                      <w:lang w:val="sk-SK"/>
                    </w:rPr>
                    <w:t>p</w:t>
                  </w:r>
                  <w:r w:rsidR="00183335">
                    <w:rPr>
                      <w:color w:val="000000" w:themeColor="text1"/>
                      <w:kern w:val="24"/>
                      <w:lang w:val="sk-SK"/>
                    </w:rPr>
                    <w:t xml:space="preserve">onúka vždy zároveň dôvernosť </w:t>
                  </w:r>
                </w:p>
                <w:p w:rsidR="00BB61E7" w:rsidRPr="000D1AA2" w:rsidRDefault="00183335" w:rsidP="00BB61E7">
                  <w:pPr>
                    <w:pStyle w:val="NormalWeb"/>
                    <w:spacing w:before="0" w:beforeAutospacing="0" w:after="0" w:afterAutospacing="0"/>
                    <w:rPr>
                      <w:lang w:val="sk-SK"/>
                    </w:rPr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 xml:space="preserve">a </w:t>
                  </w:r>
                  <w:r w:rsidR="00BB61E7" w:rsidRPr="000D1AA2">
                    <w:rPr>
                      <w:color w:val="000000" w:themeColor="text1"/>
                      <w:kern w:val="24"/>
                      <w:lang w:val="sk-SK"/>
                    </w:rPr>
                    <w:t>autentifikáciu.</w:t>
                  </w:r>
                </w:p>
              </w:txbxContent>
            </v:textbox>
          </v:shape>
        </w:pict>
      </w:r>
    </w:p>
    <w:p w:rsidR="00AE0D3E" w:rsidRPr="00905DB9" w:rsidRDefault="00BB4CCC" w:rsidP="00AE0D3E">
      <w:pPr>
        <w:rPr>
          <w:lang w:val="sk-SK"/>
        </w:rPr>
      </w:pPr>
      <w:r w:rsidRPr="00BB4CCC">
        <w:rPr>
          <w:noProof/>
          <w:lang w:val="sk-SK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ovná spojovacia šípka 32" o:spid="_x0000_s1060" type="#_x0000_t32" style="position:absolute;margin-left:157.65pt;margin-top:11.4pt;width:63.75pt;height:45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" strokecolor="red" strokeweight="1.75pt"/>
        </w:pict>
      </w:r>
    </w:p>
    <w:p w:rsidR="00AE0D3E" w:rsidRPr="00905DB9" w:rsidRDefault="00BB4CCC" w:rsidP="00AE0D3E">
      <w:pPr>
        <w:rPr>
          <w:lang w:val="sk-SK"/>
        </w:rPr>
      </w:pPr>
      <w:r w:rsidRPr="00BB4CCC">
        <w:rPr>
          <w:noProof/>
          <w:lang w:val="sk-SK" w:eastAsia="sk-SK"/>
        </w:rPr>
        <w:pict>
          <v:shape id="Rovná spojovacia šípka 31" o:spid="_x0000_s1059" type="#_x0000_t32" style="position:absolute;margin-left:157.65pt;margin-top:2.15pt;width:63.75pt;height:302.2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" strokecolor="#938953 [1614]" strokeweight="1.75pt"/>
        </w:pict>
      </w: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C92DC7" w:rsidRDefault="00AE0D3E" w:rsidP="00AE0D3E"/>
    <w:p w:rsidR="00AE0D3E" w:rsidRPr="001922A0" w:rsidRDefault="00AE0D3E" w:rsidP="00AE0D3E">
      <w:pPr>
        <w:rPr>
          <w:noProof/>
          <w:lang w:val="sk-SK" w:eastAsia="sk-SK"/>
        </w:rPr>
      </w:pPr>
    </w:p>
    <w:p w:rsidR="00AE0D3E" w:rsidRPr="00905DB9" w:rsidRDefault="00BB4CCC" w:rsidP="00AE0D3E">
      <w:pPr>
        <w:rPr>
          <w:lang w:val="sk-SK"/>
        </w:rPr>
      </w:pPr>
      <w:r w:rsidRPr="00BB4CCC">
        <w:rPr>
          <w:noProof/>
          <w:lang w:val="sk-SK" w:eastAsia="sk-SK"/>
        </w:rPr>
        <w:pict>
          <v:shape id="Rovná spojovacia šípka 30" o:spid="_x0000_s1058" type="#_x0000_t32" style="position:absolute;margin-left:157.65pt;margin-top:7.35pt;width:63.75pt;height:154.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" strokecolor="#e36c0a [2409]" strokeweight="1.75pt"/>
        </w:pict>
      </w:r>
      <w:r w:rsidRPr="00BB4CCC">
        <w:rPr>
          <w:noProof/>
          <w:lang w:val="sk-SK" w:eastAsia="sk-SK"/>
        </w:rPr>
        <w:pict>
          <v:shape id="Rovná spojovacia šípka 29" o:spid="_x0000_s1057" type="#_x0000_t32" style="position:absolute;margin-left:157.65pt;margin-top:7.35pt;width:63.75pt;height:15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" strokecolor="#00b050" strokeweight="1.75pt"/>
        </w:pict>
      </w: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BB4CCC" w:rsidP="00AE0D3E">
      <w:pPr>
        <w:rPr>
          <w:lang w:val="sk-SK"/>
        </w:rPr>
      </w:pPr>
      <w:r w:rsidRPr="00BB4CCC">
        <w:rPr>
          <w:noProof/>
          <w:lang w:val="sk-SK" w:eastAsia="sk-SK"/>
        </w:rPr>
        <w:pict>
          <v:shape id="Rovná spojovacia šípka 28" o:spid="_x0000_s1056" type="#_x0000_t32" style="position:absolute;margin-left:157.65pt;margin-top:2.55pt;width:63.75pt;height:22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" strokecolor="#7030a0" strokeweight="1.75pt"/>
        </w:pict>
      </w:r>
      <w:r w:rsidRPr="00BB4CCC">
        <w:rPr>
          <w:noProof/>
          <w:lang w:val="sk-SK" w:eastAsia="sk-SK"/>
        </w:rPr>
        <w:pict>
          <v:shape id="Rovná spojovacia šípka 27" o:spid="_x0000_s1055" type="#_x0000_t32" style="position:absolute;margin-left:157.65pt;margin-top:2.55pt;width:63.75pt;height:305.9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" strokecolor="#0070c0" strokeweight="1.75pt"/>
        </w:pict>
      </w: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AE0D3E" w:rsidP="00AE0D3E">
      <w:pPr>
        <w:rPr>
          <w:lang w:val="sk-SK"/>
        </w:rPr>
      </w:pPr>
    </w:p>
    <w:p w:rsidR="00AE0D3E" w:rsidRPr="00905DB9" w:rsidRDefault="00BB4CCC" w:rsidP="00AE0D3E">
      <w:pPr>
        <w:rPr>
          <w:b/>
          <w:lang w:val="sk-SK"/>
        </w:rPr>
      </w:pPr>
      <w:r w:rsidRPr="00BB4CCC">
        <w:rPr>
          <w:noProof/>
          <w:lang w:val="sk-SK" w:eastAsia="sk-SK"/>
        </w:rPr>
        <w:pict>
          <v:shape id="Rovná spojovacia šípka 26" o:spid="_x0000_s1054" type="#_x0000_t32" style="position:absolute;margin-left:157.65pt;margin-top:18.35pt;width:63.75pt;height:67.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" strokecolor="#00b0f0" strokeweight="1.75pt"/>
        </w:pict>
      </w:r>
      <w:r w:rsidRPr="00BB4CCC">
        <w:rPr>
          <w:noProof/>
          <w:lang w:val="sk-SK" w:eastAsia="sk-SK"/>
        </w:rPr>
        <w:pict>
          <v:shape id="Textové pole 25" o:spid="_x0000_s1046" type="#_x0000_t202" style="position:absolute;margin-left:435.15pt;margin-top:-293.2pt;width:21pt;height:18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24" o:spid="_x0000_s1047" type="#_x0000_t202" style="position:absolute;margin-left:435.15pt;margin-top:-217.15pt;width:21pt;height:18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23" o:spid="_x0000_s1048" type="#_x0000_t202" style="position:absolute;margin-left:435.15pt;margin-top:-142.95pt;width:21pt;height:18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22" o:spid="_x0000_s1049" type="#_x0000_t202" style="position:absolute;margin-left:435.15pt;margin-top:-68.7pt;width:21pt;height:18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21" o:spid="_x0000_s1050" type="#_x0000_t202" style="position:absolute;margin-left:435.15pt;margin-top:9.35pt;width:21pt;height:18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20" o:spid="_x0000_s1051" type="#_x0000_t202" style="position:absolute;margin-left:435.15pt;margin-top:79.05pt;width:21pt;height:18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19" o:spid="_x0000_s1052" type="#_x0000_t202" style="position:absolute;margin-left:435.15pt;margin-top:152.45pt;width:21pt;height:18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" filled="f" stroked="f">
            <v:textbox>
              <w:txbxContent>
                <w:p w:rsidR="00BB61E7" w:rsidRPr="000F5EC9" w:rsidRDefault="00BB61E7" w:rsidP="00AE0D3E">
                  <w:pPr>
                    <w:rPr>
                      <w:b/>
                    </w:rPr>
                  </w:pPr>
                  <w:r w:rsidRPr="000F5EC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Pr="00BB4CCC">
        <w:rPr>
          <w:noProof/>
          <w:lang w:val="sk-SK" w:eastAsia="sk-SK"/>
        </w:rPr>
        <w:pict>
          <v:shape id="Textové pole 18" o:spid="_x0000_s1053" type="#_x0000_t202" style="position:absolute;margin-left:6.8pt;margin-top:69.8pt;width:150.85pt;height:35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">
            <v:textbox>
              <w:txbxContent>
                <w:p w:rsidR="00BB61E7" w:rsidRPr="00791E03" w:rsidRDefault="00BB61E7" w:rsidP="00AE0D3E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sk-SK"/>
                    </w:rPr>
                    <w:t>Synchrónna prúdová šifra</w:t>
                  </w:r>
                </w:p>
              </w:txbxContent>
            </v:textbox>
          </v:shape>
        </w:pict>
      </w:r>
      <w:r w:rsidR="00AE0D3E" w:rsidRPr="00905DB9">
        <w:rPr>
          <w:lang w:val="sk-SK"/>
        </w:rPr>
        <w:br w:type="page"/>
      </w:r>
    </w:p>
    <w:p w:rsidR="00AE0D3E" w:rsidRDefault="00AE0D3E" w:rsidP="00AE0D3E">
      <w:pPr>
        <w:pStyle w:val="eTask"/>
        <w:numPr>
          <w:ilvl w:val="0"/>
          <w:numId w:val="0"/>
        </w:numPr>
        <w:rPr>
          <w:lang w:val="sk-SK"/>
        </w:rPr>
      </w:pPr>
    </w:p>
    <w:p w:rsidR="0091109C" w:rsidRPr="00DF7D8C" w:rsidRDefault="008A4567" w:rsidP="0091109C">
      <w:pPr>
        <w:pStyle w:val="eTask"/>
        <w:rPr>
          <w:lang w:val="sk-SK"/>
        </w:rPr>
      </w:pPr>
      <w:r w:rsidRPr="00DF7D8C">
        <w:rPr>
          <w:lang w:val="sk-SK"/>
        </w:rPr>
        <w:t>Označ</w:t>
      </w:r>
      <w:r w:rsidR="00AB6FDD">
        <w:rPr>
          <w:lang w:val="sk-SK"/>
        </w:rPr>
        <w:t>te</w:t>
      </w:r>
      <w:r w:rsidRPr="00DF7D8C">
        <w:rPr>
          <w:lang w:val="sk-SK"/>
        </w:rPr>
        <w:t xml:space="preserve"> pravdivé tvrdenia.</w:t>
      </w:r>
      <w:r w:rsidR="0091109C" w:rsidRPr="00DF7D8C">
        <w:rPr>
          <w:lang w:val="sk-SK"/>
        </w:rPr>
        <w:t xml:space="preserve"> </w:t>
      </w:r>
    </w:p>
    <w:p w:rsidR="0091109C" w:rsidRPr="00DF7D8C" w:rsidRDefault="0091109C" w:rsidP="0091109C">
      <w:pPr>
        <w:rPr>
          <w:lang w:val="sk-SK"/>
        </w:rPr>
      </w:pPr>
    </w:p>
    <w:p w:rsidR="0091109C" w:rsidRPr="00DF7D8C" w:rsidRDefault="0091109C" w:rsidP="0091109C">
      <w:pPr>
        <w:pStyle w:val="eCheckBoxText"/>
        <w:rPr>
          <w:lang w:val="sk-SK"/>
        </w:rPr>
      </w:pPr>
      <w:r w:rsidRPr="00DF7D8C">
        <w:rPr>
          <w:rStyle w:val="eCheckBoxSquareChar"/>
          <w:lang w:val="sk-SK"/>
        </w:rPr>
        <w:t>□</w:t>
      </w:r>
      <w:r w:rsidRPr="00DF7D8C">
        <w:rPr>
          <w:szCs w:val="40"/>
          <w:lang w:val="sk-SK"/>
        </w:rPr>
        <w:tab/>
      </w:r>
      <w:r w:rsidR="008A4567" w:rsidRPr="00DF7D8C">
        <w:rPr>
          <w:szCs w:val="40"/>
          <w:lang w:val="sk-SK"/>
        </w:rPr>
        <w:t>Digitálny podpis je závislý iba na autorovi. Nezávisí na obsahu správy.</w:t>
      </w:r>
    </w:p>
    <w:p w:rsidR="0091109C" w:rsidRPr="00DF7D8C" w:rsidRDefault="004C3CA8" w:rsidP="0091109C">
      <w:pPr>
        <w:pStyle w:val="eCheckBoxText"/>
        <w:rPr>
          <w:lang w:val="sk-SK"/>
        </w:rPr>
      </w:pPr>
      <w:r w:rsidRPr="005B4B67">
        <w:rPr>
          <w:rStyle w:val="eCheckBoxSquareChar"/>
          <w:color w:val="FF0000"/>
        </w:rPr>
        <w:t>x</w:t>
      </w:r>
      <w:r w:rsidR="0091109C" w:rsidRPr="00DF7D8C">
        <w:rPr>
          <w:szCs w:val="40"/>
          <w:lang w:val="sk-SK"/>
        </w:rPr>
        <w:tab/>
      </w:r>
      <w:r w:rsidR="00DF7D8C" w:rsidRPr="00D97C82">
        <w:rPr>
          <w:color w:val="FF0000"/>
          <w:szCs w:val="40"/>
          <w:lang w:val="sk-SK"/>
        </w:rPr>
        <w:t>Aby sa predišlo falšovaniu, digitálny podpis musí obsahovať nejakú informáciu o odosielateľovi informácie.</w:t>
      </w:r>
    </w:p>
    <w:p w:rsidR="0091109C" w:rsidRPr="00DF7D8C" w:rsidRDefault="004C3CA8" w:rsidP="0091109C">
      <w:pPr>
        <w:pStyle w:val="eCheckBoxText"/>
        <w:rPr>
          <w:lang w:val="sk-SK"/>
        </w:rPr>
      </w:pPr>
      <w:r w:rsidRPr="005B4B67">
        <w:rPr>
          <w:rStyle w:val="eCheckBoxSquareChar"/>
          <w:color w:val="FF0000"/>
        </w:rPr>
        <w:t>x</w:t>
      </w:r>
      <w:r w:rsidR="0091109C" w:rsidRPr="00DF7D8C">
        <w:rPr>
          <w:szCs w:val="40"/>
          <w:lang w:val="sk-SK"/>
        </w:rPr>
        <w:tab/>
      </w:r>
      <w:r w:rsidR="000775C4" w:rsidRPr="00D97C82">
        <w:rPr>
          <w:color w:val="FF0000"/>
          <w:szCs w:val="40"/>
          <w:lang w:val="sk-SK"/>
        </w:rPr>
        <w:t xml:space="preserve">Výstup </w:t>
      </w:r>
      <w:proofErr w:type="spellStart"/>
      <w:r w:rsidR="000775C4" w:rsidRPr="00D97C82">
        <w:rPr>
          <w:color w:val="FF0000"/>
          <w:szCs w:val="40"/>
          <w:lang w:val="sk-SK"/>
        </w:rPr>
        <w:t>hašovacej</w:t>
      </w:r>
      <w:proofErr w:type="spellEnd"/>
      <w:r w:rsidR="000775C4" w:rsidRPr="00D97C82">
        <w:rPr>
          <w:color w:val="FF0000"/>
          <w:szCs w:val="40"/>
          <w:lang w:val="sk-SK"/>
        </w:rPr>
        <w:t xml:space="preserve"> funkcie má fixnú dĺžku.</w:t>
      </w:r>
    </w:p>
    <w:p w:rsidR="0091109C" w:rsidRPr="00DF7D8C" w:rsidRDefault="0091109C" w:rsidP="0091109C">
      <w:pPr>
        <w:pStyle w:val="eCheckBoxText"/>
        <w:rPr>
          <w:lang w:val="sk-SK"/>
        </w:rPr>
      </w:pPr>
      <w:r w:rsidRPr="00DF7D8C">
        <w:rPr>
          <w:rStyle w:val="eCheckBoxSquareChar"/>
          <w:lang w:val="sk-SK"/>
        </w:rPr>
        <w:t>□</w:t>
      </w:r>
      <w:r w:rsidRPr="00DF7D8C">
        <w:rPr>
          <w:szCs w:val="40"/>
          <w:lang w:val="sk-SK"/>
        </w:rPr>
        <w:tab/>
      </w:r>
      <w:r w:rsidR="00B97401">
        <w:rPr>
          <w:szCs w:val="40"/>
          <w:lang w:val="sk-SK"/>
        </w:rPr>
        <w:t>Ak získame</w:t>
      </w:r>
      <w:r w:rsidR="000775C4">
        <w:rPr>
          <w:szCs w:val="40"/>
          <w:lang w:val="sk-SK"/>
        </w:rPr>
        <w:t xml:space="preserve"> správu, je jednoduché nájsť jej </w:t>
      </w:r>
      <w:proofErr w:type="spellStart"/>
      <w:r w:rsidR="00B97401">
        <w:rPr>
          <w:szCs w:val="40"/>
          <w:lang w:val="sk-SK"/>
        </w:rPr>
        <w:t>hašovací</w:t>
      </w:r>
      <w:proofErr w:type="spellEnd"/>
      <w:r w:rsidR="00B97401">
        <w:rPr>
          <w:szCs w:val="40"/>
          <w:lang w:val="sk-SK"/>
        </w:rPr>
        <w:t xml:space="preserve"> kód a naopak.</w:t>
      </w:r>
    </w:p>
    <w:p w:rsidR="0091109C" w:rsidRPr="00891C1C" w:rsidRDefault="0091109C" w:rsidP="0091109C">
      <w:pPr>
        <w:pStyle w:val="eCheckBoxText"/>
        <w:rPr>
          <w:lang w:val="sk-SK"/>
        </w:rPr>
      </w:pPr>
      <w:r w:rsidRPr="00891C1C">
        <w:rPr>
          <w:rStyle w:val="eCheckBoxSquareChar"/>
          <w:lang w:val="sk-SK"/>
        </w:rPr>
        <w:t>□</w:t>
      </w:r>
      <w:r w:rsidRPr="00891C1C">
        <w:rPr>
          <w:szCs w:val="40"/>
          <w:lang w:val="sk-SK"/>
        </w:rPr>
        <w:tab/>
      </w:r>
      <w:r w:rsidR="00400085" w:rsidRPr="00891C1C">
        <w:rPr>
          <w:szCs w:val="40"/>
          <w:lang w:val="sk-SK"/>
        </w:rPr>
        <w:t xml:space="preserve">Odlišné správy majú vždy odlišný </w:t>
      </w:r>
      <w:proofErr w:type="spellStart"/>
      <w:r w:rsidR="00400085" w:rsidRPr="00891C1C">
        <w:rPr>
          <w:szCs w:val="40"/>
          <w:lang w:val="sk-SK"/>
        </w:rPr>
        <w:t>hašovací</w:t>
      </w:r>
      <w:proofErr w:type="spellEnd"/>
      <w:r w:rsidR="00400085" w:rsidRPr="00891C1C">
        <w:rPr>
          <w:szCs w:val="40"/>
          <w:lang w:val="sk-SK"/>
        </w:rPr>
        <w:t xml:space="preserve"> kód.</w:t>
      </w:r>
    </w:p>
    <w:p w:rsidR="0091109C" w:rsidRPr="00DF7D8C" w:rsidRDefault="0091109C" w:rsidP="0091109C">
      <w:pPr>
        <w:pStyle w:val="eLineBottom"/>
        <w:rPr>
          <w:lang w:val="sk-SK"/>
        </w:rPr>
      </w:pPr>
    </w:p>
    <w:p w:rsidR="0091109C" w:rsidRPr="00DF7D8C" w:rsidRDefault="0091109C" w:rsidP="0091109C">
      <w:pPr>
        <w:pStyle w:val="eCheckBoxText"/>
        <w:rPr>
          <w:lang w:val="sk-SK"/>
        </w:rPr>
      </w:pPr>
    </w:p>
    <w:p w:rsidR="0091109C" w:rsidRPr="00DF7D8C" w:rsidRDefault="00CB3D5D" w:rsidP="0091109C">
      <w:pPr>
        <w:pStyle w:val="eTask"/>
        <w:rPr>
          <w:lang w:val="sk-SK"/>
        </w:rPr>
      </w:pPr>
      <w:r>
        <w:rPr>
          <w:lang w:val="sk-SK"/>
        </w:rPr>
        <w:t>Rozdeľ</w:t>
      </w:r>
      <w:r w:rsidR="00AB6FDD">
        <w:rPr>
          <w:lang w:val="sk-SK"/>
        </w:rPr>
        <w:t>te</w:t>
      </w:r>
      <w:r>
        <w:rPr>
          <w:lang w:val="sk-SK"/>
        </w:rPr>
        <w:t xml:space="preserve"> nasledujúce útoky na aktívne a pasívne.</w:t>
      </w:r>
    </w:p>
    <w:p w:rsidR="0091109C" w:rsidRPr="00DF7D8C" w:rsidRDefault="0091109C" w:rsidP="0091109C">
      <w:pPr>
        <w:rPr>
          <w:lang w:val="sk-SK"/>
        </w:rPr>
      </w:pPr>
    </w:p>
    <w:p w:rsidR="0091109C" w:rsidRPr="00DF7D8C" w:rsidRDefault="00D8729E" w:rsidP="0091109C">
      <w:pPr>
        <w:rPr>
          <w:lang w:val="sk-SK"/>
        </w:rPr>
      </w:pPr>
      <w:r>
        <w:rPr>
          <w:lang w:val="sk-SK"/>
        </w:rPr>
        <w:t>Odpočúvanie</w:t>
      </w:r>
      <w:r w:rsidR="0091109C" w:rsidRPr="00DF7D8C">
        <w:rPr>
          <w:lang w:val="sk-SK"/>
        </w:rPr>
        <w:t>, ma</w:t>
      </w:r>
      <w:r>
        <w:rPr>
          <w:lang w:val="sk-SK"/>
        </w:rPr>
        <w:t>škaráda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analýza prenosu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opakovanie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odopretie služby</w:t>
      </w:r>
      <w:r w:rsidR="0091109C" w:rsidRPr="00DF7D8C">
        <w:rPr>
          <w:lang w:val="sk-SK"/>
        </w:rPr>
        <w:t xml:space="preserve">, </w:t>
      </w:r>
      <w:r>
        <w:rPr>
          <w:lang w:val="sk-SK"/>
        </w:rPr>
        <w:t>modifikácia</w:t>
      </w:r>
    </w:p>
    <w:p w:rsidR="0091109C" w:rsidRPr="00DF7D8C" w:rsidRDefault="0091109C" w:rsidP="0091109C">
      <w:pPr>
        <w:rPr>
          <w:lang w:val="sk-SK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560"/>
        <w:gridCol w:w="7620"/>
      </w:tblGrid>
      <w:tr w:rsidR="0091109C" w:rsidRPr="00DF7D8C" w:rsidTr="00905DB9">
        <w:tc>
          <w:tcPr>
            <w:tcW w:w="1560" w:type="dxa"/>
            <w:vAlign w:val="center"/>
          </w:tcPr>
          <w:p w:rsidR="0091109C" w:rsidRPr="00DF7D8C" w:rsidRDefault="00D8729E" w:rsidP="00905DB9">
            <w:pPr>
              <w:rPr>
                <w:lang w:val="sk-SK"/>
              </w:rPr>
            </w:pPr>
            <w:r>
              <w:rPr>
                <w:lang w:val="sk-SK"/>
              </w:rPr>
              <w:t>Aktívne</w:t>
            </w:r>
          </w:p>
        </w:tc>
        <w:tc>
          <w:tcPr>
            <w:tcW w:w="7620" w:type="dxa"/>
          </w:tcPr>
          <w:p w:rsidR="0091109C" w:rsidRPr="00D97C82" w:rsidRDefault="004C3CA8" w:rsidP="00D97C82">
            <w:pPr>
              <w:spacing w:before="60" w:after="60"/>
              <w:rPr>
                <w:color w:val="FF0000"/>
                <w:lang w:val="sk-SK"/>
              </w:rPr>
            </w:pPr>
            <w:r w:rsidRPr="00D97C82">
              <w:rPr>
                <w:color w:val="FF0000"/>
                <w:lang w:val="sk-SK"/>
              </w:rPr>
              <w:t>maškaráda, opakovanie, odopretie služby, modifikácia</w:t>
            </w:r>
          </w:p>
        </w:tc>
      </w:tr>
      <w:tr w:rsidR="0091109C" w:rsidRPr="00DF7D8C" w:rsidTr="00905DB9">
        <w:tc>
          <w:tcPr>
            <w:tcW w:w="1560" w:type="dxa"/>
            <w:vAlign w:val="center"/>
          </w:tcPr>
          <w:p w:rsidR="0091109C" w:rsidRPr="00DF7D8C" w:rsidRDefault="00D8729E" w:rsidP="00905DB9">
            <w:pPr>
              <w:rPr>
                <w:lang w:val="sk-SK"/>
              </w:rPr>
            </w:pPr>
            <w:r>
              <w:rPr>
                <w:lang w:val="sk-SK"/>
              </w:rPr>
              <w:t>Pasívne</w:t>
            </w:r>
          </w:p>
        </w:tc>
        <w:tc>
          <w:tcPr>
            <w:tcW w:w="7620" w:type="dxa"/>
          </w:tcPr>
          <w:p w:rsidR="0091109C" w:rsidRPr="00D97C82" w:rsidRDefault="004C3CA8" w:rsidP="00D97C82">
            <w:pPr>
              <w:spacing w:before="60" w:after="60"/>
              <w:rPr>
                <w:color w:val="FF0000"/>
                <w:lang w:val="sk-SK"/>
              </w:rPr>
            </w:pPr>
            <w:r w:rsidRPr="00D97C82">
              <w:rPr>
                <w:color w:val="FF0000"/>
                <w:lang w:val="sk-SK"/>
              </w:rPr>
              <w:t>odpočúvanie, analýza prenosu</w:t>
            </w:r>
          </w:p>
        </w:tc>
      </w:tr>
    </w:tbl>
    <w:p w:rsidR="0091109C" w:rsidRPr="00DF7D8C" w:rsidRDefault="0091109C" w:rsidP="0091109C">
      <w:pPr>
        <w:rPr>
          <w:lang w:val="sk-SK"/>
        </w:rPr>
      </w:pPr>
      <w:r w:rsidRPr="00DF7D8C">
        <w:rPr>
          <w:lang w:val="sk-SK"/>
        </w:rPr>
        <w:t xml:space="preserve"> </w:t>
      </w:r>
    </w:p>
    <w:p w:rsidR="0091109C" w:rsidRPr="00DF7D8C" w:rsidRDefault="0091109C" w:rsidP="0091109C">
      <w:pPr>
        <w:pStyle w:val="eLineBottom"/>
        <w:rPr>
          <w:lang w:val="sk-SK"/>
        </w:rPr>
      </w:pPr>
    </w:p>
    <w:p w:rsidR="0091109C" w:rsidRPr="00DF7D8C" w:rsidRDefault="0091109C" w:rsidP="0091109C">
      <w:pPr>
        <w:pStyle w:val="eCheckBoxText"/>
        <w:rPr>
          <w:lang w:val="sk-SK"/>
        </w:rPr>
      </w:pPr>
    </w:p>
    <w:p w:rsidR="0091109C" w:rsidRPr="00DF7D8C" w:rsidRDefault="00AB6FDD" w:rsidP="0091109C">
      <w:pPr>
        <w:pStyle w:val="eTask"/>
        <w:rPr>
          <w:lang w:val="sk-SK"/>
        </w:rPr>
      </w:pPr>
      <w:r>
        <w:rPr>
          <w:lang w:val="sk-SK"/>
        </w:rPr>
        <w:t>Do nasledujúcej tabuľky d</w:t>
      </w:r>
      <w:r w:rsidR="0013467A">
        <w:rPr>
          <w:lang w:val="sk-SK"/>
        </w:rPr>
        <w:t>oplň</w:t>
      </w:r>
      <w:r>
        <w:rPr>
          <w:lang w:val="sk-SK"/>
        </w:rPr>
        <w:t>te</w:t>
      </w:r>
      <w:r w:rsidR="0013467A">
        <w:rPr>
          <w:lang w:val="sk-SK"/>
        </w:rPr>
        <w:t xml:space="preserve"> čísla správnych tvrdení týkajúcich sa digitálnych certifikátov</w:t>
      </w:r>
      <w:r>
        <w:rPr>
          <w:lang w:val="sk-SK"/>
        </w:rPr>
        <w:t>.</w:t>
      </w:r>
    </w:p>
    <w:p w:rsidR="0091109C" w:rsidRPr="00DF7D8C" w:rsidRDefault="0091109C" w:rsidP="0091109C">
      <w:pPr>
        <w:rPr>
          <w:lang w:val="sk-SK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223"/>
      </w:tblGrid>
      <w:tr w:rsidR="0091109C" w:rsidRPr="00DF7D8C" w:rsidTr="00905DB9">
        <w:trPr>
          <w:jc w:val="center"/>
        </w:trPr>
        <w:tc>
          <w:tcPr>
            <w:tcW w:w="2223" w:type="dxa"/>
          </w:tcPr>
          <w:p w:rsidR="0091109C" w:rsidRPr="00DF7D8C" w:rsidRDefault="00921719" w:rsidP="00921719">
            <w:pPr>
              <w:spacing w:before="60" w:after="60"/>
              <w:jc w:val="center"/>
              <w:rPr>
                <w:lang w:val="sk-SK"/>
              </w:rPr>
            </w:pPr>
            <w:r w:rsidRPr="00CB2697">
              <w:rPr>
                <w:color w:val="FF0000"/>
              </w:rPr>
              <w:t>2</w:t>
            </w:r>
          </w:p>
        </w:tc>
      </w:tr>
      <w:tr w:rsidR="0091109C" w:rsidRPr="00DF7D8C" w:rsidTr="00905DB9">
        <w:trPr>
          <w:jc w:val="center"/>
        </w:trPr>
        <w:tc>
          <w:tcPr>
            <w:tcW w:w="2223" w:type="dxa"/>
          </w:tcPr>
          <w:p w:rsidR="0091109C" w:rsidRPr="00DF7D8C" w:rsidRDefault="00921719" w:rsidP="00921719">
            <w:pPr>
              <w:spacing w:before="60" w:after="60"/>
              <w:jc w:val="center"/>
              <w:rPr>
                <w:lang w:val="sk-SK"/>
              </w:rPr>
            </w:pPr>
            <w:r w:rsidRPr="00CB2697">
              <w:rPr>
                <w:color w:val="FF0000"/>
              </w:rPr>
              <w:t>4</w:t>
            </w:r>
          </w:p>
        </w:tc>
      </w:tr>
      <w:tr w:rsidR="0091109C" w:rsidRPr="00DF7D8C" w:rsidTr="00905DB9">
        <w:trPr>
          <w:jc w:val="center"/>
        </w:trPr>
        <w:tc>
          <w:tcPr>
            <w:tcW w:w="2223" w:type="dxa"/>
          </w:tcPr>
          <w:p w:rsidR="0091109C" w:rsidRPr="00DF7D8C" w:rsidRDefault="0091109C" w:rsidP="00905DB9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905DB9">
        <w:trPr>
          <w:jc w:val="center"/>
        </w:trPr>
        <w:tc>
          <w:tcPr>
            <w:tcW w:w="2223" w:type="dxa"/>
          </w:tcPr>
          <w:p w:rsidR="0091109C" w:rsidRPr="00DF7D8C" w:rsidRDefault="0091109C" w:rsidP="00905DB9">
            <w:pPr>
              <w:spacing w:before="60" w:after="60"/>
              <w:rPr>
                <w:lang w:val="sk-SK"/>
              </w:rPr>
            </w:pPr>
          </w:p>
        </w:tc>
      </w:tr>
      <w:tr w:rsidR="0091109C" w:rsidRPr="00DF7D8C" w:rsidTr="00905DB9">
        <w:trPr>
          <w:jc w:val="center"/>
        </w:trPr>
        <w:tc>
          <w:tcPr>
            <w:tcW w:w="2223" w:type="dxa"/>
          </w:tcPr>
          <w:p w:rsidR="0091109C" w:rsidRPr="00DF7D8C" w:rsidRDefault="0091109C" w:rsidP="00905DB9">
            <w:pPr>
              <w:spacing w:before="60" w:after="60"/>
              <w:rPr>
                <w:lang w:val="sk-SK"/>
              </w:rPr>
            </w:pPr>
          </w:p>
        </w:tc>
      </w:tr>
    </w:tbl>
    <w:p w:rsidR="0091109C" w:rsidRPr="00DF7D8C" w:rsidRDefault="0091109C" w:rsidP="0091109C">
      <w:pPr>
        <w:rPr>
          <w:lang w:val="sk-SK"/>
        </w:rPr>
      </w:pP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1</w:t>
      </w:r>
      <w:r w:rsidRPr="00DF7D8C">
        <w:rPr>
          <w:lang w:val="sk-SK"/>
        </w:rPr>
        <w:t xml:space="preserve"> – </w:t>
      </w:r>
      <w:r w:rsidR="0049017E">
        <w:rPr>
          <w:lang w:val="sk-SK"/>
        </w:rPr>
        <w:t>Digitálny certifikát obsahuje tajný kľúč subjektu alebo držiteľa certifikátu, podobne ako aj identifikačné údaje držiteľa certifikátu.</w:t>
      </w: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97C82">
        <w:rPr>
          <w:b/>
          <w:color w:val="FF0000"/>
          <w:lang w:val="sk-SK"/>
        </w:rPr>
        <w:t>2</w:t>
      </w:r>
      <w:r w:rsidRPr="00DF7D8C">
        <w:rPr>
          <w:lang w:val="sk-SK"/>
        </w:rPr>
        <w:t xml:space="preserve"> – </w:t>
      </w:r>
      <w:r w:rsidR="0049017E" w:rsidRPr="00D97C82">
        <w:rPr>
          <w:color w:val="FF0000"/>
          <w:lang w:val="sk-SK"/>
        </w:rPr>
        <w:t xml:space="preserve">Digitálne certifikáty sú </w:t>
      </w:r>
      <w:r w:rsidR="003A476A" w:rsidRPr="00D97C82">
        <w:rPr>
          <w:color w:val="FF0000"/>
          <w:lang w:val="sk-SK"/>
        </w:rPr>
        <w:t>podpísané súkromným kľúčom certifikačnej autority (CA</w:t>
      </w:r>
      <w:r w:rsidRPr="00D97C82">
        <w:rPr>
          <w:color w:val="FF0000"/>
          <w:lang w:val="sk-SK"/>
        </w:rPr>
        <w:t>).</w:t>
      </w: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3</w:t>
      </w:r>
      <w:r w:rsidRPr="00DF7D8C">
        <w:rPr>
          <w:lang w:val="sk-SK"/>
        </w:rPr>
        <w:t xml:space="preserve"> – </w:t>
      </w:r>
      <w:r w:rsidR="003A476A">
        <w:rPr>
          <w:lang w:val="sk-SK"/>
        </w:rPr>
        <w:t>Iba tajný kľúč certifikovaný certifikátom bude fungovať so zodpovedajúcim verejným kľúčom, ktorý vlastní subjekt identifikovaný certifikátom.</w:t>
      </w:r>
    </w:p>
    <w:p w:rsidR="0091109C" w:rsidRPr="00DF7D8C" w:rsidRDefault="0091109C" w:rsidP="0091109C">
      <w:pPr>
        <w:spacing w:before="120"/>
        <w:ind w:left="357" w:hanging="357"/>
        <w:rPr>
          <w:lang w:val="sk-SK"/>
        </w:rPr>
      </w:pPr>
      <w:r w:rsidRPr="00D97C82">
        <w:rPr>
          <w:b/>
          <w:color w:val="FF0000"/>
          <w:lang w:val="sk-SK"/>
        </w:rPr>
        <w:t>4</w:t>
      </w:r>
      <w:r w:rsidRPr="00DF7D8C">
        <w:rPr>
          <w:lang w:val="sk-SK"/>
        </w:rPr>
        <w:t xml:space="preserve"> – </w:t>
      </w:r>
      <w:r w:rsidR="009B1A1B" w:rsidRPr="00D97C82">
        <w:rPr>
          <w:color w:val="FF0000"/>
          <w:lang w:val="sk-SK"/>
        </w:rPr>
        <w:t>Digitálne certifikáty spájajú verejný kľúč s identitou.</w:t>
      </w:r>
    </w:p>
    <w:p w:rsidR="00290885" w:rsidRPr="00DF7D8C" w:rsidRDefault="0091109C" w:rsidP="0091109C">
      <w:pPr>
        <w:spacing w:before="120"/>
        <w:ind w:left="357" w:hanging="357"/>
        <w:rPr>
          <w:lang w:val="sk-SK"/>
        </w:rPr>
      </w:pPr>
      <w:r w:rsidRPr="00DF7D8C">
        <w:rPr>
          <w:b/>
          <w:lang w:val="sk-SK"/>
        </w:rPr>
        <w:t>5</w:t>
      </w:r>
      <w:r w:rsidRPr="00DF7D8C">
        <w:rPr>
          <w:lang w:val="sk-SK"/>
        </w:rPr>
        <w:t xml:space="preserve"> – </w:t>
      </w:r>
      <w:r w:rsidR="009B1A1B">
        <w:rPr>
          <w:lang w:val="sk-SK"/>
        </w:rPr>
        <w:t>Digitálny certifikát obsahuje verejný kľúč zodpovedajúcej certifikačnej autority (</w:t>
      </w:r>
      <w:r w:rsidRPr="00DF7D8C">
        <w:rPr>
          <w:lang w:val="sk-SK"/>
        </w:rPr>
        <w:t>CA)</w:t>
      </w:r>
      <w:r w:rsidR="009B1A1B">
        <w:rPr>
          <w:lang w:val="sk-SK"/>
        </w:rPr>
        <w:t>.</w:t>
      </w:r>
    </w:p>
    <w:sectPr w:rsidR="00290885" w:rsidRPr="00DF7D8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6AF" w:rsidRDefault="00EB36AF" w:rsidP="00861A1A">
      <w:r>
        <w:separator/>
      </w:r>
    </w:p>
  </w:endnote>
  <w:endnote w:type="continuationSeparator" w:id="0">
    <w:p w:rsidR="00EB36AF" w:rsidRDefault="00EB36AF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B61E7" w:rsidTr="00CA51B5">
      <w:tc>
        <w:tcPr>
          <w:tcW w:w="2518" w:type="dxa"/>
        </w:tcPr>
        <w:p w:rsidR="00BB61E7" w:rsidRDefault="00BB61E7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B61E7" w:rsidRPr="003140EE" w:rsidRDefault="00BB61E7" w:rsidP="00D97C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BB61E7" w:rsidRPr="00CA51B5" w:rsidRDefault="00BB61E7" w:rsidP="00D97C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BB61E7" w:rsidTr="00CA51B5">
      <w:tc>
        <w:tcPr>
          <w:tcW w:w="8472" w:type="dxa"/>
          <w:gridSpan w:val="2"/>
        </w:tcPr>
        <w:p w:rsidR="00BB61E7" w:rsidRPr="00CA51B5" w:rsidRDefault="00BB61E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B61E7" w:rsidRPr="00CA51B5" w:rsidRDefault="00BB61E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B61E7" w:rsidRPr="00BF5E09" w:rsidRDefault="00BB61E7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6AF" w:rsidRDefault="00EB36AF" w:rsidP="00861A1A">
      <w:r>
        <w:separator/>
      </w:r>
    </w:p>
  </w:footnote>
  <w:footnote w:type="continuationSeparator" w:id="0">
    <w:p w:rsidR="00EB36AF" w:rsidRDefault="00EB36AF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1E7" w:rsidRPr="002B41A8" w:rsidRDefault="00BB61E7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</w:p>
  <w:p w:rsidR="00BB61E7" w:rsidRPr="00C148FD" w:rsidRDefault="00BB61E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C3B12">
      <w:rPr>
        <w:rFonts w:ascii="Calibri" w:hAnsi="Calibri"/>
        <w:smallCaps/>
        <w:noProof/>
        <w:sz w:val="20"/>
        <w:szCs w:val="20"/>
        <w:lang w:val="en-US"/>
      </w:rPr>
      <w:t>KRYPTOGRAFIA, POČÍTAČOVÁ KRIMINALITA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673F"/>
    <w:rsid w:val="0001334E"/>
    <w:rsid w:val="00016AD8"/>
    <w:rsid w:val="00017595"/>
    <w:rsid w:val="00021197"/>
    <w:rsid w:val="00030EDA"/>
    <w:rsid w:val="00045BEB"/>
    <w:rsid w:val="00065664"/>
    <w:rsid w:val="00073ADF"/>
    <w:rsid w:val="0007473C"/>
    <w:rsid w:val="000750C9"/>
    <w:rsid w:val="000775C4"/>
    <w:rsid w:val="00087EAC"/>
    <w:rsid w:val="00094A16"/>
    <w:rsid w:val="000A233F"/>
    <w:rsid w:val="000A55B3"/>
    <w:rsid w:val="000C510D"/>
    <w:rsid w:val="000C6B3A"/>
    <w:rsid w:val="000D1AA2"/>
    <w:rsid w:val="000F0300"/>
    <w:rsid w:val="000F0BC6"/>
    <w:rsid w:val="000F1A29"/>
    <w:rsid w:val="001301D8"/>
    <w:rsid w:val="0013467A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3335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621B7"/>
    <w:rsid w:val="00272012"/>
    <w:rsid w:val="002825A8"/>
    <w:rsid w:val="00283A7C"/>
    <w:rsid w:val="002850DE"/>
    <w:rsid w:val="00290885"/>
    <w:rsid w:val="00292860"/>
    <w:rsid w:val="002976A9"/>
    <w:rsid w:val="002A188A"/>
    <w:rsid w:val="002B0278"/>
    <w:rsid w:val="002B0866"/>
    <w:rsid w:val="002B41A8"/>
    <w:rsid w:val="002E301D"/>
    <w:rsid w:val="00304ADA"/>
    <w:rsid w:val="00306B9F"/>
    <w:rsid w:val="00307892"/>
    <w:rsid w:val="00315203"/>
    <w:rsid w:val="003365B3"/>
    <w:rsid w:val="00337851"/>
    <w:rsid w:val="00344C31"/>
    <w:rsid w:val="00347E4D"/>
    <w:rsid w:val="00351AF3"/>
    <w:rsid w:val="00365886"/>
    <w:rsid w:val="00387569"/>
    <w:rsid w:val="0039238A"/>
    <w:rsid w:val="003A476A"/>
    <w:rsid w:val="003B1326"/>
    <w:rsid w:val="003C5B45"/>
    <w:rsid w:val="003D41BB"/>
    <w:rsid w:val="003E01BE"/>
    <w:rsid w:val="003F03EB"/>
    <w:rsid w:val="003F623C"/>
    <w:rsid w:val="003F7F87"/>
    <w:rsid w:val="00400085"/>
    <w:rsid w:val="00402B09"/>
    <w:rsid w:val="00412654"/>
    <w:rsid w:val="00417ED2"/>
    <w:rsid w:val="0046567F"/>
    <w:rsid w:val="00472203"/>
    <w:rsid w:val="00475954"/>
    <w:rsid w:val="0049017E"/>
    <w:rsid w:val="00492966"/>
    <w:rsid w:val="004A01E5"/>
    <w:rsid w:val="004A7B44"/>
    <w:rsid w:val="004C0E36"/>
    <w:rsid w:val="004C3CA8"/>
    <w:rsid w:val="004E5E95"/>
    <w:rsid w:val="004E70EA"/>
    <w:rsid w:val="004F5AFF"/>
    <w:rsid w:val="005132B0"/>
    <w:rsid w:val="00517E3A"/>
    <w:rsid w:val="0052284C"/>
    <w:rsid w:val="00541560"/>
    <w:rsid w:val="00561B7B"/>
    <w:rsid w:val="00561C5A"/>
    <w:rsid w:val="005676C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297F"/>
    <w:rsid w:val="005E5A22"/>
    <w:rsid w:val="005F5FA1"/>
    <w:rsid w:val="00605EA2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3207"/>
    <w:rsid w:val="006F0D5B"/>
    <w:rsid w:val="006F787A"/>
    <w:rsid w:val="00705CBE"/>
    <w:rsid w:val="00710301"/>
    <w:rsid w:val="0073574D"/>
    <w:rsid w:val="007460F9"/>
    <w:rsid w:val="00760BF4"/>
    <w:rsid w:val="0076745A"/>
    <w:rsid w:val="007738BD"/>
    <w:rsid w:val="00776D9E"/>
    <w:rsid w:val="007837ED"/>
    <w:rsid w:val="00790D07"/>
    <w:rsid w:val="00791E03"/>
    <w:rsid w:val="007C0FDD"/>
    <w:rsid w:val="007C2A3B"/>
    <w:rsid w:val="007C308E"/>
    <w:rsid w:val="007C5B85"/>
    <w:rsid w:val="007D61E6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0760"/>
    <w:rsid w:val="00861A1A"/>
    <w:rsid w:val="00864D93"/>
    <w:rsid w:val="00882BE0"/>
    <w:rsid w:val="008836CE"/>
    <w:rsid w:val="00891C1C"/>
    <w:rsid w:val="00891FF5"/>
    <w:rsid w:val="0089323D"/>
    <w:rsid w:val="00893E89"/>
    <w:rsid w:val="008A3619"/>
    <w:rsid w:val="008A4567"/>
    <w:rsid w:val="008B05F5"/>
    <w:rsid w:val="008B6CCD"/>
    <w:rsid w:val="008C64E0"/>
    <w:rsid w:val="008D38F1"/>
    <w:rsid w:val="008F1B37"/>
    <w:rsid w:val="008F5585"/>
    <w:rsid w:val="00905DB9"/>
    <w:rsid w:val="0091109C"/>
    <w:rsid w:val="00912A69"/>
    <w:rsid w:val="00916DC9"/>
    <w:rsid w:val="0092171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1A1B"/>
    <w:rsid w:val="009B638C"/>
    <w:rsid w:val="009C3B12"/>
    <w:rsid w:val="009C7B24"/>
    <w:rsid w:val="009E2A2A"/>
    <w:rsid w:val="009F6E5E"/>
    <w:rsid w:val="00A05411"/>
    <w:rsid w:val="00A17111"/>
    <w:rsid w:val="00A26A28"/>
    <w:rsid w:val="00A41E41"/>
    <w:rsid w:val="00A50FFF"/>
    <w:rsid w:val="00A527AF"/>
    <w:rsid w:val="00A54992"/>
    <w:rsid w:val="00A633E1"/>
    <w:rsid w:val="00A65E53"/>
    <w:rsid w:val="00A7352E"/>
    <w:rsid w:val="00A8234A"/>
    <w:rsid w:val="00A97C95"/>
    <w:rsid w:val="00AA0506"/>
    <w:rsid w:val="00AA5B23"/>
    <w:rsid w:val="00AB6FDD"/>
    <w:rsid w:val="00AC4ED9"/>
    <w:rsid w:val="00AC6380"/>
    <w:rsid w:val="00AD2F36"/>
    <w:rsid w:val="00AD6E4D"/>
    <w:rsid w:val="00AE0D3E"/>
    <w:rsid w:val="00AF5281"/>
    <w:rsid w:val="00B01599"/>
    <w:rsid w:val="00B15DB4"/>
    <w:rsid w:val="00B177D0"/>
    <w:rsid w:val="00B17DAF"/>
    <w:rsid w:val="00B3151A"/>
    <w:rsid w:val="00B37307"/>
    <w:rsid w:val="00B5145B"/>
    <w:rsid w:val="00B707D0"/>
    <w:rsid w:val="00B75FF7"/>
    <w:rsid w:val="00B80B6E"/>
    <w:rsid w:val="00B816F4"/>
    <w:rsid w:val="00B822EA"/>
    <w:rsid w:val="00B84417"/>
    <w:rsid w:val="00B94FBB"/>
    <w:rsid w:val="00B97401"/>
    <w:rsid w:val="00BA3595"/>
    <w:rsid w:val="00BB3CAA"/>
    <w:rsid w:val="00BB48C7"/>
    <w:rsid w:val="00BB4CCC"/>
    <w:rsid w:val="00BB61E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620C5"/>
    <w:rsid w:val="00C7264E"/>
    <w:rsid w:val="00C767C9"/>
    <w:rsid w:val="00C878F0"/>
    <w:rsid w:val="00CA51B5"/>
    <w:rsid w:val="00CB3D5D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65C69"/>
    <w:rsid w:val="00D7085E"/>
    <w:rsid w:val="00D71B81"/>
    <w:rsid w:val="00D773FA"/>
    <w:rsid w:val="00D8729E"/>
    <w:rsid w:val="00D97C82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7D8C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36AF"/>
    <w:rsid w:val="00EB6B74"/>
    <w:rsid w:val="00EB6E4B"/>
    <w:rsid w:val="00EC77B0"/>
    <w:rsid w:val="00ED2956"/>
    <w:rsid w:val="00EE3197"/>
    <w:rsid w:val="00EE4E6D"/>
    <w:rsid w:val="00EF2951"/>
    <w:rsid w:val="00F164DE"/>
    <w:rsid w:val="00F168D6"/>
    <w:rsid w:val="00F24638"/>
    <w:rsid w:val="00F248A4"/>
    <w:rsid w:val="00F46B18"/>
    <w:rsid w:val="00F570E7"/>
    <w:rsid w:val="00F748A6"/>
    <w:rsid w:val="00F82C59"/>
    <w:rsid w:val="00F871C6"/>
    <w:rsid w:val="00F8749B"/>
    <w:rsid w:val="00FA4B72"/>
    <w:rsid w:val="00FA74D9"/>
    <w:rsid w:val="00FB201E"/>
    <w:rsid w:val="00FD7ABB"/>
    <w:rsid w:val="00FE7498"/>
    <w:rsid w:val="00FF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ules v:ext="edit">
        <o:r id="V:Rule1" type="connector" idref="#Rovná spojovacia šípka 32"/>
        <o:r id="V:Rule2" type="connector" idref="#Rovná spojovacia šípka 31"/>
        <o:r id="V:Rule3" type="connector" idref="#Rovná spojovacia šípka 30"/>
        <o:r id="V:Rule4" type="connector" idref="#Rovná spojovacia šípka 29"/>
        <o:r id="V:Rule5" type="connector" idref="#Rovná spojovacia šípka 28"/>
        <o:r id="V:Rule6" type="connector" idref="#Rovná spojovacia šípka 27"/>
        <o:r id="V:Rule7" type="connector" idref="#Rovná spojovacia šípka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DefaultParagraphFont"/>
    <w:rsid w:val="00290885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9088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BB61E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61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61E7"/>
    <w:rPr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61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61E7"/>
    <w:rPr>
      <w:b/>
      <w:bCs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BB968-7E51-423A-B8AF-DC84BA3E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292</Words>
  <Characters>2075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Pavol Podhradsky</cp:lastModifiedBy>
  <cp:revision>2</cp:revision>
  <cp:lastPrinted>2013-05-24T15:00:00Z</cp:lastPrinted>
  <dcterms:created xsi:type="dcterms:W3CDTF">2016-02-26T12:43:00Z</dcterms:created>
  <dcterms:modified xsi:type="dcterms:W3CDTF">2016-02-26T12:43:00Z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