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2C1D4B" w:rsidRDefault="00F60937" w:rsidP="007704E0">
      <w:pPr>
        <w:pStyle w:val="eTask"/>
        <w:rPr>
          <w:lang w:val="de-DE"/>
        </w:rPr>
      </w:pPr>
      <w:r w:rsidRPr="002C1D4B">
        <w:rPr>
          <w:bCs/>
          <w:lang w:val="de-DE"/>
        </w:rPr>
        <w:t>Ergänzen Sie die Nu</w:t>
      </w:r>
      <w:r w:rsidR="00C30E33" w:rsidRPr="002C1D4B">
        <w:rPr>
          <w:bCs/>
          <w:lang w:val="de-DE"/>
        </w:rPr>
        <w:t>mmern der richtigen Antworten aus de</w:t>
      </w:r>
      <w:r w:rsidRPr="002C1D4B">
        <w:rPr>
          <w:bCs/>
          <w:lang w:val="de-DE"/>
        </w:rPr>
        <w:t>m Bereich der optischen Netzwerke in die folgende Tabelle.</w:t>
      </w:r>
    </w:p>
    <w:p w:rsidR="00D256A6" w:rsidRPr="002C1D4B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89580E" w:rsidRPr="002C1D4B" w:rsidRDefault="00187F91" w:rsidP="00D256A6">
      <w:pPr>
        <w:rPr>
          <w:lang w:val="de-DE"/>
        </w:rPr>
      </w:pPr>
      <w:r w:rsidRPr="002C1D4B">
        <w:rPr>
          <w:lang w:val="de-DE"/>
        </w:rPr>
        <w:t>Ein optisches Netz mit einem dichten Wellenlängenmultiplex (DWDM) kann unter anderen die folgenden Elemente einschließen:</w:t>
      </w:r>
    </w:p>
    <w:p w:rsidR="0089580E" w:rsidRPr="002C1D4B" w:rsidRDefault="0089580E" w:rsidP="0082338D">
      <w:pPr>
        <w:rPr>
          <w:lang w:val="de-DE"/>
        </w:rPr>
      </w:pPr>
    </w:p>
    <w:tbl>
      <w:tblPr>
        <w:tblStyle w:val="Mkatabulky"/>
        <w:tblW w:w="0" w:type="auto"/>
        <w:tblInd w:w="4077" w:type="dxa"/>
        <w:tblLook w:val="04A0"/>
      </w:tblPr>
      <w:tblGrid>
        <w:gridCol w:w="1559"/>
      </w:tblGrid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89580E" w:rsidRPr="002C1D4B" w:rsidTr="0082338D">
        <w:trPr>
          <w:trHeight w:val="417"/>
        </w:trPr>
        <w:tc>
          <w:tcPr>
            <w:tcW w:w="1559" w:type="dxa"/>
            <w:vAlign w:val="center"/>
          </w:tcPr>
          <w:p w:rsidR="0089580E" w:rsidRPr="002C1D4B" w:rsidRDefault="0089580E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211047" w:rsidRPr="002C1D4B" w:rsidTr="0082338D">
        <w:trPr>
          <w:trHeight w:val="417"/>
        </w:trPr>
        <w:tc>
          <w:tcPr>
            <w:tcW w:w="1559" w:type="dxa"/>
            <w:vAlign w:val="center"/>
          </w:tcPr>
          <w:p w:rsidR="00211047" w:rsidRPr="002C1D4B" w:rsidRDefault="00211047" w:rsidP="00BE745A">
            <w:pPr>
              <w:jc w:val="center"/>
              <w:rPr>
                <w:b/>
                <w:bCs/>
                <w:color w:val="FF0000"/>
                <w:lang w:val="de-DE"/>
              </w:rPr>
            </w:pPr>
          </w:p>
        </w:tc>
      </w:tr>
      <w:tr w:rsidR="00AC1E77" w:rsidRPr="002C1D4B" w:rsidTr="006A668A">
        <w:trPr>
          <w:trHeight w:val="417"/>
        </w:trPr>
        <w:tc>
          <w:tcPr>
            <w:tcW w:w="1559" w:type="dxa"/>
          </w:tcPr>
          <w:p w:rsidR="00AC1E77" w:rsidRPr="002C1D4B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  <w:tr w:rsidR="00AC1E77" w:rsidRPr="002C1D4B" w:rsidTr="006A668A">
        <w:trPr>
          <w:trHeight w:val="417"/>
        </w:trPr>
        <w:tc>
          <w:tcPr>
            <w:tcW w:w="1559" w:type="dxa"/>
          </w:tcPr>
          <w:p w:rsidR="00AC1E77" w:rsidRPr="002C1D4B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  <w:tr w:rsidR="00AC1E77" w:rsidRPr="002C1D4B" w:rsidTr="006A668A">
        <w:trPr>
          <w:trHeight w:val="417"/>
        </w:trPr>
        <w:tc>
          <w:tcPr>
            <w:tcW w:w="1559" w:type="dxa"/>
          </w:tcPr>
          <w:p w:rsidR="00AC1E77" w:rsidRPr="002C1D4B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de-DE"/>
              </w:rPr>
            </w:pPr>
          </w:p>
        </w:tc>
      </w:tr>
    </w:tbl>
    <w:p w:rsidR="00D256A6" w:rsidRPr="002C1D4B" w:rsidRDefault="00D256A6" w:rsidP="0082338D">
      <w:pPr>
        <w:rPr>
          <w:lang w:val="de-DE"/>
        </w:rPr>
      </w:pP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1</w:t>
      </w:r>
      <w:r w:rsidRPr="002C1D4B">
        <w:rPr>
          <w:lang w:val="de-DE"/>
        </w:rPr>
        <w:t xml:space="preserve"> – Fabry-Pérot-Laser</w:t>
      </w:r>
    </w:p>
    <w:p w:rsidR="00F60937" w:rsidRPr="002C1D4B" w:rsidRDefault="00F60937" w:rsidP="00E75E7D">
      <w:pPr>
        <w:spacing w:line="360" w:lineRule="auto"/>
        <w:rPr>
          <w:b/>
          <w:color w:val="FF0000"/>
          <w:lang w:val="de-DE"/>
        </w:rPr>
      </w:pPr>
      <w:r w:rsidRPr="002C1D4B">
        <w:rPr>
          <w:b/>
          <w:bCs/>
          <w:lang w:val="de-DE"/>
        </w:rPr>
        <w:t>2</w:t>
      </w:r>
      <w:r w:rsidRPr="002C1D4B">
        <w:rPr>
          <w:lang w:val="de-DE"/>
        </w:rPr>
        <w:t xml:space="preserve"> – Gekühlte DFB-Laser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3</w:t>
      </w:r>
      <w:r w:rsidRPr="002C1D4B">
        <w:rPr>
          <w:lang w:val="de-DE"/>
        </w:rPr>
        <w:t xml:space="preserve"> – Monomodefasern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4</w:t>
      </w:r>
      <w:r w:rsidRPr="002C1D4B">
        <w:rPr>
          <w:lang w:val="de-DE"/>
        </w:rPr>
        <w:t xml:space="preserve"> – EDFA-Verstärker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5</w:t>
      </w:r>
      <w:r w:rsidRPr="002C1D4B">
        <w:rPr>
          <w:lang w:val="de-DE"/>
        </w:rPr>
        <w:t xml:space="preserve"> – Optische Halbleiterverstärker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6</w:t>
      </w:r>
      <w:r w:rsidRPr="002C1D4B">
        <w:rPr>
          <w:lang w:val="de-DE"/>
        </w:rPr>
        <w:t xml:space="preserve"> – Dispersionskompensierende Fasern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7</w:t>
      </w:r>
      <w:r w:rsidRPr="002C1D4B">
        <w:rPr>
          <w:lang w:val="de-DE"/>
        </w:rPr>
        <w:t xml:space="preserve"> – Optische Splitter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8</w:t>
      </w:r>
      <w:r w:rsidRPr="002C1D4B">
        <w:rPr>
          <w:lang w:val="de-DE"/>
        </w:rPr>
        <w:t xml:space="preserve"> – OTDR-Reflektometer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9</w:t>
      </w:r>
      <w:r w:rsidRPr="002C1D4B">
        <w:rPr>
          <w:lang w:val="de-DE"/>
        </w:rPr>
        <w:t xml:space="preserve"> – Optische Fasertrenngeräte</w:t>
      </w:r>
    </w:p>
    <w:p w:rsidR="00F60937" w:rsidRPr="002C1D4B" w:rsidRDefault="00F60937" w:rsidP="00E75E7D">
      <w:pPr>
        <w:spacing w:line="360" w:lineRule="auto"/>
        <w:rPr>
          <w:lang w:val="de-DE"/>
        </w:rPr>
      </w:pPr>
      <w:r w:rsidRPr="002C1D4B">
        <w:rPr>
          <w:b/>
          <w:bCs/>
          <w:lang w:val="de-DE"/>
        </w:rPr>
        <w:t>10</w:t>
      </w:r>
      <w:r w:rsidRPr="002C1D4B">
        <w:rPr>
          <w:lang w:val="de-DE"/>
        </w:rPr>
        <w:t xml:space="preserve"> – AWG</w:t>
      </w:r>
    </w:p>
    <w:p w:rsidR="00D256A6" w:rsidRPr="002C1D4B" w:rsidRDefault="00D256A6">
      <w:pPr>
        <w:rPr>
          <w:b/>
          <w:lang w:val="de-DE"/>
        </w:rPr>
      </w:pPr>
      <w:r w:rsidRPr="002C1D4B">
        <w:rPr>
          <w:lang w:val="de-DE"/>
        </w:rPr>
        <w:br w:type="page"/>
      </w:r>
    </w:p>
    <w:p w:rsidR="00AC1E77" w:rsidRPr="002C1D4B" w:rsidRDefault="00A46039" w:rsidP="00AC1E77">
      <w:pPr>
        <w:pStyle w:val="eTask"/>
        <w:rPr>
          <w:lang w:val="de-DE"/>
        </w:rPr>
      </w:pPr>
      <w:r w:rsidRPr="002C1D4B">
        <w:rPr>
          <w:bCs/>
          <w:lang w:val="de-DE"/>
        </w:rPr>
        <w:lastRenderedPageBreak/>
        <w:t>Kreuzen Sie die richtigen Aussagen über Laser und optische Verstärker an.</w:t>
      </w:r>
    </w:p>
    <w:p w:rsidR="00A46039" w:rsidRPr="002C1D4B" w:rsidRDefault="00E422A9" w:rsidP="00E422A9">
      <w:pPr>
        <w:pStyle w:val="eTask"/>
        <w:numPr>
          <w:ilvl w:val="0"/>
          <w:numId w:val="0"/>
        </w:numPr>
        <w:tabs>
          <w:tab w:val="clear" w:pos="426"/>
          <w:tab w:val="left" w:pos="2214"/>
        </w:tabs>
        <w:ind w:left="284"/>
        <w:rPr>
          <w:lang w:val="de-DE"/>
        </w:rPr>
      </w:pPr>
      <w:r w:rsidRPr="002C1D4B">
        <w:rPr>
          <w:bCs/>
          <w:lang w:val="de-DE"/>
        </w:rPr>
        <w:tab/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Die Breite einer spektralen Linie der Laser (Bereich der ausgestrahlten Wellenlängen) ist bei DWDM vernachlässigbar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T</w:t>
      </w:r>
      <w:r w:rsidRPr="002C1D4B">
        <w:rPr>
          <w:lang w:val="de-DE"/>
        </w:rPr>
        <w:t>emperaturstabilität der Laser ist bei CWDM vernachlässigbar.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 xml:space="preserve">DFB-Laser arbeiten </w:t>
      </w:r>
      <w:r w:rsidR="00BF477B" w:rsidRPr="002C1D4B">
        <w:rPr>
          <w:szCs w:val="40"/>
          <w:lang w:val="de-DE"/>
        </w:rPr>
        <w:t xml:space="preserve">nach </w:t>
      </w:r>
      <w:r w:rsidRPr="002C1D4B">
        <w:rPr>
          <w:szCs w:val="40"/>
          <w:lang w:val="de-DE"/>
        </w:rPr>
        <w:t>dem Prinzip der stimulierten Strahlungsemission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DFB-Laser arbeiten auf de</w:t>
      </w:r>
      <w:r w:rsidR="00BF477B" w:rsidRPr="002C1D4B">
        <w:rPr>
          <w:szCs w:val="40"/>
          <w:lang w:val="de-DE"/>
        </w:rPr>
        <w:t>r Grundlage</w:t>
      </w:r>
      <w:r w:rsidRPr="002C1D4B">
        <w:rPr>
          <w:szCs w:val="40"/>
          <w:lang w:val="de-DE"/>
        </w:rPr>
        <w:t xml:space="preserve"> der spontanen Strahlungsemission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Die Verstärkung eines SOA-Verstärkers steigt mit der Temperatur eines Chips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 xml:space="preserve">EDFA-Verstärker arbeiten </w:t>
      </w:r>
      <w:r w:rsidR="009A403C" w:rsidRPr="002C1D4B">
        <w:rPr>
          <w:szCs w:val="40"/>
          <w:lang w:val="de-DE"/>
        </w:rPr>
        <w:t xml:space="preserve">nach </w:t>
      </w:r>
      <w:r w:rsidRPr="002C1D4B">
        <w:rPr>
          <w:szCs w:val="40"/>
          <w:lang w:val="de-DE"/>
        </w:rPr>
        <w:t>dem Prinzip der spontanen Strahlungsemission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 xml:space="preserve">EDFA-Verstärker brauchen </w:t>
      </w:r>
      <w:r w:rsidR="009A403C" w:rsidRPr="002C1D4B">
        <w:rPr>
          <w:szCs w:val="40"/>
          <w:lang w:val="de-DE"/>
        </w:rPr>
        <w:t xml:space="preserve">eine Pumpe auf der Wellenlänge </w:t>
      </w:r>
      <w:r w:rsidRPr="002C1D4B">
        <w:rPr>
          <w:szCs w:val="40"/>
          <w:lang w:val="de-DE"/>
        </w:rPr>
        <w:t>980 nm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Die Verstärkung von EDFA-Verstärkern beträgt ungefähr 30-50 dB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Raman-Verstärker erzeugen eine Verstärkung auf der Wellenlänge, die um etwa 100 nm gegenüber der Pumpenwellenlänge verschoben ist</w:t>
      </w:r>
      <w:r w:rsidRPr="002C1D4B">
        <w:rPr>
          <w:lang w:val="de-DE"/>
        </w:rPr>
        <w:t>.</w:t>
      </w:r>
    </w:p>
    <w:p w:rsidR="00A46039" w:rsidRPr="002C1D4B" w:rsidRDefault="00A46039" w:rsidP="00A46039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de-DE"/>
        </w:rPr>
      </w:pPr>
      <w:r w:rsidRPr="002C1D4B">
        <w:rPr>
          <w:rStyle w:val="eCheckBoxSquareChar"/>
          <w:lang w:val="de-DE"/>
        </w:rPr>
        <w:t>□</w:t>
      </w:r>
      <w:r w:rsidRPr="002C1D4B">
        <w:rPr>
          <w:szCs w:val="40"/>
          <w:lang w:val="de-DE"/>
        </w:rPr>
        <w:tab/>
        <w:t>Die Raman-Verstärkung kann in dispersionskompensierende</w:t>
      </w:r>
      <w:r w:rsidR="009A403C" w:rsidRPr="002C1D4B">
        <w:rPr>
          <w:szCs w:val="40"/>
          <w:lang w:val="de-DE"/>
        </w:rPr>
        <w:t>n</w:t>
      </w:r>
      <w:r w:rsidRPr="002C1D4B">
        <w:rPr>
          <w:szCs w:val="40"/>
          <w:lang w:val="de-DE"/>
        </w:rPr>
        <w:t xml:space="preserve"> Fasern erzeugt werden</w:t>
      </w:r>
      <w:r w:rsidRPr="002C1D4B">
        <w:rPr>
          <w:lang w:val="de-DE"/>
        </w:rPr>
        <w:t>.</w:t>
      </w:r>
    </w:p>
    <w:p w:rsidR="00D256A6" w:rsidRPr="002C1D4B" w:rsidRDefault="00D256A6" w:rsidP="00CF3327">
      <w:pPr>
        <w:pStyle w:val="eLineBottom"/>
        <w:tabs>
          <w:tab w:val="left" w:pos="2930"/>
        </w:tabs>
        <w:rPr>
          <w:lang w:val="de-DE"/>
        </w:rPr>
      </w:pPr>
    </w:p>
    <w:p w:rsidR="00AC1E77" w:rsidRPr="002C1D4B" w:rsidRDefault="00AC1E77" w:rsidP="001922A0">
      <w:pPr>
        <w:rPr>
          <w:lang w:val="de-DE"/>
        </w:rPr>
      </w:pPr>
    </w:p>
    <w:p w:rsidR="0014614A" w:rsidRPr="002C1D4B" w:rsidRDefault="0014614A">
      <w:pPr>
        <w:rPr>
          <w:b/>
          <w:bCs/>
          <w:lang w:val="de-DE"/>
        </w:rPr>
      </w:pPr>
      <w:r w:rsidRPr="002C1D4B">
        <w:rPr>
          <w:bCs/>
          <w:lang w:val="de-DE"/>
        </w:rPr>
        <w:br w:type="page"/>
      </w:r>
    </w:p>
    <w:p w:rsidR="001922A0" w:rsidRPr="002C1D4B" w:rsidRDefault="0040556C" w:rsidP="00C15D14">
      <w:pPr>
        <w:pStyle w:val="eTask"/>
        <w:rPr>
          <w:lang w:val="de-DE"/>
        </w:rPr>
      </w:pPr>
      <w:r w:rsidRPr="002C1D4B">
        <w:rPr>
          <w:bCs/>
          <w:lang w:val="de-DE"/>
        </w:rPr>
        <w:lastRenderedPageBreak/>
        <w:t>Ordnen Sie</w:t>
      </w:r>
      <w:r w:rsidR="00771250" w:rsidRPr="002C1D4B">
        <w:rPr>
          <w:bCs/>
          <w:lang w:val="de-DE"/>
        </w:rPr>
        <w:t xml:space="preserve"> dem Begriff</w:t>
      </w:r>
      <w:r w:rsidRPr="002C1D4B">
        <w:rPr>
          <w:bCs/>
          <w:lang w:val="de-DE"/>
        </w:rPr>
        <w:t xml:space="preserve"> in der linken Spalte die </w:t>
      </w:r>
      <w:r w:rsidR="00771250" w:rsidRPr="002C1D4B">
        <w:rPr>
          <w:bCs/>
          <w:lang w:val="de-DE"/>
        </w:rPr>
        <w:t xml:space="preserve">entsprechende </w:t>
      </w:r>
      <w:r w:rsidR="00AE2928" w:rsidRPr="002C1D4B">
        <w:rPr>
          <w:bCs/>
          <w:lang w:val="de-DE"/>
        </w:rPr>
        <w:t>Definition</w:t>
      </w:r>
      <w:r w:rsidRPr="002C1D4B">
        <w:rPr>
          <w:bCs/>
          <w:lang w:val="de-DE"/>
        </w:rPr>
        <w:t xml:space="preserve"> in der rechten Spalte zu.</w:t>
      </w:r>
    </w:p>
    <w:p w:rsidR="0082338D" w:rsidRPr="002C1D4B" w:rsidRDefault="0082338D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1951"/>
        <w:gridCol w:w="2693"/>
        <w:gridCol w:w="4568"/>
      </w:tblGrid>
      <w:tr w:rsidR="0082338D" w:rsidRPr="002C1D4B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2C1D4B" w:rsidRDefault="00095AAD" w:rsidP="0082338D">
            <w:pPr>
              <w:rPr>
                <w:lang w:val="de-DE"/>
              </w:rPr>
            </w:pPr>
            <w:r w:rsidRPr="002C1D4B">
              <w:rPr>
                <w:lang w:val="de-DE"/>
              </w:rPr>
              <w:t>Lichtwellenleiter enden in einer lokalen Telefonanlage und ein DSLAM-Multiplexer bringt Signale in die metallische Infrastruktur (xDSL)</w:t>
            </w:r>
          </w:p>
        </w:tc>
      </w:tr>
      <w:tr w:rsidR="0082338D" w:rsidRPr="002C1D4B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rPr>
                <w:lang w:val="de-DE"/>
              </w:rPr>
            </w:pPr>
          </w:p>
        </w:tc>
      </w:tr>
      <w:tr w:rsidR="0082338D" w:rsidRPr="002C1D4B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2C1D4B" w:rsidRDefault="0082338D">
            <w:pPr>
              <w:rPr>
                <w:lang w:val="de-DE"/>
              </w:rPr>
            </w:pPr>
            <w:bookmarkStart w:id="0" w:name="_GoBack"/>
            <w:bookmarkEnd w:id="0"/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2C1D4B" w:rsidRDefault="00095AAD" w:rsidP="0082338D">
            <w:pPr>
              <w:rPr>
                <w:lang w:val="de-DE"/>
              </w:rPr>
            </w:pPr>
            <w:r w:rsidRPr="002C1D4B">
              <w:rPr>
                <w:lang w:val="de-DE"/>
              </w:rPr>
              <w:t>Lichtwellenleiter werden zu einer Gruppe von Gebäuden geführt</w:t>
            </w:r>
          </w:p>
        </w:tc>
      </w:tr>
      <w:tr w:rsidR="0082338D" w:rsidRPr="002C1D4B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rPr>
                <w:lang w:val="de-DE"/>
              </w:rPr>
            </w:pPr>
          </w:p>
        </w:tc>
      </w:tr>
      <w:tr w:rsidR="0082338D" w:rsidRPr="002C1D4B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095AAD" w:rsidP="002524F3">
            <w:pPr>
              <w:rPr>
                <w:lang w:val="de-DE"/>
              </w:rPr>
            </w:pPr>
            <w:r w:rsidRPr="002C1D4B">
              <w:rPr>
                <w:lang w:val="de-DE"/>
              </w:rPr>
              <w:t xml:space="preserve">Lichtwellenleiter führen zu Gebäuden, wo sie auch </w:t>
            </w:r>
            <w:r w:rsidR="002524F3" w:rsidRPr="002C1D4B">
              <w:rPr>
                <w:lang w:val="de-DE"/>
              </w:rPr>
              <w:t xml:space="preserve">enden </w:t>
            </w:r>
            <w:r w:rsidRPr="002C1D4B">
              <w:rPr>
                <w:lang w:val="de-DE"/>
              </w:rPr>
              <w:t>können</w:t>
            </w:r>
          </w:p>
        </w:tc>
      </w:tr>
      <w:tr w:rsidR="0082338D" w:rsidRPr="002C1D4B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rPr>
                <w:lang w:val="de-DE"/>
              </w:rPr>
            </w:pPr>
          </w:p>
        </w:tc>
      </w:tr>
      <w:tr w:rsidR="0082338D" w:rsidRPr="002C1D4B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2C1D4B" w:rsidRDefault="00095AAD" w:rsidP="00BA506A">
            <w:pPr>
              <w:rPr>
                <w:lang w:val="de-DE"/>
              </w:rPr>
            </w:pPr>
            <w:r w:rsidRPr="002C1D4B">
              <w:rPr>
                <w:lang w:val="de-DE"/>
              </w:rPr>
              <w:t>Lichtwellenleiter enden</w:t>
            </w:r>
            <w:r w:rsidR="00BA506A" w:rsidRPr="002C1D4B">
              <w:rPr>
                <w:lang w:val="de-DE"/>
              </w:rPr>
              <w:t xml:space="preserve"> in einer konkreten Steckdose d</w:t>
            </w:r>
            <w:r w:rsidRPr="002C1D4B">
              <w:rPr>
                <w:lang w:val="de-DE"/>
              </w:rPr>
              <w:t>es Endbenutzers</w:t>
            </w:r>
          </w:p>
        </w:tc>
      </w:tr>
      <w:tr w:rsidR="0082338D" w:rsidRPr="002C1D4B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rPr>
                <w:lang w:val="de-DE"/>
              </w:rPr>
            </w:pPr>
          </w:p>
        </w:tc>
      </w:tr>
      <w:tr w:rsidR="0082338D" w:rsidRPr="002C1D4B" w:rsidTr="00E75E7D">
        <w:trPr>
          <w:trHeight w:val="1104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2C1D4B" w:rsidRDefault="00814084" w:rsidP="0082338D">
            <w:pPr>
              <w:rPr>
                <w:lang w:val="de-DE"/>
              </w:rPr>
            </w:pPr>
            <w:r w:rsidRPr="002C1D4B">
              <w:rPr>
                <w:lang w:val="de-DE"/>
              </w:rPr>
              <w:t>Lichtwellenleiter enden in einem Außen-Splitter</w:t>
            </w:r>
          </w:p>
        </w:tc>
      </w:tr>
      <w:tr w:rsidR="0082338D" w:rsidRPr="002C1D4B" w:rsidTr="00E75E7D">
        <w:trPr>
          <w:trHeight w:val="357"/>
        </w:trPr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jc w:val="center"/>
              <w:rPr>
                <w:lang w:val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2C1D4B" w:rsidRDefault="0082338D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C1D4B" w:rsidRDefault="0082338D" w:rsidP="0082338D">
            <w:pPr>
              <w:rPr>
                <w:lang w:val="de-DE"/>
              </w:rPr>
            </w:pPr>
          </w:p>
        </w:tc>
      </w:tr>
      <w:tr w:rsidR="00814084" w:rsidRPr="002C1D4B" w:rsidTr="00E75E7D">
        <w:trPr>
          <w:trHeight w:val="1104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14084" w:rsidRPr="002C1D4B" w:rsidRDefault="00814084" w:rsidP="0082338D">
            <w:pPr>
              <w:jc w:val="center"/>
              <w:rPr>
                <w:lang w:val="de-DE"/>
              </w:rPr>
            </w:pPr>
            <w:r w:rsidRPr="002C1D4B">
              <w:rPr>
                <w:lang w:val="de-DE"/>
              </w:rPr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084" w:rsidRPr="002C1D4B" w:rsidRDefault="00814084">
            <w:pPr>
              <w:rPr>
                <w:lang w:val="de-DE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14084" w:rsidRPr="002C1D4B" w:rsidRDefault="00814084" w:rsidP="00BA506A">
            <w:pPr>
              <w:rPr>
                <w:lang w:val="de-DE"/>
              </w:rPr>
            </w:pPr>
            <w:r w:rsidRPr="002C1D4B">
              <w:rPr>
                <w:lang w:val="de-DE"/>
              </w:rPr>
              <w:t xml:space="preserve">Lichtwellenleiter enden in </w:t>
            </w:r>
            <w:r w:rsidR="00BA506A" w:rsidRPr="002C1D4B">
              <w:rPr>
                <w:lang w:val="de-DE"/>
              </w:rPr>
              <w:t xml:space="preserve">den </w:t>
            </w:r>
            <w:r w:rsidRPr="002C1D4B">
              <w:rPr>
                <w:lang w:val="de-DE"/>
              </w:rPr>
              <w:t xml:space="preserve">Büros </w:t>
            </w:r>
            <w:r w:rsidR="00BA506A" w:rsidRPr="002C1D4B">
              <w:rPr>
                <w:lang w:val="de-DE"/>
              </w:rPr>
              <w:t xml:space="preserve">von </w:t>
            </w:r>
            <w:r w:rsidRPr="002C1D4B">
              <w:rPr>
                <w:lang w:val="de-DE"/>
              </w:rPr>
              <w:t xml:space="preserve">Kunden mit hohen Anforderungen an </w:t>
            </w:r>
            <w:r w:rsidR="00BA506A" w:rsidRPr="002C1D4B">
              <w:rPr>
                <w:lang w:val="de-DE"/>
              </w:rPr>
              <w:t xml:space="preserve">die </w:t>
            </w:r>
            <w:r w:rsidRPr="002C1D4B">
              <w:rPr>
                <w:lang w:val="de-DE"/>
              </w:rPr>
              <w:t xml:space="preserve">Übertragungsrate </w:t>
            </w:r>
          </w:p>
        </w:tc>
      </w:tr>
    </w:tbl>
    <w:p w:rsidR="0082338D" w:rsidRPr="002C1D4B" w:rsidRDefault="0082338D">
      <w:pPr>
        <w:rPr>
          <w:b/>
          <w:lang w:val="de-DE"/>
        </w:rPr>
      </w:pPr>
    </w:p>
    <w:sectPr w:rsidR="0082338D" w:rsidRPr="002C1D4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BA7" w:rsidRDefault="001A3BA7" w:rsidP="00861A1A">
      <w:r>
        <w:separator/>
      </w:r>
    </w:p>
  </w:endnote>
  <w:endnote w:type="continuationSeparator" w:id="0">
    <w:p w:rsidR="001A3BA7" w:rsidRDefault="001A3BA7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E66FC9" w:rsidTr="00CA51B5">
      <w:tc>
        <w:tcPr>
          <w:tcW w:w="2518" w:type="dxa"/>
        </w:tcPr>
        <w:p w:rsidR="00E66FC9" w:rsidRDefault="00E66FC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66FC9" w:rsidRPr="00CA51B5" w:rsidRDefault="00E75E7D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5E7D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BA7" w:rsidRDefault="001A3BA7" w:rsidP="00861A1A">
      <w:r>
        <w:separator/>
      </w:r>
    </w:p>
  </w:footnote>
  <w:footnote w:type="continuationSeparator" w:id="0">
    <w:p w:rsidR="001A3BA7" w:rsidRDefault="001A3BA7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E75E7D" w:rsidP="009704E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OPTISCHE SYSTEME UND NETZE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95AAD"/>
    <w:rsid w:val="000A233F"/>
    <w:rsid w:val="000A55B3"/>
    <w:rsid w:val="000C6B3A"/>
    <w:rsid w:val="001301D8"/>
    <w:rsid w:val="0013693D"/>
    <w:rsid w:val="00136968"/>
    <w:rsid w:val="0014373A"/>
    <w:rsid w:val="0014614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87F91"/>
    <w:rsid w:val="001922A0"/>
    <w:rsid w:val="00195A08"/>
    <w:rsid w:val="001A3BA7"/>
    <w:rsid w:val="001B057D"/>
    <w:rsid w:val="001D00A1"/>
    <w:rsid w:val="001E3E71"/>
    <w:rsid w:val="001F4D10"/>
    <w:rsid w:val="001F6290"/>
    <w:rsid w:val="00211047"/>
    <w:rsid w:val="00213F2C"/>
    <w:rsid w:val="002202A3"/>
    <w:rsid w:val="00223478"/>
    <w:rsid w:val="00225015"/>
    <w:rsid w:val="002524F3"/>
    <w:rsid w:val="002537B6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C1D4B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0556C"/>
    <w:rsid w:val="00417361"/>
    <w:rsid w:val="00417ED2"/>
    <w:rsid w:val="0046567F"/>
    <w:rsid w:val="00472203"/>
    <w:rsid w:val="00475954"/>
    <w:rsid w:val="00492966"/>
    <w:rsid w:val="00497EAB"/>
    <w:rsid w:val="004A01E5"/>
    <w:rsid w:val="004A0667"/>
    <w:rsid w:val="004A7B44"/>
    <w:rsid w:val="004C0E36"/>
    <w:rsid w:val="004E5E95"/>
    <w:rsid w:val="004E70EA"/>
    <w:rsid w:val="004F5AFF"/>
    <w:rsid w:val="005132B0"/>
    <w:rsid w:val="00517E3A"/>
    <w:rsid w:val="0052284C"/>
    <w:rsid w:val="0053384B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125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084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0B86"/>
    <w:rsid w:val="008F1B37"/>
    <w:rsid w:val="008F5585"/>
    <w:rsid w:val="00900E14"/>
    <w:rsid w:val="00912A69"/>
    <w:rsid w:val="00916DC9"/>
    <w:rsid w:val="0094072E"/>
    <w:rsid w:val="0094431E"/>
    <w:rsid w:val="00950649"/>
    <w:rsid w:val="00950D6C"/>
    <w:rsid w:val="0095346A"/>
    <w:rsid w:val="00955A25"/>
    <w:rsid w:val="00963F86"/>
    <w:rsid w:val="009704ED"/>
    <w:rsid w:val="0097175A"/>
    <w:rsid w:val="00974B16"/>
    <w:rsid w:val="009802AD"/>
    <w:rsid w:val="009A403C"/>
    <w:rsid w:val="009A5F9E"/>
    <w:rsid w:val="009B3ACA"/>
    <w:rsid w:val="009B638C"/>
    <w:rsid w:val="009C7B24"/>
    <w:rsid w:val="009E2A2A"/>
    <w:rsid w:val="009E5BAB"/>
    <w:rsid w:val="009F4AD8"/>
    <w:rsid w:val="009F6E5E"/>
    <w:rsid w:val="00A17111"/>
    <w:rsid w:val="00A26A28"/>
    <w:rsid w:val="00A41E41"/>
    <w:rsid w:val="00A46039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E2928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A506A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477B"/>
    <w:rsid w:val="00BF5E09"/>
    <w:rsid w:val="00BF6970"/>
    <w:rsid w:val="00C148FD"/>
    <w:rsid w:val="00C15D14"/>
    <w:rsid w:val="00C2393A"/>
    <w:rsid w:val="00C30E33"/>
    <w:rsid w:val="00C5580D"/>
    <w:rsid w:val="00C57915"/>
    <w:rsid w:val="00C7264E"/>
    <w:rsid w:val="00C767C9"/>
    <w:rsid w:val="00C878F0"/>
    <w:rsid w:val="00CA39E2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A5DFD"/>
    <w:rsid w:val="00DB2F24"/>
    <w:rsid w:val="00DB674B"/>
    <w:rsid w:val="00DC1DC7"/>
    <w:rsid w:val="00DD085D"/>
    <w:rsid w:val="00DD34CF"/>
    <w:rsid w:val="00DD4A5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2A9"/>
    <w:rsid w:val="00E516D7"/>
    <w:rsid w:val="00E5359D"/>
    <w:rsid w:val="00E54A46"/>
    <w:rsid w:val="00E65738"/>
    <w:rsid w:val="00E66FC9"/>
    <w:rsid w:val="00E75E7D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60937"/>
    <w:rsid w:val="00F71C2F"/>
    <w:rsid w:val="00F748A6"/>
    <w:rsid w:val="00F82C59"/>
    <w:rsid w:val="00F871C6"/>
    <w:rsid w:val="00F8749B"/>
    <w:rsid w:val="00FA74D9"/>
    <w:rsid w:val="00FB201E"/>
    <w:rsid w:val="00FD1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262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A</cp:lastModifiedBy>
  <cp:revision>11</cp:revision>
  <cp:lastPrinted>2013-05-24T14:00:00Z</cp:lastPrinted>
  <dcterms:created xsi:type="dcterms:W3CDTF">2016-03-24T15:59:00Z</dcterms:created>
  <dcterms:modified xsi:type="dcterms:W3CDTF">2016-05-18T09:40:00Z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