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FF1C3" w14:textId="64A03248" w:rsidR="00B7499A" w:rsidRPr="00D65446" w:rsidRDefault="00383D9F" w:rsidP="00047A67">
      <w:pPr>
        <w:pStyle w:val="eTask"/>
        <w:rPr>
          <w:lang w:val="de-DE"/>
        </w:rPr>
      </w:pPr>
      <w:r w:rsidRPr="00D65446">
        <w:rPr>
          <w:lang w:val="de-DE"/>
        </w:rPr>
        <w:t>Weisen Sie den entsprechenden Definitionen für das Konzeptmodell von NGN (</w:t>
      </w:r>
      <w:r w:rsidRPr="00D65446">
        <w:rPr>
          <w:i/>
          <w:lang w:val="de-DE"/>
        </w:rPr>
        <w:t>Next Generation Networks</w:t>
      </w:r>
      <w:r w:rsidRPr="00D65446">
        <w:rPr>
          <w:lang w:val="de-DE"/>
        </w:rPr>
        <w:t xml:space="preserve">) </w:t>
      </w:r>
      <w:r w:rsidR="00614E0E">
        <w:rPr>
          <w:lang w:val="de-DE"/>
        </w:rPr>
        <w:t>Schicht-</w:t>
      </w:r>
      <w:r w:rsidR="00186854" w:rsidRPr="00186854">
        <w:rPr>
          <w:lang w:val="de-DE"/>
        </w:rPr>
        <w:t xml:space="preserve">Namen </w:t>
      </w:r>
      <w:r w:rsidR="00495C48" w:rsidRPr="00D65446">
        <w:rPr>
          <w:lang w:val="de-DE"/>
        </w:rPr>
        <w:t xml:space="preserve">zu </w:t>
      </w:r>
      <w:r w:rsidRPr="00D65446">
        <w:rPr>
          <w:lang w:val="de-DE"/>
        </w:rPr>
        <w:t>(</w:t>
      </w:r>
      <w:r w:rsidR="00C45455">
        <w:rPr>
          <w:lang w:val="de-DE"/>
        </w:rPr>
        <w:t>Zugang</w:t>
      </w:r>
      <w:r w:rsidRPr="00D65446">
        <w:rPr>
          <w:lang w:val="de-DE"/>
        </w:rPr>
        <w:t>, Service, Steuerung, Management, Transport).</w:t>
      </w:r>
    </w:p>
    <w:p w14:paraId="764A8C6B" w14:textId="77777777" w:rsidR="00F57337" w:rsidRPr="00D65446" w:rsidRDefault="00F57337" w:rsidP="00047A67">
      <w:pPr>
        <w:rPr>
          <w:lang w:val="de-DE"/>
        </w:rPr>
      </w:pPr>
    </w:p>
    <w:tbl>
      <w:tblPr>
        <w:tblStyle w:val="Mriekatabuky"/>
        <w:tblW w:w="0" w:type="auto"/>
        <w:tblInd w:w="284" w:type="dxa"/>
        <w:tblLook w:val="04A0" w:firstRow="1" w:lastRow="0" w:firstColumn="1" w:lastColumn="0" w:noHBand="0" w:noVBand="1"/>
      </w:tblPr>
      <w:tblGrid>
        <w:gridCol w:w="1820"/>
        <w:gridCol w:w="6958"/>
      </w:tblGrid>
      <w:tr w:rsidR="00403EA0" w:rsidRPr="00580241" w14:paraId="6732A5C2" w14:textId="77777777" w:rsidTr="00614E0E">
        <w:trPr>
          <w:trHeight w:val="326"/>
        </w:trPr>
        <w:tc>
          <w:tcPr>
            <w:tcW w:w="1820" w:type="dxa"/>
            <w:tcBorders>
              <w:bottom w:val="single" w:sz="4" w:space="0" w:color="auto"/>
            </w:tcBorders>
          </w:tcPr>
          <w:p w14:paraId="24F9E91F" w14:textId="7848D8F8" w:rsidR="00403EA0" w:rsidRPr="00D65446" w:rsidRDefault="00B22BB3" w:rsidP="00614E0E">
            <w:pPr>
              <w:jc w:val="center"/>
              <w:rPr>
                <w:b/>
                <w:lang w:val="de-DE"/>
              </w:rPr>
            </w:pPr>
            <w:r w:rsidRPr="00B22BB3">
              <w:rPr>
                <w:b/>
                <w:lang w:val="de-DE"/>
              </w:rPr>
              <w:t>Name der Schicht</w:t>
            </w:r>
          </w:p>
        </w:tc>
        <w:tc>
          <w:tcPr>
            <w:tcW w:w="6958" w:type="dxa"/>
            <w:tcBorders>
              <w:bottom w:val="single" w:sz="4" w:space="0" w:color="auto"/>
            </w:tcBorders>
          </w:tcPr>
          <w:p w14:paraId="227114AB" w14:textId="22602711" w:rsidR="00403EA0" w:rsidRPr="00D65446" w:rsidRDefault="00614E0E" w:rsidP="00AB1D9B">
            <w:pPr>
              <w:rPr>
                <w:b/>
                <w:lang w:val="de-DE"/>
              </w:rPr>
            </w:pPr>
            <w:r w:rsidRPr="00614E0E">
              <w:rPr>
                <w:b/>
                <w:lang w:val="de-DE"/>
              </w:rPr>
              <w:t>Schichtcharakteristiken für das NGN-Netzwerkkonzeptmodell</w:t>
            </w:r>
          </w:p>
        </w:tc>
      </w:tr>
      <w:tr w:rsidR="007D2A1F" w:rsidRPr="00580241" w14:paraId="6F0BEFE9" w14:textId="77777777" w:rsidTr="007D2A1F"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1D0DE1D0" w14:textId="27B11750" w:rsidR="007D2A1F" w:rsidRPr="00D65446" w:rsidRDefault="00AC39EA" w:rsidP="007D2A1F">
            <w:pPr>
              <w:jc w:val="center"/>
              <w:rPr>
                <w:b/>
                <w:color w:val="FF0000"/>
                <w:lang w:val="de-DE"/>
              </w:rPr>
            </w:pPr>
            <w:r w:rsidRPr="00AC39EA">
              <w:rPr>
                <w:b/>
                <w:color w:val="FF0000"/>
                <w:lang w:val="de-DE"/>
              </w:rPr>
              <w:t>Steuerung</w:t>
            </w:r>
          </w:p>
        </w:tc>
        <w:tc>
          <w:tcPr>
            <w:tcW w:w="6958" w:type="dxa"/>
            <w:tcBorders>
              <w:top w:val="single" w:sz="4" w:space="0" w:color="auto"/>
            </w:tcBorders>
          </w:tcPr>
          <w:p w14:paraId="389CB657" w14:textId="68C43BFA" w:rsidR="007D2A1F" w:rsidRPr="00D65446" w:rsidRDefault="00AC39EA" w:rsidP="00AC39EA">
            <w:pPr>
              <w:spacing w:before="120" w:after="120"/>
              <w:rPr>
                <w:b/>
                <w:lang w:val="de-DE"/>
              </w:rPr>
            </w:pPr>
            <w:r w:rsidRPr="00AC39EA">
              <w:rPr>
                <w:lang w:val="de-DE"/>
              </w:rPr>
              <w:t>Diese Schicht ist verantwortlich für die Einrichtung, Steuerung und das Abbrechen der Multimediasitzung</w:t>
            </w:r>
            <w:r w:rsidR="007D2A1F" w:rsidRPr="00D65446">
              <w:rPr>
                <w:lang w:val="de-DE"/>
              </w:rPr>
              <w:t>.</w:t>
            </w:r>
          </w:p>
        </w:tc>
      </w:tr>
      <w:tr w:rsidR="007D2A1F" w:rsidRPr="00580241" w14:paraId="67BF0361" w14:textId="77777777" w:rsidTr="007D2A1F">
        <w:tc>
          <w:tcPr>
            <w:tcW w:w="1820" w:type="dxa"/>
            <w:vAlign w:val="center"/>
          </w:tcPr>
          <w:p w14:paraId="37FFA259" w14:textId="4102D3FD" w:rsidR="007D2A1F" w:rsidRPr="00D65446" w:rsidRDefault="00C45455" w:rsidP="007D2A1F">
            <w:pPr>
              <w:jc w:val="center"/>
              <w:rPr>
                <w:b/>
                <w:color w:val="FF0000"/>
                <w:lang w:val="de-DE"/>
              </w:rPr>
            </w:pPr>
            <w:r>
              <w:rPr>
                <w:b/>
                <w:color w:val="FF0000"/>
                <w:lang w:val="de-DE"/>
              </w:rPr>
              <w:t>Zugang</w:t>
            </w:r>
          </w:p>
        </w:tc>
        <w:tc>
          <w:tcPr>
            <w:tcW w:w="6958" w:type="dxa"/>
          </w:tcPr>
          <w:p w14:paraId="65040EF7" w14:textId="0E6682A0" w:rsidR="007D2A1F" w:rsidRPr="00D65446" w:rsidRDefault="00126902" w:rsidP="007D2A1F">
            <w:pPr>
              <w:spacing w:before="120" w:after="120"/>
              <w:rPr>
                <w:b/>
                <w:lang w:val="de-DE"/>
              </w:rPr>
            </w:pPr>
            <w:r w:rsidRPr="00126902">
              <w:rPr>
                <w:lang w:val="de-DE"/>
              </w:rPr>
              <w:t>Diese Schicht stellt die Infrastruktur bereit, beispielsweise ein Zugangsnetz zwischen dem Endbenutzer und dem Transportnetzwerk</w:t>
            </w:r>
            <w:r w:rsidR="007D2A1F" w:rsidRPr="00D65446">
              <w:rPr>
                <w:lang w:val="de-DE"/>
              </w:rPr>
              <w:t>.</w:t>
            </w:r>
          </w:p>
        </w:tc>
      </w:tr>
      <w:tr w:rsidR="007D2A1F" w:rsidRPr="00580241" w14:paraId="5C6E283C" w14:textId="77777777" w:rsidTr="007D2A1F">
        <w:tc>
          <w:tcPr>
            <w:tcW w:w="1820" w:type="dxa"/>
            <w:vAlign w:val="center"/>
          </w:tcPr>
          <w:p w14:paraId="25F17E6D" w14:textId="711BB97F" w:rsidR="007D2A1F" w:rsidRPr="00D65446" w:rsidRDefault="00AC39EA" w:rsidP="007D2A1F">
            <w:pPr>
              <w:jc w:val="center"/>
              <w:rPr>
                <w:b/>
                <w:color w:val="FF0000"/>
                <w:lang w:val="de-DE"/>
              </w:rPr>
            </w:pPr>
            <w:r>
              <w:rPr>
                <w:b/>
                <w:color w:val="FF0000"/>
                <w:lang w:val="de-DE"/>
              </w:rPr>
              <w:t>Service</w:t>
            </w:r>
          </w:p>
        </w:tc>
        <w:tc>
          <w:tcPr>
            <w:tcW w:w="6958" w:type="dxa"/>
          </w:tcPr>
          <w:p w14:paraId="3C8BDB70" w14:textId="776CA263" w:rsidR="007D2A1F" w:rsidRPr="00D65446" w:rsidRDefault="00126902" w:rsidP="007D2A1F">
            <w:pPr>
              <w:spacing w:before="120" w:after="120"/>
              <w:rPr>
                <w:b/>
                <w:lang w:val="de-DE"/>
              </w:rPr>
            </w:pPr>
            <w:r w:rsidRPr="00126902">
              <w:rPr>
                <w:lang w:val="de-DE"/>
              </w:rPr>
              <w:t>Es bietet die grundlegenden Service-Funktionen, die verwendet werden können, um komplexere und anspruchsvolle Dienstleistungen und Anwendungen zu erstellen</w:t>
            </w:r>
            <w:r w:rsidR="007D2A1F" w:rsidRPr="00D65446">
              <w:rPr>
                <w:lang w:val="de-DE"/>
              </w:rPr>
              <w:t>.</w:t>
            </w:r>
          </w:p>
        </w:tc>
      </w:tr>
      <w:tr w:rsidR="007D2A1F" w:rsidRPr="00580241" w14:paraId="4853D218" w14:textId="77777777" w:rsidTr="007D2A1F">
        <w:tc>
          <w:tcPr>
            <w:tcW w:w="1820" w:type="dxa"/>
            <w:vAlign w:val="center"/>
          </w:tcPr>
          <w:p w14:paraId="090A69C1" w14:textId="01404348" w:rsidR="007D2A1F" w:rsidRPr="00D65446" w:rsidRDefault="00C45455" w:rsidP="007D2A1F">
            <w:pPr>
              <w:jc w:val="center"/>
              <w:rPr>
                <w:b/>
                <w:color w:val="FF0000"/>
                <w:lang w:val="de-DE"/>
              </w:rPr>
            </w:pPr>
            <w:r w:rsidRPr="00C45455">
              <w:rPr>
                <w:b/>
                <w:color w:val="FF0000"/>
                <w:lang w:val="de-DE"/>
              </w:rPr>
              <w:t>Transport</w:t>
            </w:r>
          </w:p>
        </w:tc>
        <w:tc>
          <w:tcPr>
            <w:tcW w:w="6958" w:type="dxa"/>
          </w:tcPr>
          <w:p w14:paraId="6F87D06D" w14:textId="5DB3C36F" w:rsidR="007D2A1F" w:rsidRPr="00D65446" w:rsidRDefault="003D7BA4" w:rsidP="007D2A1F">
            <w:pPr>
              <w:spacing w:before="120" w:after="120"/>
              <w:rPr>
                <w:lang w:val="de-DE"/>
              </w:rPr>
            </w:pPr>
            <w:r w:rsidRPr="003D7BA4">
              <w:rPr>
                <w:lang w:val="de-DE"/>
              </w:rPr>
              <w:t>Es stellt den Transport zwischen den einzelnen Knoten des Netzes sicher</w:t>
            </w:r>
            <w:r w:rsidR="007D2A1F" w:rsidRPr="00D65446">
              <w:rPr>
                <w:lang w:val="de-DE"/>
              </w:rPr>
              <w:t>.</w:t>
            </w:r>
            <w:r w:rsidR="007D2A1F" w:rsidRPr="00D65446">
              <w:rPr>
                <w:lang w:val="de-DE"/>
              </w:rPr>
              <w:br/>
            </w:r>
          </w:p>
        </w:tc>
      </w:tr>
      <w:tr w:rsidR="007D2A1F" w:rsidRPr="00580241" w14:paraId="6BE97B46" w14:textId="77777777" w:rsidTr="007D2A1F">
        <w:tc>
          <w:tcPr>
            <w:tcW w:w="1820" w:type="dxa"/>
            <w:vAlign w:val="center"/>
          </w:tcPr>
          <w:p w14:paraId="52AFBD28" w14:textId="467F84AE" w:rsidR="007D2A1F" w:rsidRPr="00D65446" w:rsidRDefault="00AC39EA" w:rsidP="007D2A1F">
            <w:pPr>
              <w:jc w:val="center"/>
              <w:rPr>
                <w:b/>
                <w:color w:val="FF0000"/>
                <w:lang w:val="de-DE"/>
              </w:rPr>
            </w:pPr>
            <w:r w:rsidRPr="00AC39EA">
              <w:rPr>
                <w:b/>
                <w:color w:val="FF0000"/>
                <w:lang w:val="de-DE"/>
              </w:rPr>
              <w:t>Management</w:t>
            </w:r>
          </w:p>
        </w:tc>
        <w:tc>
          <w:tcPr>
            <w:tcW w:w="6958" w:type="dxa"/>
          </w:tcPr>
          <w:p w14:paraId="3AF88A96" w14:textId="53B59B0D" w:rsidR="007D2A1F" w:rsidRPr="00D65446" w:rsidRDefault="003D7BA4" w:rsidP="007D2A1F">
            <w:pPr>
              <w:spacing w:before="120" w:after="120"/>
              <w:rPr>
                <w:lang w:val="de-DE"/>
              </w:rPr>
            </w:pPr>
            <w:r w:rsidRPr="003D7BA4">
              <w:rPr>
                <w:lang w:val="de-DE"/>
              </w:rPr>
              <w:t xml:space="preserve">Es verwaltet Ressourcen (Kapazität, Ports und physikalische Elemente), </w:t>
            </w:r>
            <w:proofErr w:type="spellStart"/>
            <w:r w:rsidRPr="003D7BA4">
              <w:rPr>
                <w:lang w:val="de-DE"/>
              </w:rPr>
              <w:t>QoS</w:t>
            </w:r>
            <w:proofErr w:type="spellEnd"/>
            <w:r w:rsidRPr="003D7BA4">
              <w:rPr>
                <w:lang w:val="de-DE"/>
              </w:rPr>
              <w:t xml:space="preserve"> im Zugriff auf das Netzwerk und im Transportnetz, verschiedene Medienverarbeitung, Kodierung, Datenübertragung (Informationsflüsse).</w:t>
            </w:r>
          </w:p>
        </w:tc>
      </w:tr>
    </w:tbl>
    <w:p w14:paraId="772B2403" w14:textId="77777777" w:rsidR="00047A67" w:rsidRPr="00D65446" w:rsidRDefault="00047A67" w:rsidP="00047A67">
      <w:pPr>
        <w:pStyle w:val="eLineBottom"/>
        <w:rPr>
          <w:lang w:val="de-DE"/>
        </w:rPr>
      </w:pPr>
    </w:p>
    <w:p w14:paraId="4D118365" w14:textId="77777777" w:rsidR="00712DF2" w:rsidRPr="00D65446" w:rsidRDefault="00712DF2" w:rsidP="00047A67">
      <w:pPr>
        <w:rPr>
          <w:lang w:val="de-DE"/>
        </w:rPr>
      </w:pPr>
    </w:p>
    <w:p w14:paraId="33EAA0B8" w14:textId="700BFCE6" w:rsidR="00C11B1C" w:rsidRPr="00D65446" w:rsidRDefault="00495C48" w:rsidP="00047A67">
      <w:pPr>
        <w:pStyle w:val="eTask"/>
        <w:rPr>
          <w:lang w:val="de-DE"/>
        </w:rPr>
      </w:pPr>
      <w:r>
        <w:rPr>
          <w:lang w:val="de-DE"/>
        </w:rPr>
        <w:t>Tragen</w:t>
      </w:r>
      <w:r w:rsidR="00DB6B85" w:rsidRPr="00DB6B85">
        <w:rPr>
          <w:lang w:val="de-DE"/>
        </w:rPr>
        <w:t xml:space="preserve"> Sie </w:t>
      </w:r>
      <w:r w:rsidRPr="00DB6B85">
        <w:rPr>
          <w:lang w:val="de-DE"/>
        </w:rPr>
        <w:t xml:space="preserve">für </w:t>
      </w:r>
      <w:r>
        <w:rPr>
          <w:lang w:val="de-DE"/>
        </w:rPr>
        <w:t xml:space="preserve">die </w:t>
      </w:r>
      <w:r w:rsidRPr="00DB6B85">
        <w:rPr>
          <w:lang w:val="de-DE"/>
        </w:rPr>
        <w:t xml:space="preserve">SDN (Software </w:t>
      </w:r>
      <w:proofErr w:type="spellStart"/>
      <w:r w:rsidRPr="00DB6B85">
        <w:rPr>
          <w:lang w:val="de-DE"/>
        </w:rPr>
        <w:t>Defined</w:t>
      </w:r>
      <w:proofErr w:type="spellEnd"/>
      <w:r w:rsidRPr="00DB6B85">
        <w:rPr>
          <w:lang w:val="de-DE"/>
        </w:rPr>
        <w:t xml:space="preserve"> Networking) Architektur</w:t>
      </w:r>
      <w:r w:rsidR="00FD4905">
        <w:rPr>
          <w:lang w:val="de-DE"/>
        </w:rPr>
        <w:t xml:space="preserve"> </w:t>
      </w:r>
      <w:r w:rsidR="00DB6B85" w:rsidRPr="00DB6B85">
        <w:rPr>
          <w:lang w:val="de-DE"/>
        </w:rPr>
        <w:t xml:space="preserve">die Namen der </w:t>
      </w:r>
      <w:r w:rsidR="00A15527">
        <w:rPr>
          <w:lang w:val="de-DE"/>
        </w:rPr>
        <w:t xml:space="preserve">Schichten </w:t>
      </w:r>
      <w:r w:rsidR="00DB6B85" w:rsidRPr="00DB6B85">
        <w:rPr>
          <w:lang w:val="de-DE"/>
        </w:rPr>
        <w:t xml:space="preserve">und Komponenten </w:t>
      </w:r>
      <w:r>
        <w:rPr>
          <w:lang w:val="de-DE"/>
        </w:rPr>
        <w:t>in</w:t>
      </w:r>
      <w:r w:rsidR="00DB6B85" w:rsidRPr="00DB6B85">
        <w:rPr>
          <w:lang w:val="de-DE"/>
        </w:rPr>
        <w:t xml:space="preserve"> das Bild</w:t>
      </w:r>
      <w:r w:rsidR="00FD4905">
        <w:rPr>
          <w:lang w:val="de-DE"/>
        </w:rPr>
        <w:t xml:space="preserve"> ein</w:t>
      </w:r>
      <w:r>
        <w:rPr>
          <w:lang w:val="de-DE"/>
        </w:rPr>
        <w:t>:</w:t>
      </w:r>
    </w:p>
    <w:p w14:paraId="4B248351" w14:textId="77777777" w:rsidR="00F11D70" w:rsidRPr="00D65446" w:rsidRDefault="00F11D70" w:rsidP="00F11D70">
      <w:pPr>
        <w:rPr>
          <w:lang w:val="de-DE"/>
        </w:rPr>
      </w:pPr>
    </w:p>
    <w:p w14:paraId="52CE9769" w14:textId="18285E74" w:rsidR="00047A67" w:rsidRPr="00D65446" w:rsidRDefault="000321DA" w:rsidP="005D11BA">
      <w:pPr>
        <w:jc w:val="center"/>
        <w:rPr>
          <w:lang w:val="de-DE"/>
        </w:rPr>
      </w:pPr>
      <w:r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BD59A8" wp14:editId="385EA969">
                <wp:simplePos x="0" y="0"/>
                <wp:positionH relativeFrom="column">
                  <wp:posOffset>368832</wp:posOffset>
                </wp:positionH>
                <wp:positionV relativeFrom="paragraph">
                  <wp:posOffset>236992</wp:posOffset>
                </wp:positionV>
                <wp:extent cx="1411708" cy="657225"/>
                <wp:effectExtent l="0" t="0" r="0" b="31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708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96D2C" w14:textId="0E58E699" w:rsidR="0098707B" w:rsidRPr="00EF0197" w:rsidRDefault="0098707B" w:rsidP="00EF019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92793">
                              <w:rPr>
                                <w:color w:val="FF0000"/>
                                <w:lang w:val="de-DE"/>
                              </w:rPr>
                              <w:t>Steuerungs</w:t>
                            </w:r>
                            <w:r>
                              <w:rPr>
                                <w:lang w:val="de-DE"/>
                              </w:rPr>
                              <w:t>schicht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1FBD59A8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9.05pt;margin-top:18.65pt;width:111.15pt;height:51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" filled="f" stroked="f" strokeweight=".5pt">
                <v:textbox>
                  <w:txbxContent>
                    <w:p w14:paraId="10396D2C" w14:textId="0E58E699" w:rsidR="004C540E" w:rsidRPr="00EF0197" w:rsidRDefault="00F76CCF" w:rsidP="00EF0197">
                      <w:pPr>
                        <w:jc w:val="center"/>
                        <w:rPr>
                          <w:b/>
                        </w:rPr>
                      </w:pPr>
                      <w:r w:rsidRPr="00892793">
                        <w:rPr>
                          <w:color w:val="FF0000"/>
                          <w:lang w:val="de-DE"/>
                        </w:rPr>
                        <w:t>Steuerungs</w:t>
                      </w:r>
                      <w:r>
                        <w:rPr>
                          <w:lang w:val="de-DE"/>
                        </w:rPr>
                        <w:t>schicht</w:t>
                      </w:r>
                    </w:p>
                  </w:txbxContent>
                </v:textbox>
              </v:shape>
            </w:pict>
          </mc:Fallback>
        </mc:AlternateContent>
      </w:r>
      <w:r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45D998" wp14:editId="6FF497C8">
                <wp:simplePos x="0" y="0"/>
                <wp:positionH relativeFrom="column">
                  <wp:posOffset>368832</wp:posOffset>
                </wp:positionH>
                <wp:positionV relativeFrom="paragraph">
                  <wp:posOffset>1291436</wp:posOffset>
                </wp:positionV>
                <wp:extent cx="1411708" cy="657225"/>
                <wp:effectExtent l="0" t="0" r="0" b="317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708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95DB3" w14:textId="3A1C354B" w:rsidR="0098707B" w:rsidRPr="004C540E" w:rsidRDefault="0098707B" w:rsidP="004C540E">
                            <w:pPr>
                              <w:jc w:val="center"/>
                            </w:pPr>
                            <w:proofErr w:type="spellStart"/>
                            <w:r w:rsidRPr="000321DA">
                              <w:rPr>
                                <w:color w:val="FF0000"/>
                                <w:lang w:val="de-DE"/>
                              </w:rPr>
                              <w:t>Datenweiterleitung</w:t>
                            </w:r>
                            <w:r w:rsidRPr="000321DA">
                              <w:rPr>
                                <w:lang w:val="de-DE"/>
                              </w:rPr>
                              <w:t>schicht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3645D998" id="Text Box 29" o:spid="_x0000_s1027" type="#_x0000_t202" style="position:absolute;left:0;text-align:left;margin-left:29.05pt;margin-top:101.7pt;width:111.15pt;height:5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" filled="f" stroked="f" strokeweight=".5pt">
                <v:textbox>
                  <w:txbxContent>
                    <w:p w14:paraId="31395DB3" w14:textId="3A1C354B" w:rsidR="004C540E" w:rsidRPr="004C540E" w:rsidRDefault="000321DA" w:rsidP="004C540E">
                      <w:pPr>
                        <w:jc w:val="center"/>
                      </w:pPr>
                      <w:proofErr w:type="spellStart"/>
                      <w:r w:rsidRPr="000321DA">
                        <w:rPr>
                          <w:color w:val="FF0000"/>
                          <w:lang w:val="de-DE"/>
                        </w:rPr>
                        <w:t>Datenweiterleitung</w:t>
                      </w:r>
                      <w:r w:rsidRPr="000321DA">
                        <w:rPr>
                          <w:lang w:val="de-DE"/>
                        </w:rPr>
                        <w:t>schicht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D2A1F"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E0FE0AB" wp14:editId="622ABD09">
                <wp:simplePos x="0" y="0"/>
                <wp:positionH relativeFrom="column">
                  <wp:posOffset>3399790</wp:posOffset>
                </wp:positionH>
                <wp:positionV relativeFrom="paragraph">
                  <wp:posOffset>1357630</wp:posOffset>
                </wp:positionV>
                <wp:extent cx="697865" cy="320675"/>
                <wp:effectExtent l="0" t="0" r="10795" b="317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B970D" w14:textId="77777777" w:rsidR="0098707B" w:rsidRDefault="0098707B" w:rsidP="00F76CC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76CCF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Paketweiter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14:paraId="468EC2D6" w14:textId="77777777" w:rsidR="0098707B" w:rsidRPr="004C540E" w:rsidRDefault="0098707B" w:rsidP="00F76CC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76CCF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leitung</w:t>
                            </w:r>
                            <w:proofErr w:type="spellEnd"/>
                          </w:p>
                          <w:p w14:paraId="500EEE1D" w14:textId="79A2FA5C" w:rsidR="0098707B" w:rsidRPr="004C540E" w:rsidRDefault="0098707B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1E0FE0AB" id="Text Box 31" o:spid="_x0000_s1028" type="#_x0000_t202" style="position:absolute;left:0;text-align:left;margin-left:267.7pt;margin-top:106.9pt;width:54.95pt;height:25.25pt;z-index:2517258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" filled="f" stroked="f" strokeweight=".5pt">
                <v:textbox inset="0,0,0,0">
                  <w:txbxContent>
                    <w:p w14:paraId="7C6B970D" w14:textId="77777777" w:rsidR="00F76CCF" w:rsidRDefault="00F76CCF" w:rsidP="00F76CC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F76CCF">
                        <w:rPr>
                          <w:b/>
                          <w:color w:val="FF0000"/>
                          <w:sz w:val="20"/>
                          <w:szCs w:val="20"/>
                        </w:rPr>
                        <w:t>Paketweiter</w:t>
                      </w:r>
                      <w:proofErr w:type="spellEnd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-</w:t>
                      </w:r>
                    </w:p>
                    <w:p w14:paraId="468EC2D6" w14:textId="77777777" w:rsidR="00F76CCF" w:rsidRPr="004C540E" w:rsidRDefault="00F76CCF" w:rsidP="00F76CC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F76CCF">
                        <w:rPr>
                          <w:b/>
                          <w:color w:val="FF0000"/>
                          <w:sz w:val="20"/>
                          <w:szCs w:val="20"/>
                        </w:rPr>
                        <w:t>leitung</w:t>
                      </w:r>
                      <w:proofErr w:type="spellEnd"/>
                    </w:p>
                    <w:p w14:paraId="500EEE1D" w14:textId="79A2FA5C" w:rsidR="007D2A1F" w:rsidRPr="004C540E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2A1F"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A2F5F6" wp14:editId="32C2A33A">
                <wp:simplePos x="0" y="0"/>
                <wp:positionH relativeFrom="column">
                  <wp:posOffset>4521200</wp:posOffset>
                </wp:positionH>
                <wp:positionV relativeFrom="paragraph">
                  <wp:posOffset>1793240</wp:posOffset>
                </wp:positionV>
                <wp:extent cx="697865" cy="320675"/>
                <wp:effectExtent l="0" t="0" r="10795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0ED7E" w14:textId="77777777" w:rsidR="0098707B" w:rsidRDefault="0098707B" w:rsidP="00F76CC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76CCF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Paketweiter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14:paraId="3F63FB0D" w14:textId="77777777" w:rsidR="0098707B" w:rsidRPr="004C540E" w:rsidRDefault="0098707B" w:rsidP="00F76CC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76CCF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leitung</w:t>
                            </w:r>
                            <w:proofErr w:type="spellEnd"/>
                          </w:p>
                          <w:p w14:paraId="1087ED09" w14:textId="07FC5E79" w:rsidR="0098707B" w:rsidRPr="004C540E" w:rsidRDefault="0098707B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1CA2F5F6" id="Text Box 3" o:spid="_x0000_s1029" type="#_x0000_t202" style="position:absolute;left:0;text-align:left;margin-left:356pt;margin-top:141.2pt;width:54.95pt;height:25.25pt;z-index:2517268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" filled="f" stroked="f" strokeweight=".5pt">
                <v:textbox inset="0,0,0,0">
                  <w:txbxContent>
                    <w:p w14:paraId="77C0ED7E" w14:textId="77777777" w:rsidR="00F76CCF" w:rsidRDefault="00F76CCF" w:rsidP="00F76CC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F76CCF">
                        <w:rPr>
                          <w:b/>
                          <w:color w:val="FF0000"/>
                          <w:sz w:val="20"/>
                          <w:szCs w:val="20"/>
                        </w:rPr>
                        <w:t>Paketweiter</w:t>
                      </w:r>
                      <w:proofErr w:type="spellEnd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-</w:t>
                      </w:r>
                    </w:p>
                    <w:p w14:paraId="3F63FB0D" w14:textId="77777777" w:rsidR="00F76CCF" w:rsidRPr="004C540E" w:rsidRDefault="00F76CCF" w:rsidP="00F76CC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F76CCF">
                        <w:rPr>
                          <w:b/>
                          <w:color w:val="FF0000"/>
                          <w:sz w:val="20"/>
                          <w:szCs w:val="20"/>
                        </w:rPr>
                        <w:t>leitung</w:t>
                      </w:r>
                      <w:proofErr w:type="spellEnd"/>
                    </w:p>
                    <w:p w14:paraId="1087ED09" w14:textId="07FC5E79" w:rsidR="007D2A1F" w:rsidRPr="004C540E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2A1F"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FFCBF22" wp14:editId="4E3D7E1A">
                <wp:simplePos x="0" y="0"/>
                <wp:positionH relativeFrom="column">
                  <wp:posOffset>3432810</wp:posOffset>
                </wp:positionH>
                <wp:positionV relativeFrom="paragraph">
                  <wp:posOffset>2259330</wp:posOffset>
                </wp:positionV>
                <wp:extent cx="697865" cy="320675"/>
                <wp:effectExtent l="0" t="0" r="10795" b="31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2FED7" w14:textId="77777777" w:rsidR="0098707B" w:rsidRDefault="0098707B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76CCF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Paketweiter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14:paraId="5BFEFF98" w14:textId="53975C70" w:rsidR="0098707B" w:rsidRPr="004C540E" w:rsidRDefault="0098707B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76CCF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leitung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6FFCBF22" id="Text Box 15" o:spid="_x0000_s1030" type="#_x0000_t202" style="position:absolute;left:0;text-align:left;margin-left:270.3pt;margin-top:177.9pt;width:54.95pt;height:25.25pt;z-index:2517278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" filled="f" stroked="f" strokeweight=".5pt">
                <v:textbox inset="0,0,0,0">
                  <w:txbxContent>
                    <w:p w14:paraId="4222FED7" w14:textId="77777777" w:rsidR="00F76CCF" w:rsidRDefault="00F76CC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F76CCF">
                        <w:rPr>
                          <w:b/>
                          <w:color w:val="FF0000"/>
                          <w:sz w:val="20"/>
                          <w:szCs w:val="20"/>
                        </w:rPr>
                        <w:t>Paketweiter</w:t>
                      </w:r>
                      <w:proofErr w:type="spellEnd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-</w:t>
                      </w:r>
                    </w:p>
                    <w:p w14:paraId="5BFEFF98" w14:textId="53975C70" w:rsidR="007D2A1F" w:rsidRPr="004C540E" w:rsidRDefault="00F76CC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F76CCF">
                        <w:rPr>
                          <w:b/>
                          <w:color w:val="FF0000"/>
                          <w:sz w:val="20"/>
                          <w:szCs w:val="20"/>
                        </w:rPr>
                        <w:t>leitung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D2A1F"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81B83F0" wp14:editId="42A15585">
                <wp:simplePos x="0" y="0"/>
                <wp:positionH relativeFrom="column">
                  <wp:posOffset>2338070</wp:posOffset>
                </wp:positionH>
                <wp:positionV relativeFrom="paragraph">
                  <wp:posOffset>1813560</wp:posOffset>
                </wp:positionV>
                <wp:extent cx="697865" cy="320675"/>
                <wp:effectExtent l="0" t="0" r="10795" b="31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C0F86" w14:textId="77777777" w:rsidR="0098707B" w:rsidRDefault="0098707B" w:rsidP="00F76CC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76CCF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Paketweiter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14:paraId="379C7334" w14:textId="77777777" w:rsidR="0098707B" w:rsidRPr="004C540E" w:rsidRDefault="0098707B" w:rsidP="00F76CC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76CCF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leitung</w:t>
                            </w:r>
                            <w:proofErr w:type="spellEnd"/>
                          </w:p>
                          <w:p w14:paraId="58B02A5C" w14:textId="74A1349B" w:rsidR="0098707B" w:rsidRPr="004C540E" w:rsidRDefault="0098707B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281B83F0" id="Text Box 36" o:spid="_x0000_s1031" type="#_x0000_t202" style="position:absolute;left:0;text-align:left;margin-left:184.1pt;margin-top:142.8pt;width:54.95pt;height:25.2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" filled="f" stroked="f" strokeweight=".5pt">
                <v:textbox inset="0,0,0,0">
                  <w:txbxContent>
                    <w:p w14:paraId="676C0F86" w14:textId="77777777" w:rsidR="00F76CCF" w:rsidRDefault="00F76CCF" w:rsidP="00F76CC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F76CCF">
                        <w:rPr>
                          <w:b/>
                          <w:color w:val="FF0000"/>
                          <w:sz w:val="20"/>
                          <w:szCs w:val="20"/>
                        </w:rPr>
                        <w:t>Paketweiter</w:t>
                      </w:r>
                      <w:proofErr w:type="spellEnd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-</w:t>
                      </w:r>
                    </w:p>
                    <w:p w14:paraId="379C7334" w14:textId="77777777" w:rsidR="00F76CCF" w:rsidRPr="004C540E" w:rsidRDefault="00F76CCF" w:rsidP="00F76CC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F76CCF">
                        <w:rPr>
                          <w:b/>
                          <w:color w:val="FF0000"/>
                          <w:sz w:val="20"/>
                          <w:szCs w:val="20"/>
                        </w:rPr>
                        <w:t>leitung</w:t>
                      </w:r>
                      <w:proofErr w:type="spellEnd"/>
                    </w:p>
                    <w:p w14:paraId="58B02A5C" w14:textId="74A1349B" w:rsidR="007D2A1F" w:rsidRPr="004C540E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2A1F"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25AA629" wp14:editId="5FBC4595">
                <wp:simplePos x="0" y="0"/>
                <wp:positionH relativeFrom="column">
                  <wp:posOffset>3008630</wp:posOffset>
                </wp:positionH>
                <wp:positionV relativeFrom="paragraph">
                  <wp:posOffset>655955</wp:posOffset>
                </wp:positionV>
                <wp:extent cx="1388745" cy="15557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01E56" w14:textId="29AB276B" w:rsidR="0098707B" w:rsidRDefault="0098707B" w:rsidP="007D2A1F">
                            <w:proofErr w:type="spellStart"/>
                            <w:r w:rsidRPr="000321DA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Netzwerk-Betriebssystem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425AA629" id="Text Box 30" o:spid="_x0000_s1032" type="#_x0000_t202" style="position:absolute;left:0;text-align:left;margin-left:236.9pt;margin-top:51.65pt;width:109.35pt;height:12.25pt;z-index:2517237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" filled="f" stroked="f" strokeweight=".5pt">
                <v:textbox inset="0,0,0,0">
                  <w:txbxContent>
                    <w:p w14:paraId="55701E56" w14:textId="29AB276B" w:rsidR="007D2A1F" w:rsidRDefault="000321DA" w:rsidP="007D2A1F">
                      <w:proofErr w:type="spellStart"/>
                      <w:r w:rsidRPr="000321DA">
                        <w:rPr>
                          <w:b/>
                          <w:color w:val="FF0000"/>
                          <w:sz w:val="20"/>
                          <w:szCs w:val="20"/>
                        </w:rPr>
                        <w:t>Netzwerk-Betriebssystem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34D52"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6A806F9" wp14:editId="072060C4">
                <wp:simplePos x="0" y="0"/>
                <wp:positionH relativeFrom="column">
                  <wp:posOffset>2613660</wp:posOffset>
                </wp:positionH>
                <wp:positionV relativeFrom="paragraph">
                  <wp:posOffset>275590</wp:posOffset>
                </wp:positionV>
                <wp:extent cx="444500" cy="155575"/>
                <wp:effectExtent l="0" t="0" r="1270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CBCA0" w14:textId="77777777" w:rsidR="0098707B" w:rsidRPr="00EB43F7" w:rsidRDefault="0098707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Routing</w:t>
                            </w:r>
                          </w:p>
                          <w:p w14:paraId="06BD08AB" w14:textId="77777777" w:rsidR="0098707B" w:rsidRDefault="0098707B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56A806F9" id="Text Box 25" o:spid="_x0000_s1033" type="#_x0000_t202" style="position:absolute;left:0;text-align:left;margin-left:205.8pt;margin-top:21.7pt;width:35pt;height:12.25pt;z-index:2517217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" filled="f" stroked="f" strokeweight=".5pt">
                <v:textbox inset="0,0,0,0">
                  <w:txbxContent>
                    <w:p w14:paraId="3E5CBCA0" w14:textId="77777777" w:rsidR="00EB43F7" w:rsidRPr="00EB43F7" w:rsidRDefault="00E34D5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Routing</w:t>
                      </w:r>
                    </w:p>
                    <w:p w14:paraId="06BD08AB" w14:textId="77777777" w:rsidR="00EB43F7" w:rsidRDefault="00EB43F7"/>
                  </w:txbxContent>
                </v:textbox>
              </v:shape>
            </w:pict>
          </mc:Fallback>
        </mc:AlternateContent>
      </w:r>
      <w:r w:rsidR="005D11BA"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2CFEAC" wp14:editId="5932BA30">
                <wp:simplePos x="0" y="0"/>
                <wp:positionH relativeFrom="column">
                  <wp:posOffset>4382135</wp:posOffset>
                </wp:positionH>
                <wp:positionV relativeFrom="paragraph">
                  <wp:posOffset>277495</wp:posOffset>
                </wp:positionV>
                <wp:extent cx="514350" cy="146050"/>
                <wp:effectExtent l="0" t="0" r="381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22905" w14:textId="69731B64" w:rsidR="0098707B" w:rsidRPr="00EB43F7" w:rsidRDefault="0098707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Mobilität</w:t>
                            </w:r>
                            <w:proofErr w:type="spellEnd"/>
                          </w:p>
                          <w:p w14:paraId="0BCCADA4" w14:textId="77777777" w:rsidR="0098707B" w:rsidRDefault="0098707B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002CFEAC" id="Text Box 26" o:spid="_x0000_s1034" type="#_x0000_t202" style="position:absolute;left:0;text-align:left;margin-left:345.05pt;margin-top:21.85pt;width:40.5pt;height:11.5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" filled="f" stroked="f" strokeweight=".5pt">
                <v:textbox inset="0,0,0,0">
                  <w:txbxContent>
                    <w:p w14:paraId="77622905" w14:textId="69731B64"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Mobilit</w:t>
                      </w:r>
                      <w:r w:rsidR="000321DA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ät</w:t>
                      </w:r>
                      <w:proofErr w:type="spellEnd"/>
                    </w:p>
                    <w:p w14:paraId="0BCCADA4" w14:textId="77777777" w:rsidR="00EB43F7" w:rsidRDefault="00EB43F7"/>
                  </w:txbxContent>
                </v:textbox>
              </v:shape>
            </w:pict>
          </mc:Fallback>
        </mc:AlternateContent>
      </w:r>
      <w:r w:rsidR="005D11BA" w:rsidRPr="00D654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1DBC01" wp14:editId="31C217D4">
                <wp:simplePos x="0" y="0"/>
                <wp:positionH relativeFrom="column">
                  <wp:posOffset>3613785</wp:posOffset>
                </wp:positionH>
                <wp:positionV relativeFrom="paragraph">
                  <wp:posOffset>277495</wp:posOffset>
                </wp:positionV>
                <wp:extent cx="175895" cy="146050"/>
                <wp:effectExtent l="0" t="0" r="14605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91FF7" w14:textId="77777777" w:rsidR="0098707B" w:rsidRPr="00EB43F7" w:rsidRDefault="0098707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TE</w:t>
                            </w:r>
                          </w:p>
                          <w:p w14:paraId="090C37CD" w14:textId="77777777" w:rsidR="0098707B" w:rsidRDefault="0098707B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0A1DBC01" id="Text Box 27" o:spid="_x0000_s1035" type="#_x0000_t202" style="position:absolute;left:0;text-align:left;margin-left:284.55pt;margin-top:21.85pt;width:13.85pt;height:11.5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" filled="f" stroked="f" strokeweight=".5pt">
                <v:textbox inset="0,0,0,0">
                  <w:txbxContent>
                    <w:p w14:paraId="70B91FF7" w14:textId="77777777"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TE</w:t>
                      </w:r>
                    </w:p>
                    <w:p w14:paraId="090C37CD" w14:textId="77777777" w:rsidR="00EB43F7" w:rsidRDefault="00EB43F7"/>
                  </w:txbxContent>
                </v:textbox>
              </v:shape>
            </w:pict>
          </mc:Fallback>
        </mc:AlternateContent>
      </w:r>
    </w:p>
    <w:p w14:paraId="5A9380F1" w14:textId="77777777" w:rsidR="00AF352F" w:rsidRPr="00D65446" w:rsidRDefault="005D11BA" w:rsidP="00E86BE4">
      <w:pPr>
        <w:rPr>
          <w:lang w:val="de-DE"/>
        </w:rPr>
      </w:pPr>
      <w:r w:rsidRPr="00D65446"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E18F2F5" wp14:editId="1E2DA421">
                <wp:simplePos x="0" y="0"/>
                <wp:positionH relativeFrom="column">
                  <wp:align>center</wp:align>
                </wp:positionH>
                <wp:positionV relativeFrom="paragraph">
                  <wp:posOffset>3598</wp:posOffset>
                </wp:positionV>
                <wp:extent cx="5130000" cy="2541600"/>
                <wp:effectExtent l="0" t="0" r="0" b="0"/>
                <wp:wrapTopAndBottom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000" cy="2541600"/>
                          <a:chOff x="0" y="0"/>
                          <a:chExt cx="5129530" cy="2542752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129530" cy="9817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062567"/>
                            <a:ext cx="5129192" cy="14801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3928533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18833" y="266700"/>
                            <a:ext cx="0" cy="18107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399367" y="266700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301067" y="262467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23156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44873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3412067" y="664633"/>
                            <a:ext cx="0" cy="4540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2717800" y="1473200"/>
                            <a:ext cx="276225" cy="16510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2717800" y="1938867"/>
                            <a:ext cx="276225" cy="16509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805767" y="1473200"/>
                            <a:ext cx="301625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3822700" y="1938867"/>
                            <a:ext cx="250825" cy="16446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1955800" y="444500"/>
                            <a:ext cx="2888056" cy="190122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840567" y="11176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1782233" y="15748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2865967" y="2027767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958167" y="1574800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2154767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3026833" y="80433"/>
                            <a:ext cx="719455" cy="18542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122D0310" id="Group 35" o:spid="_x0000_s1026" style="position:absolute;margin-left:0;margin-top:.3pt;width:403.95pt;height:200.15pt;z-index:251705344;mso-position-horizontal:center;mso-width-relative:margin;mso-height-relative:margin" coordsize="51295,2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">
                <v:rect id="Rectangle 4" o:spid="_x0000_s1027" style="position:absolute;width:51295;height:9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" fillcolor="#d8d8d8 [2732]" stroked="f" strokeweight="2pt"/>
                <v:rect id="Rectangle 5" o:spid="_x0000_s1028" style="position:absolute;top:10625;width:51291;height:14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" fillcolor="#a5a5a5 [2092]" stroked="f" strokeweight="2pt"/>
                <v:roundrect id="Rounded Rectangle 8" o:spid="_x0000_s1029" style="position:absolute;left:39285;top:804;width:7197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" fillcolor="#7f7f7f [1612]" stroked="f" strokeweight="2pt"/>
                <v:line id="Straight Connector 14" o:spid="_x0000_s1030" style="position:absolute;visibility:visible;mso-wrap-style:square" from="25188,2667" to="25188,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G7NwAAAANsAAAAPAAAAZHJzL2Rvd25yZXYueG1sRE/NasJA&#10;EL4X+g7LFHqrm4bS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yqRuzcAAAADbAAAADwAAAAAA&#10;AAAAAAAAAAAHAgAAZHJzL2Rvd25yZXYueG1sUEsFBgAAAAADAAMAtwAAAPQCAAAAAA==&#10;" strokecolor="black [3213]" strokeweight="3pt"/>
                <v:line id="Straight Connector 16" o:spid="_x0000_s1031" style="position:absolute;visibility:visible;mso-wrap-style:square" from="33993,2667" to="33993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color="black [3213]" strokeweight="3pt"/>
                <v:line id="Straight Connector 17" o:spid="_x0000_s1032" style="position:absolute;visibility:visible;mso-wrap-style:square" from="43010,2624" to="43010,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" strokecolor="black [3213]" strokeweight="3pt"/>
                <v:line id="Straight Connector 18" o:spid="_x0000_s1033" style="position:absolute;visibility:visible;mso-wrap-style:square" from="23156,6392" to="23156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" strokecolor="black [3213]" strokeweight="3pt">
                  <v:stroke dashstyle="1 1"/>
                </v:line>
                <v:line id="Straight Connector 19" o:spid="_x0000_s1034" style="position:absolute;visibility:visible;mso-wrap-style:square" from="44873,6392" to="44873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" strokecolor="black [3213]" strokeweight="3pt">
                  <v:stroke dashstyle="1 1"/>
                </v:line>
                <v:line id="Straight Connector 20" o:spid="_x0000_s1035" style="position:absolute;visibility:visible;mso-wrap-style:square" from="34120,6646" to="34120,1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" strokecolor="black [3213]" strokeweight="3pt">
                  <v:stroke dashstyle="1 1"/>
                </v:line>
                <v:line id="Straight Connector 21" o:spid="_x0000_s1036" style="position:absolute;flip:y;visibility:visible;mso-wrap-style:square" from="27178,14732" to="2994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" strokecolor="black [3213]" strokeweight="3pt">
                  <v:stroke dashstyle="1 1"/>
                </v:line>
                <v:line id="Straight Connector 22" o:spid="_x0000_s1037" style="position:absolute;visibility:visible;mso-wrap-style:square" from="27178,19388" to="29940,21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" strokecolor="black [3213]" strokeweight="3pt">
                  <v:stroke dashstyle="1 1"/>
                </v:line>
                <v:line id="Straight Connector 23" o:spid="_x0000_s1038" style="position:absolute;visibility:visible;mso-wrap-style:square" from="38057,14732" to="41073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" strokecolor="black [3213]" strokeweight="3pt">
                  <v:stroke dashstyle="1 1"/>
                </v:line>
                <v:line id="Straight Connector 24" o:spid="_x0000_s1039" style="position:absolute;flip:y;visibility:visible;mso-wrap-style:square" from="38227,19388" to="40735,2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" strokecolor="black [3213]" strokeweight="3pt">
                  <v:stroke dashstyle="1 1"/>
                </v:line>
                <v:roundrect id="Rounded Rectangle 9" o:spid="_x0000_s1040" style="position:absolute;left:19558;top:4445;width:28880;height:19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" fillcolor="white [3201]" strokecolor="black [3213]" strokeweight="2pt"/>
                <v:oval id="Oval 10" o:spid="_x0000_s1041" style="position:absolute;left:28405;top:11176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" fillcolor="white [3201]" strokecolor="black [3213]" strokeweight="2pt"/>
                <v:oval id="Oval 13" o:spid="_x0000_s1042" style="position:absolute;left:17822;top:15748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" fillcolor="white [3201]" strokecolor="black [3213]" strokeweight="2pt"/>
                <v:oval id="Oval 11" o:spid="_x0000_s1043" style="position:absolute;left:28659;top:20277;width:1085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" fillcolor="white [3201]" strokecolor="black [3213]" strokeweight="2pt"/>
                <v:oval id="Oval 12" o:spid="_x0000_s1044" style="position:absolute;left:39581;top:15748;width:10859;height:4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" fillcolor="white [3201]" strokecolor="black [3213]" strokeweight="2pt"/>
                <v:roundrect id="Rounded Rectangle 6" o:spid="_x0000_s1045" style="position:absolute;left:21547;top:804;width:7198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" fillcolor="#7f7f7f [1612]" stroked="f" strokeweight="2pt"/>
                <v:roundrect id="Rounded Rectangle 7" o:spid="_x0000_s1046" style="position:absolute;left:30268;top:804;width:7194;height:1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" fillcolor="#7f7f7f [1612]" stroked="f" strokeweight="2pt"/>
                <w10:wrap type="topAndBottom"/>
              </v:group>
            </w:pict>
          </mc:Fallback>
        </mc:AlternateContent>
      </w:r>
    </w:p>
    <w:p w14:paraId="79860BB5" w14:textId="77777777" w:rsidR="00450A85" w:rsidRPr="00D65446" w:rsidRDefault="00450A85">
      <w:pPr>
        <w:rPr>
          <w:b/>
          <w:lang w:val="de-DE"/>
        </w:rPr>
      </w:pPr>
      <w:r w:rsidRPr="00D65446">
        <w:rPr>
          <w:lang w:val="de-DE"/>
        </w:rPr>
        <w:br w:type="page"/>
      </w:r>
    </w:p>
    <w:p w14:paraId="267C2208" w14:textId="5FF6BCE7" w:rsidR="009435B3" w:rsidRPr="00D65446" w:rsidRDefault="00730078" w:rsidP="00047A67">
      <w:pPr>
        <w:pStyle w:val="eTask"/>
        <w:rPr>
          <w:lang w:val="de-DE"/>
        </w:rPr>
      </w:pPr>
      <w:r w:rsidRPr="00730078">
        <w:rPr>
          <w:lang w:val="de-DE"/>
        </w:rPr>
        <w:lastRenderedPageBreak/>
        <w:t>Markieren Sie die richtige Kombination von Netzwerkgeräten, die von der NFV-Architektur (</w:t>
      </w:r>
      <w:r w:rsidR="00C93896">
        <w:rPr>
          <w:i/>
          <w:lang w:val="de-DE"/>
        </w:rPr>
        <w:t>Netzwerk</w:t>
      </w:r>
      <w:r w:rsidRPr="00730078">
        <w:rPr>
          <w:i/>
          <w:lang w:val="de-DE"/>
        </w:rPr>
        <w:t xml:space="preserve"> </w:t>
      </w:r>
      <w:r w:rsidR="00C93896" w:rsidRPr="00C93896">
        <w:rPr>
          <w:i/>
          <w:lang w:val="de-DE"/>
        </w:rPr>
        <w:t>Funktionen Virtualisierung</w:t>
      </w:r>
      <w:r w:rsidRPr="00730078">
        <w:rPr>
          <w:lang w:val="de-DE"/>
        </w:rPr>
        <w:t>) verwendet werden.</w:t>
      </w:r>
    </w:p>
    <w:p w14:paraId="03324961" w14:textId="77777777" w:rsidR="00047A67" w:rsidRPr="00D65446" w:rsidRDefault="00047A67" w:rsidP="00450A85">
      <w:pPr>
        <w:rPr>
          <w:lang w:val="de-DE"/>
        </w:rPr>
      </w:pPr>
    </w:p>
    <w:p w14:paraId="3B35B1C1" w14:textId="0844F9D6" w:rsidR="009435B3" w:rsidRPr="00D65446" w:rsidRDefault="009435B3" w:rsidP="00047A6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EE685C" w:rsidRPr="00EE685C">
        <w:rPr>
          <w:lang w:val="de-DE"/>
        </w:rPr>
        <w:t>PE-Router, BRAS-Server, Speicher</w:t>
      </w:r>
    </w:p>
    <w:p w14:paraId="15F116B4" w14:textId="5B61F3D9" w:rsidR="009435B3" w:rsidRPr="00D65446" w:rsidRDefault="00C87AEA" w:rsidP="00DB0A17">
      <w:pPr>
        <w:pStyle w:val="eCheckBoxText"/>
        <w:rPr>
          <w:lang w:val="de-DE"/>
        </w:rPr>
      </w:pPr>
      <w:r w:rsidRPr="00D65446">
        <w:rPr>
          <w:rStyle w:val="eCheckBoxSquareChar"/>
          <w:b/>
          <w:color w:val="FF0000"/>
          <w:lang w:val="de-DE"/>
        </w:rPr>
        <w:t>x</w:t>
      </w:r>
      <w:r w:rsidR="00DB0A17" w:rsidRPr="00D65446">
        <w:rPr>
          <w:lang w:val="de-DE"/>
        </w:rPr>
        <w:tab/>
      </w:r>
      <w:r w:rsidR="00EE685C" w:rsidRPr="00EE685C">
        <w:rPr>
          <w:b/>
          <w:color w:val="FF0000"/>
          <w:lang w:val="de-DE"/>
        </w:rPr>
        <w:t xml:space="preserve">Ethernet-Switches, </w:t>
      </w:r>
      <w:proofErr w:type="spellStart"/>
      <w:r w:rsidR="00EE685C" w:rsidRPr="00EE685C">
        <w:rPr>
          <w:b/>
          <w:color w:val="FF0000"/>
          <w:lang w:val="de-DE"/>
        </w:rPr>
        <w:t>hochvolumige</w:t>
      </w:r>
      <w:proofErr w:type="spellEnd"/>
      <w:r w:rsidR="00EE685C" w:rsidRPr="00EE685C">
        <w:rPr>
          <w:b/>
          <w:color w:val="FF0000"/>
          <w:lang w:val="de-DE"/>
        </w:rPr>
        <w:t xml:space="preserve"> Server und Speicher</w:t>
      </w:r>
    </w:p>
    <w:p w14:paraId="5D00BCD9" w14:textId="16CD07AA" w:rsidR="009435B3" w:rsidRPr="00D65446" w:rsidRDefault="009435B3" w:rsidP="00047A6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EE685C" w:rsidRPr="00EE685C">
        <w:rPr>
          <w:lang w:val="de-DE"/>
        </w:rPr>
        <w:t xml:space="preserve">Ethernet-Switches, </w:t>
      </w:r>
      <w:proofErr w:type="spellStart"/>
      <w:r w:rsidR="00EE685C" w:rsidRPr="00EE685C">
        <w:rPr>
          <w:lang w:val="de-DE"/>
        </w:rPr>
        <w:t>hochvolumige</w:t>
      </w:r>
      <w:proofErr w:type="spellEnd"/>
      <w:r w:rsidR="00EE685C" w:rsidRPr="00EE685C">
        <w:rPr>
          <w:lang w:val="de-DE"/>
        </w:rPr>
        <w:t xml:space="preserve"> Server, BRAS-Server</w:t>
      </w:r>
    </w:p>
    <w:p w14:paraId="0059B949" w14:textId="7D33F71D" w:rsidR="009435B3" w:rsidRPr="00D65446" w:rsidRDefault="009435B3" w:rsidP="00047A67">
      <w:pPr>
        <w:pStyle w:val="eCheckBoxText"/>
        <w:rPr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276D7E" w:rsidRPr="00276D7E">
        <w:rPr>
          <w:lang w:val="de-DE"/>
        </w:rPr>
        <w:t>Speicher, PE-Switches, Ethernet-Switches</w:t>
      </w:r>
    </w:p>
    <w:p w14:paraId="0D25E0F1" w14:textId="77777777" w:rsidR="009435B3" w:rsidRPr="00D65446" w:rsidRDefault="009435B3" w:rsidP="00047A67">
      <w:pPr>
        <w:pStyle w:val="eLineBottom"/>
        <w:rPr>
          <w:lang w:val="de-DE"/>
        </w:rPr>
      </w:pPr>
    </w:p>
    <w:p w14:paraId="0133329B" w14:textId="77777777" w:rsidR="00450A85" w:rsidRPr="00D65446" w:rsidRDefault="00450A85" w:rsidP="00450A85">
      <w:pPr>
        <w:rPr>
          <w:lang w:val="de-DE"/>
        </w:rPr>
      </w:pPr>
    </w:p>
    <w:p w14:paraId="242916E1" w14:textId="0EEA3D0D" w:rsidR="00CA6FD5" w:rsidRPr="00D65446" w:rsidRDefault="00276D7E" w:rsidP="00CA6FD5">
      <w:pPr>
        <w:pStyle w:val="eTask"/>
        <w:rPr>
          <w:lang w:val="de-DE"/>
        </w:rPr>
      </w:pPr>
      <w:r w:rsidRPr="00276D7E">
        <w:rPr>
          <w:lang w:val="de-DE"/>
        </w:rPr>
        <w:t xml:space="preserve">Ordnen Sie Abkürzungen / Namen in der linken Spalte den entsprechenden Anweisungen </w:t>
      </w:r>
      <w:r w:rsidR="00495C48">
        <w:rPr>
          <w:lang w:val="de-DE"/>
        </w:rPr>
        <w:t xml:space="preserve">auf der rechten Seite </w:t>
      </w:r>
      <w:r w:rsidRPr="00276D7E">
        <w:rPr>
          <w:lang w:val="de-DE"/>
        </w:rPr>
        <w:t>zu.</w:t>
      </w:r>
    </w:p>
    <w:p w14:paraId="575F7142" w14:textId="77777777" w:rsidR="00CA6FD5" w:rsidRPr="00D65446" w:rsidRDefault="00CA6FD5" w:rsidP="00CA6FD5">
      <w:pPr>
        <w:rPr>
          <w:lang w:val="de-DE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323"/>
        <w:gridCol w:w="1176"/>
        <w:gridCol w:w="6789"/>
      </w:tblGrid>
      <w:tr w:rsidR="00F659BE" w:rsidRPr="00580241" w14:paraId="7E2D170C" w14:textId="77777777" w:rsidTr="00F11D70">
        <w:trPr>
          <w:trHeight w:hRule="exact" w:val="851"/>
        </w:trPr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0388E648" w14:textId="77777777" w:rsidR="00F659BE" w:rsidRPr="00D65446" w:rsidRDefault="0037516C" w:rsidP="00BF7EEB">
            <w:pPr>
              <w:jc w:val="center"/>
              <w:rPr>
                <w:lang w:val="de-DE"/>
              </w:rPr>
            </w:pPr>
            <w:r w:rsidRPr="00D65446">
              <w:rPr>
                <w:lang w:val="de-DE"/>
              </w:rPr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35F7062A" w14:textId="2AD7525F" w:rsidR="00F659BE" w:rsidRPr="00D65446" w:rsidRDefault="00580241" w:rsidP="00CA6FD5">
            <w:pPr>
              <w:rPr>
                <w:lang w:val="de-DE"/>
              </w:rPr>
            </w:pPr>
            <w:r w:rsidRPr="00D6544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ADED553" wp14:editId="3530C858">
                      <wp:simplePos x="0" y="0"/>
                      <wp:positionH relativeFrom="column">
                        <wp:posOffset>-71565</wp:posOffset>
                      </wp:positionH>
                      <wp:positionV relativeFrom="paragraph">
                        <wp:posOffset>245355</wp:posOffset>
                      </wp:positionV>
                      <wp:extent cx="742950" cy="2388359"/>
                      <wp:effectExtent l="0" t="0" r="19050" b="31115"/>
                      <wp:wrapNone/>
                      <wp:docPr id="34" name="Přímá spojnic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2388359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03B8354D" id="Přímá spojnice 34" o:spid="_x0000_s1026" style="position:absolute;flip:y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5pt,19.3pt" to="52.85pt,2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" strokecolor="red" strokeweight="1.25pt"/>
                  </w:pict>
                </mc:Fallback>
              </mc:AlternateContent>
            </w:r>
            <w:r w:rsidR="00215616" w:rsidRPr="00D6544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7FE5B08" wp14:editId="171DCEB1">
                      <wp:simplePos x="0" y="0"/>
                      <wp:positionH relativeFrom="column">
                        <wp:posOffset>-71565</wp:posOffset>
                      </wp:positionH>
                      <wp:positionV relativeFrom="paragraph">
                        <wp:posOffset>245356</wp:posOffset>
                      </wp:positionV>
                      <wp:extent cx="742950" cy="1692323"/>
                      <wp:effectExtent l="0" t="0" r="19050" b="22225"/>
                      <wp:wrapNone/>
                      <wp:docPr id="39" name="Přímá spojnic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69232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1460BD4E" id="Přímá spojnice 39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5pt,19.3pt" to="52.85pt,1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bottom w:val="single" w:sz="4" w:space="0" w:color="auto"/>
            </w:tcBorders>
            <w:vAlign w:val="center"/>
          </w:tcPr>
          <w:p w14:paraId="60B440F6" w14:textId="4B34C6BB" w:rsidR="00F659BE" w:rsidRPr="00D65446" w:rsidRDefault="00C93896" w:rsidP="00F11D70">
            <w:pPr>
              <w:rPr>
                <w:lang w:val="de-DE"/>
              </w:rPr>
            </w:pPr>
            <w:r w:rsidRPr="00C93896">
              <w:rPr>
                <w:lang w:val="de-DE"/>
              </w:rPr>
              <w:t>Hardware-basierte Netzwerk-Forschung</w:t>
            </w:r>
            <w:r w:rsidR="00495C48">
              <w:rPr>
                <w:lang w:val="de-DE"/>
              </w:rPr>
              <w:t>,</w:t>
            </w:r>
            <w:r w:rsidRPr="00C93896">
              <w:rPr>
                <w:lang w:val="de-DE"/>
              </w:rPr>
              <w:t xml:space="preserve"> Lösungen für </w:t>
            </w:r>
            <w:proofErr w:type="spellStart"/>
            <w:r w:rsidRPr="00C93896">
              <w:rPr>
                <w:lang w:val="de-DE"/>
              </w:rPr>
              <w:t>line</w:t>
            </w:r>
            <w:proofErr w:type="spellEnd"/>
            <w:r w:rsidRPr="00C93896">
              <w:rPr>
                <w:lang w:val="de-DE"/>
              </w:rPr>
              <w:t>-Rate Verarbeitung des Verkehrs.</w:t>
            </w:r>
          </w:p>
        </w:tc>
      </w:tr>
      <w:tr w:rsidR="00F11D70" w:rsidRPr="00580241" w14:paraId="22EC69AF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DA26F7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26159219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927DAF" w14:textId="77777777" w:rsidR="00F11D70" w:rsidRPr="00D65446" w:rsidRDefault="00F11D70" w:rsidP="00F11D70">
            <w:pPr>
              <w:rPr>
                <w:lang w:val="de-DE"/>
              </w:rPr>
            </w:pPr>
          </w:p>
        </w:tc>
      </w:tr>
      <w:tr w:rsidR="00F659BE" w:rsidRPr="00580241" w14:paraId="02A234FE" w14:textId="77777777" w:rsidTr="00B16452">
        <w:trPr>
          <w:trHeight w:hRule="exact" w:val="1197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F2082" w14:textId="77777777" w:rsidR="00F659BE" w:rsidRPr="00D65446" w:rsidRDefault="00BF7EEB" w:rsidP="00BF7EEB">
            <w:pPr>
              <w:jc w:val="center"/>
              <w:rPr>
                <w:lang w:val="de-DE"/>
              </w:rPr>
            </w:pPr>
            <w:r w:rsidRPr="00D65446">
              <w:rPr>
                <w:lang w:val="de-DE"/>
              </w:rPr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0DAF1570" w14:textId="180B8337" w:rsidR="00F659BE" w:rsidRPr="00D65446" w:rsidRDefault="00580241" w:rsidP="00CA6FD5">
            <w:pPr>
              <w:rPr>
                <w:lang w:val="de-DE"/>
              </w:rPr>
            </w:pPr>
            <w:r w:rsidRPr="00D6544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57A9A36" wp14:editId="0AD83B1F">
                      <wp:simplePos x="0" y="0"/>
                      <wp:positionH relativeFrom="column">
                        <wp:posOffset>-71565</wp:posOffset>
                      </wp:positionH>
                      <wp:positionV relativeFrom="paragraph">
                        <wp:posOffset>241773</wp:posOffset>
                      </wp:positionV>
                      <wp:extent cx="742950" cy="3119651"/>
                      <wp:effectExtent l="0" t="0" r="19050" b="24130"/>
                      <wp:wrapNone/>
                      <wp:docPr id="38" name="Přímá spojnic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3119651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71D5EB43" id="Přímá spojnice 38" o:spid="_x0000_s1026" style="position:absolute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5pt,19.05pt" to="52.85pt,2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" strokecolor="red" strokeweight="1.25pt"/>
                  </w:pict>
                </mc:Fallback>
              </mc:AlternateContent>
            </w:r>
            <w:r w:rsidR="00215616" w:rsidRPr="00D6544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BD8FF28" wp14:editId="008A75A2">
                      <wp:simplePos x="0" y="0"/>
                      <wp:positionH relativeFrom="column">
                        <wp:posOffset>-71565</wp:posOffset>
                      </wp:positionH>
                      <wp:positionV relativeFrom="paragraph">
                        <wp:posOffset>371428</wp:posOffset>
                      </wp:positionV>
                      <wp:extent cx="742950" cy="2303192"/>
                      <wp:effectExtent l="0" t="0" r="19050" b="20955"/>
                      <wp:wrapNone/>
                      <wp:docPr id="33" name="Přímá spojnic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230319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6F75FED7" id="Přímá spojnice 33" o:spid="_x0000_s1026" style="position:absolute;flip:y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5pt,29.25pt" to="52.85pt,2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</w:tcPr>
          <w:p w14:paraId="10D626FB" w14:textId="718B2686" w:rsidR="00F659BE" w:rsidRPr="00D65446" w:rsidRDefault="00B16452" w:rsidP="00851CBB">
            <w:pPr>
              <w:rPr>
                <w:lang w:val="de-DE"/>
              </w:rPr>
            </w:pPr>
            <w:r w:rsidRPr="00B16452">
              <w:rPr>
                <w:lang w:val="de-DE"/>
              </w:rPr>
              <w:t>Protokoll, das auf einem Weiterleitungselementmodell basiert, das die Beschreibung der neuen Funktionalität der Weiterleitungsebene ermöglicht, ohne das Protokoll zwischen Steuer- und Weiterleitungsebenen zu ändern.</w:t>
            </w:r>
          </w:p>
        </w:tc>
      </w:tr>
      <w:tr w:rsidR="00F11D70" w:rsidRPr="00580241" w14:paraId="3D5281EE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D7A488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22CFA7FD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6C5055" w14:textId="77777777" w:rsidR="00F11D70" w:rsidRPr="00D65446" w:rsidRDefault="00F11D70" w:rsidP="00851CBB">
            <w:pPr>
              <w:rPr>
                <w:lang w:val="de-DE"/>
              </w:rPr>
            </w:pPr>
          </w:p>
        </w:tc>
      </w:tr>
      <w:tr w:rsidR="00F659BE" w:rsidRPr="00580241" w14:paraId="2E6560D1" w14:textId="77777777" w:rsidTr="00215616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F5204" w14:textId="77777777" w:rsidR="00F659BE" w:rsidRPr="00D65446" w:rsidRDefault="00F659BE" w:rsidP="00BF7EEB">
            <w:pPr>
              <w:jc w:val="center"/>
              <w:rPr>
                <w:lang w:val="de-DE"/>
              </w:rPr>
            </w:pPr>
            <w:proofErr w:type="spellStart"/>
            <w:r w:rsidRPr="00D65446">
              <w:rPr>
                <w:lang w:val="de-DE"/>
              </w:rPr>
              <w:t>OpenFlow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7B0A3306" w14:textId="77777777" w:rsidR="00F659BE" w:rsidRPr="00D65446" w:rsidRDefault="00215616" w:rsidP="00CA6FD5">
            <w:pPr>
              <w:rPr>
                <w:lang w:val="de-DE"/>
              </w:rPr>
            </w:pPr>
            <w:r w:rsidRPr="00D6544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7EA2958" wp14:editId="48DC7EE5">
                      <wp:simplePos x="0" y="0"/>
                      <wp:positionH relativeFrom="column">
                        <wp:posOffset>-71565</wp:posOffset>
                      </wp:positionH>
                      <wp:positionV relativeFrom="paragraph">
                        <wp:posOffset>230022</wp:posOffset>
                      </wp:positionV>
                      <wp:extent cx="742950" cy="1504950"/>
                      <wp:effectExtent l="0" t="0" r="19050" b="19050"/>
                      <wp:wrapNone/>
                      <wp:docPr id="37" name="Přímá spojnic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5049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1EF0793B" id="Přímá spojnice 37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18.1pt" to="52.85pt,1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469A3" w14:textId="52ABBE9A" w:rsidR="00F659BE" w:rsidRPr="00D65446" w:rsidRDefault="00C824FB" w:rsidP="00215616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  <w:r w:rsidR="00B16452" w:rsidRPr="00B16452">
              <w:rPr>
                <w:lang w:val="de-DE"/>
              </w:rPr>
              <w:t>ntwickelt als Nachfolger für SNMP und einige CLI-Protokolle</w:t>
            </w:r>
            <w:r w:rsidR="00495C48">
              <w:rPr>
                <w:lang w:val="de-DE"/>
              </w:rPr>
              <w:t>,</w:t>
            </w:r>
            <w:r w:rsidR="00B16452" w:rsidRPr="00B16452">
              <w:rPr>
                <w:lang w:val="de-DE"/>
              </w:rPr>
              <w:t xml:space="preserve"> für die Konfiguration von Netzwerk-Elementen</w:t>
            </w:r>
            <w:r w:rsidR="00851CBB" w:rsidRPr="00D65446">
              <w:rPr>
                <w:lang w:val="de-DE"/>
              </w:rPr>
              <w:t>.</w:t>
            </w:r>
          </w:p>
        </w:tc>
      </w:tr>
      <w:tr w:rsidR="00F11D70" w:rsidRPr="00580241" w14:paraId="461D0DDB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3FFA29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6B6CAE44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664976" w14:textId="77777777" w:rsidR="00F11D70" w:rsidRPr="00D65446" w:rsidRDefault="00F11D70" w:rsidP="00CA6FD5">
            <w:pPr>
              <w:rPr>
                <w:lang w:val="de-DE"/>
              </w:rPr>
            </w:pPr>
          </w:p>
        </w:tc>
      </w:tr>
      <w:tr w:rsidR="00F659BE" w:rsidRPr="00580241" w14:paraId="24F2015B" w14:textId="77777777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96A2A" w14:textId="77777777" w:rsidR="00F659BE" w:rsidRPr="00D65446" w:rsidRDefault="00F659BE" w:rsidP="00BF7EEB">
            <w:pPr>
              <w:jc w:val="center"/>
              <w:rPr>
                <w:lang w:val="de-DE"/>
              </w:rPr>
            </w:pPr>
            <w:proofErr w:type="spellStart"/>
            <w:r w:rsidRPr="00D65446">
              <w:rPr>
                <w:lang w:val="de-DE"/>
              </w:rPr>
              <w:t>NetFPGA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755AC4C4" w14:textId="77777777" w:rsidR="00F659BE" w:rsidRPr="00D65446" w:rsidRDefault="00215616" w:rsidP="00CA6FD5">
            <w:pPr>
              <w:rPr>
                <w:lang w:val="de-DE"/>
              </w:rPr>
            </w:pPr>
            <w:r w:rsidRPr="00D6544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E869357" wp14:editId="2BCF31D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255905</wp:posOffset>
                      </wp:positionV>
                      <wp:extent cx="742950" cy="1447800"/>
                      <wp:effectExtent l="0" t="0" r="19050" b="19050"/>
                      <wp:wrapNone/>
                      <wp:docPr id="32" name="Přímá spojnic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14478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3D8E163A" id="Přímá spojnice 32" o:spid="_x0000_s1026" style="position:absolute;flip:y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4pt,20.15pt" to="53.1pt,1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B888B" w14:textId="5485D158" w:rsidR="00F659BE" w:rsidRPr="00D65446" w:rsidRDefault="00B16452" w:rsidP="00F11D70">
            <w:pPr>
              <w:rPr>
                <w:lang w:val="de-DE"/>
              </w:rPr>
            </w:pPr>
            <w:r w:rsidRPr="00B16452">
              <w:rPr>
                <w:lang w:val="de-DE"/>
              </w:rPr>
              <w:t xml:space="preserve">Technologie ähnlich </w:t>
            </w:r>
            <w:r>
              <w:rPr>
                <w:lang w:val="de-DE"/>
              </w:rPr>
              <w:t xml:space="preserve">zu </w:t>
            </w:r>
            <w:r w:rsidRPr="00B16452">
              <w:rPr>
                <w:lang w:val="de-DE"/>
              </w:rPr>
              <w:t>SDN aber ohne zentralisierte Steuerungsebene</w:t>
            </w:r>
            <w:r w:rsidR="00851CBB" w:rsidRPr="00D65446">
              <w:rPr>
                <w:lang w:val="de-DE"/>
              </w:rPr>
              <w:t>.</w:t>
            </w:r>
          </w:p>
        </w:tc>
      </w:tr>
      <w:tr w:rsidR="00F11D70" w:rsidRPr="00580241" w14:paraId="76CC7575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2AD71F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4D8BC303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52296" w14:textId="77777777" w:rsidR="00F11D70" w:rsidRPr="00D65446" w:rsidRDefault="00F11D70" w:rsidP="00F11D70">
            <w:pPr>
              <w:rPr>
                <w:lang w:val="de-DE"/>
              </w:rPr>
            </w:pPr>
          </w:p>
        </w:tc>
      </w:tr>
      <w:tr w:rsidR="00F659BE" w:rsidRPr="00580241" w14:paraId="2C1AB5EB" w14:textId="77777777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306B6" w14:textId="77777777" w:rsidR="00F659BE" w:rsidRPr="00D65446" w:rsidRDefault="00F659BE" w:rsidP="00BF7EEB">
            <w:pPr>
              <w:jc w:val="center"/>
              <w:rPr>
                <w:lang w:val="de-DE"/>
              </w:rPr>
            </w:pPr>
            <w:proofErr w:type="spellStart"/>
            <w:r w:rsidRPr="00D65446">
              <w:rPr>
                <w:lang w:val="de-DE"/>
              </w:rPr>
              <w:t>ForCES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00E53BAE" w14:textId="77777777" w:rsidR="00F659BE" w:rsidRPr="00D65446" w:rsidRDefault="00F659BE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F213A" w14:textId="483C2546" w:rsidR="00F659BE" w:rsidRPr="00D65446" w:rsidRDefault="00C824FB" w:rsidP="00F11D70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  <w:r w:rsidRPr="00C824FB">
              <w:rPr>
                <w:lang w:val="de-DE"/>
              </w:rPr>
              <w:t xml:space="preserve">in offener Standard entwickelt von </w:t>
            </w:r>
            <w:r w:rsidR="00495C48">
              <w:rPr>
                <w:lang w:val="de-DE"/>
              </w:rPr>
              <w:t xml:space="preserve">der </w:t>
            </w:r>
            <w:r w:rsidRPr="00C824FB">
              <w:rPr>
                <w:lang w:val="de-DE"/>
              </w:rPr>
              <w:t xml:space="preserve">Open Network </w:t>
            </w:r>
            <w:proofErr w:type="spellStart"/>
            <w:r w:rsidRPr="00C824FB">
              <w:rPr>
                <w:lang w:val="de-DE"/>
              </w:rPr>
              <w:t>Foundation</w:t>
            </w:r>
            <w:proofErr w:type="spellEnd"/>
            <w:r w:rsidRPr="00C824FB">
              <w:rPr>
                <w:lang w:val="de-DE"/>
              </w:rPr>
              <w:t xml:space="preserve"> (ONF</w:t>
            </w:r>
            <w:r w:rsidR="00851CBB" w:rsidRPr="00D65446">
              <w:rPr>
                <w:lang w:val="de-DE"/>
              </w:rPr>
              <w:t>).</w:t>
            </w:r>
          </w:p>
        </w:tc>
      </w:tr>
      <w:tr w:rsidR="00F11D70" w:rsidRPr="00580241" w14:paraId="7D451EFC" w14:textId="77777777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C1C387" w14:textId="77777777" w:rsidR="00F11D70" w:rsidRPr="00D65446" w:rsidRDefault="00F11D70" w:rsidP="00BF7EEB">
            <w:pPr>
              <w:jc w:val="center"/>
              <w:rPr>
                <w:lang w:val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7F76CCA2" w14:textId="77777777" w:rsidR="00F11D70" w:rsidRPr="00D65446" w:rsidRDefault="00F11D70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9564B5" w14:textId="77777777" w:rsidR="00F11D70" w:rsidRPr="00D65446" w:rsidRDefault="00F11D70" w:rsidP="00F11D70">
            <w:pPr>
              <w:rPr>
                <w:lang w:val="de-DE"/>
              </w:rPr>
            </w:pPr>
          </w:p>
        </w:tc>
      </w:tr>
      <w:tr w:rsidR="00F659BE" w:rsidRPr="00580241" w14:paraId="6C558846" w14:textId="77777777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5FC2A254" w14:textId="77777777" w:rsidR="00F659BE" w:rsidRPr="00D65446" w:rsidRDefault="00BF7EEB" w:rsidP="00BF7EEB">
            <w:pPr>
              <w:jc w:val="center"/>
              <w:rPr>
                <w:lang w:val="de-DE"/>
              </w:rPr>
            </w:pPr>
            <w:r w:rsidRPr="00D65446">
              <w:rPr>
                <w:lang w:val="de-DE"/>
              </w:rPr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14:paraId="48DA693A" w14:textId="77777777" w:rsidR="00F659BE" w:rsidRPr="00D65446" w:rsidRDefault="00F659BE" w:rsidP="00CA6FD5">
            <w:pPr>
              <w:rPr>
                <w:lang w:val="de-DE"/>
              </w:rPr>
            </w:pPr>
          </w:p>
        </w:tc>
        <w:tc>
          <w:tcPr>
            <w:tcW w:w="6789" w:type="dxa"/>
            <w:tcBorders>
              <w:top w:val="single" w:sz="4" w:space="0" w:color="auto"/>
            </w:tcBorders>
            <w:vAlign w:val="center"/>
          </w:tcPr>
          <w:p w14:paraId="7E03A172" w14:textId="4E2E5013" w:rsidR="00F659BE" w:rsidRPr="00D65446" w:rsidRDefault="00C824FB" w:rsidP="00F11D70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  <w:r w:rsidRPr="00C824FB">
              <w:rPr>
                <w:lang w:val="de-DE"/>
              </w:rPr>
              <w:t>ietet eine programmgesteuerte Schnittstelle zur direkten Steuerung von Cisco-Geräten</w:t>
            </w:r>
            <w:r w:rsidR="00851CBB" w:rsidRPr="00D65446">
              <w:rPr>
                <w:lang w:val="de-DE"/>
              </w:rPr>
              <w:t>.</w:t>
            </w:r>
          </w:p>
        </w:tc>
      </w:tr>
    </w:tbl>
    <w:p w14:paraId="2859DAFE" w14:textId="77777777" w:rsidR="00CA6FD5" w:rsidRPr="00D65446" w:rsidRDefault="00CA6FD5" w:rsidP="00CA6FD5">
      <w:pPr>
        <w:pStyle w:val="eLineBottom"/>
        <w:rPr>
          <w:lang w:val="de-DE"/>
        </w:rPr>
      </w:pPr>
    </w:p>
    <w:p w14:paraId="1A331BF7" w14:textId="77777777" w:rsidR="00F11D70" w:rsidRPr="00D65446" w:rsidRDefault="00F11D70" w:rsidP="00CA6FD5">
      <w:pPr>
        <w:pStyle w:val="eLineBottom"/>
        <w:rPr>
          <w:lang w:val="de-DE"/>
        </w:rPr>
      </w:pPr>
    </w:p>
    <w:p w14:paraId="35C49677" w14:textId="77777777" w:rsidR="00CA6FD5" w:rsidRPr="00D65446" w:rsidRDefault="00CA6FD5" w:rsidP="00CA6FD5">
      <w:pPr>
        <w:rPr>
          <w:lang w:val="de-DE"/>
        </w:rPr>
      </w:pPr>
    </w:p>
    <w:p w14:paraId="51CD34DC" w14:textId="77777777" w:rsidR="00F11D70" w:rsidRPr="00D65446" w:rsidRDefault="00F11D70">
      <w:pPr>
        <w:rPr>
          <w:b/>
          <w:lang w:val="de-DE"/>
        </w:rPr>
      </w:pPr>
      <w:r w:rsidRPr="00D65446">
        <w:rPr>
          <w:lang w:val="de-DE"/>
        </w:rPr>
        <w:br w:type="page"/>
      </w:r>
    </w:p>
    <w:p w14:paraId="4871CFC3" w14:textId="21BBFC7A" w:rsidR="00EF329B" w:rsidRPr="00D65446" w:rsidRDefault="000A2CEE" w:rsidP="00047A67">
      <w:pPr>
        <w:pStyle w:val="eTask"/>
        <w:rPr>
          <w:lang w:val="de-DE"/>
        </w:rPr>
      </w:pPr>
      <w:r w:rsidRPr="000A2CEE">
        <w:rPr>
          <w:lang w:val="de-DE"/>
        </w:rPr>
        <w:lastRenderedPageBreak/>
        <w:t xml:space="preserve">Markieren Sie </w:t>
      </w:r>
      <w:r w:rsidR="00B2134A">
        <w:rPr>
          <w:lang w:val="de-DE"/>
        </w:rPr>
        <w:t xml:space="preserve">die </w:t>
      </w:r>
      <w:r w:rsidRPr="000A2CEE">
        <w:rPr>
          <w:lang w:val="de-DE"/>
        </w:rPr>
        <w:t>korrekte</w:t>
      </w:r>
      <w:r w:rsidR="00B2134A">
        <w:rPr>
          <w:lang w:val="de-DE"/>
        </w:rPr>
        <w:t>n</w:t>
      </w:r>
      <w:r w:rsidRPr="000A2CEE">
        <w:rPr>
          <w:lang w:val="de-DE"/>
        </w:rPr>
        <w:t xml:space="preserve"> Komponentengruppen für die Netzwerkfunktionen </w:t>
      </w:r>
      <w:r w:rsidR="00495C48">
        <w:rPr>
          <w:lang w:val="de-DE"/>
        </w:rPr>
        <w:t xml:space="preserve">einer </w:t>
      </w:r>
      <w:r w:rsidR="00B2134A" w:rsidRPr="00B2134A">
        <w:rPr>
          <w:lang w:val="de-DE"/>
        </w:rPr>
        <w:t xml:space="preserve">Network </w:t>
      </w:r>
      <w:proofErr w:type="spellStart"/>
      <w:r w:rsidR="00B2134A" w:rsidRPr="00B2134A">
        <w:rPr>
          <w:lang w:val="de-DE"/>
        </w:rPr>
        <w:t>Functions</w:t>
      </w:r>
      <w:proofErr w:type="spellEnd"/>
      <w:r w:rsidR="00B2134A" w:rsidRPr="00B2134A">
        <w:rPr>
          <w:lang w:val="de-DE"/>
        </w:rPr>
        <w:t xml:space="preserve"> </w:t>
      </w:r>
      <w:proofErr w:type="spellStart"/>
      <w:r w:rsidR="00B2134A" w:rsidRPr="00B2134A">
        <w:rPr>
          <w:lang w:val="de-DE"/>
        </w:rPr>
        <w:t>V</w:t>
      </w:r>
      <w:r w:rsidR="00495C48" w:rsidRPr="00EE0C4B">
        <w:rPr>
          <w:lang w:val="de-DE"/>
        </w:rPr>
        <w:t>irtualization</w:t>
      </w:r>
      <w:proofErr w:type="spellEnd"/>
      <w:r w:rsidR="006F5819" w:rsidRPr="006F5819">
        <w:rPr>
          <w:lang w:val="de-DE"/>
        </w:rPr>
        <w:t xml:space="preserve"> Infrastruktur </w:t>
      </w:r>
      <w:r w:rsidRPr="000A2CEE">
        <w:rPr>
          <w:lang w:val="de-DE"/>
        </w:rPr>
        <w:t>(NFVI).</w:t>
      </w:r>
    </w:p>
    <w:p w14:paraId="513C3EA3" w14:textId="77777777" w:rsidR="00047A67" w:rsidRPr="00D65446" w:rsidRDefault="00047A67" w:rsidP="00047A67">
      <w:pPr>
        <w:rPr>
          <w:sz w:val="20"/>
          <w:szCs w:val="20"/>
          <w:lang w:val="de-DE"/>
        </w:rPr>
      </w:pPr>
    </w:p>
    <w:p w14:paraId="0F3BC20B" w14:textId="7E623771" w:rsidR="00EF329B" w:rsidRPr="00D65446" w:rsidRDefault="00215616" w:rsidP="00DB0A17">
      <w:pPr>
        <w:pStyle w:val="eCheckBoxText"/>
        <w:rPr>
          <w:lang w:val="de-DE"/>
        </w:rPr>
      </w:pPr>
      <w:r w:rsidRPr="00D65446">
        <w:rPr>
          <w:rStyle w:val="eCheckBoxSquareChar"/>
          <w:b/>
          <w:color w:val="FF0000"/>
          <w:lang w:val="de-DE"/>
        </w:rPr>
        <w:t>x</w:t>
      </w:r>
      <w:r w:rsidR="00DB0A17" w:rsidRPr="00D65446">
        <w:rPr>
          <w:lang w:val="de-DE"/>
        </w:rPr>
        <w:tab/>
      </w:r>
      <w:r w:rsidR="006F5819" w:rsidRPr="006F5819">
        <w:rPr>
          <w:b/>
          <w:color w:val="FF0000"/>
          <w:lang w:val="de-DE"/>
        </w:rPr>
        <w:t>Computerhardware, Speicherhardware, Netzwerkhardware</w:t>
      </w:r>
    </w:p>
    <w:p w14:paraId="028FD6C6" w14:textId="5F4DD8C4" w:rsidR="00EF329B" w:rsidRPr="00D65446" w:rsidRDefault="00EF329B" w:rsidP="00047A6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6F5819" w:rsidRPr="006F5819">
        <w:rPr>
          <w:lang w:val="de-DE"/>
        </w:rPr>
        <w:t>Element-Management-System, virtuelle Speicher, virtuelle Netzwerk</w:t>
      </w:r>
    </w:p>
    <w:p w14:paraId="632F14F0" w14:textId="4BAEC94D" w:rsidR="00EF329B" w:rsidRPr="00D65446" w:rsidRDefault="00215616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b/>
          <w:color w:val="FF0000"/>
          <w:lang w:val="de-DE"/>
        </w:rPr>
        <w:t>x</w:t>
      </w:r>
      <w:r w:rsidR="00DB0A17" w:rsidRPr="00D65446">
        <w:rPr>
          <w:rStyle w:val="eCheckBoxSquareChar"/>
          <w:lang w:val="de-DE"/>
        </w:rPr>
        <w:tab/>
      </w:r>
      <w:r w:rsidR="009C4DB1" w:rsidRPr="009C4DB1">
        <w:rPr>
          <w:b/>
          <w:color w:val="FF0000"/>
          <w:lang w:val="de-DE"/>
        </w:rPr>
        <w:t>Computerhardware, virtueller Speicher, Netzwerkhardware</w:t>
      </w:r>
    </w:p>
    <w:p w14:paraId="20431F12" w14:textId="72E669E6" w:rsidR="00EF329B" w:rsidRPr="00D65446" w:rsidRDefault="00EF329B" w:rsidP="00047A6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DB0A17" w:rsidRPr="00D65446">
        <w:rPr>
          <w:rStyle w:val="eCheckBoxSquareChar"/>
          <w:lang w:val="de-DE"/>
        </w:rPr>
        <w:tab/>
      </w:r>
      <w:r w:rsidR="009C4DB1" w:rsidRPr="009C4DB1">
        <w:rPr>
          <w:lang w:val="de-DE"/>
        </w:rPr>
        <w:t>Orchestrierung, Element-Management-System, Netzwerk-Hardware</w:t>
      </w:r>
    </w:p>
    <w:p w14:paraId="4A0BC4E3" w14:textId="77777777" w:rsidR="00625960" w:rsidRPr="00D65446" w:rsidRDefault="00625960" w:rsidP="00DB0A17">
      <w:pPr>
        <w:pStyle w:val="eLineBottom"/>
        <w:rPr>
          <w:lang w:val="de-DE"/>
        </w:rPr>
      </w:pPr>
    </w:p>
    <w:p w14:paraId="408D2004" w14:textId="77777777" w:rsidR="00C049FD" w:rsidRPr="00D65446" w:rsidRDefault="00C049FD" w:rsidP="00C049FD">
      <w:pPr>
        <w:rPr>
          <w:lang w:val="de-DE"/>
        </w:rPr>
      </w:pPr>
    </w:p>
    <w:p w14:paraId="01121458" w14:textId="2E8D5E0C" w:rsidR="00625960" w:rsidRPr="009C4DB1" w:rsidRDefault="009C4DB1" w:rsidP="009C4DB1">
      <w:pPr>
        <w:pStyle w:val="eTask"/>
        <w:rPr>
          <w:lang w:val="de-DE"/>
        </w:rPr>
      </w:pPr>
      <w:r w:rsidRPr="009C4DB1">
        <w:rPr>
          <w:lang w:val="de-DE"/>
        </w:rPr>
        <w:t xml:space="preserve">Markieren Sie die korrekten Eigenschaften </w:t>
      </w:r>
      <w:r w:rsidR="00B2134A">
        <w:rPr>
          <w:lang w:val="de-DE"/>
        </w:rPr>
        <w:t>der</w:t>
      </w:r>
      <w:r w:rsidR="00B2134A" w:rsidRPr="009C4DB1">
        <w:rPr>
          <w:lang w:val="de-DE"/>
        </w:rPr>
        <w:t xml:space="preserve"> </w:t>
      </w:r>
      <w:r w:rsidRPr="009C4DB1">
        <w:rPr>
          <w:lang w:val="de-DE"/>
        </w:rPr>
        <w:t>NFVI (</w:t>
      </w:r>
      <w:r w:rsidR="00B2134A" w:rsidRPr="00B2134A">
        <w:rPr>
          <w:lang w:val="de-DE"/>
        </w:rPr>
        <w:t xml:space="preserve">Network </w:t>
      </w:r>
      <w:proofErr w:type="spellStart"/>
      <w:r w:rsidR="00B2134A" w:rsidRPr="00B2134A">
        <w:rPr>
          <w:lang w:val="de-DE"/>
        </w:rPr>
        <w:t>Functions</w:t>
      </w:r>
      <w:proofErr w:type="spellEnd"/>
      <w:r w:rsidR="00B2134A" w:rsidRPr="00B2134A">
        <w:rPr>
          <w:lang w:val="de-DE"/>
        </w:rPr>
        <w:t xml:space="preserve"> </w:t>
      </w:r>
      <w:proofErr w:type="spellStart"/>
      <w:r w:rsidR="00B2134A" w:rsidRPr="00B2134A">
        <w:rPr>
          <w:lang w:val="de-DE"/>
        </w:rPr>
        <w:t>V</w:t>
      </w:r>
      <w:r w:rsidR="00B2134A" w:rsidRPr="00AF17EF">
        <w:rPr>
          <w:lang w:val="de-DE"/>
        </w:rPr>
        <w:t>irtualization</w:t>
      </w:r>
      <w:proofErr w:type="spellEnd"/>
      <w:r w:rsidR="00B2134A" w:rsidRPr="006F5819">
        <w:rPr>
          <w:lang w:val="de-DE"/>
        </w:rPr>
        <w:t xml:space="preserve"> Infrastruktur</w:t>
      </w:r>
      <w:r w:rsidRPr="009C4DB1">
        <w:rPr>
          <w:lang w:val="de-DE"/>
        </w:rPr>
        <w:t>).</w:t>
      </w:r>
    </w:p>
    <w:p w14:paraId="2DA3341C" w14:textId="77777777" w:rsidR="00DB0A17" w:rsidRPr="00D65446" w:rsidRDefault="00DB0A17" w:rsidP="00DB0A17">
      <w:pPr>
        <w:rPr>
          <w:sz w:val="20"/>
          <w:szCs w:val="20"/>
          <w:lang w:val="de-DE"/>
        </w:rPr>
      </w:pPr>
    </w:p>
    <w:p w14:paraId="6912DC3B" w14:textId="2958933C" w:rsidR="00625960" w:rsidRPr="00D65446" w:rsidRDefault="00625960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371D20" w:rsidRPr="00D65446">
        <w:rPr>
          <w:rStyle w:val="eCheckBoxSquareChar"/>
          <w:lang w:val="de-DE"/>
        </w:rPr>
        <w:tab/>
      </w:r>
      <w:r w:rsidR="00AB60A7" w:rsidRPr="00AB60A7">
        <w:rPr>
          <w:lang w:val="de-DE"/>
        </w:rPr>
        <w:t xml:space="preserve">NFVI ist in 4 Domains unterteilt und eine </w:t>
      </w:r>
      <w:proofErr w:type="spellStart"/>
      <w:r w:rsidR="00AB60A7" w:rsidRPr="00AB60A7">
        <w:rPr>
          <w:lang w:val="de-DE"/>
        </w:rPr>
        <w:t>Compute</w:t>
      </w:r>
      <w:proofErr w:type="spellEnd"/>
      <w:r w:rsidR="00B2134A">
        <w:rPr>
          <w:lang w:val="de-DE"/>
        </w:rPr>
        <w:t>-</w:t>
      </w:r>
      <w:r w:rsidR="00AB60A7" w:rsidRPr="00AB60A7">
        <w:rPr>
          <w:lang w:val="de-DE"/>
        </w:rPr>
        <w:t>Dom</w:t>
      </w:r>
      <w:r w:rsidR="00B2134A">
        <w:rPr>
          <w:lang w:val="de-DE"/>
        </w:rPr>
        <w:t>äne</w:t>
      </w:r>
      <w:r w:rsidR="00AB60A7" w:rsidRPr="00AB60A7">
        <w:rPr>
          <w:lang w:val="de-DE"/>
        </w:rPr>
        <w:t xml:space="preserve"> ist eine davon</w:t>
      </w:r>
    </w:p>
    <w:p w14:paraId="1397A269" w14:textId="2C5BE7E6" w:rsidR="00625960" w:rsidRPr="00D65446" w:rsidRDefault="00215616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b/>
          <w:color w:val="FF0000"/>
          <w:lang w:val="de-DE"/>
        </w:rPr>
        <w:t>x</w:t>
      </w:r>
      <w:r w:rsidR="00371D20" w:rsidRPr="00D65446">
        <w:rPr>
          <w:rStyle w:val="eCheckBoxSquareChar"/>
          <w:lang w:val="de-DE"/>
        </w:rPr>
        <w:tab/>
      </w:r>
      <w:r w:rsidR="00AB60A7" w:rsidRPr="00AB60A7">
        <w:rPr>
          <w:b/>
          <w:color w:val="FF0000"/>
          <w:lang w:val="de-DE"/>
        </w:rPr>
        <w:t xml:space="preserve">NFVI ist in 3 Domains unterteilt und eine </w:t>
      </w:r>
      <w:proofErr w:type="spellStart"/>
      <w:r w:rsidR="00AB60A7" w:rsidRPr="00AB60A7">
        <w:rPr>
          <w:b/>
          <w:color w:val="FF0000"/>
          <w:lang w:val="de-DE"/>
        </w:rPr>
        <w:t>Hypervisor</w:t>
      </w:r>
      <w:proofErr w:type="spellEnd"/>
      <w:r w:rsidR="00AB60A7" w:rsidRPr="00AB60A7">
        <w:rPr>
          <w:b/>
          <w:color w:val="FF0000"/>
          <w:lang w:val="de-DE"/>
        </w:rPr>
        <w:t>-Domäne ist eine davon</w:t>
      </w:r>
    </w:p>
    <w:p w14:paraId="3B3E3F35" w14:textId="6C7FFEED" w:rsidR="00625960" w:rsidRPr="00D65446" w:rsidRDefault="00625960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lang w:val="de-DE"/>
        </w:rPr>
        <w:t>□</w:t>
      </w:r>
      <w:r w:rsidR="00371D20" w:rsidRPr="00D65446">
        <w:rPr>
          <w:rStyle w:val="eCheckBoxSquareChar"/>
          <w:lang w:val="de-DE"/>
        </w:rPr>
        <w:tab/>
      </w:r>
      <w:r w:rsidR="00AB60A7" w:rsidRPr="00AB60A7">
        <w:rPr>
          <w:lang w:val="de-DE"/>
        </w:rPr>
        <w:t xml:space="preserve">NFVI ist in 4 Domains unterteilt und eine Infrastruktur-Netzwerk-Domäne ist </w:t>
      </w:r>
      <w:r w:rsidR="00AB60A7">
        <w:rPr>
          <w:lang w:val="de-DE"/>
        </w:rPr>
        <w:t>eine davon</w:t>
      </w:r>
    </w:p>
    <w:p w14:paraId="5E0B9C69" w14:textId="4BD31952" w:rsidR="00625960" w:rsidRPr="00D65446" w:rsidRDefault="00215616" w:rsidP="00DB0A17">
      <w:pPr>
        <w:pStyle w:val="eCheckBoxText"/>
        <w:rPr>
          <w:b/>
          <w:lang w:val="de-DE"/>
        </w:rPr>
      </w:pPr>
      <w:r w:rsidRPr="00D65446">
        <w:rPr>
          <w:rStyle w:val="eCheckBoxSquareChar"/>
          <w:b/>
          <w:color w:val="FF0000"/>
          <w:lang w:val="de-DE"/>
        </w:rPr>
        <w:t>x</w:t>
      </w:r>
      <w:r w:rsidR="00371D20" w:rsidRPr="00D65446">
        <w:rPr>
          <w:rStyle w:val="eCheckBoxSquareChar"/>
          <w:lang w:val="de-DE"/>
        </w:rPr>
        <w:tab/>
      </w:r>
      <w:r w:rsidR="00355441" w:rsidRPr="00355441">
        <w:rPr>
          <w:b/>
          <w:color w:val="FF0000"/>
          <w:lang w:val="de-DE"/>
        </w:rPr>
        <w:t xml:space="preserve">NFVI ist in 3 Domains unterteilt und eine </w:t>
      </w:r>
      <w:proofErr w:type="spellStart"/>
      <w:r w:rsidR="00355441" w:rsidRPr="00355441">
        <w:rPr>
          <w:b/>
          <w:color w:val="FF0000"/>
          <w:lang w:val="de-DE"/>
        </w:rPr>
        <w:t>Compute</w:t>
      </w:r>
      <w:proofErr w:type="spellEnd"/>
      <w:r w:rsidR="00355441" w:rsidRPr="00355441">
        <w:rPr>
          <w:b/>
          <w:color w:val="FF0000"/>
          <w:lang w:val="de-DE"/>
        </w:rPr>
        <w:t>-Domäne ist eine davon</w:t>
      </w:r>
    </w:p>
    <w:p w14:paraId="7E7C3EE8" w14:textId="77777777" w:rsidR="003C49EE" w:rsidRPr="00D65446" w:rsidRDefault="003C49EE" w:rsidP="00DB0A17">
      <w:pPr>
        <w:pStyle w:val="eLineBottom"/>
        <w:rPr>
          <w:lang w:val="de-DE"/>
        </w:rPr>
      </w:pPr>
    </w:p>
    <w:p w14:paraId="7F865784" w14:textId="77777777" w:rsidR="00625960" w:rsidRPr="00D65446" w:rsidRDefault="00625960" w:rsidP="00DB0A17">
      <w:pPr>
        <w:rPr>
          <w:lang w:val="de-DE"/>
        </w:rPr>
      </w:pPr>
    </w:p>
    <w:p w14:paraId="5FD8724A" w14:textId="6959A066" w:rsidR="003C0A29" w:rsidRPr="00D65446" w:rsidRDefault="00355441" w:rsidP="00371D20">
      <w:pPr>
        <w:pStyle w:val="eTask"/>
        <w:rPr>
          <w:lang w:val="de-DE"/>
        </w:rPr>
      </w:pPr>
      <w:r w:rsidRPr="00355441">
        <w:rPr>
          <w:lang w:val="de-DE"/>
        </w:rPr>
        <w:t xml:space="preserve">Sortieren Sie (auf der rechten Seite) </w:t>
      </w:r>
      <w:r w:rsidR="0098707B">
        <w:rPr>
          <w:lang w:val="de-DE"/>
        </w:rPr>
        <w:t>nach der</w:t>
      </w:r>
      <w:r w:rsidR="00B2134A">
        <w:rPr>
          <w:lang w:val="de-DE"/>
        </w:rPr>
        <w:t xml:space="preserve"> prognostizierten Anzahl verwendeter </w:t>
      </w:r>
      <w:r w:rsidR="00B2134A" w:rsidRPr="00355441">
        <w:rPr>
          <w:lang w:val="de-DE"/>
        </w:rPr>
        <w:t xml:space="preserve">Geräte </w:t>
      </w:r>
      <w:r w:rsidR="00B2134A">
        <w:rPr>
          <w:lang w:val="de-DE"/>
        </w:rPr>
        <w:t xml:space="preserve">für </w:t>
      </w:r>
      <w:r w:rsidR="00266326">
        <w:rPr>
          <w:lang w:val="de-DE"/>
        </w:rPr>
        <w:t xml:space="preserve">das </w:t>
      </w:r>
      <w:r w:rsidR="00266326" w:rsidRPr="00355441">
        <w:rPr>
          <w:lang w:val="de-DE"/>
        </w:rPr>
        <w:t>Jahr</w:t>
      </w:r>
      <w:r w:rsidR="00B2134A">
        <w:rPr>
          <w:lang w:val="de-DE"/>
        </w:rPr>
        <w:t xml:space="preserve"> </w:t>
      </w:r>
      <w:r w:rsidR="00B2134A" w:rsidRPr="00355441">
        <w:rPr>
          <w:lang w:val="de-DE"/>
        </w:rPr>
        <w:t xml:space="preserve">2020 </w:t>
      </w:r>
      <w:r w:rsidRPr="00355441">
        <w:rPr>
          <w:lang w:val="de-DE"/>
        </w:rPr>
        <w:t>(</w:t>
      </w:r>
      <w:r w:rsidR="0098707B">
        <w:rPr>
          <w:lang w:val="de-DE"/>
        </w:rPr>
        <w:t>1.= weniger genutzt, 4. = am meisten genutzt</w:t>
      </w:r>
      <w:r w:rsidRPr="00355441">
        <w:rPr>
          <w:lang w:val="de-DE"/>
        </w:rPr>
        <w:t>)</w:t>
      </w:r>
      <w:r w:rsidR="0042217B" w:rsidRPr="00D65446">
        <w:rPr>
          <w:lang w:val="de-DE"/>
        </w:rPr>
        <w:t>.</w:t>
      </w:r>
    </w:p>
    <w:p w14:paraId="0DA56D28" w14:textId="77777777" w:rsidR="00F11D70" w:rsidRPr="00D65446" w:rsidRDefault="00F11D70" w:rsidP="00F11D70">
      <w:pPr>
        <w:rPr>
          <w:lang w:val="de-DE"/>
        </w:rPr>
      </w:pPr>
    </w:p>
    <w:p w14:paraId="356C4689" w14:textId="77777777" w:rsidR="006C5514" w:rsidRPr="006C5514" w:rsidRDefault="006C5514" w:rsidP="00F11D70">
      <w:pPr>
        <w:pStyle w:val="Odsekzoznamu"/>
        <w:numPr>
          <w:ilvl w:val="0"/>
          <w:numId w:val="10"/>
        </w:numPr>
        <w:spacing w:line="480" w:lineRule="auto"/>
        <w:ind w:left="357" w:firstLine="0"/>
        <w:rPr>
          <w:lang w:val="de-DE"/>
        </w:rPr>
      </w:pPr>
      <w:r w:rsidRPr="006C5514">
        <w:rPr>
          <w:b/>
          <w:color w:val="FF0000"/>
          <w:lang w:val="de-DE"/>
        </w:rPr>
        <w:t xml:space="preserve">Smart-TVs </w:t>
      </w:r>
      <w:bookmarkStart w:id="0" w:name="_GoBack"/>
      <w:bookmarkEnd w:id="0"/>
    </w:p>
    <w:p w14:paraId="65541E3B" w14:textId="15DAD0A9" w:rsidR="00F11D70" w:rsidRPr="00D65446" w:rsidRDefault="006C5514" w:rsidP="00F11D70">
      <w:pPr>
        <w:pStyle w:val="Odsekzoznamu"/>
        <w:numPr>
          <w:ilvl w:val="0"/>
          <w:numId w:val="10"/>
        </w:numPr>
        <w:spacing w:line="480" w:lineRule="auto"/>
        <w:ind w:left="357" w:firstLine="0"/>
        <w:rPr>
          <w:lang w:val="de-DE"/>
        </w:rPr>
      </w:pPr>
      <w:r w:rsidRPr="006C5514">
        <w:rPr>
          <w:b/>
          <w:color w:val="FF0000"/>
          <w:lang w:val="de-DE"/>
        </w:rPr>
        <w:t>PCs</w:t>
      </w:r>
      <w:r w:rsidRPr="008B73AF">
        <w:rPr>
          <w:b/>
          <w:color w:val="FF0000"/>
          <w:lang w:val="de-DE"/>
        </w:rPr>
        <w:t xml:space="preserve"> </w:t>
      </w:r>
    </w:p>
    <w:p w14:paraId="67189B18" w14:textId="2A5BD8B4" w:rsidR="00F11D70" w:rsidRPr="00D65446" w:rsidRDefault="008C34F6" w:rsidP="00F11D70">
      <w:pPr>
        <w:pStyle w:val="Odsekzoznamu"/>
        <w:numPr>
          <w:ilvl w:val="0"/>
          <w:numId w:val="10"/>
        </w:numPr>
        <w:spacing w:line="480" w:lineRule="auto"/>
        <w:ind w:left="357" w:firstLine="0"/>
        <w:rPr>
          <w:lang w:val="de-DE"/>
        </w:rPr>
      </w:pPr>
      <w:r w:rsidRPr="008C34F6">
        <w:rPr>
          <w:b/>
          <w:color w:val="FF0000"/>
          <w:lang w:val="de-DE"/>
        </w:rPr>
        <w:t>Tablets</w:t>
      </w:r>
    </w:p>
    <w:p w14:paraId="3602C382" w14:textId="1996ED46" w:rsidR="00F11D70" w:rsidRPr="00D65446" w:rsidRDefault="008C34F6" w:rsidP="00F11D70">
      <w:pPr>
        <w:pStyle w:val="Odsekzoznamu"/>
        <w:numPr>
          <w:ilvl w:val="0"/>
          <w:numId w:val="10"/>
        </w:numPr>
        <w:spacing w:line="480" w:lineRule="auto"/>
        <w:ind w:left="357" w:firstLine="0"/>
        <w:rPr>
          <w:lang w:val="de-DE"/>
        </w:rPr>
      </w:pPr>
      <w:r w:rsidRPr="008C34F6">
        <w:rPr>
          <w:b/>
          <w:color w:val="FF0000"/>
          <w:lang w:val="de-DE"/>
        </w:rPr>
        <w:t>Smartphones</w:t>
      </w:r>
    </w:p>
    <w:p w14:paraId="23131943" w14:textId="77777777" w:rsidR="00F11D70" w:rsidRPr="00D65446" w:rsidRDefault="00F11D70" w:rsidP="00F11D70">
      <w:pPr>
        <w:pStyle w:val="Odsekzoznamu"/>
        <w:rPr>
          <w:lang w:val="de-DE"/>
        </w:rPr>
      </w:pPr>
    </w:p>
    <w:p w14:paraId="2EBCDA4F" w14:textId="47816AB8" w:rsidR="00F11D70" w:rsidRPr="00D65446" w:rsidRDefault="008C34F6" w:rsidP="00EE0C4B">
      <w:pPr>
        <w:outlineLvl w:val="0"/>
        <w:rPr>
          <w:b/>
          <w:lang w:val="de-DE"/>
        </w:rPr>
      </w:pPr>
      <w:r w:rsidRPr="008C34F6">
        <w:rPr>
          <w:b/>
          <w:lang w:val="de-DE"/>
        </w:rPr>
        <w:t>Tablets, Smartphones, PCs, Smart-TVs</w:t>
      </w:r>
    </w:p>
    <w:sectPr w:rsidR="00F11D70" w:rsidRPr="00D65446" w:rsidSect="00F11D70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4198E" w14:textId="77777777" w:rsidR="00B80925" w:rsidRDefault="00B80925" w:rsidP="00861A1A">
      <w:r>
        <w:separator/>
      </w:r>
    </w:p>
  </w:endnote>
  <w:endnote w:type="continuationSeparator" w:id="0">
    <w:p w14:paraId="48DA2AD5" w14:textId="77777777" w:rsidR="00B80925" w:rsidRDefault="00B8092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98707B" w:rsidRPr="00580241" w14:paraId="03D0608E" w14:textId="77777777" w:rsidTr="00495C48">
      <w:tc>
        <w:tcPr>
          <w:tcW w:w="2518" w:type="dxa"/>
        </w:tcPr>
        <w:p w14:paraId="59FE68B0" w14:textId="77777777" w:rsidR="0098707B" w:rsidRDefault="0098707B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 wp14:anchorId="029F19DD" wp14:editId="2CAFD4DB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1228189" w14:textId="0862E684" w:rsidR="0098707B" w:rsidRPr="00580241" w:rsidRDefault="0098707B" w:rsidP="00E86B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98707B" w14:paraId="5AC640A6" w14:textId="77777777" w:rsidTr="00495C48">
      <w:tc>
        <w:tcPr>
          <w:tcW w:w="8472" w:type="dxa"/>
          <w:gridSpan w:val="2"/>
        </w:tcPr>
        <w:p w14:paraId="6C14DDC2" w14:textId="77777777" w:rsidR="0098707B" w:rsidRPr="00CA51B5" w:rsidRDefault="0098707B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778C41D3" w14:textId="77777777" w:rsidR="0098707B" w:rsidRPr="00CA51B5" w:rsidRDefault="0098707B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02AB0A08" w14:textId="77777777" w:rsidR="0098707B" w:rsidRDefault="0098707B">
    <w:pPr>
      <w:pStyle w:val="Pt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41980" w14:textId="77777777" w:rsidR="00B80925" w:rsidRDefault="00B80925" w:rsidP="00861A1A">
      <w:r>
        <w:separator/>
      </w:r>
    </w:p>
  </w:footnote>
  <w:footnote w:type="continuationSeparator" w:id="0">
    <w:p w14:paraId="0AA3C9F9" w14:textId="77777777" w:rsidR="00B80925" w:rsidRDefault="00B8092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7CC4D" w14:textId="66E05117" w:rsidR="0098707B" w:rsidRPr="00580241" w:rsidRDefault="0098707B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9264" behindDoc="0" locked="0" layoutInCell="1" allowOverlap="1" wp14:anchorId="1AA28851" wp14:editId="68543C6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80241">
      <w:rPr>
        <w:b/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13854FC9" w14:textId="34926458" w:rsidR="0098707B" w:rsidRPr="00580241" w:rsidRDefault="0098707B" w:rsidP="00E86BE4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580241">
      <w:rPr>
        <w:rFonts w:ascii="Calibri" w:hAnsi="Calibri"/>
        <w:smallCaps/>
        <w:noProof/>
        <w:sz w:val="20"/>
        <w:szCs w:val="20"/>
        <w:lang w:val="de-DE"/>
      </w:rPr>
      <w:t xml:space="preserve">NETZE DER ZUKUNFT </w:t>
    </w:r>
    <w:r>
      <w:rPr>
        <w:rFonts w:ascii="Calibri" w:hAnsi="Calibri"/>
        <w:smallCaps/>
        <w:noProof/>
        <w:sz w:val="20"/>
        <w:szCs w:val="20"/>
        <w:lang w:val="de-DE"/>
      </w:rPr>
      <w:t>–</w:t>
    </w:r>
    <w:r w:rsidRPr="00580241">
      <w:rPr>
        <w:rFonts w:ascii="Calibri" w:hAnsi="Calibri"/>
        <w:smallCaps/>
        <w:noProof/>
        <w:sz w:val="20"/>
        <w:szCs w:val="20"/>
        <w:lang w:val="de-DE"/>
      </w:rPr>
      <w:t xml:space="preserve"> SDN UND NFV</w:t>
    </w:r>
  </w:p>
  <w:p w14:paraId="7C529321" w14:textId="77777777" w:rsidR="0098707B" w:rsidRPr="00580241" w:rsidRDefault="0098707B">
    <w:pPr>
      <w:pStyle w:val="Hlavika"/>
      <w:rPr>
        <w:lang w:val="de-D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24"/>
    <w:rsid w:val="0000673F"/>
    <w:rsid w:val="00015E2D"/>
    <w:rsid w:val="00016AD8"/>
    <w:rsid w:val="00017595"/>
    <w:rsid w:val="00021197"/>
    <w:rsid w:val="00024C2C"/>
    <w:rsid w:val="00030EDA"/>
    <w:rsid w:val="00030F54"/>
    <w:rsid w:val="000321DA"/>
    <w:rsid w:val="0003552B"/>
    <w:rsid w:val="00043380"/>
    <w:rsid w:val="00045BEB"/>
    <w:rsid w:val="00047A67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2CEE"/>
    <w:rsid w:val="000A55B3"/>
    <w:rsid w:val="000A6AEF"/>
    <w:rsid w:val="000A7258"/>
    <w:rsid w:val="000B3220"/>
    <w:rsid w:val="000C4026"/>
    <w:rsid w:val="000C6B3A"/>
    <w:rsid w:val="000C773D"/>
    <w:rsid w:val="000C78EC"/>
    <w:rsid w:val="00126902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86854"/>
    <w:rsid w:val="001921BC"/>
    <w:rsid w:val="001922A0"/>
    <w:rsid w:val="00195724"/>
    <w:rsid w:val="00195A08"/>
    <w:rsid w:val="001A745A"/>
    <w:rsid w:val="001B057D"/>
    <w:rsid w:val="001C0AEF"/>
    <w:rsid w:val="001D00A1"/>
    <w:rsid w:val="001D5B8E"/>
    <w:rsid w:val="001D6F25"/>
    <w:rsid w:val="001E731C"/>
    <w:rsid w:val="001F34B1"/>
    <w:rsid w:val="001F6290"/>
    <w:rsid w:val="002071C6"/>
    <w:rsid w:val="00210091"/>
    <w:rsid w:val="00213F2C"/>
    <w:rsid w:val="00215616"/>
    <w:rsid w:val="00222C9C"/>
    <w:rsid w:val="00223478"/>
    <w:rsid w:val="00225015"/>
    <w:rsid w:val="0022583A"/>
    <w:rsid w:val="00234C80"/>
    <w:rsid w:val="00246F58"/>
    <w:rsid w:val="00251444"/>
    <w:rsid w:val="00266326"/>
    <w:rsid w:val="00266F4D"/>
    <w:rsid w:val="00267909"/>
    <w:rsid w:val="00272012"/>
    <w:rsid w:val="00276D7E"/>
    <w:rsid w:val="002825A8"/>
    <w:rsid w:val="00283A7C"/>
    <w:rsid w:val="002850DE"/>
    <w:rsid w:val="00292860"/>
    <w:rsid w:val="002976A9"/>
    <w:rsid w:val="002B0278"/>
    <w:rsid w:val="002B0866"/>
    <w:rsid w:val="002B41A8"/>
    <w:rsid w:val="002C1AB8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09ED"/>
    <w:rsid w:val="00315203"/>
    <w:rsid w:val="00317047"/>
    <w:rsid w:val="00321951"/>
    <w:rsid w:val="00337851"/>
    <w:rsid w:val="00347E4D"/>
    <w:rsid w:val="00351AF3"/>
    <w:rsid w:val="00355441"/>
    <w:rsid w:val="00371D20"/>
    <w:rsid w:val="0037516C"/>
    <w:rsid w:val="00375AEF"/>
    <w:rsid w:val="003764DB"/>
    <w:rsid w:val="00383AC8"/>
    <w:rsid w:val="00383D9F"/>
    <w:rsid w:val="0039238A"/>
    <w:rsid w:val="003937B7"/>
    <w:rsid w:val="003A3A97"/>
    <w:rsid w:val="003B1326"/>
    <w:rsid w:val="003C0A29"/>
    <w:rsid w:val="003C49EE"/>
    <w:rsid w:val="003C5B45"/>
    <w:rsid w:val="003D41BB"/>
    <w:rsid w:val="003D7BA4"/>
    <w:rsid w:val="003E01BE"/>
    <w:rsid w:val="003F03EB"/>
    <w:rsid w:val="003F0443"/>
    <w:rsid w:val="003F623C"/>
    <w:rsid w:val="003F7741"/>
    <w:rsid w:val="003F7F87"/>
    <w:rsid w:val="00400402"/>
    <w:rsid w:val="00402B09"/>
    <w:rsid w:val="00403EA0"/>
    <w:rsid w:val="00407B20"/>
    <w:rsid w:val="00417ED2"/>
    <w:rsid w:val="004213D5"/>
    <w:rsid w:val="0042217B"/>
    <w:rsid w:val="00424D8E"/>
    <w:rsid w:val="004264CC"/>
    <w:rsid w:val="00426A3E"/>
    <w:rsid w:val="00427A85"/>
    <w:rsid w:val="00434E4D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2966"/>
    <w:rsid w:val="00495C48"/>
    <w:rsid w:val="004A01E5"/>
    <w:rsid w:val="004A7B44"/>
    <w:rsid w:val="004B7C8C"/>
    <w:rsid w:val="004C0E36"/>
    <w:rsid w:val="004C18F2"/>
    <w:rsid w:val="004C540E"/>
    <w:rsid w:val="004D3028"/>
    <w:rsid w:val="004D5428"/>
    <w:rsid w:val="004E1166"/>
    <w:rsid w:val="004E5E95"/>
    <w:rsid w:val="004E6D03"/>
    <w:rsid w:val="004E70EA"/>
    <w:rsid w:val="004E78FE"/>
    <w:rsid w:val="004F1EB8"/>
    <w:rsid w:val="004F5AFF"/>
    <w:rsid w:val="005132B0"/>
    <w:rsid w:val="00517D43"/>
    <w:rsid w:val="00517E3A"/>
    <w:rsid w:val="0052284C"/>
    <w:rsid w:val="00522BCD"/>
    <w:rsid w:val="00546BDA"/>
    <w:rsid w:val="00561B7B"/>
    <w:rsid w:val="00561C5A"/>
    <w:rsid w:val="005728B3"/>
    <w:rsid w:val="005738D5"/>
    <w:rsid w:val="0057504E"/>
    <w:rsid w:val="00576956"/>
    <w:rsid w:val="005773B3"/>
    <w:rsid w:val="00580241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869"/>
    <w:rsid w:val="005F5FA1"/>
    <w:rsid w:val="005F6639"/>
    <w:rsid w:val="00614E0E"/>
    <w:rsid w:val="00625960"/>
    <w:rsid w:val="00625B5A"/>
    <w:rsid w:val="0063686B"/>
    <w:rsid w:val="006435FE"/>
    <w:rsid w:val="0064494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C437A"/>
    <w:rsid w:val="006C5514"/>
    <w:rsid w:val="006D39B2"/>
    <w:rsid w:val="006D3F30"/>
    <w:rsid w:val="006D441F"/>
    <w:rsid w:val="006D50FA"/>
    <w:rsid w:val="006F0D5B"/>
    <w:rsid w:val="006F5819"/>
    <w:rsid w:val="006F787A"/>
    <w:rsid w:val="007021F2"/>
    <w:rsid w:val="00706136"/>
    <w:rsid w:val="00710301"/>
    <w:rsid w:val="00710EF0"/>
    <w:rsid w:val="00712DF2"/>
    <w:rsid w:val="00730078"/>
    <w:rsid w:val="00733D2A"/>
    <w:rsid w:val="0073574D"/>
    <w:rsid w:val="00737263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B692A"/>
    <w:rsid w:val="007B6AFC"/>
    <w:rsid w:val="007B7C99"/>
    <w:rsid w:val="007C0FDD"/>
    <w:rsid w:val="007C1FB9"/>
    <w:rsid w:val="007C308E"/>
    <w:rsid w:val="007C5B85"/>
    <w:rsid w:val="007C6D5E"/>
    <w:rsid w:val="007D2A1F"/>
    <w:rsid w:val="007E16D1"/>
    <w:rsid w:val="007E6CED"/>
    <w:rsid w:val="00802588"/>
    <w:rsid w:val="008128CD"/>
    <w:rsid w:val="00813612"/>
    <w:rsid w:val="0081479C"/>
    <w:rsid w:val="0082551E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73A2"/>
    <w:rsid w:val="00882BE0"/>
    <w:rsid w:val="008836CE"/>
    <w:rsid w:val="00891FF5"/>
    <w:rsid w:val="00892793"/>
    <w:rsid w:val="00893E89"/>
    <w:rsid w:val="008A3619"/>
    <w:rsid w:val="008B05F5"/>
    <w:rsid w:val="008B17B4"/>
    <w:rsid w:val="008B397A"/>
    <w:rsid w:val="008B6CCD"/>
    <w:rsid w:val="008B73AF"/>
    <w:rsid w:val="008C34F6"/>
    <w:rsid w:val="008C64E0"/>
    <w:rsid w:val="008D2816"/>
    <w:rsid w:val="008D38F1"/>
    <w:rsid w:val="008F1B37"/>
    <w:rsid w:val="008F396C"/>
    <w:rsid w:val="008F5585"/>
    <w:rsid w:val="00905C9E"/>
    <w:rsid w:val="00912A69"/>
    <w:rsid w:val="009134AE"/>
    <w:rsid w:val="00916DC9"/>
    <w:rsid w:val="0094072E"/>
    <w:rsid w:val="00940A05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8707B"/>
    <w:rsid w:val="009A5885"/>
    <w:rsid w:val="009A5F9E"/>
    <w:rsid w:val="009B638C"/>
    <w:rsid w:val="009C4DB1"/>
    <w:rsid w:val="009C59FB"/>
    <w:rsid w:val="009C7B24"/>
    <w:rsid w:val="009C7D3C"/>
    <w:rsid w:val="009D3EBF"/>
    <w:rsid w:val="009D53B3"/>
    <w:rsid w:val="009E2A2A"/>
    <w:rsid w:val="009E6DFA"/>
    <w:rsid w:val="009F3633"/>
    <w:rsid w:val="009F3EC6"/>
    <w:rsid w:val="009F6E5E"/>
    <w:rsid w:val="00A05871"/>
    <w:rsid w:val="00A1239D"/>
    <w:rsid w:val="00A15527"/>
    <w:rsid w:val="00A17111"/>
    <w:rsid w:val="00A25713"/>
    <w:rsid w:val="00A26A28"/>
    <w:rsid w:val="00A35930"/>
    <w:rsid w:val="00A41E41"/>
    <w:rsid w:val="00A50FFF"/>
    <w:rsid w:val="00A527AF"/>
    <w:rsid w:val="00A54992"/>
    <w:rsid w:val="00A633E1"/>
    <w:rsid w:val="00A65E53"/>
    <w:rsid w:val="00A74031"/>
    <w:rsid w:val="00A8234A"/>
    <w:rsid w:val="00A97C95"/>
    <w:rsid w:val="00AA0506"/>
    <w:rsid w:val="00AA45F3"/>
    <w:rsid w:val="00AA5B23"/>
    <w:rsid w:val="00AB0478"/>
    <w:rsid w:val="00AB1D9B"/>
    <w:rsid w:val="00AB2C3E"/>
    <w:rsid w:val="00AB3D91"/>
    <w:rsid w:val="00AB60A7"/>
    <w:rsid w:val="00AC39EA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6452"/>
    <w:rsid w:val="00B177D0"/>
    <w:rsid w:val="00B2134A"/>
    <w:rsid w:val="00B22BB3"/>
    <w:rsid w:val="00B2529B"/>
    <w:rsid w:val="00B3151A"/>
    <w:rsid w:val="00B323F9"/>
    <w:rsid w:val="00B349CA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0925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612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45455"/>
    <w:rsid w:val="00C46516"/>
    <w:rsid w:val="00C5580D"/>
    <w:rsid w:val="00C574AD"/>
    <w:rsid w:val="00C57915"/>
    <w:rsid w:val="00C62D60"/>
    <w:rsid w:val="00C6418C"/>
    <w:rsid w:val="00C7264E"/>
    <w:rsid w:val="00C750D8"/>
    <w:rsid w:val="00C767C9"/>
    <w:rsid w:val="00C824FB"/>
    <w:rsid w:val="00C870EF"/>
    <w:rsid w:val="00C878F0"/>
    <w:rsid w:val="00C87AEA"/>
    <w:rsid w:val="00C93896"/>
    <w:rsid w:val="00C95121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41A4"/>
    <w:rsid w:val="00D16A60"/>
    <w:rsid w:val="00D20A5C"/>
    <w:rsid w:val="00D20E5C"/>
    <w:rsid w:val="00D22343"/>
    <w:rsid w:val="00D2650E"/>
    <w:rsid w:val="00D33524"/>
    <w:rsid w:val="00D45333"/>
    <w:rsid w:val="00D47DDD"/>
    <w:rsid w:val="00D573B0"/>
    <w:rsid w:val="00D64740"/>
    <w:rsid w:val="00D6535B"/>
    <w:rsid w:val="00D65446"/>
    <w:rsid w:val="00D71B81"/>
    <w:rsid w:val="00D74577"/>
    <w:rsid w:val="00D773FA"/>
    <w:rsid w:val="00D85512"/>
    <w:rsid w:val="00D90AB3"/>
    <w:rsid w:val="00DA18A6"/>
    <w:rsid w:val="00DA1F5C"/>
    <w:rsid w:val="00DA2091"/>
    <w:rsid w:val="00DA24E3"/>
    <w:rsid w:val="00DA2A27"/>
    <w:rsid w:val="00DB0A17"/>
    <w:rsid w:val="00DB2F24"/>
    <w:rsid w:val="00DB674B"/>
    <w:rsid w:val="00DB6B85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258C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77B0"/>
    <w:rsid w:val="00ED1F3C"/>
    <w:rsid w:val="00ED2956"/>
    <w:rsid w:val="00ED5B10"/>
    <w:rsid w:val="00EE0C4B"/>
    <w:rsid w:val="00EE3197"/>
    <w:rsid w:val="00EE685C"/>
    <w:rsid w:val="00EF0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76CCF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D4905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A6C07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y">
    <w:name w:val="Normal"/>
    <w:qFormat/>
    <w:rsid w:val="00F76CCF"/>
    <w:rPr>
      <w:sz w:val="24"/>
      <w:szCs w:val="24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y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Predvolenpsmoodseku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y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Predvolenpsmoodseku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y"/>
    <w:rsid w:val="00C148FD"/>
    <w:pPr>
      <w:pBdr>
        <w:bottom w:val="single" w:sz="4" w:space="1" w:color="auto"/>
      </w:pBdr>
    </w:pPr>
    <w:rPr>
      <w:szCs w:val="20"/>
    </w:rPr>
  </w:style>
  <w:style w:type="paragraph" w:styleId="Hlavika">
    <w:name w:val="header"/>
    <w:basedOn w:val="Normlny"/>
    <w:link w:val="HlavikaChar"/>
    <w:rsid w:val="003923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238A"/>
    <w:rPr>
      <w:sz w:val="24"/>
      <w:szCs w:val="24"/>
    </w:rPr>
  </w:style>
  <w:style w:type="paragraph" w:styleId="Pta">
    <w:name w:val="footer"/>
    <w:basedOn w:val="Normlny"/>
    <w:link w:val="PtaChar"/>
    <w:rsid w:val="003923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238A"/>
    <w:rPr>
      <w:sz w:val="24"/>
      <w:szCs w:val="24"/>
    </w:rPr>
  </w:style>
  <w:style w:type="paragraph" w:customStyle="1" w:styleId="eDotList1">
    <w:name w:val="eDotList1"/>
    <w:basedOn w:val="Zoznamsodrkami"/>
    <w:uiPriority w:val="99"/>
    <w:rsid w:val="009726FC"/>
    <w:pPr>
      <w:spacing w:after="240"/>
    </w:pPr>
    <w:rPr>
      <w:lang w:eastAsia="en-US"/>
    </w:rPr>
  </w:style>
  <w:style w:type="paragraph" w:styleId="Zoznamsodrkami">
    <w:name w:val="List Bullet"/>
    <w:basedOn w:val="Normlny"/>
    <w:rsid w:val="009726FC"/>
    <w:pPr>
      <w:tabs>
        <w:tab w:val="num" w:pos="340"/>
      </w:tabs>
      <w:ind w:left="340" w:hanging="340"/>
      <w:contextualSpacing/>
    </w:pPr>
  </w:style>
  <w:style w:type="paragraph" w:styleId="Odsekzoznamu">
    <w:name w:val="List Paragraph"/>
    <w:basedOn w:val="Normlny"/>
    <w:uiPriority w:val="34"/>
    <w:qFormat/>
    <w:rsid w:val="00F11D70"/>
    <w:pPr>
      <w:ind w:left="720"/>
      <w:contextualSpacing/>
    </w:pPr>
  </w:style>
  <w:style w:type="paragraph" w:customStyle="1" w:styleId="eText">
    <w:name w:val="eText"/>
    <w:basedOn w:val="Normlny"/>
    <w:link w:val="eTextChar"/>
    <w:uiPriority w:val="99"/>
    <w:rsid w:val="00C574AD"/>
    <w:pPr>
      <w:spacing w:after="240"/>
    </w:pPr>
    <w:rPr>
      <w:lang w:eastAsia="en-US"/>
    </w:rPr>
  </w:style>
  <w:style w:type="character" w:customStyle="1" w:styleId="eTextChar">
    <w:name w:val="eText Char"/>
    <w:basedOn w:val="Predvolenpsmoodseku"/>
    <w:link w:val="eText"/>
    <w:uiPriority w:val="99"/>
    <w:locked/>
    <w:rsid w:val="00C574AD"/>
    <w:rPr>
      <w:sz w:val="24"/>
      <w:szCs w:val="24"/>
      <w:lang w:val="en-US" w:eastAsia="en-US"/>
    </w:rPr>
  </w:style>
  <w:style w:type="paragraph" w:styleId="truktradokumentu">
    <w:name w:val="Document Map"/>
    <w:basedOn w:val="Normlny"/>
    <w:link w:val="truktradokumentuChar"/>
    <w:semiHidden/>
    <w:unhideWhenUsed/>
    <w:rsid w:val="00EE0C4B"/>
  </w:style>
  <w:style w:type="character" w:customStyle="1" w:styleId="truktradokumentuChar">
    <w:name w:val="Štruktúra dokumentu Char"/>
    <w:basedOn w:val="Predvolenpsmoodseku"/>
    <w:link w:val="truktradokumentu"/>
    <w:semiHidden/>
    <w:rsid w:val="00EE0C4B"/>
    <w:rPr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8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C:\Users\Admin\AppData\Local\Temp\TechPedia_worksheet_template_EN.dot</Template>
  <TotalTime>1</TotalTime>
  <Pages>3</Pages>
  <Words>494</Words>
  <Characters>2821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RVA</cp:lastModifiedBy>
  <cp:revision>17</cp:revision>
  <cp:lastPrinted>2013-05-24T15:00:00Z</cp:lastPrinted>
  <dcterms:created xsi:type="dcterms:W3CDTF">2016-12-10T15:06:00Z</dcterms:created>
  <dcterms:modified xsi:type="dcterms:W3CDTF">2017-03-31T07:29:00Z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