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2AD59" w14:textId="77777777" w:rsidR="00FD2A6B" w:rsidRPr="00B741DB" w:rsidRDefault="00FD2A6B" w:rsidP="00FD2A6B">
      <w:pPr>
        <w:pStyle w:val="eTask"/>
        <w:rPr>
          <w:lang w:val="de-DE"/>
        </w:rPr>
      </w:pPr>
      <w:r>
        <w:rPr>
          <w:lang w:val="de-DE"/>
        </w:rPr>
        <w:t>Bitte f</w:t>
      </w:r>
      <w:r w:rsidRPr="00B741DB">
        <w:rPr>
          <w:lang w:val="de-DE"/>
        </w:rPr>
        <w:t xml:space="preserve">üllen </w:t>
      </w:r>
      <w:r>
        <w:rPr>
          <w:lang w:val="de-DE"/>
        </w:rPr>
        <w:t>S</w:t>
      </w:r>
      <w:r w:rsidRPr="00B741DB">
        <w:rPr>
          <w:lang w:val="de-DE"/>
        </w:rPr>
        <w:t xml:space="preserve">ie die </w:t>
      </w:r>
      <w:r>
        <w:rPr>
          <w:lang w:val="de-DE"/>
        </w:rPr>
        <w:t>Textl</w:t>
      </w:r>
      <w:r w:rsidRPr="00B741DB">
        <w:rPr>
          <w:lang w:val="de-DE"/>
        </w:rPr>
        <w:t>ücke</w:t>
      </w:r>
      <w:r>
        <w:rPr>
          <w:lang w:val="de-DE"/>
        </w:rPr>
        <w:t>n aus</w:t>
      </w:r>
      <w:r w:rsidRPr="00B741DB">
        <w:rPr>
          <w:lang w:val="de-DE"/>
        </w:rPr>
        <w:t>.</w:t>
      </w:r>
    </w:p>
    <w:p w14:paraId="256A9EC3" w14:textId="77777777" w:rsidR="002A4E00" w:rsidRPr="00B741DB" w:rsidRDefault="002A4E00" w:rsidP="00414384">
      <w:pPr>
        <w:rPr>
          <w:lang w:val="de-DE"/>
        </w:rPr>
      </w:pPr>
    </w:p>
    <w:p w14:paraId="065973AA" w14:textId="4EF228A0" w:rsidR="00B741DB" w:rsidRPr="00B741DB" w:rsidRDefault="00FD2A6B" w:rsidP="0012176C">
      <w:pPr>
        <w:pStyle w:val="eText"/>
        <w:spacing w:after="0" w:line="360" w:lineRule="auto"/>
        <w:rPr>
          <w:lang w:val="de-DE"/>
        </w:rPr>
      </w:pPr>
      <w:r w:rsidRPr="00B741DB">
        <w:rPr>
          <w:lang w:val="de-DE"/>
        </w:rPr>
        <w:t xml:space="preserve">Aus Sicherheitsgründen </w:t>
      </w:r>
      <w:r>
        <w:rPr>
          <w:lang w:val="de-DE"/>
        </w:rPr>
        <w:t>wenden</w:t>
      </w:r>
      <w:r w:rsidRPr="00B741DB">
        <w:rPr>
          <w:lang w:val="de-DE"/>
        </w:rPr>
        <w:t xml:space="preserve"> viele Systeme und Anwendungen eine </w:t>
      </w:r>
      <w:r w:rsidR="00B741DB" w:rsidRPr="00B741DB">
        <w:rPr>
          <w:lang w:val="de-DE"/>
        </w:rPr>
        <w:t xml:space="preserve">basierend auf </w:t>
      </w:r>
      <w:r w:rsidR="004A2C05" w:rsidRPr="00FC674A">
        <w:rPr>
          <w:lang w:val="de-DE"/>
        </w:rPr>
        <w:t>_____________________________</w:t>
      </w:r>
      <w:r w:rsidR="00B741DB" w:rsidRPr="00B741DB">
        <w:rPr>
          <w:lang w:val="de-DE"/>
        </w:rPr>
        <w:t>Daten an.</w:t>
      </w:r>
    </w:p>
    <w:p w14:paraId="30B6E58D" w14:textId="77777777" w:rsidR="001922A0" w:rsidRPr="0046540E" w:rsidRDefault="001922A0" w:rsidP="00414384">
      <w:pPr>
        <w:pStyle w:val="eLineBottom"/>
        <w:rPr>
          <w:sz w:val="22"/>
          <w:szCs w:val="22"/>
          <w:lang w:val="de-DE"/>
        </w:rPr>
      </w:pPr>
    </w:p>
    <w:p w14:paraId="73910CD0" w14:textId="77777777" w:rsidR="00985B1B" w:rsidRPr="0046540E" w:rsidRDefault="00985B1B" w:rsidP="00414384">
      <w:pPr>
        <w:rPr>
          <w:sz w:val="22"/>
          <w:szCs w:val="22"/>
          <w:lang w:val="de-DE"/>
        </w:rPr>
      </w:pPr>
    </w:p>
    <w:p w14:paraId="11E023DF" w14:textId="77777777" w:rsidR="00FD2A6B" w:rsidRPr="00B741DB" w:rsidRDefault="00FD2A6B" w:rsidP="00FD2A6B">
      <w:pPr>
        <w:pStyle w:val="eTask"/>
        <w:rPr>
          <w:lang w:val="de-DE"/>
        </w:rPr>
      </w:pPr>
      <w:r w:rsidRPr="00B741DB">
        <w:rPr>
          <w:lang w:val="de-DE"/>
        </w:rPr>
        <w:t xml:space="preserve">Die </w:t>
      </w:r>
      <w:proofErr w:type="spellStart"/>
      <w:r w:rsidRPr="00B741DB">
        <w:rPr>
          <w:lang w:val="de-DE"/>
        </w:rPr>
        <w:t>Sprecheridentifizierungs</w:t>
      </w:r>
      <w:proofErr w:type="spellEnd"/>
      <w:r w:rsidRPr="00B741DB">
        <w:rPr>
          <w:lang w:val="de-DE"/>
        </w:rPr>
        <w:t xml:space="preserve"> umfasst </w:t>
      </w:r>
      <w:r>
        <w:rPr>
          <w:lang w:val="de-DE"/>
        </w:rPr>
        <w:t xml:space="preserve">diese </w:t>
      </w:r>
      <w:r w:rsidRPr="00B741DB">
        <w:rPr>
          <w:lang w:val="de-DE"/>
        </w:rPr>
        <w:t>3 Forschungsgebiete:</w:t>
      </w:r>
    </w:p>
    <w:p w14:paraId="4F95791B" w14:textId="77777777" w:rsidR="001E0F8B" w:rsidRPr="00B741DB" w:rsidRDefault="001E0F8B" w:rsidP="00336F49">
      <w:pPr>
        <w:rPr>
          <w:lang w:val="de-DE"/>
        </w:rPr>
      </w:pPr>
    </w:p>
    <w:p w14:paraId="3453D33B" w14:textId="6FC0C824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4A2C05">
        <w:rPr>
          <w:lang w:val="en-US"/>
        </w:rPr>
        <w:t>_____________________________</w:t>
      </w:r>
    </w:p>
    <w:p w14:paraId="0EDB50C8" w14:textId="75B26179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2.</w:t>
      </w:r>
      <w:r w:rsidRPr="00B741DB">
        <w:rPr>
          <w:lang w:val="de-DE"/>
        </w:rPr>
        <w:tab/>
      </w:r>
      <w:r w:rsidR="004A2C05">
        <w:rPr>
          <w:lang w:val="en-US"/>
        </w:rPr>
        <w:t>_____________________________</w:t>
      </w:r>
    </w:p>
    <w:p w14:paraId="0EB6D40A" w14:textId="0E1C5971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3.</w:t>
      </w:r>
      <w:r w:rsidRPr="00B741DB">
        <w:rPr>
          <w:lang w:val="de-DE"/>
        </w:rPr>
        <w:tab/>
      </w:r>
      <w:r w:rsidR="004A2C05">
        <w:rPr>
          <w:lang w:val="en-US"/>
        </w:rPr>
        <w:t>_____________________________</w:t>
      </w:r>
    </w:p>
    <w:p w14:paraId="16F12CC5" w14:textId="77777777" w:rsidR="002A4E00" w:rsidRPr="0046540E" w:rsidRDefault="002A4E00" w:rsidP="00414384">
      <w:pPr>
        <w:pStyle w:val="eLineBottom"/>
        <w:rPr>
          <w:sz w:val="22"/>
          <w:szCs w:val="22"/>
          <w:lang w:val="de-DE"/>
        </w:rPr>
      </w:pPr>
    </w:p>
    <w:p w14:paraId="3D4F50B1" w14:textId="77777777" w:rsidR="001E0F8B" w:rsidRPr="0046540E" w:rsidRDefault="001E0F8B" w:rsidP="00414384">
      <w:pPr>
        <w:rPr>
          <w:sz w:val="22"/>
          <w:szCs w:val="22"/>
          <w:lang w:val="de-DE"/>
        </w:rPr>
      </w:pPr>
    </w:p>
    <w:p w14:paraId="726376E0" w14:textId="77777777" w:rsidR="00FD2A6B" w:rsidRPr="00B741DB" w:rsidRDefault="00FD2A6B" w:rsidP="00FD2A6B">
      <w:pPr>
        <w:pStyle w:val="eTask"/>
        <w:rPr>
          <w:lang w:val="de-DE"/>
        </w:rPr>
      </w:pPr>
      <w:r w:rsidRPr="00B56EA0">
        <w:rPr>
          <w:lang w:val="de-DE"/>
        </w:rPr>
        <w:t>Sprachmerkmale zur Identifikation werden in mehr</w:t>
      </w:r>
      <w:r>
        <w:rPr>
          <w:lang w:val="de-DE"/>
        </w:rPr>
        <w:t>ere</w:t>
      </w:r>
      <w:r w:rsidRPr="00B56EA0">
        <w:rPr>
          <w:lang w:val="de-DE"/>
        </w:rPr>
        <w:t xml:space="preserve"> Ebenen unterteilt</w:t>
      </w:r>
      <w:r w:rsidRPr="00B741DB">
        <w:rPr>
          <w:lang w:val="de-DE"/>
        </w:rPr>
        <w:t>:</w:t>
      </w:r>
    </w:p>
    <w:p w14:paraId="30E1F32B" w14:textId="77777777" w:rsidR="002A4E00" w:rsidRPr="00B741DB" w:rsidRDefault="002A4E00" w:rsidP="00414384">
      <w:pPr>
        <w:rPr>
          <w:lang w:val="de-DE"/>
        </w:rPr>
      </w:pPr>
    </w:p>
    <w:p w14:paraId="673A77A2" w14:textId="3C9C3314" w:rsidR="002A4E00" w:rsidRPr="0046540E" w:rsidRDefault="004A2C05" w:rsidP="00336F49">
      <w:pPr>
        <w:rPr>
          <w:lang w:val="de-DE"/>
        </w:rPr>
      </w:pPr>
      <w:r w:rsidRPr="0046540E">
        <w:rPr>
          <w:rStyle w:val="eCheckBoxSquareChar"/>
          <w:lang w:val="de-DE"/>
        </w:rPr>
        <w:t>□</w:t>
      </w:r>
      <w:r w:rsidR="00507561" w:rsidRPr="0046540E">
        <w:rPr>
          <w:szCs w:val="40"/>
          <w:lang w:val="de-DE"/>
        </w:rPr>
        <w:tab/>
      </w:r>
      <w:r w:rsidR="00B56EA0" w:rsidRPr="0046540E">
        <w:rPr>
          <w:lang w:val="de-DE"/>
        </w:rPr>
        <w:t>akustische Merkmale</w:t>
      </w:r>
    </w:p>
    <w:p w14:paraId="490C78D6" w14:textId="1E6C6A27" w:rsidR="002A4E00" w:rsidRPr="0046540E" w:rsidRDefault="002A4E00" w:rsidP="00336F49">
      <w:pPr>
        <w:rPr>
          <w:rStyle w:val="eCheckBoxTextChar"/>
          <w:lang w:val="de-DE"/>
        </w:rPr>
      </w:pPr>
      <w:r w:rsidRPr="0046540E">
        <w:rPr>
          <w:rStyle w:val="eCheckBoxSquareChar"/>
          <w:lang w:val="de-DE"/>
        </w:rPr>
        <w:t>□</w:t>
      </w:r>
      <w:r w:rsidRPr="0046540E">
        <w:rPr>
          <w:szCs w:val="40"/>
          <w:lang w:val="de-DE"/>
        </w:rPr>
        <w:tab/>
      </w:r>
      <w:r w:rsidR="00B56EA0" w:rsidRPr="0046540E">
        <w:rPr>
          <w:lang w:val="de-DE"/>
        </w:rPr>
        <w:t>niedrigere Merkmale</w:t>
      </w:r>
    </w:p>
    <w:p w14:paraId="7E8494A9" w14:textId="3BFA599A" w:rsidR="002A4E00" w:rsidRPr="0046540E" w:rsidRDefault="004A2C05" w:rsidP="00336F49">
      <w:pPr>
        <w:rPr>
          <w:rStyle w:val="eTerm"/>
          <w:lang w:val="de-DE"/>
        </w:rPr>
      </w:pPr>
      <w:r w:rsidRPr="0046540E">
        <w:rPr>
          <w:rStyle w:val="eCheckBoxSquareChar"/>
          <w:lang w:val="de-DE"/>
        </w:rPr>
        <w:t>□</w:t>
      </w:r>
      <w:r w:rsidR="00507561" w:rsidRPr="0046540E">
        <w:rPr>
          <w:szCs w:val="40"/>
          <w:lang w:val="de-DE"/>
        </w:rPr>
        <w:tab/>
      </w:r>
      <w:r w:rsidR="00B56EA0" w:rsidRPr="0046540E">
        <w:rPr>
          <w:lang w:val="de-DE"/>
        </w:rPr>
        <w:t>prosodische Merkmale</w:t>
      </w:r>
    </w:p>
    <w:p w14:paraId="3F481F51" w14:textId="1F68A228" w:rsidR="002A4E00" w:rsidRPr="0046540E" w:rsidRDefault="004A2C05" w:rsidP="00336F49">
      <w:pPr>
        <w:rPr>
          <w:rStyle w:val="eTerm"/>
          <w:lang w:val="de-DE"/>
        </w:rPr>
      </w:pPr>
      <w:r w:rsidRPr="0046540E">
        <w:rPr>
          <w:rStyle w:val="eCheckBoxSquareChar"/>
          <w:lang w:val="de-DE"/>
        </w:rPr>
        <w:t>□</w:t>
      </w:r>
      <w:r w:rsidR="00507561" w:rsidRPr="0046540E">
        <w:rPr>
          <w:rStyle w:val="eCheckBoxSquareChar"/>
          <w:lang w:val="de-DE"/>
        </w:rPr>
        <w:tab/>
      </w:r>
      <w:r w:rsidR="00B56EA0" w:rsidRPr="0046540E">
        <w:rPr>
          <w:lang w:val="de-DE"/>
        </w:rPr>
        <w:t>höhere Merkmale</w:t>
      </w:r>
    </w:p>
    <w:p w14:paraId="4CE62D15" w14:textId="77777777" w:rsidR="002A4E00" w:rsidRPr="0046540E" w:rsidRDefault="002A4E00" w:rsidP="00414384">
      <w:pPr>
        <w:pStyle w:val="eLineBottom"/>
        <w:rPr>
          <w:rStyle w:val="eTerm"/>
          <w:sz w:val="22"/>
          <w:szCs w:val="22"/>
          <w:lang w:val="de-DE"/>
        </w:rPr>
      </w:pPr>
    </w:p>
    <w:p w14:paraId="355C637C" w14:textId="77777777" w:rsidR="00985B1B" w:rsidRPr="0046540E" w:rsidRDefault="00985B1B" w:rsidP="00414384">
      <w:pPr>
        <w:rPr>
          <w:sz w:val="22"/>
          <w:szCs w:val="22"/>
          <w:lang w:val="de-DE"/>
        </w:rPr>
      </w:pPr>
    </w:p>
    <w:p w14:paraId="34615241" w14:textId="7AD3B18A" w:rsidR="00985B1B" w:rsidRPr="00B741DB" w:rsidRDefault="00081373" w:rsidP="00336F49">
      <w:pPr>
        <w:pStyle w:val="eTask"/>
        <w:rPr>
          <w:lang w:val="de-DE"/>
        </w:rPr>
      </w:pPr>
      <w:r w:rsidRPr="00081373">
        <w:rPr>
          <w:lang w:val="de-DE"/>
        </w:rPr>
        <w:t>Welche der folgenden Kategorien gehören nicht zu Klassifizierungsmethoden, die zur Entscheidung über die Sprecheridentität auf der Grundlage von Sprachmerkmalen verwendet werden</w:t>
      </w:r>
      <w:r>
        <w:rPr>
          <w:lang w:val="de-DE"/>
        </w:rPr>
        <w:t>?</w:t>
      </w:r>
    </w:p>
    <w:p w14:paraId="149D6906" w14:textId="77777777" w:rsidR="00985B1B" w:rsidRPr="0046540E" w:rsidRDefault="00985B1B" w:rsidP="00414384">
      <w:pPr>
        <w:rPr>
          <w:sz w:val="22"/>
          <w:szCs w:val="22"/>
          <w:lang w:val="de-DE"/>
        </w:rPr>
      </w:pPr>
    </w:p>
    <w:p w14:paraId="75D2C3BF" w14:textId="5BDCBE18" w:rsidR="00985B1B" w:rsidRPr="0046540E" w:rsidRDefault="00985B1B" w:rsidP="00336F49">
      <w:pPr>
        <w:rPr>
          <w:lang w:val="de-DE"/>
        </w:rPr>
      </w:pPr>
      <w:r w:rsidRPr="0046540E">
        <w:rPr>
          <w:rStyle w:val="eCheckBoxSquareChar"/>
          <w:lang w:val="de-DE"/>
        </w:rPr>
        <w:t>□</w:t>
      </w:r>
      <w:r w:rsidRPr="0046540E">
        <w:rPr>
          <w:szCs w:val="40"/>
          <w:lang w:val="de-DE"/>
        </w:rPr>
        <w:tab/>
      </w:r>
      <w:r w:rsidR="00081373" w:rsidRPr="0046540E">
        <w:rPr>
          <w:lang w:val="de-DE"/>
        </w:rPr>
        <w:t>Parametrische Methoden</w:t>
      </w:r>
    </w:p>
    <w:p w14:paraId="31AC7BE9" w14:textId="6950667B" w:rsidR="00985B1B" w:rsidRPr="0046540E" w:rsidRDefault="00D728AC" w:rsidP="00336F49">
      <w:pPr>
        <w:rPr>
          <w:rStyle w:val="eTerm"/>
          <w:lang w:val="de-DE"/>
        </w:rPr>
      </w:pPr>
      <w:r w:rsidRPr="0046540E">
        <w:rPr>
          <w:rStyle w:val="eCheckBoxSquareChar"/>
          <w:lang w:val="de-DE"/>
        </w:rPr>
        <w:t>□</w:t>
      </w:r>
      <w:r w:rsidR="00985B1B" w:rsidRPr="0046540E">
        <w:rPr>
          <w:szCs w:val="40"/>
          <w:lang w:val="de-DE"/>
        </w:rPr>
        <w:tab/>
      </w:r>
      <w:r w:rsidR="00081373" w:rsidRPr="0046540E">
        <w:rPr>
          <w:lang w:val="de-DE"/>
        </w:rPr>
        <w:t>Approximationsmethoden</w:t>
      </w:r>
    </w:p>
    <w:p w14:paraId="411A677F" w14:textId="055D31A9" w:rsidR="00985B1B" w:rsidRPr="0046540E" w:rsidRDefault="00985B1B" w:rsidP="00336F49">
      <w:pPr>
        <w:rPr>
          <w:rStyle w:val="eTerm"/>
          <w:lang w:val="de-DE"/>
        </w:rPr>
      </w:pPr>
      <w:r w:rsidRPr="0046540E">
        <w:rPr>
          <w:rStyle w:val="eCheckBoxSquareChar"/>
          <w:lang w:val="de-DE"/>
        </w:rPr>
        <w:t>□</w:t>
      </w:r>
      <w:r w:rsidRPr="0046540E">
        <w:rPr>
          <w:szCs w:val="40"/>
          <w:lang w:val="de-DE"/>
        </w:rPr>
        <w:tab/>
      </w:r>
      <w:r w:rsidR="00081373" w:rsidRPr="0046540E">
        <w:rPr>
          <w:lang w:val="de-DE"/>
        </w:rPr>
        <w:t>Nichtparametrische Methoden</w:t>
      </w:r>
    </w:p>
    <w:p w14:paraId="2D01426A" w14:textId="2752731B" w:rsidR="00985B1B" w:rsidRPr="0046540E" w:rsidRDefault="00985B1B" w:rsidP="00336F49">
      <w:pPr>
        <w:rPr>
          <w:lang w:val="de-DE"/>
        </w:rPr>
      </w:pPr>
      <w:r w:rsidRPr="0046540E">
        <w:rPr>
          <w:rStyle w:val="eCheckBoxSquareChar"/>
          <w:lang w:val="de-DE"/>
        </w:rPr>
        <w:t>□</w:t>
      </w:r>
      <w:r w:rsidR="00507561" w:rsidRPr="0046540E">
        <w:rPr>
          <w:rStyle w:val="eCheckBoxSquareChar"/>
          <w:lang w:val="de-DE"/>
        </w:rPr>
        <w:tab/>
      </w:r>
      <w:r w:rsidR="00081373" w:rsidRPr="0046540E">
        <w:rPr>
          <w:lang w:val="de-DE"/>
        </w:rPr>
        <w:t>Diskriminierende Methoden</w:t>
      </w:r>
    </w:p>
    <w:p w14:paraId="245D96BB" w14:textId="77777777" w:rsidR="00F0467D" w:rsidRPr="0046540E" w:rsidRDefault="00F0467D" w:rsidP="00414384">
      <w:pPr>
        <w:pStyle w:val="eLineBottom"/>
        <w:rPr>
          <w:sz w:val="22"/>
          <w:szCs w:val="22"/>
          <w:lang w:val="de-DE"/>
        </w:rPr>
      </w:pPr>
    </w:p>
    <w:p w14:paraId="356C3C95" w14:textId="77777777" w:rsidR="00985B1B" w:rsidRPr="0046540E" w:rsidRDefault="00985B1B" w:rsidP="00336F49">
      <w:pPr>
        <w:rPr>
          <w:sz w:val="22"/>
          <w:szCs w:val="22"/>
          <w:lang w:val="de-DE"/>
        </w:rPr>
      </w:pPr>
    </w:p>
    <w:p w14:paraId="214A210C" w14:textId="77777777" w:rsidR="00FD2A6B" w:rsidRDefault="00FD2A6B" w:rsidP="00FD2A6B">
      <w:pPr>
        <w:pStyle w:val="eTask"/>
        <w:rPr>
          <w:lang w:val="de-DE"/>
        </w:rPr>
      </w:pPr>
      <w:r w:rsidRPr="00A9079E">
        <w:rPr>
          <w:lang w:val="de-DE"/>
        </w:rPr>
        <w:t xml:space="preserve">Der Hauptzweck des Sprachsignals besteht darin, lexikalische Informationen zu vermitteln. Es enthält jedoch zusätzliche Informationen, z.B. </w:t>
      </w:r>
      <w:r>
        <w:rPr>
          <w:lang w:val="de-DE"/>
        </w:rPr>
        <w:t>s</w:t>
      </w:r>
      <w:r w:rsidRPr="00A9079E">
        <w:rPr>
          <w:lang w:val="de-DE"/>
        </w:rPr>
        <w:t>precherspezifisch</w:t>
      </w:r>
      <w:r>
        <w:rPr>
          <w:lang w:val="de-DE"/>
        </w:rPr>
        <w:t>e Informationen:</w:t>
      </w:r>
    </w:p>
    <w:p w14:paraId="4A061DC5" w14:textId="77777777" w:rsidR="00C444FD" w:rsidRPr="00B741DB" w:rsidRDefault="00C444FD" w:rsidP="00414384">
      <w:pPr>
        <w:rPr>
          <w:lang w:val="de-DE"/>
        </w:rPr>
      </w:pPr>
    </w:p>
    <w:p w14:paraId="67B0F6A4" w14:textId="6A899489" w:rsidR="00C444FD" w:rsidRPr="00B741DB" w:rsidRDefault="00C444FD" w:rsidP="00414384">
      <w:pPr>
        <w:pStyle w:val="eText"/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D728AC">
        <w:rPr>
          <w:lang w:val="en-US"/>
        </w:rPr>
        <w:t>_____________________________</w:t>
      </w:r>
    </w:p>
    <w:p w14:paraId="0AF2D6E2" w14:textId="1129E9DF" w:rsidR="00C444FD" w:rsidRPr="00B741DB" w:rsidRDefault="00C444FD" w:rsidP="00414384">
      <w:pPr>
        <w:pStyle w:val="eText"/>
        <w:rPr>
          <w:lang w:val="de-DE"/>
        </w:rPr>
      </w:pPr>
      <w:r w:rsidRPr="00B741DB">
        <w:rPr>
          <w:lang w:val="de-DE"/>
        </w:rPr>
        <w:t>2.</w:t>
      </w:r>
      <w:r w:rsidR="00414384" w:rsidRPr="00B741DB">
        <w:rPr>
          <w:lang w:val="de-DE"/>
        </w:rPr>
        <w:tab/>
      </w:r>
      <w:r w:rsidR="00D728AC">
        <w:rPr>
          <w:lang w:val="en-US"/>
        </w:rPr>
        <w:t>_____________________________</w:t>
      </w:r>
    </w:p>
    <w:p w14:paraId="212A65C2" w14:textId="401928EC" w:rsidR="00C444FD" w:rsidRDefault="00C444FD" w:rsidP="00414384">
      <w:pPr>
        <w:pStyle w:val="eText"/>
        <w:rPr>
          <w:lang w:val="en-US"/>
        </w:rPr>
      </w:pPr>
      <w:r w:rsidRPr="00B741DB">
        <w:rPr>
          <w:lang w:val="de-DE"/>
        </w:rPr>
        <w:t>3.</w:t>
      </w:r>
      <w:r w:rsidR="00414384" w:rsidRPr="00B741DB">
        <w:rPr>
          <w:lang w:val="de-DE"/>
        </w:rPr>
        <w:tab/>
      </w:r>
      <w:r w:rsidR="00D728AC">
        <w:rPr>
          <w:lang w:val="en-US"/>
        </w:rPr>
        <w:t>_____________________________</w:t>
      </w:r>
    </w:p>
    <w:p w14:paraId="728E8C27" w14:textId="1F71EFED" w:rsidR="002E1F57" w:rsidRPr="00B741DB" w:rsidRDefault="008A58D1" w:rsidP="00336F49">
      <w:pPr>
        <w:pStyle w:val="eTask"/>
        <w:rPr>
          <w:lang w:val="de-DE"/>
        </w:rPr>
      </w:pPr>
      <w:r w:rsidRPr="008A58D1">
        <w:rPr>
          <w:lang w:val="de-DE"/>
        </w:rPr>
        <w:lastRenderedPageBreak/>
        <w:t>Ordnen Sie die richtige Definition zu</w:t>
      </w:r>
      <w:r>
        <w:rPr>
          <w:lang w:val="de-DE"/>
        </w:rPr>
        <w:t>:</w:t>
      </w:r>
      <w:r w:rsidR="002E1F57" w:rsidRPr="00B741DB">
        <w:rPr>
          <w:lang w:val="de-DE"/>
        </w:rPr>
        <w:t xml:space="preserve"> </w:t>
      </w:r>
    </w:p>
    <w:p w14:paraId="61A3BBB6" w14:textId="77777777" w:rsidR="002E1F57" w:rsidRPr="00B741DB" w:rsidRDefault="002E1F57" w:rsidP="00414384">
      <w:pPr>
        <w:rPr>
          <w:lang w:val="de-DE"/>
        </w:rPr>
      </w:pPr>
    </w:p>
    <w:p w14:paraId="61652595" w14:textId="02661DED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Identifizierung</w:t>
      </w:r>
      <w:r w:rsidR="00414384" w:rsidRPr="00B741DB">
        <w:rPr>
          <w:lang w:val="de-DE"/>
        </w:rPr>
        <w:tab/>
      </w:r>
      <w:r w:rsidR="00487FD1" w:rsidRPr="00414384">
        <w:t>__________________________</w:t>
      </w:r>
    </w:p>
    <w:p w14:paraId="005FB7A0" w14:textId="5703A575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2.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Authentifizierung</w:t>
      </w:r>
      <w:r w:rsidR="00414384" w:rsidRPr="00B741DB">
        <w:rPr>
          <w:lang w:val="de-DE"/>
        </w:rPr>
        <w:tab/>
      </w:r>
      <w:r w:rsidR="00487FD1" w:rsidRPr="00414384">
        <w:t>__________________________</w:t>
      </w:r>
    </w:p>
    <w:p w14:paraId="73141737" w14:textId="09E2DD35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3.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Autorisierung</w:t>
      </w:r>
      <w:r w:rsidR="00414384" w:rsidRPr="00B741DB">
        <w:rPr>
          <w:lang w:val="de-DE"/>
        </w:rPr>
        <w:tab/>
      </w:r>
      <w:r w:rsidR="00487FD1" w:rsidRPr="00414384">
        <w:t>__________________________</w:t>
      </w:r>
    </w:p>
    <w:p w14:paraId="64CB8B9F" w14:textId="77777777" w:rsidR="00414384" w:rsidRPr="00B741DB" w:rsidRDefault="00414384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</w:p>
    <w:p w14:paraId="2C6BC244" w14:textId="77777777" w:rsidR="00FD2A6B" w:rsidRPr="00B741DB" w:rsidRDefault="00FD2A6B" w:rsidP="00FD2A6B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1</w:t>
      </w:r>
      <w:r w:rsidRPr="00B741DB">
        <w:rPr>
          <w:lang w:val="de-DE"/>
        </w:rPr>
        <w:t xml:space="preserve"> – </w:t>
      </w:r>
      <w:r w:rsidRPr="008A58D1">
        <w:rPr>
          <w:lang w:val="de-DE"/>
        </w:rPr>
        <w:t xml:space="preserve">Nachdem Identifikations-String oder Token akzeptiert wird, muss der Benutzer seine Identität </w:t>
      </w:r>
      <w:r>
        <w:rPr>
          <w:lang w:val="de-DE"/>
        </w:rPr>
        <w:t>nachweisen</w:t>
      </w:r>
      <w:r w:rsidRPr="00B741DB">
        <w:rPr>
          <w:lang w:val="de-DE"/>
        </w:rPr>
        <w:t xml:space="preserve">. </w:t>
      </w:r>
    </w:p>
    <w:p w14:paraId="3D0864A0" w14:textId="77777777" w:rsidR="00FD2A6B" w:rsidRPr="00B741DB" w:rsidRDefault="00FD2A6B" w:rsidP="00FD2A6B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2</w:t>
      </w:r>
      <w:r w:rsidRPr="00B741DB">
        <w:rPr>
          <w:lang w:val="de-DE"/>
        </w:rPr>
        <w:t xml:space="preserve"> – </w:t>
      </w:r>
      <w:r w:rsidRPr="008A58D1">
        <w:rPr>
          <w:lang w:val="de-DE"/>
        </w:rPr>
        <w:t xml:space="preserve">Den Zugriff des Nutzers auf den angeforderten Inhalt </w:t>
      </w:r>
      <w:r>
        <w:rPr>
          <w:lang w:val="de-DE"/>
        </w:rPr>
        <w:t xml:space="preserve">oder Funktionen </w:t>
      </w:r>
      <w:r w:rsidRPr="008A58D1">
        <w:rPr>
          <w:lang w:val="de-DE"/>
        </w:rPr>
        <w:t xml:space="preserve">zu ermöglichen oder zu verweigern </w:t>
      </w:r>
      <w:r>
        <w:rPr>
          <w:lang w:val="de-DE"/>
        </w:rPr>
        <w:t xml:space="preserve">- aufgrund </w:t>
      </w:r>
      <w:r w:rsidRPr="008A58D1">
        <w:rPr>
          <w:lang w:val="de-DE"/>
        </w:rPr>
        <w:t>seiner Zugriffsrechte</w:t>
      </w:r>
      <w:r>
        <w:rPr>
          <w:lang w:val="de-DE"/>
        </w:rPr>
        <w:t>.</w:t>
      </w:r>
    </w:p>
    <w:p w14:paraId="06091144" w14:textId="5D0B07E4" w:rsidR="00FD2A6B" w:rsidRPr="00B741DB" w:rsidRDefault="00FD2A6B" w:rsidP="00FD2A6B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3</w:t>
      </w:r>
      <w:r w:rsidRPr="00B741DB">
        <w:rPr>
          <w:lang w:val="de-DE"/>
        </w:rPr>
        <w:t xml:space="preserve"> – </w:t>
      </w:r>
      <w:r>
        <w:rPr>
          <w:lang w:val="de-DE"/>
        </w:rPr>
        <w:t xml:space="preserve">Der </w:t>
      </w:r>
      <w:r w:rsidRPr="0030078C">
        <w:rPr>
          <w:lang w:val="de-DE"/>
        </w:rPr>
        <w:t xml:space="preserve">Benutzer wird durch Token oder Identifikationszeichenfolge (Telefonnummer oder </w:t>
      </w:r>
      <w:r>
        <w:rPr>
          <w:lang w:val="de-DE"/>
        </w:rPr>
        <w:br/>
      </w:r>
      <w:bookmarkStart w:id="0" w:name="_GoBack"/>
      <w:bookmarkEnd w:id="0"/>
      <w:r w:rsidRPr="0030078C">
        <w:rPr>
          <w:lang w:val="de-DE"/>
        </w:rPr>
        <w:t>E-Mail-Adresse) identifiziert</w:t>
      </w:r>
    </w:p>
    <w:p w14:paraId="44122836" w14:textId="77777777" w:rsidR="008A0046" w:rsidRPr="00B741DB" w:rsidRDefault="008A0046" w:rsidP="00414384">
      <w:pPr>
        <w:pStyle w:val="eLineBottom"/>
        <w:rPr>
          <w:lang w:val="de-DE"/>
        </w:rPr>
      </w:pPr>
    </w:p>
    <w:p w14:paraId="079D824D" w14:textId="77777777" w:rsidR="00414384" w:rsidRPr="00B741DB" w:rsidRDefault="00414384" w:rsidP="00336F49">
      <w:pPr>
        <w:rPr>
          <w:lang w:val="de-DE"/>
        </w:rPr>
      </w:pPr>
    </w:p>
    <w:p w14:paraId="7477F3EF" w14:textId="77777777" w:rsidR="00FD2A6B" w:rsidRPr="00B741DB" w:rsidRDefault="00FD2A6B" w:rsidP="00FD2A6B">
      <w:pPr>
        <w:pStyle w:val="eTask"/>
        <w:rPr>
          <w:lang w:val="de-DE"/>
        </w:rPr>
      </w:pPr>
      <w:r w:rsidRPr="005A54E7">
        <w:rPr>
          <w:lang w:val="de-DE"/>
        </w:rPr>
        <w:t>Füllen Sie die Einheiten</w:t>
      </w:r>
      <w:r>
        <w:rPr>
          <w:lang w:val="de-DE"/>
        </w:rPr>
        <w:t xml:space="preserve"> aus, die </w:t>
      </w:r>
      <w:r w:rsidRPr="005A54E7">
        <w:rPr>
          <w:lang w:val="de-DE"/>
        </w:rPr>
        <w:t>am Authe</w:t>
      </w:r>
      <w:r>
        <w:rPr>
          <w:lang w:val="de-DE"/>
        </w:rPr>
        <w:t>ntifizierungsprozess beteiligt sind.</w:t>
      </w:r>
    </w:p>
    <w:p w14:paraId="4EE419D6" w14:textId="77777777" w:rsidR="00C933EB" w:rsidRPr="00B741DB" w:rsidRDefault="00C933EB" w:rsidP="00336F49">
      <w:pPr>
        <w:rPr>
          <w:lang w:val="de-DE"/>
        </w:rPr>
      </w:pPr>
    </w:p>
    <w:p w14:paraId="1FBFFAD0" w14:textId="493DC75C" w:rsidR="00C933EB" w:rsidRPr="00B741DB" w:rsidRDefault="00265FCB" w:rsidP="00336F49">
      <w:pPr>
        <w:ind w:left="364"/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83E941" wp14:editId="7F7AFAA4">
                <wp:simplePos x="0" y="0"/>
                <wp:positionH relativeFrom="column">
                  <wp:posOffset>4866355</wp:posOffset>
                </wp:positionH>
                <wp:positionV relativeFrom="paragraph">
                  <wp:posOffset>478357</wp:posOffset>
                </wp:positionV>
                <wp:extent cx="1043940" cy="458672"/>
                <wp:effectExtent l="0" t="0" r="0" b="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458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3CD693" w14:textId="3E199251" w:rsidR="00265FCB" w:rsidRDefault="00265FCB" w:rsidP="00265FCB">
                            <w:pPr>
                              <w:spacing w:line="360" w:lineRule="auto"/>
                            </w:pPr>
                            <w:r>
                              <w:t>__________</w:t>
                            </w:r>
                          </w:p>
                          <w:p w14:paraId="7E76EBEF" w14:textId="56D4FEB9" w:rsidR="003E2732" w:rsidRPr="008D696F" w:rsidRDefault="003E2732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3E941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6" type="#_x0000_t202" style="position:absolute;left:0;text-align:left;margin-left:383.2pt;margin-top:37.65pt;width:82.2pt;height:36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" filled="f" stroked="f" strokeweight=".5pt">
                <v:textbox>
                  <w:txbxContent>
                    <w:p w14:paraId="443CD693" w14:textId="3E199251" w:rsidR="00265FCB" w:rsidRDefault="00265FCB" w:rsidP="00265FCB">
                      <w:pPr>
                        <w:spacing w:line="360" w:lineRule="auto"/>
                      </w:pPr>
                      <w:r>
                        <w:t>__________</w:t>
                      </w:r>
                    </w:p>
                    <w:p w14:paraId="7E76EBEF" w14:textId="56D4FEB9" w:rsidR="003E2732" w:rsidRPr="008D696F" w:rsidRDefault="003E2732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54E7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F4CDB7" wp14:editId="646ED102">
                <wp:simplePos x="0" y="0"/>
                <wp:positionH relativeFrom="column">
                  <wp:posOffset>1322926</wp:posOffset>
                </wp:positionH>
                <wp:positionV relativeFrom="paragraph">
                  <wp:posOffset>135503</wp:posOffset>
                </wp:positionV>
                <wp:extent cx="1031875" cy="686683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875" cy="686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70A71" w14:textId="1C0E6FB5" w:rsidR="00265FCB" w:rsidRDefault="00265FCB" w:rsidP="00265FCB">
                            <w:pPr>
                              <w:spacing w:line="360" w:lineRule="auto"/>
                            </w:pPr>
                            <w:r>
                              <w:t>______________________</w:t>
                            </w:r>
                          </w:p>
                          <w:p w14:paraId="15BA119E" w14:textId="3CF556FD" w:rsidR="003E2732" w:rsidRPr="005A54E7" w:rsidRDefault="003E2732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4CDB7" id="Textové pole 21" o:spid="_x0000_s1027" type="#_x0000_t202" style="position:absolute;left:0;text-align:left;margin-left:104.15pt;margin-top:10.65pt;width:81.25pt;height:54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" filled="f" stroked="f" strokeweight=".5pt">
                <v:textbox>
                  <w:txbxContent>
                    <w:p w14:paraId="2B170A71" w14:textId="1C0E6FB5" w:rsidR="00265FCB" w:rsidRDefault="00265FCB" w:rsidP="00265FCB">
                      <w:pPr>
                        <w:spacing w:line="360" w:lineRule="auto"/>
                      </w:pPr>
                      <w:r>
                        <w:t>______________________</w:t>
                      </w:r>
                    </w:p>
                    <w:p w14:paraId="15BA119E" w14:textId="3CF556FD" w:rsidR="003E2732" w:rsidRPr="005A54E7" w:rsidRDefault="003E2732" w:rsidP="008D696F">
                      <w:pPr>
                        <w:spacing w:line="360" w:lineRule="auto"/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54E7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6E8DD8" wp14:editId="6215FF58">
                <wp:simplePos x="0" y="0"/>
                <wp:positionH relativeFrom="column">
                  <wp:posOffset>523240</wp:posOffset>
                </wp:positionH>
                <wp:positionV relativeFrom="paragraph">
                  <wp:posOffset>2069824</wp:posOffset>
                </wp:positionV>
                <wp:extent cx="934748" cy="45402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48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CA427" w14:textId="06E367A0" w:rsidR="00C933EB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A54E7">
                              <w:rPr>
                                <w:sz w:val="22"/>
                                <w:szCs w:val="22"/>
                              </w:rPr>
                              <w:t>Menschliche</w:t>
                            </w:r>
                            <w:proofErr w:type="spellEnd"/>
                            <w:r w:rsidRPr="005A54E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FD2A6B">
                              <w:rPr>
                                <w:sz w:val="22"/>
                                <w:szCs w:val="22"/>
                              </w:rPr>
                              <w:t>F</w:t>
                            </w:r>
                            <w:r w:rsidRPr="005A54E7">
                              <w:rPr>
                                <w:sz w:val="22"/>
                                <w:szCs w:val="22"/>
                              </w:rPr>
                              <w:t>aktoren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8DD8" id="Textové pole 17" o:spid="_x0000_s1028" type="#_x0000_t202" style="position:absolute;left:0;text-align:left;margin-left:41.2pt;margin-top:163pt;width:73.6pt;height:3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" filled="f" stroked="f" strokeweight=".5pt">
                <v:textbox>
                  <w:txbxContent>
                    <w:p w14:paraId="54ACA427" w14:textId="06E367A0" w:rsidR="00C933EB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A54E7">
                        <w:rPr>
                          <w:sz w:val="22"/>
                          <w:szCs w:val="22"/>
                        </w:rPr>
                        <w:t>Menschliche</w:t>
                      </w:r>
                      <w:proofErr w:type="spellEnd"/>
                      <w:r w:rsidRPr="005A54E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D2A6B">
                        <w:rPr>
                          <w:sz w:val="22"/>
                          <w:szCs w:val="22"/>
                        </w:rPr>
                        <w:t>F</w:t>
                      </w:r>
                      <w:r w:rsidRPr="005A54E7">
                        <w:rPr>
                          <w:sz w:val="22"/>
                          <w:szCs w:val="22"/>
                        </w:rPr>
                        <w:t>aktoren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B66975" wp14:editId="29F87729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7ED3D" w14:textId="77777777" w:rsidR="00265FCB" w:rsidRDefault="00265FCB" w:rsidP="00265FCB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  <w:p w14:paraId="26D58C7B" w14:textId="40A545EA" w:rsidR="003E2732" w:rsidRPr="008D696F" w:rsidRDefault="003E2732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66975" id="Textové pole 23" o:spid="_x0000_s1029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n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/jra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AjRZ8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14:paraId="1F77ED3D" w14:textId="77777777" w:rsidR="00265FCB" w:rsidRDefault="00265FCB" w:rsidP="00265FCB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  <w:p w14:paraId="26D58C7B" w14:textId="40A545EA" w:rsidR="003E2732" w:rsidRPr="008D696F" w:rsidRDefault="003E2732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002893" wp14:editId="6D217095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92CE7" w14:textId="77777777" w:rsidR="00265FCB" w:rsidRDefault="00265FCB" w:rsidP="00265FCB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  <w:p w14:paraId="32497078" w14:textId="6D00974C" w:rsidR="003E2732" w:rsidRPr="005A54E7" w:rsidRDefault="003E2732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02893" id="Textové pole 22" o:spid="_x0000_s1030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" filled="f" stroked="f" strokeweight=".5pt">
                <v:textbox>
                  <w:txbxContent>
                    <w:p w14:paraId="4AB92CE7" w14:textId="77777777" w:rsidR="00265FCB" w:rsidRDefault="00265FCB" w:rsidP="00265FCB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  <w:p w14:paraId="32497078" w14:textId="6D00974C" w:rsidR="003E2732" w:rsidRPr="005A54E7" w:rsidRDefault="003E2732" w:rsidP="008D696F">
                      <w:pPr>
                        <w:spacing w:line="360" w:lineRule="auto"/>
                        <w:jc w:val="center"/>
                        <w:rPr>
                          <w:color w:val="FF0000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E8F486" wp14:editId="21F97DD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60F8B" w14:textId="3D92C50B" w:rsidR="003E2732" w:rsidRPr="003E2732" w:rsidRDefault="005A54E7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>Verfügbarkeit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8F486" id="Textové pole 19" o:spid="_x0000_s1031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" filled="f" stroked="f" strokeweight=".5pt">
                <v:textbox>
                  <w:txbxContent>
                    <w:p w14:paraId="48960F8B" w14:textId="3D92C50B" w:rsidR="003E2732" w:rsidRPr="003E2732" w:rsidRDefault="005A54E7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>Verfügbarkeit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5D6DAE" wp14:editId="4A459E7A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F47C0E" w14:textId="7ADED444" w:rsidR="003E2732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>Sicherheit</w:t>
                            </w:r>
                            <w:proofErr w:type="spellEnd"/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 xml:space="preserve"> und </w:t>
                            </w:r>
                            <w:proofErr w:type="spellStart"/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>Verwundbarkeit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D6DAE" id="Textové pole 20" o:spid="_x0000_s1032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" filled="f" stroked="f" strokeweight=".5pt">
                <v:textbox>
                  <w:txbxContent>
                    <w:p w14:paraId="6FF47C0E" w14:textId="7ADED444" w:rsidR="003E2732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>Sicherheit</w:t>
                      </w:r>
                      <w:proofErr w:type="spellEnd"/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 xml:space="preserve"> und </w:t>
                      </w:r>
                      <w:proofErr w:type="spellStart"/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>Verwundbarkeit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DD884F" wp14:editId="6B0C6893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D704B3" w14:textId="03CD9FB2" w:rsidR="003E2732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54E7">
                              <w:rPr>
                                <w:sz w:val="22"/>
                                <w:szCs w:val="22"/>
                              </w:rPr>
                              <w:t>Technologie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D884F" id="Textové pole 18" o:spid="_x0000_s1033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GnnSpk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14:paraId="16D704B3" w14:textId="03CD9FB2" w:rsidR="003E2732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54E7">
                        <w:rPr>
                          <w:sz w:val="22"/>
                          <w:szCs w:val="22"/>
                        </w:rPr>
                        <w:t>Technologie</w:t>
                      </w:r>
                    </w:p>
                  </w:txbxContent>
                </v:textbox>
              </v:shape>
            </w:pict>
          </mc:Fallback>
        </mc:AlternateContent>
      </w:r>
      <w:r w:rsidR="00C933EB" w:rsidRPr="00B741DB">
        <w:rPr>
          <w:noProof/>
        </w:rPr>
        <w:drawing>
          <wp:inline distT="0" distB="0" distL="0" distR="0" wp14:anchorId="50DAA5E8" wp14:editId="6F1BA4C6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 w:rsidRPr="00B741DB">
        <w:rPr>
          <w:lang w:val="de-DE"/>
        </w:rPr>
        <w:t xml:space="preserve"> </w:t>
      </w:r>
    </w:p>
    <w:p w14:paraId="2305CFC3" w14:textId="77777777" w:rsidR="00B44915" w:rsidRPr="00B741DB" w:rsidRDefault="00B44915" w:rsidP="00336F49">
      <w:pPr>
        <w:rPr>
          <w:lang w:val="de-DE"/>
        </w:rPr>
      </w:pPr>
    </w:p>
    <w:p w14:paraId="230FF3EF" w14:textId="62B6EFA2" w:rsidR="003E2732" w:rsidRPr="00B741DB" w:rsidRDefault="005A54E7">
      <w:pPr>
        <w:rPr>
          <w:lang w:val="de-DE"/>
        </w:rPr>
      </w:pPr>
      <w:r w:rsidRPr="005A54E7">
        <w:rPr>
          <w:lang w:val="de-DE"/>
        </w:rPr>
        <w:t>Authentifizierungsmechanismus, System, Datenbank, Eingabemechanismus</w:t>
      </w:r>
      <w:r w:rsidR="003E2732" w:rsidRPr="00B741DB">
        <w:rPr>
          <w:lang w:val="de-DE"/>
        </w:rPr>
        <w:br w:type="page"/>
      </w:r>
    </w:p>
    <w:p w14:paraId="360DCB4D" w14:textId="6EC82061" w:rsidR="00336F49" w:rsidRPr="00B741DB" w:rsidRDefault="005A54E7" w:rsidP="00336F49">
      <w:pPr>
        <w:pStyle w:val="eTask"/>
        <w:rPr>
          <w:lang w:val="de-DE"/>
        </w:rPr>
      </w:pPr>
      <w:r w:rsidRPr="005A54E7">
        <w:rPr>
          <w:lang w:val="de-DE"/>
        </w:rPr>
        <w:lastRenderedPageBreak/>
        <w:t xml:space="preserve">Füllen Sie Objekte aus, die zum Zutrittskontrollmodell </w:t>
      </w:r>
      <w:r>
        <w:rPr>
          <w:lang w:val="de-DE"/>
        </w:rPr>
        <w:t>gehören</w:t>
      </w:r>
      <w:r w:rsidR="00336F49" w:rsidRPr="00B741DB">
        <w:rPr>
          <w:lang w:val="de-DE"/>
        </w:rPr>
        <w:t>.</w:t>
      </w:r>
    </w:p>
    <w:p w14:paraId="4A3D1AA5" w14:textId="77777777" w:rsidR="00336F49" w:rsidRPr="00B741DB" w:rsidRDefault="00336F49" w:rsidP="00336F49">
      <w:pPr>
        <w:rPr>
          <w:lang w:val="de-DE"/>
        </w:rPr>
      </w:pPr>
    </w:p>
    <w:p w14:paraId="25340555" w14:textId="2152504C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F5F5A3" wp14:editId="6DDF298E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71776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59E0DE" wp14:editId="71149FE7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57366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47597A" wp14:editId="2F408133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BEC7B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14:paraId="57BD5C1A" w14:textId="77777777" w:rsidR="00336F49" w:rsidRPr="00B741DB" w:rsidRDefault="00336F49" w:rsidP="00336F49">
      <w:pPr>
        <w:rPr>
          <w:lang w:val="de-DE"/>
        </w:rPr>
      </w:pPr>
    </w:p>
    <w:p w14:paraId="16834390" w14:textId="77777777" w:rsidR="00336F49" w:rsidRPr="00B741DB" w:rsidRDefault="00336F49" w:rsidP="00336F49">
      <w:pPr>
        <w:rPr>
          <w:lang w:val="de-DE"/>
        </w:rPr>
      </w:pPr>
    </w:p>
    <w:p w14:paraId="44C3B74A" w14:textId="77777777" w:rsidR="00336F49" w:rsidRPr="00B741DB" w:rsidRDefault="00336F49" w:rsidP="00336F49">
      <w:pPr>
        <w:rPr>
          <w:lang w:val="de-DE"/>
        </w:rPr>
      </w:pPr>
    </w:p>
    <w:p w14:paraId="235B72C4" w14:textId="77777777" w:rsidR="00336F49" w:rsidRPr="00B741DB" w:rsidRDefault="00336F49" w:rsidP="00336F49">
      <w:pPr>
        <w:rPr>
          <w:lang w:val="de-DE"/>
        </w:rPr>
      </w:pPr>
    </w:p>
    <w:p w14:paraId="064E9DBA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A9603C" wp14:editId="74DDCE69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4EE7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449291" wp14:editId="6DB7D1C3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861FFB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F7273E" wp14:editId="07A943AD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99A55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14:paraId="110597DA" w14:textId="77777777" w:rsidR="00336F49" w:rsidRPr="00B741DB" w:rsidRDefault="00336F49" w:rsidP="00336F49">
      <w:pPr>
        <w:rPr>
          <w:lang w:val="de-DE"/>
        </w:rPr>
      </w:pPr>
    </w:p>
    <w:p w14:paraId="1E9F5147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9608A3" wp14:editId="2DD5FEF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21204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A290CA" wp14:editId="4899470F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71863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14:paraId="60FDC46B" w14:textId="7E0D6597" w:rsidR="00336F49" w:rsidRPr="00B741DB" w:rsidRDefault="00336F49" w:rsidP="00336F49">
      <w:pPr>
        <w:rPr>
          <w:lang w:val="de-DE"/>
        </w:rPr>
      </w:pPr>
    </w:p>
    <w:p w14:paraId="02651C7C" w14:textId="77777777" w:rsidR="00336F49" w:rsidRPr="00B741DB" w:rsidRDefault="00336F49" w:rsidP="00336F49">
      <w:pPr>
        <w:rPr>
          <w:lang w:val="de-DE"/>
        </w:rPr>
      </w:pPr>
    </w:p>
    <w:p w14:paraId="7C026BD4" w14:textId="77777777" w:rsidR="00336F49" w:rsidRPr="00B741DB" w:rsidRDefault="00336F49" w:rsidP="00336F49">
      <w:pPr>
        <w:rPr>
          <w:lang w:val="de-DE"/>
        </w:rPr>
      </w:pPr>
    </w:p>
    <w:p w14:paraId="03EF995C" w14:textId="77777777" w:rsidR="00336F49" w:rsidRPr="00B741DB" w:rsidRDefault="00336F49" w:rsidP="00336F49">
      <w:pPr>
        <w:rPr>
          <w:lang w:val="de-DE"/>
        </w:rPr>
      </w:pPr>
    </w:p>
    <w:p w14:paraId="19DB13D9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B7B2EC" wp14:editId="6E57E205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48032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86D54C" wp14:editId="1BB1ABA3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F29A0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14:paraId="049532DE" w14:textId="62FF3EB9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AF4F88" wp14:editId="75163C8F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91C44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14:paraId="6ACD299D" w14:textId="77777777" w:rsidR="00336F49" w:rsidRPr="00B741DB" w:rsidRDefault="00336F49" w:rsidP="00336F49">
      <w:pPr>
        <w:rPr>
          <w:lang w:val="de-DE"/>
        </w:rPr>
      </w:pPr>
    </w:p>
    <w:p w14:paraId="5BC26A5D" w14:textId="77777777" w:rsidR="00336F49" w:rsidRPr="00B741DB" w:rsidRDefault="00336F49" w:rsidP="00336F49">
      <w:pPr>
        <w:rPr>
          <w:lang w:val="de-DE"/>
        </w:rPr>
      </w:pPr>
    </w:p>
    <w:p w14:paraId="4C775537" w14:textId="77777777" w:rsidR="00336F49" w:rsidRPr="00B741DB" w:rsidRDefault="00336F49" w:rsidP="00336F49">
      <w:pPr>
        <w:rPr>
          <w:lang w:val="de-DE"/>
        </w:rPr>
      </w:pPr>
    </w:p>
    <w:p w14:paraId="190CFA3F" w14:textId="77777777" w:rsidR="00336F49" w:rsidRPr="00B741DB" w:rsidRDefault="00336F49" w:rsidP="00336F49">
      <w:pPr>
        <w:rPr>
          <w:lang w:val="de-DE"/>
        </w:rPr>
      </w:pPr>
    </w:p>
    <w:p w14:paraId="21E8FF82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A01901" wp14:editId="44EC0CA9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22C21C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14:paraId="029ECFAF" w14:textId="77777777" w:rsidR="00336F49" w:rsidRPr="00B741DB" w:rsidRDefault="00336F49" w:rsidP="00336F49">
      <w:pPr>
        <w:rPr>
          <w:lang w:val="de-DE"/>
        </w:rPr>
      </w:pPr>
    </w:p>
    <w:p w14:paraId="21921B8E" w14:textId="77777777" w:rsidR="00336F49" w:rsidRPr="00B741DB" w:rsidRDefault="0011203C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EAE8C4F" wp14:editId="79496F2A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52886" w14:textId="77777777" w:rsidR="0011203C" w:rsidRPr="0011203C" w:rsidRDefault="0011203C" w:rsidP="008D696F">
                            <w:pPr>
                              <w:jc w:val="center"/>
                            </w:pPr>
                            <w:proofErr w:type="spellStart"/>
                            <w:r w:rsidRPr="0011203C">
                              <w:t>Operation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8C4F" id="Textové pole 46" o:spid="_x0000_s1034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" filled="f" stroked="f" strokeweight=".5pt">
                <v:textbox>
                  <w:txbxContent>
                    <w:p w14:paraId="62752886" w14:textId="77777777" w:rsidR="0011203C" w:rsidRPr="0011203C" w:rsidRDefault="0011203C" w:rsidP="008D696F">
                      <w:pPr>
                        <w:jc w:val="center"/>
                      </w:pPr>
                      <w:proofErr w:type="spellStart"/>
                      <w:r w:rsidRPr="0011203C"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3A8E81" wp14:editId="0E79A23D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9D4551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14:paraId="7D37EC27" w14:textId="77777777" w:rsidR="00336F49" w:rsidRPr="00B741DB" w:rsidRDefault="00336F49" w:rsidP="00336F49">
      <w:pPr>
        <w:rPr>
          <w:lang w:val="de-DE"/>
        </w:rPr>
      </w:pPr>
    </w:p>
    <w:p w14:paraId="656B95A4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6B58AFFC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4464369B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538FAD0D" w14:textId="77777777" w:rsidR="00B44915" w:rsidRPr="00B741DB" w:rsidRDefault="00B44915" w:rsidP="001E514B">
      <w:pPr>
        <w:pStyle w:val="eCheckBoxText"/>
        <w:rPr>
          <w:lang w:val="de-DE"/>
        </w:rPr>
      </w:pPr>
    </w:p>
    <w:p w14:paraId="49EEB645" w14:textId="77777777" w:rsidR="00336F49" w:rsidRPr="00B741DB" w:rsidRDefault="00336F49" w:rsidP="001E514B">
      <w:pPr>
        <w:pStyle w:val="eCheckBoxText"/>
        <w:rPr>
          <w:lang w:val="de-DE"/>
        </w:rPr>
      </w:pPr>
    </w:p>
    <w:p w14:paraId="65D35A25" w14:textId="77777777" w:rsidR="00336F49" w:rsidRPr="00B741DB" w:rsidRDefault="00336F49" w:rsidP="001E514B">
      <w:pPr>
        <w:pStyle w:val="eCheckBoxText"/>
        <w:rPr>
          <w:lang w:val="de-DE"/>
        </w:rPr>
      </w:pPr>
    </w:p>
    <w:p w14:paraId="63FB9A44" w14:textId="34B820E8" w:rsidR="000234E0" w:rsidRPr="00B741DB" w:rsidRDefault="000234E0" w:rsidP="00336F49">
      <w:pPr>
        <w:rPr>
          <w:lang w:val="de-DE"/>
        </w:rPr>
      </w:pPr>
      <w:r w:rsidRPr="000234E0">
        <w:rPr>
          <w:lang w:val="de-DE"/>
        </w:rPr>
        <w:t xml:space="preserve">Subjekt, Objekt, Operation, </w:t>
      </w:r>
      <w:r>
        <w:rPr>
          <w:lang w:val="de-DE"/>
        </w:rPr>
        <w:t>Berechtigung, Klassifizierung, Rolle</w:t>
      </w:r>
    </w:p>
    <w:sectPr w:rsidR="000234E0" w:rsidRPr="00B741D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199DC" w14:textId="77777777" w:rsidR="00490ED4" w:rsidRDefault="00490ED4" w:rsidP="00861A1A">
      <w:r>
        <w:separator/>
      </w:r>
    </w:p>
  </w:endnote>
  <w:endnote w:type="continuationSeparator" w:id="0">
    <w:p w14:paraId="306E95DF" w14:textId="77777777" w:rsidR="00490ED4" w:rsidRDefault="00490ED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697491B" w14:textId="77777777" w:rsidTr="00CA51B5">
      <w:tc>
        <w:tcPr>
          <w:tcW w:w="2518" w:type="dxa"/>
        </w:tcPr>
        <w:p w14:paraId="3689F112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4FC2FBB" wp14:editId="39BFFF83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51DE2EC" w14:textId="4D0ADD08" w:rsidR="00BF5E09" w:rsidRPr="00CA51B5" w:rsidRDefault="0066172B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6A56448E" w14:textId="77777777" w:rsidTr="00CA51B5">
      <w:tc>
        <w:tcPr>
          <w:tcW w:w="8472" w:type="dxa"/>
          <w:gridSpan w:val="2"/>
        </w:tcPr>
        <w:p w14:paraId="04DC74B1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87562A6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A90FC04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9162F" w14:textId="77777777" w:rsidR="00490ED4" w:rsidRDefault="00490ED4" w:rsidP="00861A1A">
      <w:r>
        <w:separator/>
      </w:r>
    </w:p>
  </w:footnote>
  <w:footnote w:type="continuationSeparator" w:id="0">
    <w:p w14:paraId="42CBA9DB" w14:textId="77777777" w:rsidR="00490ED4" w:rsidRDefault="00490ED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755B" w14:textId="3C83A765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591AE727" wp14:editId="7822AAB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66172B">
      <w:rPr>
        <w:rFonts w:ascii="Calibri" w:hAnsi="Calibri"/>
        <w:b/>
        <w:bCs/>
        <w:smallCaps/>
        <w:noProof/>
        <w:lang w:val="de-DE"/>
      </w:rPr>
      <w:t>ARBEITSBLATT</w:t>
    </w:r>
  </w:p>
  <w:p w14:paraId="3C4ADF54" w14:textId="0882D9B4" w:rsidR="00C148FD" w:rsidRPr="00C148FD" w:rsidRDefault="00FC674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C674A">
      <w:rPr>
        <w:rFonts w:ascii="Calibri" w:hAnsi="Calibri"/>
        <w:smallCaps/>
        <w:noProof/>
        <w:sz w:val="20"/>
        <w:szCs w:val="20"/>
        <w:lang w:val="en-US"/>
      </w:rPr>
      <w:t>BENUTZERIDENTIFIKATION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234E0"/>
    <w:rsid w:val="00030EDA"/>
    <w:rsid w:val="00045BEB"/>
    <w:rsid w:val="00073ADF"/>
    <w:rsid w:val="0007473C"/>
    <w:rsid w:val="000750C9"/>
    <w:rsid w:val="00081373"/>
    <w:rsid w:val="00087EAC"/>
    <w:rsid w:val="00094A16"/>
    <w:rsid w:val="000A233F"/>
    <w:rsid w:val="000A55B3"/>
    <w:rsid w:val="000C6B3A"/>
    <w:rsid w:val="0011203C"/>
    <w:rsid w:val="0012176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75715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4C4A"/>
    <w:rsid w:val="00225015"/>
    <w:rsid w:val="0026055F"/>
    <w:rsid w:val="00265FCB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078C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35C7F"/>
    <w:rsid w:val="0046540E"/>
    <w:rsid w:val="0046567F"/>
    <w:rsid w:val="00472203"/>
    <w:rsid w:val="00475954"/>
    <w:rsid w:val="00487FD1"/>
    <w:rsid w:val="00490ED4"/>
    <w:rsid w:val="00492966"/>
    <w:rsid w:val="004955A7"/>
    <w:rsid w:val="004A01E5"/>
    <w:rsid w:val="004A1EC0"/>
    <w:rsid w:val="004A2C05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A54E7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172B"/>
    <w:rsid w:val="0066326F"/>
    <w:rsid w:val="0068067D"/>
    <w:rsid w:val="0068131D"/>
    <w:rsid w:val="00690FB1"/>
    <w:rsid w:val="006938B6"/>
    <w:rsid w:val="006A24C7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A58D1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0BEA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79E"/>
    <w:rsid w:val="00A976EE"/>
    <w:rsid w:val="00A97C95"/>
    <w:rsid w:val="00AA0506"/>
    <w:rsid w:val="00AA5B23"/>
    <w:rsid w:val="00AB5E97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56EA0"/>
    <w:rsid w:val="00B60F10"/>
    <w:rsid w:val="00B707D0"/>
    <w:rsid w:val="00B71E08"/>
    <w:rsid w:val="00B741DB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28AC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1005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A74D9"/>
    <w:rsid w:val="00FB201E"/>
    <w:rsid w:val="00FC0A49"/>
    <w:rsid w:val="00FC674A"/>
    <w:rsid w:val="00FD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64A607"/>
  <w15:docId w15:val="{A1BE1640-2CF0-49ED-966F-0C9E059E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10</TotalTime>
  <Pages>3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12</cp:revision>
  <cp:lastPrinted>2013-05-24T15:00:00Z</cp:lastPrinted>
  <dcterms:created xsi:type="dcterms:W3CDTF">2017-04-11T15:49:00Z</dcterms:created>
  <dcterms:modified xsi:type="dcterms:W3CDTF">2017-08-04T14:34:00Z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