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F4943" w14:textId="77777777" w:rsidR="005D4503" w:rsidRPr="009B5E1B" w:rsidRDefault="005D4503" w:rsidP="005D4503">
      <w:pPr>
        <w:pStyle w:val="eTask"/>
        <w:ind w:left="284" w:hanging="284"/>
        <w:rPr>
          <w:lang w:val="de-DE"/>
        </w:rPr>
      </w:pPr>
      <w:bookmarkStart w:id="0" w:name="_GoBack"/>
      <w:bookmarkEnd w:id="0"/>
      <w:r w:rsidRPr="009B5E1B">
        <w:rPr>
          <w:rStyle w:val="hps"/>
          <w:bCs/>
          <w:lang w:val="de-DE"/>
        </w:rPr>
        <w:t>Ordnen Sie den vier IPv6-Schichten in der linken Spalte ihre</w:t>
      </w:r>
      <w:r w:rsidR="005D6D90">
        <w:rPr>
          <w:rStyle w:val="hps"/>
          <w:bCs/>
          <w:lang w:val="de-DE"/>
        </w:rPr>
        <w:t>r</w:t>
      </w:r>
      <w:r w:rsidRPr="009B5E1B">
        <w:rPr>
          <w:rStyle w:val="hps"/>
          <w:bCs/>
          <w:lang w:val="de-DE"/>
        </w:rPr>
        <w:t xml:space="preserve"> entsprechende</w:t>
      </w:r>
      <w:r w:rsidR="005D6D90">
        <w:rPr>
          <w:rStyle w:val="hps"/>
          <w:bCs/>
          <w:lang w:val="de-DE"/>
        </w:rPr>
        <w:t>n</w:t>
      </w:r>
      <w:r w:rsidRPr="009B5E1B">
        <w:rPr>
          <w:rStyle w:val="hps"/>
          <w:bCs/>
          <w:lang w:val="de-DE"/>
        </w:rPr>
        <w:t xml:space="preserve"> Beschreibung in der rechten Spalte zu.</w:t>
      </w:r>
    </w:p>
    <w:p w14:paraId="6BDA7D68" w14:textId="77777777" w:rsidR="00F12783" w:rsidRPr="009B5E1B" w:rsidRDefault="00F12783" w:rsidP="006728BF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69"/>
        <w:gridCol w:w="1240"/>
        <w:gridCol w:w="4419"/>
      </w:tblGrid>
      <w:tr w:rsidR="00A25C4B" w:rsidRPr="009B5E1B" w14:paraId="09EB8EFA" w14:textId="77777777" w:rsidTr="005D4503">
        <w:tc>
          <w:tcPr>
            <w:tcW w:w="1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09F88A" w14:textId="77777777" w:rsidR="00A25C4B" w:rsidRPr="009B5E1B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9B5E1B">
              <w:rPr>
                <w:b w:val="0"/>
                <w:lang w:val="de-DE"/>
              </w:rPr>
              <w:t>Sensorik-Schicht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0A66A" w14:textId="77777777" w:rsidR="00A25C4B" w:rsidRPr="009B5E1B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4D1A02" w14:textId="77777777" w:rsidR="00A25C4B" w:rsidRPr="009B5E1B" w:rsidRDefault="009124CB" w:rsidP="009124CB">
            <w:pPr>
              <w:rPr>
                <w:lang w:val="de-DE"/>
              </w:rPr>
            </w:pPr>
            <w:r w:rsidRPr="009B5E1B">
              <w:rPr>
                <w:lang w:val="de-DE"/>
              </w:rPr>
              <w:t>Transparente Datenübertragung mittels Kommunikationsnetzen.</w:t>
            </w:r>
          </w:p>
        </w:tc>
      </w:tr>
      <w:tr w:rsidR="00A25C4B" w:rsidRPr="009B5E1B" w14:paraId="264284D9" w14:textId="77777777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D8D4E7" w14:textId="77777777" w:rsidR="00A25C4B" w:rsidRPr="009B5E1B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56C71B8" w14:textId="77777777" w:rsidR="00A25C4B" w:rsidRPr="009B5E1B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53647A" w14:textId="77777777" w:rsidR="00A25C4B" w:rsidRPr="009B5E1B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A25C4B" w:rsidRPr="009B5E1B" w14:paraId="623279B2" w14:textId="77777777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3B4B" w14:textId="77777777" w:rsidR="00A25C4B" w:rsidRPr="009B5E1B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9B5E1B">
              <w:rPr>
                <w:b w:val="0"/>
                <w:lang w:val="de-DE"/>
              </w:rPr>
              <w:t>Informationsintegrationsschicht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28A81" w14:textId="77777777" w:rsidR="00A25C4B" w:rsidRPr="009B5E1B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486409" w14:textId="3BEB6CF9" w:rsidR="00A25C4B" w:rsidRPr="009B5E1B" w:rsidRDefault="005D4503" w:rsidP="005D6D90">
            <w:pPr>
              <w:rPr>
                <w:lang w:val="de-DE"/>
              </w:rPr>
            </w:pPr>
            <w:r w:rsidRPr="009B5E1B">
              <w:rPr>
                <w:lang w:val="de-DE"/>
              </w:rPr>
              <w:t xml:space="preserve">Bereitstellung von Inhaltsdiensten </w:t>
            </w:r>
            <w:r w:rsidR="005D6D90">
              <w:rPr>
                <w:lang w:val="de-DE"/>
              </w:rPr>
              <w:t>für</w:t>
            </w:r>
            <w:r w:rsidR="005D6D90" w:rsidRPr="009B5E1B">
              <w:rPr>
                <w:lang w:val="de-DE"/>
              </w:rPr>
              <w:t xml:space="preserve"> </w:t>
            </w:r>
            <w:r w:rsidR="00A530C4" w:rsidRPr="009B5E1B">
              <w:rPr>
                <w:lang w:val="de-DE"/>
              </w:rPr>
              <w:t>B</w:t>
            </w:r>
            <w:r w:rsidRPr="009B5E1B">
              <w:rPr>
                <w:lang w:val="de-DE"/>
              </w:rPr>
              <w:t>enutzer.</w:t>
            </w:r>
          </w:p>
        </w:tc>
      </w:tr>
      <w:tr w:rsidR="00A25C4B" w:rsidRPr="009B5E1B" w14:paraId="0EFA4996" w14:textId="77777777" w:rsidTr="006728BF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7385FE" w14:textId="77777777" w:rsidR="00A25C4B" w:rsidRPr="009B5E1B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7BE8436D" w14:textId="77777777" w:rsidR="00A25C4B" w:rsidRPr="009B5E1B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6FAADB" w14:textId="77777777" w:rsidR="00A25C4B" w:rsidRPr="009B5E1B" w:rsidRDefault="00A25C4B" w:rsidP="006728BF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5D4503" w:rsidRPr="009B5E1B" w14:paraId="2C398698" w14:textId="77777777" w:rsidTr="006728BF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B18C" w14:textId="77777777" w:rsidR="005D4503" w:rsidRPr="009B5E1B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9B5E1B">
              <w:rPr>
                <w:b w:val="0"/>
                <w:lang w:val="de-DE"/>
              </w:rPr>
              <w:t>Anwendungsdienstschicht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90839" w14:textId="77777777" w:rsidR="005D4503" w:rsidRPr="009B5E1B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1D4DAC" w14:textId="77777777" w:rsidR="005D4503" w:rsidRPr="009B5E1B" w:rsidRDefault="009124CB" w:rsidP="009124CB">
            <w:pPr>
              <w:rPr>
                <w:lang w:val="de-DE"/>
              </w:rPr>
            </w:pPr>
            <w:r w:rsidRPr="009B5E1B">
              <w:rPr>
                <w:lang w:val="de-DE"/>
              </w:rPr>
              <w:t>Verarbeitung der Informationen in nutzbare Kenntnisse für Dienste und Endbenutzer.</w:t>
            </w:r>
          </w:p>
        </w:tc>
      </w:tr>
      <w:tr w:rsidR="005D4503" w:rsidRPr="009B5E1B" w14:paraId="0AD88E37" w14:textId="77777777" w:rsidTr="005D4503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ED3728" w14:textId="77777777" w:rsidR="005D4503" w:rsidRPr="009B5E1B" w:rsidRDefault="005D4503" w:rsidP="005D450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869CD60" w14:textId="77777777" w:rsidR="005D4503" w:rsidRPr="009B5E1B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F8BF88" w14:textId="77777777" w:rsidR="005D4503" w:rsidRPr="009B5E1B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</w:tr>
      <w:tr w:rsidR="005D4503" w:rsidRPr="009B5E1B" w14:paraId="67C4D02A" w14:textId="77777777" w:rsidTr="005D4503"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D4843C" w14:textId="77777777" w:rsidR="005D4503" w:rsidRPr="009B5E1B" w:rsidRDefault="005D4503" w:rsidP="009124CB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de-DE"/>
              </w:rPr>
            </w:pPr>
            <w:r w:rsidRPr="009B5E1B">
              <w:rPr>
                <w:b w:val="0"/>
                <w:lang w:val="de-DE"/>
              </w:rPr>
              <w:t>Datenaustauschschicht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1CABC" w14:textId="77777777" w:rsidR="005D4503" w:rsidRPr="009B5E1B" w:rsidRDefault="005D4503" w:rsidP="005D4503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B7F70" w14:textId="77777777" w:rsidR="005D4503" w:rsidRPr="009B5E1B" w:rsidRDefault="009124CB" w:rsidP="009124CB">
            <w:pPr>
              <w:rPr>
                <w:lang w:val="de-DE"/>
              </w:rPr>
            </w:pPr>
            <w:r w:rsidRPr="009B5E1B">
              <w:rPr>
                <w:lang w:val="de-DE"/>
              </w:rPr>
              <w:t>Aufnehmen und Erfassen von Daten aus physischen Objekten.</w:t>
            </w:r>
          </w:p>
        </w:tc>
      </w:tr>
    </w:tbl>
    <w:p w14:paraId="0472CB5B" w14:textId="77777777" w:rsidR="00F12783" w:rsidRPr="009B5E1B" w:rsidRDefault="00F12783" w:rsidP="006728BF">
      <w:pPr>
        <w:rPr>
          <w:lang w:val="de-DE"/>
        </w:rPr>
      </w:pPr>
    </w:p>
    <w:p w14:paraId="42F00B58" w14:textId="77777777" w:rsidR="00F12783" w:rsidRPr="009B5E1B" w:rsidRDefault="00F12783" w:rsidP="00F12783">
      <w:pPr>
        <w:pStyle w:val="eLineBottom"/>
        <w:rPr>
          <w:lang w:val="de-DE"/>
        </w:rPr>
      </w:pPr>
    </w:p>
    <w:p w14:paraId="0DF00C08" w14:textId="77777777" w:rsidR="00F12783" w:rsidRPr="009B5E1B" w:rsidRDefault="00F12783" w:rsidP="006728BF">
      <w:pPr>
        <w:rPr>
          <w:lang w:val="de-DE"/>
        </w:rPr>
      </w:pPr>
    </w:p>
    <w:p w14:paraId="4D0A594F" w14:textId="77777777" w:rsidR="005D4503" w:rsidRPr="009B5E1B" w:rsidRDefault="005D4503" w:rsidP="005D4503">
      <w:pPr>
        <w:pStyle w:val="eTask"/>
        <w:rPr>
          <w:lang w:val="de-DE"/>
        </w:rPr>
      </w:pPr>
      <w:r w:rsidRPr="009B5E1B">
        <w:rPr>
          <w:bCs/>
          <w:lang w:val="de-DE"/>
        </w:rPr>
        <w:t>Wählen Sie jeweils eine Variante des folgenden Textes, so dass die Aussage richtig ist.</w:t>
      </w:r>
    </w:p>
    <w:p w14:paraId="211113B4" w14:textId="77777777" w:rsidR="00CE070B" w:rsidRPr="009B5E1B" w:rsidRDefault="00CE070B" w:rsidP="006728BF">
      <w:pPr>
        <w:rPr>
          <w:lang w:val="de-DE"/>
        </w:rPr>
      </w:pPr>
    </w:p>
    <w:p w14:paraId="272D985D" w14:textId="77777777" w:rsidR="00062AD5" w:rsidRPr="009B5E1B" w:rsidRDefault="005D4503" w:rsidP="00530444">
      <w:pPr>
        <w:spacing w:line="360" w:lineRule="auto"/>
        <w:rPr>
          <w:lang w:val="de-DE"/>
        </w:rPr>
      </w:pPr>
      <w:r w:rsidRPr="009B5E1B">
        <w:rPr>
          <w:lang w:val="de-DE"/>
        </w:rPr>
        <w:t xml:space="preserve">Das Cloud Computing ist eine der Plattformen, </w:t>
      </w:r>
    </w:p>
    <w:p w14:paraId="1B3AF590" w14:textId="77777777" w:rsidR="005D4503" w:rsidRPr="009B5E1B" w:rsidRDefault="005D4503" w:rsidP="00530444">
      <w:pPr>
        <w:spacing w:line="360" w:lineRule="auto"/>
        <w:rPr>
          <w:lang w:val="de-DE"/>
        </w:rPr>
      </w:pPr>
      <w:r w:rsidRPr="009B5E1B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Style w:val="shorttext"/>
                      <w:lang w:val="de-DE"/>
                    </w:rPr>
                    <m:t>für die Einführung einer gemeinsamen Gruppe von Standards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für die Unterstützung des IoT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</m:e>
        </m:d>
      </m:oMath>
      <w:r w:rsidRPr="009B5E1B">
        <w:rPr>
          <w:lang w:val="de-DE"/>
        </w:rPr>
        <w:t xml:space="preserve"> kritisch sind.</w:t>
      </w:r>
    </w:p>
    <w:p w14:paraId="3FEB5D9E" w14:textId="77777777" w:rsidR="00180ECB" w:rsidRPr="009B5E1B" w:rsidRDefault="00180ECB" w:rsidP="006728BF">
      <w:pPr>
        <w:rPr>
          <w:lang w:val="de-DE"/>
        </w:rPr>
      </w:pPr>
    </w:p>
    <w:p w14:paraId="43735B1A" w14:textId="77777777" w:rsidR="00CA6BDC" w:rsidRPr="009B5E1B" w:rsidRDefault="00CA6BDC" w:rsidP="006728BF">
      <w:pPr>
        <w:rPr>
          <w:lang w:val="de-DE"/>
        </w:rPr>
      </w:pPr>
    </w:p>
    <w:p w14:paraId="3B7AD315" w14:textId="77777777" w:rsidR="005D4503" w:rsidRPr="009B5E1B" w:rsidRDefault="005D4503" w:rsidP="005D4503">
      <w:pPr>
        <w:rPr>
          <w:lang w:val="de-DE"/>
        </w:rPr>
      </w:pPr>
      <w:r w:rsidRPr="009B5E1B">
        <w:rPr>
          <w:rStyle w:val="hps"/>
          <w:lang w:val="de-DE"/>
        </w:rPr>
        <w:t>IPSec</w:t>
      </w:r>
      <w:r w:rsidRPr="009B5E1B">
        <w:rPr>
          <w:rStyle w:val="shorttext"/>
          <w:lang w:val="de-DE"/>
        </w:rPr>
        <w:t xml:space="preserve"> </w:t>
      </w:r>
      <w:r w:rsidRPr="009B5E1B">
        <w:rPr>
          <w:rStyle w:val="hps"/>
          <w:lang w:val="de-DE"/>
        </w:rPr>
        <w:t>(</w:t>
      </w:r>
      <w:r w:rsidRPr="009B5E1B">
        <w:rPr>
          <w:rStyle w:val="shorttext"/>
          <w:lang w:val="de-DE"/>
        </w:rPr>
        <w:t xml:space="preserve">IP-Sicherheit) </w:t>
      </w:r>
      <w:r w:rsidRPr="009B5E1B">
        <w:rPr>
          <w:rStyle w:val="hps"/>
          <w:lang w:val="de-DE"/>
        </w:rPr>
        <w:t xml:space="preserve">bedeutet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die Lösung der Sicherheitsprobleme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einen Wi-Fi-Zugriff</m:t>
                  </m:r>
                </m:e>
              </m:mr>
            </m:m>
          </m:e>
        </m:d>
      </m:oMath>
      <w:r w:rsidRPr="009B5E1B">
        <w:rPr>
          <w:lang w:val="de-DE"/>
        </w:rPr>
        <w:t>.</w:t>
      </w:r>
    </w:p>
    <w:p w14:paraId="72008FE9" w14:textId="77777777" w:rsidR="00180ECB" w:rsidRPr="009B5E1B" w:rsidRDefault="00180ECB" w:rsidP="00180ECB">
      <w:pPr>
        <w:pStyle w:val="eLineBottom"/>
        <w:rPr>
          <w:lang w:val="de-DE"/>
        </w:rPr>
      </w:pPr>
    </w:p>
    <w:p w14:paraId="1A9DE232" w14:textId="77777777" w:rsidR="00180ECB" w:rsidRPr="009B5E1B" w:rsidRDefault="00180ECB" w:rsidP="00180ECB">
      <w:pPr>
        <w:rPr>
          <w:lang w:val="de-DE"/>
        </w:rPr>
      </w:pPr>
    </w:p>
    <w:p w14:paraId="35FB5814" w14:textId="77777777" w:rsidR="005D4503" w:rsidRPr="009B5E1B" w:rsidRDefault="009124CB" w:rsidP="005D4503">
      <w:pPr>
        <w:pStyle w:val="eTask"/>
        <w:rPr>
          <w:lang w:val="de-DE"/>
        </w:rPr>
      </w:pPr>
      <w:r w:rsidRPr="009B5E1B">
        <w:rPr>
          <w:rStyle w:val="hps"/>
          <w:bCs/>
          <w:lang w:val="de-DE"/>
        </w:rPr>
        <w:t>Ordnen Sie den Bereichen in der linken Spalte ihre entsprechende IoT-Anwendung in der rechten Spalte zu.</w:t>
      </w:r>
    </w:p>
    <w:p w14:paraId="066ECEC9" w14:textId="77777777" w:rsidR="00210701" w:rsidRPr="009B5E1B" w:rsidRDefault="00210701" w:rsidP="005D4503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14:paraId="63FFAE7D" w14:textId="77777777" w:rsidR="00A41A9A" w:rsidRPr="009B5E1B" w:rsidRDefault="00A41A9A" w:rsidP="00A41A9A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591"/>
        <w:gridCol w:w="1701"/>
        <w:gridCol w:w="5636"/>
      </w:tblGrid>
      <w:tr w:rsidR="00614201" w:rsidRPr="009B5E1B" w14:paraId="6A7B44E6" w14:textId="77777777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D5D776" w14:textId="77777777" w:rsidR="00614201" w:rsidRPr="009B5E1B" w:rsidRDefault="005D4503" w:rsidP="009124C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9B5E1B">
              <w:rPr>
                <w:b w:val="0"/>
                <w:lang w:val="de-DE"/>
              </w:rPr>
              <w:t>Autoindustrie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7B2D8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14:paraId="6254CE4D" w14:textId="77777777" w:rsidR="00614201" w:rsidRPr="009B5E1B" w:rsidRDefault="005D4503" w:rsidP="009124CB">
            <w:pPr>
              <w:spacing w:before="60" w:after="60"/>
              <w:rPr>
                <w:lang w:val="de-DE"/>
              </w:rPr>
            </w:pPr>
            <w:r w:rsidRPr="009B5E1B">
              <w:rPr>
                <w:lang w:val="de-DE"/>
              </w:rPr>
              <w:t>Integration der Sicherheitsdienste</w:t>
            </w:r>
          </w:p>
        </w:tc>
      </w:tr>
      <w:tr w:rsidR="00614201" w:rsidRPr="009B5E1B" w14:paraId="1A2DB420" w14:textId="77777777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F1F19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D28B901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4E3AAB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</w:tr>
      <w:tr w:rsidR="00614201" w:rsidRPr="009B5E1B" w14:paraId="40A2CA85" w14:textId="77777777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E8CB" w14:textId="77777777" w:rsidR="00614201" w:rsidRPr="009B5E1B" w:rsidRDefault="009124CB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9B5E1B">
              <w:rPr>
                <w:b w:val="0"/>
                <w:lang w:val="de-DE"/>
              </w:rPr>
              <w:t>Ausbildung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6A44A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97DFB" w14:textId="77777777" w:rsidR="00614201" w:rsidRPr="009B5E1B" w:rsidRDefault="009124CB" w:rsidP="009124CB">
            <w:pPr>
              <w:spacing w:before="60" w:after="60"/>
              <w:rPr>
                <w:lang w:val="de-DE"/>
              </w:rPr>
            </w:pPr>
            <w:r w:rsidRPr="009B5E1B">
              <w:rPr>
                <w:color w:val="000000"/>
                <w:lang w:val="de-DE"/>
              </w:rPr>
              <w:t>Verhinderung von Überproduktion</w:t>
            </w:r>
          </w:p>
        </w:tc>
      </w:tr>
      <w:tr w:rsidR="00614201" w:rsidRPr="009B5E1B" w14:paraId="12DE2AC6" w14:textId="77777777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401CF8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6A428F6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C46187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</w:tr>
      <w:tr w:rsidR="00614201" w:rsidRPr="009B5E1B" w14:paraId="5412CF89" w14:textId="77777777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A047" w14:textId="77777777" w:rsidR="00614201" w:rsidRPr="009B5E1B" w:rsidRDefault="005D4503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9B5E1B">
              <w:rPr>
                <w:b w:val="0"/>
                <w:lang w:val="de-DE"/>
              </w:rPr>
              <w:t>Fertigung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E0C664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7DB3F" w14:textId="77777777" w:rsidR="00614201" w:rsidRPr="009B5E1B" w:rsidRDefault="005D4503" w:rsidP="009124CB">
            <w:pPr>
              <w:spacing w:before="60" w:after="60"/>
              <w:rPr>
                <w:lang w:val="de-DE"/>
              </w:rPr>
            </w:pPr>
            <w:r w:rsidRPr="009B5E1B">
              <w:rPr>
                <w:lang w:val="de-DE"/>
              </w:rPr>
              <w:t>GPS-Ortung</w:t>
            </w:r>
          </w:p>
        </w:tc>
      </w:tr>
      <w:tr w:rsidR="00614201" w:rsidRPr="009B5E1B" w14:paraId="58225B3C" w14:textId="77777777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B097D4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1BD90C8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6830BC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</w:tr>
      <w:tr w:rsidR="00614201" w:rsidRPr="009B5E1B" w14:paraId="4450D0CD" w14:textId="77777777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12FCD1" w14:textId="77777777" w:rsidR="00614201" w:rsidRPr="009B5E1B" w:rsidRDefault="009124CB" w:rsidP="00801EB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9B5E1B">
              <w:rPr>
                <w:b w:val="0"/>
                <w:lang w:val="de-DE"/>
              </w:rPr>
              <w:t>Smarte Städte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9A69C" w14:textId="77777777" w:rsidR="00614201" w:rsidRPr="009B5E1B" w:rsidRDefault="00614201" w:rsidP="00801EB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b w:val="0"/>
                <w:lang w:val="de-DE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14:paraId="5DF9697D" w14:textId="77777777" w:rsidR="00614201" w:rsidRPr="009B5E1B" w:rsidRDefault="009124CB" w:rsidP="009124CB">
            <w:pPr>
              <w:spacing w:before="60" w:after="60"/>
              <w:rPr>
                <w:lang w:val="de-DE"/>
              </w:rPr>
            </w:pPr>
            <w:r w:rsidRPr="009B5E1B">
              <w:rPr>
                <w:lang w:val="de-DE"/>
              </w:rPr>
              <w:t>Austausch von Berichten und Ergebnissen in Echtzeit</w:t>
            </w:r>
          </w:p>
        </w:tc>
      </w:tr>
    </w:tbl>
    <w:p w14:paraId="6B6733FE" w14:textId="77777777" w:rsidR="00210701" w:rsidRPr="009B5E1B" w:rsidRDefault="00210701" w:rsidP="006728BF">
      <w:pPr>
        <w:rPr>
          <w:lang w:val="de-DE"/>
        </w:rPr>
      </w:pPr>
    </w:p>
    <w:p w14:paraId="71428A36" w14:textId="77777777" w:rsidR="006728BF" w:rsidRPr="009B5E1B" w:rsidRDefault="006728BF">
      <w:pPr>
        <w:rPr>
          <w:b/>
          <w:lang w:val="de-DE"/>
        </w:rPr>
      </w:pPr>
      <w:r w:rsidRPr="009B5E1B">
        <w:rPr>
          <w:lang w:val="de-DE"/>
        </w:rPr>
        <w:br w:type="page"/>
      </w:r>
    </w:p>
    <w:p w14:paraId="20BD2C09" w14:textId="77777777" w:rsidR="005D4503" w:rsidRPr="009B5E1B" w:rsidRDefault="009124CB" w:rsidP="005D4503">
      <w:pPr>
        <w:pStyle w:val="eTask"/>
        <w:rPr>
          <w:lang w:val="de-DE"/>
        </w:rPr>
      </w:pPr>
      <w:r w:rsidRPr="009B5E1B">
        <w:rPr>
          <w:rStyle w:val="hps"/>
          <w:bCs/>
          <w:lang w:val="de-DE"/>
        </w:rPr>
        <w:lastRenderedPageBreak/>
        <w:t>Nennen Sie drei grundlegende IoT-Anwendungen</w:t>
      </w:r>
      <w:r w:rsidRPr="009B5E1B">
        <w:rPr>
          <w:bCs/>
          <w:lang w:val="de-DE"/>
        </w:rPr>
        <w:t xml:space="preserve"> </w:t>
      </w:r>
      <w:r w:rsidRPr="009B5E1B">
        <w:rPr>
          <w:rStyle w:val="hps"/>
          <w:bCs/>
          <w:lang w:val="de-DE"/>
        </w:rPr>
        <w:t>für</w:t>
      </w:r>
      <w:r w:rsidRPr="009B5E1B">
        <w:rPr>
          <w:bCs/>
          <w:lang w:val="de-DE"/>
        </w:rPr>
        <w:t xml:space="preserve"> </w:t>
      </w:r>
      <w:r w:rsidRPr="009B5E1B">
        <w:rPr>
          <w:rStyle w:val="hps"/>
          <w:bCs/>
          <w:lang w:val="de-DE"/>
        </w:rPr>
        <w:t>smarte</w:t>
      </w:r>
      <w:r w:rsidRPr="009B5E1B">
        <w:rPr>
          <w:bCs/>
          <w:lang w:val="de-DE"/>
        </w:rPr>
        <w:t xml:space="preserve"> </w:t>
      </w:r>
      <w:r w:rsidRPr="009B5E1B">
        <w:rPr>
          <w:rStyle w:val="hps"/>
          <w:bCs/>
          <w:lang w:val="de-DE"/>
        </w:rPr>
        <w:t>Städte.</w:t>
      </w:r>
    </w:p>
    <w:p w14:paraId="144F16D6" w14:textId="77777777" w:rsidR="00457B2D" w:rsidRPr="009B5E1B" w:rsidRDefault="00457B2D" w:rsidP="006728BF">
      <w:pPr>
        <w:rPr>
          <w:lang w:val="de-DE"/>
        </w:rPr>
      </w:pPr>
    </w:p>
    <w:p w14:paraId="392BC0BF" w14:textId="77777777" w:rsidR="00457B2D" w:rsidRPr="009B5E1B" w:rsidRDefault="00457B2D" w:rsidP="00457B2D">
      <w:pPr>
        <w:rPr>
          <w:lang w:val="de-DE"/>
        </w:rPr>
      </w:pPr>
      <w:r w:rsidRPr="009B5E1B">
        <w:rPr>
          <w:lang w:val="de-DE"/>
        </w:rPr>
        <w:t>1.</w:t>
      </w:r>
      <w:r w:rsidRPr="009B5E1B">
        <w:rPr>
          <w:lang w:val="de-DE"/>
        </w:rPr>
        <w:tab/>
        <w:t>__________________</w:t>
      </w:r>
    </w:p>
    <w:p w14:paraId="5E8E3148" w14:textId="77777777" w:rsidR="00457B2D" w:rsidRPr="009B5E1B" w:rsidRDefault="00457B2D" w:rsidP="00457B2D">
      <w:pPr>
        <w:rPr>
          <w:lang w:val="de-DE"/>
        </w:rPr>
      </w:pPr>
    </w:p>
    <w:p w14:paraId="10058574" w14:textId="77777777" w:rsidR="00457B2D" w:rsidRPr="009B5E1B" w:rsidRDefault="00457B2D" w:rsidP="00457B2D">
      <w:pPr>
        <w:rPr>
          <w:lang w:val="de-DE"/>
        </w:rPr>
      </w:pPr>
      <w:r w:rsidRPr="009B5E1B">
        <w:rPr>
          <w:lang w:val="de-DE"/>
        </w:rPr>
        <w:t>2.</w:t>
      </w:r>
      <w:r w:rsidRPr="009B5E1B">
        <w:rPr>
          <w:lang w:val="de-DE"/>
        </w:rPr>
        <w:tab/>
        <w:t>__________________</w:t>
      </w:r>
    </w:p>
    <w:p w14:paraId="3EDD7501" w14:textId="77777777" w:rsidR="00457B2D" w:rsidRPr="009B5E1B" w:rsidRDefault="00457B2D" w:rsidP="00457B2D">
      <w:pPr>
        <w:rPr>
          <w:lang w:val="de-DE"/>
        </w:rPr>
      </w:pPr>
    </w:p>
    <w:p w14:paraId="50DE743D" w14:textId="77777777" w:rsidR="00457B2D" w:rsidRPr="009B5E1B" w:rsidRDefault="00457B2D" w:rsidP="00457B2D">
      <w:pPr>
        <w:rPr>
          <w:lang w:val="de-DE"/>
        </w:rPr>
      </w:pPr>
      <w:r w:rsidRPr="009B5E1B">
        <w:rPr>
          <w:lang w:val="de-DE"/>
        </w:rPr>
        <w:t>3.</w:t>
      </w:r>
      <w:r w:rsidRPr="009B5E1B">
        <w:rPr>
          <w:lang w:val="de-DE"/>
        </w:rPr>
        <w:tab/>
        <w:t>__________________</w:t>
      </w:r>
    </w:p>
    <w:p w14:paraId="011E2FF1" w14:textId="77777777" w:rsidR="001922A0" w:rsidRPr="009B5E1B" w:rsidRDefault="001922A0" w:rsidP="006728BF">
      <w:pPr>
        <w:rPr>
          <w:lang w:val="de-DE"/>
        </w:rPr>
      </w:pPr>
    </w:p>
    <w:p w14:paraId="7E21D39D" w14:textId="77777777" w:rsidR="00137397" w:rsidRPr="009B5E1B" w:rsidRDefault="00137397" w:rsidP="00137397">
      <w:pPr>
        <w:pStyle w:val="eLineBottom"/>
        <w:rPr>
          <w:lang w:val="de-DE"/>
        </w:rPr>
      </w:pPr>
    </w:p>
    <w:p w14:paraId="72C02E89" w14:textId="77777777" w:rsidR="00137397" w:rsidRPr="009B5E1B" w:rsidRDefault="00137397" w:rsidP="00C148FD">
      <w:pPr>
        <w:rPr>
          <w:lang w:val="de-DE"/>
        </w:rPr>
      </w:pPr>
    </w:p>
    <w:p w14:paraId="51C636EE" w14:textId="77777777" w:rsidR="005D4503" w:rsidRPr="009B5E1B" w:rsidRDefault="005D4503" w:rsidP="005D4503">
      <w:pPr>
        <w:pStyle w:val="eTask"/>
        <w:ind w:left="284" w:hanging="284"/>
        <w:rPr>
          <w:lang w:val="de-DE"/>
        </w:rPr>
      </w:pPr>
      <w:r w:rsidRPr="009B5E1B">
        <w:rPr>
          <w:bCs/>
          <w:lang w:val="de-DE"/>
        </w:rPr>
        <w:t>Wählen Sie die korrekte Variante des folgenden Textes, so dass die Aussage richtig ist.</w:t>
      </w:r>
    </w:p>
    <w:p w14:paraId="3C36175C" w14:textId="77777777" w:rsidR="00F55FED" w:rsidRPr="009B5E1B" w:rsidRDefault="00F55FED" w:rsidP="006728BF">
      <w:pPr>
        <w:rPr>
          <w:lang w:val="de-DE"/>
        </w:rPr>
      </w:pPr>
    </w:p>
    <w:p w14:paraId="022B0888" w14:textId="77777777" w:rsidR="005D4503" w:rsidRPr="009B5E1B" w:rsidRDefault="005D4503" w:rsidP="005D4503">
      <w:pPr>
        <w:rPr>
          <w:lang w:val="de-DE"/>
        </w:rPr>
      </w:pPr>
      <w:r w:rsidRPr="009B5E1B">
        <w:rPr>
          <w:lang w:val="de-DE"/>
        </w:rPr>
        <w:t xml:space="preserve">Eine IPv6-Adresse stellt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vier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acht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9B5E1B">
        <w:rPr>
          <w:lang w:val="de-DE"/>
        </w:rPr>
        <w:t xml:space="preserve"> Gruppen mit je vier hexadezimalen Zeichen dar.</w:t>
      </w:r>
    </w:p>
    <w:p w14:paraId="47F2F04B" w14:textId="77777777" w:rsidR="00F55FED" w:rsidRPr="009B5E1B" w:rsidRDefault="00F55FED" w:rsidP="00C148FD">
      <w:pPr>
        <w:pStyle w:val="eLineBottom"/>
        <w:rPr>
          <w:lang w:val="de-DE"/>
        </w:rPr>
      </w:pPr>
    </w:p>
    <w:p w14:paraId="4DF95181" w14:textId="77777777" w:rsidR="00C148FD" w:rsidRPr="009B5E1B" w:rsidRDefault="00C148FD" w:rsidP="00C148FD">
      <w:pPr>
        <w:rPr>
          <w:lang w:val="de-DE"/>
        </w:rPr>
      </w:pPr>
    </w:p>
    <w:p w14:paraId="70B88DB0" w14:textId="77777777" w:rsidR="005D4503" w:rsidRPr="009B5E1B" w:rsidRDefault="00030029" w:rsidP="005D4503">
      <w:pPr>
        <w:pStyle w:val="eTask"/>
        <w:rPr>
          <w:lang w:val="de-DE"/>
        </w:rPr>
      </w:pPr>
      <w:r w:rsidRPr="009B5E1B">
        <w:rPr>
          <w:rStyle w:val="hps"/>
          <w:bCs/>
          <w:lang w:val="de-DE"/>
        </w:rPr>
        <w:t>Nennen Sie</w:t>
      </w:r>
      <w:r w:rsidRPr="009B5E1B">
        <w:rPr>
          <w:bCs/>
          <w:lang w:val="de-DE"/>
        </w:rPr>
        <w:t xml:space="preserve"> </w:t>
      </w:r>
      <w:r w:rsidRPr="009B5E1B">
        <w:rPr>
          <w:rStyle w:val="hps"/>
          <w:bCs/>
          <w:lang w:val="de-DE"/>
        </w:rPr>
        <w:t>vier</w:t>
      </w:r>
      <w:r w:rsidRPr="009B5E1B">
        <w:rPr>
          <w:bCs/>
          <w:lang w:val="de-DE"/>
        </w:rPr>
        <w:t xml:space="preserve"> </w:t>
      </w:r>
      <w:r w:rsidRPr="009B5E1B">
        <w:rPr>
          <w:rStyle w:val="hps"/>
          <w:bCs/>
          <w:lang w:val="de-DE"/>
        </w:rPr>
        <w:t xml:space="preserve">grundlegende </w:t>
      </w:r>
      <w:r w:rsidRPr="009B5E1B">
        <w:rPr>
          <w:bCs/>
          <w:lang w:val="de-DE"/>
        </w:rPr>
        <w:t>IoT-Anwendungen</w:t>
      </w:r>
      <w:r w:rsidRPr="009B5E1B">
        <w:rPr>
          <w:rStyle w:val="hps"/>
          <w:bCs/>
          <w:lang w:val="de-DE"/>
        </w:rPr>
        <w:t xml:space="preserve"> für</w:t>
      </w:r>
      <w:r w:rsidRPr="009B5E1B">
        <w:rPr>
          <w:bCs/>
          <w:lang w:val="de-DE"/>
        </w:rPr>
        <w:t xml:space="preserve"> </w:t>
      </w:r>
      <w:r w:rsidRPr="009B5E1B">
        <w:rPr>
          <w:rStyle w:val="hps"/>
          <w:bCs/>
          <w:lang w:val="de-DE"/>
        </w:rPr>
        <w:t>Energiedienstleistungen.</w:t>
      </w:r>
    </w:p>
    <w:p w14:paraId="7320923E" w14:textId="77777777" w:rsidR="00137397" w:rsidRPr="009B5E1B" w:rsidRDefault="00137397" w:rsidP="006728BF">
      <w:pPr>
        <w:rPr>
          <w:lang w:val="de-DE"/>
        </w:rPr>
      </w:pPr>
    </w:p>
    <w:p w14:paraId="439757B9" w14:textId="77777777" w:rsidR="00137397" w:rsidRPr="009B5E1B" w:rsidRDefault="00137397" w:rsidP="00137397">
      <w:pPr>
        <w:rPr>
          <w:lang w:val="de-DE"/>
        </w:rPr>
      </w:pPr>
      <w:r w:rsidRPr="009B5E1B">
        <w:rPr>
          <w:lang w:val="de-DE"/>
        </w:rPr>
        <w:t>1.</w:t>
      </w:r>
      <w:r w:rsidRPr="009B5E1B">
        <w:rPr>
          <w:lang w:val="de-DE"/>
        </w:rPr>
        <w:tab/>
        <w:t>__________________</w:t>
      </w:r>
    </w:p>
    <w:p w14:paraId="200D3025" w14:textId="77777777" w:rsidR="00137397" w:rsidRPr="009B5E1B" w:rsidRDefault="00137397" w:rsidP="00137397">
      <w:pPr>
        <w:rPr>
          <w:lang w:val="de-DE"/>
        </w:rPr>
      </w:pPr>
    </w:p>
    <w:p w14:paraId="34FCD069" w14:textId="77777777" w:rsidR="00137397" w:rsidRPr="009B5E1B" w:rsidRDefault="00137397" w:rsidP="00137397">
      <w:pPr>
        <w:rPr>
          <w:lang w:val="de-DE"/>
        </w:rPr>
      </w:pPr>
      <w:r w:rsidRPr="009B5E1B">
        <w:rPr>
          <w:lang w:val="de-DE"/>
        </w:rPr>
        <w:t>2.</w:t>
      </w:r>
      <w:r w:rsidRPr="009B5E1B">
        <w:rPr>
          <w:lang w:val="de-DE"/>
        </w:rPr>
        <w:tab/>
        <w:t>__________________</w:t>
      </w:r>
    </w:p>
    <w:p w14:paraId="61D4253C" w14:textId="77777777" w:rsidR="00137397" w:rsidRPr="009B5E1B" w:rsidRDefault="00137397" w:rsidP="00137397">
      <w:pPr>
        <w:rPr>
          <w:lang w:val="de-DE"/>
        </w:rPr>
      </w:pPr>
    </w:p>
    <w:p w14:paraId="22A54784" w14:textId="77777777" w:rsidR="00137397" w:rsidRPr="009B5E1B" w:rsidRDefault="00137397" w:rsidP="00137397">
      <w:pPr>
        <w:rPr>
          <w:lang w:val="de-DE"/>
        </w:rPr>
      </w:pPr>
      <w:r w:rsidRPr="009B5E1B">
        <w:rPr>
          <w:lang w:val="de-DE"/>
        </w:rPr>
        <w:t>3.</w:t>
      </w:r>
      <w:r w:rsidRPr="009B5E1B">
        <w:rPr>
          <w:lang w:val="de-DE"/>
        </w:rPr>
        <w:tab/>
        <w:t>__________________</w:t>
      </w:r>
    </w:p>
    <w:p w14:paraId="39B548D4" w14:textId="77777777" w:rsidR="00FC57C5" w:rsidRPr="009B5E1B" w:rsidRDefault="00FC57C5" w:rsidP="00137397">
      <w:pPr>
        <w:rPr>
          <w:lang w:val="de-DE"/>
        </w:rPr>
      </w:pPr>
    </w:p>
    <w:p w14:paraId="7AB7B77E" w14:textId="77777777" w:rsidR="006728BF" w:rsidRPr="009B5E1B" w:rsidRDefault="00FC57C5" w:rsidP="006728BF">
      <w:pPr>
        <w:rPr>
          <w:lang w:val="de-DE"/>
        </w:rPr>
      </w:pPr>
      <w:r w:rsidRPr="009B5E1B">
        <w:rPr>
          <w:lang w:val="de-DE"/>
        </w:rPr>
        <w:t xml:space="preserve">4. </w:t>
      </w:r>
      <w:r w:rsidRPr="009B5E1B">
        <w:rPr>
          <w:lang w:val="de-DE"/>
        </w:rPr>
        <w:tab/>
        <w:t>__________________</w:t>
      </w:r>
    </w:p>
    <w:p w14:paraId="75074BBD" w14:textId="77777777" w:rsidR="00FC57C5" w:rsidRPr="009B5E1B" w:rsidRDefault="00FC57C5" w:rsidP="00137397">
      <w:pPr>
        <w:rPr>
          <w:u w:val="single"/>
          <w:lang w:val="de-DE"/>
        </w:rPr>
      </w:pPr>
    </w:p>
    <w:p w14:paraId="33F19250" w14:textId="77777777" w:rsidR="00137397" w:rsidRPr="009B5E1B" w:rsidRDefault="00137397" w:rsidP="00137397">
      <w:pPr>
        <w:pStyle w:val="eLineBottom"/>
        <w:rPr>
          <w:lang w:val="de-DE"/>
        </w:rPr>
      </w:pPr>
    </w:p>
    <w:p w14:paraId="5586DC41" w14:textId="77777777" w:rsidR="00223478" w:rsidRPr="009B5E1B" w:rsidRDefault="00223478" w:rsidP="00C148FD">
      <w:pPr>
        <w:pStyle w:val="eCheckBoxText"/>
        <w:rPr>
          <w:lang w:val="de-DE"/>
        </w:rPr>
      </w:pPr>
    </w:p>
    <w:p w14:paraId="31BC979C" w14:textId="77777777" w:rsidR="005D4503" w:rsidRPr="009B5E1B" w:rsidRDefault="005D4503" w:rsidP="005D4503">
      <w:pPr>
        <w:pStyle w:val="eTask"/>
        <w:rPr>
          <w:lang w:val="de-DE"/>
        </w:rPr>
      </w:pPr>
      <w:r w:rsidRPr="009B5E1B">
        <w:rPr>
          <w:bCs/>
          <w:lang w:val="de-DE"/>
        </w:rPr>
        <w:t>Ergänzen Sie in die Tabelle die folgenden Elemente von oben nach unten gemäß ihrer Wichtigkeit für IoT: Telefone, Smart-TV, Multimedia-Spieler, Notebooks, E-Book-Readers.</w:t>
      </w:r>
    </w:p>
    <w:p w14:paraId="2B110807" w14:textId="77777777" w:rsidR="00A57E9D" w:rsidRPr="009B5E1B" w:rsidRDefault="00A57E9D" w:rsidP="006728BF">
      <w:pPr>
        <w:rPr>
          <w:u w:val="single"/>
          <w:lang w:val="de-DE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</w:tblGrid>
      <w:tr w:rsidR="00686ACE" w:rsidRPr="009B5E1B" w14:paraId="555AB369" w14:textId="77777777" w:rsidTr="006728BF">
        <w:tc>
          <w:tcPr>
            <w:tcW w:w="2552" w:type="dxa"/>
            <w:tcBorders>
              <w:bottom w:val="single" w:sz="4" w:space="0" w:color="auto"/>
            </w:tcBorders>
          </w:tcPr>
          <w:p w14:paraId="476DAB8A" w14:textId="77777777" w:rsidR="006728BF" w:rsidRPr="009B5E1B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de-DE"/>
              </w:rPr>
            </w:pPr>
          </w:p>
        </w:tc>
      </w:tr>
      <w:tr w:rsidR="00686ACE" w:rsidRPr="009B5E1B" w14:paraId="39B7253B" w14:textId="77777777" w:rsidTr="006728BF">
        <w:tc>
          <w:tcPr>
            <w:tcW w:w="2552" w:type="dxa"/>
            <w:tcBorders>
              <w:top w:val="single" w:sz="4" w:space="0" w:color="auto"/>
            </w:tcBorders>
          </w:tcPr>
          <w:p w14:paraId="13A19AAA" w14:textId="77777777" w:rsidR="006728BF" w:rsidRPr="009B5E1B" w:rsidRDefault="006728BF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de-DE"/>
              </w:rPr>
            </w:pPr>
          </w:p>
        </w:tc>
      </w:tr>
      <w:tr w:rsidR="00686ACE" w:rsidRPr="009B5E1B" w14:paraId="4870763C" w14:textId="77777777" w:rsidTr="00D46C4F">
        <w:tc>
          <w:tcPr>
            <w:tcW w:w="2552" w:type="dxa"/>
          </w:tcPr>
          <w:p w14:paraId="421C081F" w14:textId="77777777" w:rsidR="00686ACE" w:rsidRPr="009B5E1B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de-DE"/>
              </w:rPr>
            </w:pPr>
          </w:p>
        </w:tc>
      </w:tr>
      <w:tr w:rsidR="00686ACE" w:rsidRPr="009B5E1B" w14:paraId="24294034" w14:textId="77777777" w:rsidTr="00D46C4F">
        <w:tc>
          <w:tcPr>
            <w:tcW w:w="2552" w:type="dxa"/>
          </w:tcPr>
          <w:p w14:paraId="1D74C7FF" w14:textId="77777777" w:rsidR="00686ACE" w:rsidRPr="009B5E1B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de-DE"/>
              </w:rPr>
            </w:pPr>
          </w:p>
        </w:tc>
      </w:tr>
      <w:tr w:rsidR="00686ACE" w:rsidRPr="009B5E1B" w14:paraId="18BDE177" w14:textId="77777777" w:rsidTr="00D46C4F">
        <w:tc>
          <w:tcPr>
            <w:tcW w:w="2552" w:type="dxa"/>
          </w:tcPr>
          <w:p w14:paraId="5D90D811" w14:textId="77777777" w:rsidR="00686ACE" w:rsidRPr="009B5E1B" w:rsidRDefault="00686ACE" w:rsidP="006728BF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lang w:val="de-DE"/>
              </w:rPr>
            </w:pPr>
          </w:p>
        </w:tc>
      </w:tr>
    </w:tbl>
    <w:p w14:paraId="477F4B2D" w14:textId="77777777" w:rsidR="005F6159" w:rsidRPr="009B5E1B" w:rsidRDefault="005F6159" w:rsidP="006728BF">
      <w:pPr>
        <w:rPr>
          <w:lang w:val="de-DE"/>
        </w:rPr>
      </w:pPr>
    </w:p>
    <w:sectPr w:rsidR="005F6159" w:rsidRPr="009B5E1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DCD59" w14:textId="77777777" w:rsidR="00CF302E" w:rsidRDefault="00CF302E" w:rsidP="00861A1A">
      <w:r>
        <w:separator/>
      </w:r>
    </w:p>
  </w:endnote>
  <w:endnote w:type="continuationSeparator" w:id="0">
    <w:p w14:paraId="7EDB6909" w14:textId="77777777" w:rsidR="00CF302E" w:rsidRDefault="00CF302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2747072D" w14:textId="77777777" w:rsidTr="00CA51B5">
      <w:tc>
        <w:tcPr>
          <w:tcW w:w="2518" w:type="dxa"/>
        </w:tcPr>
        <w:p w14:paraId="19856F6F" w14:textId="77777777"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58C28179" wp14:editId="38EDF126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F10C559" w14:textId="77777777" w:rsidR="00BC3E4C" w:rsidRPr="00A46B90" w:rsidRDefault="00BC3E4C" w:rsidP="00BC3E4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316FC0DF" w14:textId="77777777" w:rsidR="00BF5E09" w:rsidRPr="00CA51B5" w:rsidRDefault="00BC3E4C" w:rsidP="00BC3E4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34465A25" w14:textId="77777777" w:rsidTr="00CA51B5">
      <w:tc>
        <w:tcPr>
          <w:tcW w:w="8472" w:type="dxa"/>
          <w:gridSpan w:val="2"/>
        </w:tcPr>
        <w:p w14:paraId="6AEB0CDB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530444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565920A6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14:paraId="09FD0F1E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BA29B" w14:textId="77777777" w:rsidR="00CF302E" w:rsidRDefault="00CF302E" w:rsidP="00861A1A">
      <w:r>
        <w:separator/>
      </w:r>
    </w:p>
  </w:footnote>
  <w:footnote w:type="continuationSeparator" w:id="0">
    <w:p w14:paraId="1C97641A" w14:textId="77777777" w:rsidR="00CF302E" w:rsidRDefault="00CF302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AE7FA" w14:textId="77777777" w:rsidR="005D4503" w:rsidRPr="009124CB" w:rsidRDefault="00C4465F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>
      <w:rPr>
        <w:noProof/>
        <w:sz w:val="32"/>
        <w:szCs w:val="32"/>
      </w:rPr>
      <w:drawing>
        <wp:anchor distT="0" distB="0" distL="114300" distR="114300" simplePos="0" relativeHeight="251656192" behindDoc="0" locked="0" layoutInCell="1" allowOverlap="1" wp14:anchorId="6B28C9E7" wp14:editId="16D6954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de-DE"/>
      </w:rPr>
      <w:tab/>
    </w:r>
    <w:r>
      <w:rPr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4128E602" wp14:editId="590CBD2E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de-DE"/>
      </w:rPr>
      <w:tab/>
    </w:r>
    <w:r>
      <w:rPr>
        <w:rFonts w:ascii="Calibri" w:hAnsi="Calibri"/>
        <w:b/>
        <w:bCs/>
        <w:smallCaps/>
        <w:lang w:val="de-DE"/>
      </w:rPr>
      <w:t>ARBEITSBLATT</w:t>
    </w:r>
  </w:p>
  <w:p w14:paraId="04522CAD" w14:textId="77777777" w:rsidR="00C148FD" w:rsidRPr="009124CB" w:rsidRDefault="00530444" w:rsidP="00DD1E80">
    <w:pPr>
      <w:ind w:left="1843"/>
      <w:jc w:val="right"/>
      <w:rPr>
        <w:rFonts w:ascii="Calibri" w:hAnsi="Calibri"/>
        <w:smallCaps/>
        <w:sz w:val="20"/>
        <w:szCs w:val="20"/>
      </w:rPr>
    </w:pPr>
    <w:r>
      <w:rPr>
        <w:rFonts w:ascii="Calibri" w:hAnsi="Calibri"/>
        <w:smallCaps/>
        <w:sz w:val="20"/>
        <w:szCs w:val="20"/>
        <w:lang w:val="de-DE"/>
      </w:rPr>
      <w:t>INTERNET DER DINGE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25BBE"/>
    <w:rsid w:val="00030029"/>
    <w:rsid w:val="00030EDA"/>
    <w:rsid w:val="00045BEB"/>
    <w:rsid w:val="00062AD5"/>
    <w:rsid w:val="00073ADF"/>
    <w:rsid w:val="0007473C"/>
    <w:rsid w:val="000750C9"/>
    <w:rsid w:val="00087EAC"/>
    <w:rsid w:val="00094A16"/>
    <w:rsid w:val="000A233F"/>
    <w:rsid w:val="000A389D"/>
    <w:rsid w:val="000A55B3"/>
    <w:rsid w:val="000B1FC9"/>
    <w:rsid w:val="000C4911"/>
    <w:rsid w:val="000C6B3A"/>
    <w:rsid w:val="000F5362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E38"/>
    <w:rsid w:val="001D3EDB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47F57"/>
    <w:rsid w:val="00263E70"/>
    <w:rsid w:val="00272012"/>
    <w:rsid w:val="00273D46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4074D"/>
    <w:rsid w:val="00457B2D"/>
    <w:rsid w:val="0046567F"/>
    <w:rsid w:val="00472203"/>
    <w:rsid w:val="00475954"/>
    <w:rsid w:val="00492966"/>
    <w:rsid w:val="004A01E5"/>
    <w:rsid w:val="004A7B44"/>
    <w:rsid w:val="004C0B81"/>
    <w:rsid w:val="004C0E36"/>
    <w:rsid w:val="004E5E95"/>
    <w:rsid w:val="004E70EA"/>
    <w:rsid w:val="004F0CDB"/>
    <w:rsid w:val="004F5AFF"/>
    <w:rsid w:val="00501A9F"/>
    <w:rsid w:val="005132B0"/>
    <w:rsid w:val="00514AB1"/>
    <w:rsid w:val="00517E3A"/>
    <w:rsid w:val="0052284C"/>
    <w:rsid w:val="00530444"/>
    <w:rsid w:val="00532693"/>
    <w:rsid w:val="00561B7B"/>
    <w:rsid w:val="00561C5A"/>
    <w:rsid w:val="005728B3"/>
    <w:rsid w:val="005738D5"/>
    <w:rsid w:val="0057504E"/>
    <w:rsid w:val="00576BC2"/>
    <w:rsid w:val="005832C4"/>
    <w:rsid w:val="00587966"/>
    <w:rsid w:val="005A133C"/>
    <w:rsid w:val="005A3EAE"/>
    <w:rsid w:val="005A6F6C"/>
    <w:rsid w:val="005B2E55"/>
    <w:rsid w:val="005B37E2"/>
    <w:rsid w:val="005B460C"/>
    <w:rsid w:val="005D4503"/>
    <w:rsid w:val="005D6D90"/>
    <w:rsid w:val="005D7525"/>
    <w:rsid w:val="005E1AB1"/>
    <w:rsid w:val="005E20B2"/>
    <w:rsid w:val="005E5A22"/>
    <w:rsid w:val="005F5FA1"/>
    <w:rsid w:val="005F6159"/>
    <w:rsid w:val="00614201"/>
    <w:rsid w:val="00617D04"/>
    <w:rsid w:val="00621082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A1B94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0657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4CB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5E1B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30C4"/>
    <w:rsid w:val="00A54992"/>
    <w:rsid w:val="00A57E9D"/>
    <w:rsid w:val="00A633E1"/>
    <w:rsid w:val="00A65E53"/>
    <w:rsid w:val="00A7603A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52FFD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3E4C"/>
    <w:rsid w:val="00BC732E"/>
    <w:rsid w:val="00BD3D30"/>
    <w:rsid w:val="00BD7612"/>
    <w:rsid w:val="00BE6648"/>
    <w:rsid w:val="00BF5E09"/>
    <w:rsid w:val="00BF6970"/>
    <w:rsid w:val="00C148FD"/>
    <w:rsid w:val="00C2393A"/>
    <w:rsid w:val="00C35E05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302E"/>
    <w:rsid w:val="00CF4DFA"/>
    <w:rsid w:val="00D060B3"/>
    <w:rsid w:val="00D06992"/>
    <w:rsid w:val="00D1690E"/>
    <w:rsid w:val="00D20A5C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A6308"/>
    <w:rsid w:val="00DB2F24"/>
    <w:rsid w:val="00DB5EF7"/>
    <w:rsid w:val="00DB674B"/>
    <w:rsid w:val="00DC1DC7"/>
    <w:rsid w:val="00DD085D"/>
    <w:rsid w:val="00DD1E80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A1BDF"/>
    <w:rsid w:val="00EA1CC3"/>
    <w:rsid w:val="00EA1FF5"/>
    <w:rsid w:val="00EB6B74"/>
    <w:rsid w:val="00EB6E4B"/>
    <w:rsid w:val="00EC77B0"/>
    <w:rsid w:val="00ED2956"/>
    <w:rsid w:val="00EE3197"/>
    <w:rsid w:val="00EF2951"/>
    <w:rsid w:val="00F12783"/>
    <w:rsid w:val="00F13366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3ACF83"/>
  <w15:docId w15:val="{3258C553-4D8B-4419-AE9B-0EEBE830D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262</Words>
  <Characters>1546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1</vt:lpstr>
    </vt:vector>
  </TitlesOfParts>
  <Company>ČVUT FEL Praha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20</cp:revision>
  <cp:lastPrinted>2013-05-24T14:00:00Z</cp:lastPrinted>
  <dcterms:created xsi:type="dcterms:W3CDTF">2016-01-05T08:43:00Z</dcterms:created>
  <dcterms:modified xsi:type="dcterms:W3CDTF">2017-09-26T14:45:00Z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