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DF4E38" w:rsidRDefault="003B34D8" w:rsidP="00C668E0">
      <w:pPr>
        <w:pStyle w:val="eTask"/>
      </w:pPr>
      <w:r w:rsidRPr="00DF4E38">
        <w:t>Pozměň následující text tak, aby tvrzení byla pravdivá</w:t>
      </w:r>
      <w:r w:rsidR="006B1B78" w:rsidRPr="00DF4E38">
        <w:t>:</w:t>
      </w:r>
    </w:p>
    <w:p w:rsidR="001922A0" w:rsidRPr="00DF4E38" w:rsidRDefault="001922A0" w:rsidP="00C148FD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Pr="00EA0CCC">
        <w:t>zajišťuje</w:t>
      </w:r>
      <w:r w:rsidR="00877A46" w:rsidRPr="00EA0CCC">
        <w:t xml:space="preserve"> pro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hovory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VoIP hovory</m:t>
                  </m:r>
                </m:e>
              </m:mr>
            </m:m>
          </m:e>
        </m:d>
      </m:oMath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pouze transport dat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rezervaci vyhrazené cesty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Pr="00EA0CCC">
        <w:t xml:space="preserve">zajišťuje </w:t>
      </w:r>
      <w:r w:rsidR="00877A46" w:rsidRPr="00EA0CCC">
        <w:t xml:space="preserve">pro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hovory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VoIP hovory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pouze transport dat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rezervaci vyhrazené cesty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="001F45BD" w:rsidRPr="00EA0CCC">
        <w:t>spolupracuje s</w:t>
      </w:r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Internetem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PSTN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>
      <w:pPr>
        <w:tabs>
          <w:tab w:val="left" w:pos="6647"/>
        </w:tabs>
      </w:pPr>
    </w:p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okruhů</m:t>
                  </m:r>
                </m:e>
              </m:mr>
            </m:m>
          </m:e>
        </m:d>
      </m:oMath>
      <w:r w:rsidR="001F45BD" w:rsidRPr="00EA0CCC">
        <w:t xml:space="preserve"> spolupracuje s</w:t>
      </w:r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Internetem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PSTN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>
      <w:pPr>
        <w:tabs>
          <w:tab w:val="left" w:pos="6647"/>
        </w:tabs>
      </w:pPr>
    </w:p>
    <w:p w:rsidR="0000050F" w:rsidRPr="00EA0CCC" w:rsidRDefault="0000050F" w:rsidP="0000050F">
      <w:r w:rsidRPr="00EA0CCC">
        <w:t>T</w:t>
      </w:r>
      <w:r w:rsidR="003B34D8" w:rsidRPr="00EA0CCC">
        <w:t xml:space="preserve">opologie </w:t>
      </w:r>
      <w:r w:rsidRPr="00EA0CCC">
        <w:t xml:space="preserve">UTRAN </w:t>
      </w:r>
      <w:r w:rsidR="001D39DD" w:rsidRPr="00EA0CCC">
        <w:t>se zobrazuje</w:t>
      </w:r>
      <w:r w:rsidR="003B34D8" w:rsidRPr="00EA0CCC">
        <w:t xml:space="preserve"> jako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hvězda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mříž</m:t>
                  </m:r>
                </m:e>
              </m:mr>
            </m:m>
          </m:e>
        </m:d>
      </m:oMath>
      <w:r w:rsidR="003B34D8" w:rsidRPr="00EA0CCC">
        <w:t>, kdežto “</w:t>
      </w:r>
      <w:r w:rsidRPr="00EA0CCC">
        <w:t>evolved UTRAN</w:t>
      </w:r>
      <w:r w:rsidR="003B34D8" w:rsidRPr="00EA0CCC">
        <w:t>”</w:t>
      </w:r>
      <w:r w:rsidRPr="00EA0CCC">
        <w:t xml:space="preserve"> </w:t>
      </w:r>
      <w:r w:rsidR="001D39DD" w:rsidRPr="00EA0CCC">
        <w:t xml:space="preserve">jako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hvězda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mříž</m:t>
                  </m:r>
                </m:e>
              </m:mr>
            </m:m>
          </m:e>
        </m:d>
      </m:oMath>
      <w:r w:rsidRPr="00EA0CCC">
        <w:t>.</w:t>
      </w:r>
    </w:p>
    <w:p w:rsidR="0000050F" w:rsidRPr="00EA0CCC" w:rsidRDefault="0000050F" w:rsidP="0000050F"/>
    <w:p w:rsidR="00081951" w:rsidRPr="00EA0CCC" w:rsidRDefault="001D39DD" w:rsidP="006B1B78">
      <w:r w:rsidRPr="00EA0CCC">
        <w:t>I</w:t>
      </w:r>
      <w:r w:rsidR="00FB02D4" w:rsidRPr="00EA0CCC">
        <w:t>dentifi</w:t>
      </w:r>
      <w:r w:rsidRPr="00EA0CCC">
        <w:t xml:space="preserve">kace uživatele a jeho adresování je založeno na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IP adrese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IMSI a MSISDN</m:t>
                  </m:r>
                </m:e>
              </m:mr>
            </m:m>
          </m:e>
        </m:d>
      </m:oMath>
      <w:r w:rsidR="0000050F" w:rsidRPr="00EA0CCC">
        <w:t xml:space="preserve"> </w:t>
      </w:r>
      <w:r w:rsidRPr="00EA0CCC">
        <w:t xml:space="preserve">a jsou zpracovány v části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HLR</m:t>
                  </m:r>
                </m:e>
              </m:mr>
            </m:m>
          </m:e>
        </m:d>
      </m:oMath>
      <w:r w:rsidR="0000050F" w:rsidRPr="00EA0CCC">
        <w:t>.</w:t>
      </w:r>
    </w:p>
    <w:p w:rsidR="00C575F4" w:rsidRPr="00EA0CCC" w:rsidRDefault="00C575F4" w:rsidP="006B1B78"/>
    <w:p w:rsidR="00D35443" w:rsidRPr="00EA0CCC" w:rsidRDefault="003B34D8" w:rsidP="00D35443">
      <w:r w:rsidRPr="00EA0CCC">
        <w:t>V</w:t>
      </w:r>
      <w:r w:rsidR="00D35443" w:rsidRPr="00EA0CCC">
        <w:t xml:space="preserve"> LTE</w:t>
      </w:r>
      <w:r w:rsidRPr="00EA0CCC">
        <w:t xml:space="preserve"> jsou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VoIP hovory</m:t>
                  </m:r>
                </m:e>
              </m:mr>
            </m:m>
          </m:e>
        </m:d>
      </m:oMath>
      <w:r w:rsidR="00D35443" w:rsidRPr="00EA0CCC">
        <w:t xml:space="preserve"> </w:t>
      </w:r>
      <w:r w:rsidRPr="00EA0CCC">
        <w:t xml:space="preserve">směrovány prostřednictvím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GTP tunelu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35443" w:rsidRPr="00EA0CCC">
        <w:t>.</w:t>
      </w:r>
    </w:p>
    <w:p w:rsidR="00D35443" w:rsidRPr="00EA0CCC" w:rsidRDefault="00D35443" w:rsidP="00D35443"/>
    <w:p w:rsidR="00D35443" w:rsidRPr="00EA0CCC" w:rsidRDefault="003B34D8" w:rsidP="00D35443">
      <w:r w:rsidRPr="00EA0CCC">
        <w:t>V</w:t>
      </w:r>
      <w:r w:rsidR="00D35443" w:rsidRPr="00EA0CCC">
        <w:t xml:space="preserve"> LTE</w:t>
      </w:r>
      <w:r w:rsidRPr="00EA0CCC">
        <w:t xml:space="preserve"> jsou</w:t>
      </w:r>
      <w:r w:rsidR="00D35443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VoIP hovor</m:t>
                  </m:r>
                </m:e>
              </m:mr>
            </m:m>
          </m:e>
        </m:d>
      </m:oMath>
      <w:r w:rsidR="00D35443" w:rsidRPr="00EA0CCC">
        <w:t xml:space="preserve"> </w:t>
      </w:r>
      <w:r w:rsidRPr="00EA0CCC">
        <w:t xml:space="preserve">směrovány prostřednictvím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GTP tunelu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35443" w:rsidRPr="00EA0CCC">
        <w:t>.</w:t>
      </w:r>
    </w:p>
    <w:p w:rsidR="00D35443" w:rsidRPr="00EA0CCC" w:rsidRDefault="00D35443" w:rsidP="00D35443"/>
    <w:p w:rsidR="00210A31" w:rsidRPr="00EA0CCC" w:rsidRDefault="003B34D8" w:rsidP="006B1B78">
      <w:r w:rsidRPr="00EA0CCC">
        <w:t xml:space="preserve">Každá </w:t>
      </w:r>
      <w:r w:rsidR="001A70B2" w:rsidRPr="00EA0CCC">
        <w:t>apli</w:t>
      </w:r>
      <w:r w:rsidRPr="00EA0CCC">
        <w:t>kace</w:t>
      </w:r>
      <w:r w:rsidR="00081951" w:rsidRPr="00EA0CCC">
        <w:t xml:space="preserve"> </w:t>
      </w:r>
      <w:r w:rsidRPr="00EA0CCC">
        <w:t xml:space="preserve">běžící v </w:t>
      </w:r>
      <w:r w:rsidR="00081951" w:rsidRPr="00EA0CCC">
        <w:t xml:space="preserve">UE </w:t>
      </w:r>
      <w:r w:rsidRPr="00EA0CCC">
        <w:t>má</w:t>
      </w:r>
      <w:r w:rsidR="00081951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stejné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rozdílné</m:t>
                  </m:r>
                </m:e>
              </m:mr>
            </m:m>
          </m:e>
        </m:d>
      </m:oMath>
      <w:r w:rsidR="00081951" w:rsidRPr="00EA0CCC">
        <w:t xml:space="preserve"> </w:t>
      </w:r>
      <w:r w:rsidRPr="00EA0CCC">
        <w:t xml:space="preserve">nároky na </w:t>
      </w:r>
      <w:r w:rsidR="00081951" w:rsidRPr="00EA0CCC">
        <w:t>QoS</w:t>
      </w:r>
      <w:r w:rsidR="00210A31" w:rsidRPr="00EA0CCC">
        <w:t>.</w:t>
      </w:r>
    </w:p>
    <w:p w:rsidR="00210A31" w:rsidRPr="00DF4E38" w:rsidRDefault="00210A31" w:rsidP="00C148FD">
      <w:pPr>
        <w:pStyle w:val="eLineBottom"/>
      </w:pPr>
    </w:p>
    <w:p w:rsidR="006B1B78" w:rsidRPr="00DF4E38" w:rsidRDefault="006B1B78" w:rsidP="00C148FD">
      <w:pPr>
        <w:pStyle w:val="eLineBottom"/>
      </w:pPr>
    </w:p>
    <w:p w:rsidR="00C575F4" w:rsidRPr="00DF4E38" w:rsidRDefault="00C575F4" w:rsidP="00C148FD">
      <w:pPr>
        <w:pStyle w:val="eLineBottom"/>
      </w:pPr>
    </w:p>
    <w:p w:rsidR="001922A0" w:rsidRPr="00DF4E38" w:rsidRDefault="001922A0" w:rsidP="001922A0"/>
    <w:p w:rsidR="001922A0" w:rsidRPr="00DF4E38" w:rsidRDefault="003B34D8" w:rsidP="00C668E0">
      <w:pPr>
        <w:pStyle w:val="eTask"/>
      </w:pPr>
      <w:r w:rsidRPr="00DF4E38">
        <w:t>Přiřaď jednotlivé technologie odpovídající generaci mobilních systémů</w:t>
      </w:r>
      <w:r w:rsidR="00F52CDE" w:rsidRPr="00DF4E38">
        <w:t>:</w:t>
      </w:r>
    </w:p>
    <w:p w:rsidR="00F52CDE" w:rsidRPr="00DF4E38" w:rsidRDefault="00F52CDE" w:rsidP="00FD1EB6"/>
    <w:p w:rsidR="00F52CDE" w:rsidRPr="00DF4E38" w:rsidRDefault="00C677B0" w:rsidP="005F4286">
      <w:pPr>
        <w:ind w:firstLine="360"/>
      </w:pPr>
      <w:r w:rsidRPr="00DF4E38">
        <w:t>eNod</w:t>
      </w:r>
      <w:r w:rsidR="00081951" w:rsidRPr="00DF4E38">
        <w:t>eB, GGSN, HSS, I-CSCF, MME, MSC</w:t>
      </w:r>
      <w:r w:rsidRPr="00DF4E38">
        <w:t>, NodeB, P-CSCF, S-CSCF, SGSN, S-GW</w:t>
      </w:r>
    </w:p>
    <w:p w:rsidR="001922A0" w:rsidRPr="00DF4E38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7267"/>
      </w:tblGrid>
      <w:tr w:rsidR="001922A0" w:rsidRPr="00DF4E38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DF4E38" w:rsidRDefault="00C677B0" w:rsidP="00C668E0">
            <w:pPr>
              <w:spacing w:before="120" w:after="120"/>
            </w:pPr>
            <w:r w:rsidRPr="00DF4E38">
              <w:t>IMS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DF4E38" w:rsidRDefault="00CE5DC9" w:rsidP="00C668E0">
            <w:pPr>
              <w:spacing w:before="120" w:after="120"/>
              <w:rPr>
                <w:color w:val="FF0000"/>
              </w:rPr>
            </w:pPr>
            <w:r w:rsidRPr="00DF4E38">
              <w:rPr>
                <w:color w:val="FF0000"/>
              </w:rPr>
              <w:t>P-CSCF, I-CSCF, S-CSCF</w:t>
            </w:r>
          </w:p>
        </w:tc>
      </w:tr>
      <w:tr w:rsidR="00CC266E" w:rsidRPr="00DF4E38" w:rsidTr="00CE5DC9">
        <w:trPr>
          <w:trHeight w:val="454"/>
        </w:trPr>
        <w:tc>
          <w:tcPr>
            <w:tcW w:w="151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DF4E38" w:rsidRDefault="00C677B0" w:rsidP="00C668E0">
            <w:pPr>
              <w:spacing w:before="120" w:after="120"/>
            </w:pPr>
            <w:r w:rsidRPr="00DF4E38">
              <w:t xml:space="preserve">3G </w:t>
            </w:r>
            <w:r w:rsidR="00DF4E38">
              <w:t>jádro sítě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DF4E38" w:rsidRDefault="00CE5DC9" w:rsidP="00C668E0">
            <w:pPr>
              <w:spacing w:before="120" w:after="120"/>
              <w:rPr>
                <w:color w:val="FF0000"/>
              </w:rPr>
            </w:pPr>
            <w:r w:rsidRPr="00DF4E38">
              <w:rPr>
                <w:color w:val="FF0000"/>
              </w:rPr>
              <w:t>MSC, GGSN, SGSN</w:t>
            </w:r>
          </w:p>
        </w:tc>
      </w:tr>
      <w:tr w:rsidR="00CC266E" w:rsidRPr="00DF4E38" w:rsidTr="00CE5DC9">
        <w:trPr>
          <w:trHeight w:val="454"/>
        </w:trPr>
        <w:tc>
          <w:tcPr>
            <w:tcW w:w="1511" w:type="dxa"/>
            <w:tcBorders>
              <w:right w:val="single" w:sz="8" w:space="0" w:color="auto"/>
            </w:tcBorders>
            <w:vAlign w:val="center"/>
          </w:tcPr>
          <w:p w:rsidR="00CC266E" w:rsidRPr="00DF4E38" w:rsidRDefault="00C677B0" w:rsidP="00C668E0">
            <w:pPr>
              <w:spacing w:before="120" w:after="120"/>
            </w:pPr>
            <w:r w:rsidRPr="00DF4E38">
              <w:t>UTRAN</w:t>
            </w:r>
          </w:p>
        </w:tc>
        <w:tc>
          <w:tcPr>
            <w:tcW w:w="7267" w:type="dxa"/>
            <w:tcBorders>
              <w:left w:val="single" w:sz="8" w:space="0" w:color="auto"/>
            </w:tcBorders>
            <w:vAlign w:val="center"/>
          </w:tcPr>
          <w:p w:rsidR="00CC266E" w:rsidRPr="00DF4E38" w:rsidRDefault="00CE5DC9" w:rsidP="00C668E0">
            <w:pPr>
              <w:spacing w:before="120" w:after="120"/>
              <w:rPr>
                <w:color w:val="FF0000"/>
              </w:rPr>
            </w:pPr>
            <w:r w:rsidRPr="00DF4E38">
              <w:rPr>
                <w:color w:val="FF0000"/>
              </w:rPr>
              <w:t>NodeB</w:t>
            </w:r>
          </w:p>
        </w:tc>
      </w:tr>
      <w:tr w:rsidR="00F52CDE" w:rsidRPr="00DF4E38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DF4E38" w:rsidRDefault="00C677B0" w:rsidP="00C668E0">
            <w:pPr>
              <w:spacing w:before="120" w:after="120"/>
            </w:pPr>
            <w:r w:rsidRPr="00DF4E38">
              <w:t>EPC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DF4E38" w:rsidRDefault="00CE5DC9" w:rsidP="00C668E0">
            <w:pPr>
              <w:spacing w:before="120" w:after="120"/>
              <w:rPr>
                <w:color w:val="FF0000"/>
              </w:rPr>
            </w:pPr>
            <w:r w:rsidRPr="00DF4E38">
              <w:rPr>
                <w:color w:val="FF0000"/>
              </w:rPr>
              <w:t>HSS, MME, S-GW</w:t>
            </w:r>
          </w:p>
        </w:tc>
      </w:tr>
      <w:tr w:rsidR="00F52CDE" w:rsidRPr="00DF4E38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DF4E38" w:rsidRDefault="00C677B0" w:rsidP="00C668E0">
            <w:pPr>
              <w:spacing w:before="120" w:after="120"/>
            </w:pPr>
            <w:r w:rsidRPr="00DF4E38">
              <w:t>E-UTRAN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C668E0" w:rsidRDefault="00CE5DC9" w:rsidP="00C668E0">
            <w:pPr>
              <w:spacing w:before="120" w:after="120"/>
            </w:pPr>
            <w:r w:rsidRPr="00DF4E38">
              <w:rPr>
                <w:color w:val="FF0000"/>
              </w:rPr>
              <w:t>eNodeB</w:t>
            </w:r>
          </w:p>
        </w:tc>
      </w:tr>
    </w:tbl>
    <w:p w:rsidR="00C575F4" w:rsidRPr="00DF4E38" w:rsidRDefault="00C575F4" w:rsidP="00FD1EB6"/>
    <w:p w:rsidR="00C575F4" w:rsidRPr="00DF4E38" w:rsidRDefault="00C575F4">
      <w:pPr>
        <w:rPr>
          <w:szCs w:val="20"/>
        </w:rPr>
      </w:pPr>
      <w:r w:rsidRPr="00DF4E38">
        <w:br w:type="page"/>
      </w:r>
    </w:p>
    <w:p w:rsidR="00F60364" w:rsidRPr="00DF4E38" w:rsidRDefault="001D39DD" w:rsidP="00C668E0">
      <w:pPr>
        <w:pStyle w:val="eTask"/>
      </w:pPr>
      <w:r w:rsidRPr="00DF4E38">
        <w:lastRenderedPageBreak/>
        <w:t>Přiřaď termíny z levého sloupce odpovídajícím definicím vpravo</w:t>
      </w:r>
      <w:r w:rsidR="00F60364" w:rsidRPr="00DF4E38">
        <w:t>.</w:t>
      </w:r>
    </w:p>
    <w:p w:rsidR="00F60364" w:rsidRPr="00DF4E38" w:rsidRDefault="00F60364" w:rsidP="00F6036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směrování první</w:t>
            </w:r>
            <w:r w:rsidR="00963638" w:rsidRPr="00DF4E38">
              <w:t xml:space="preserve"> SIP </w:t>
            </w:r>
            <w:r w:rsidRPr="00DF4E38">
              <w:t>zprávy do centrální řídící jednotky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8A6C7F" w:rsidP="00813651">
            <w:r>
              <w:rPr>
                <w:rFonts w:eastAsia="MS Minch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25" o:spid="_x0000_s1026" type="#_x0000_t32" style="position:absolute;margin-left:-6.95pt;margin-top:-20.9pt;width:78.3pt;height:170.3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" strokecolor="red" strokeweight="1.25pt"/>
              </w:pict>
            </w:r>
            <w:r>
              <w:rPr>
                <w:rFonts w:eastAsia="MS Mincho"/>
              </w:rPr>
              <w:pict>
                <v:shape id="Přímá spojnice se šipkou 26" o:spid="_x0000_s1029" type="#_x0000_t32" style="position:absolute;margin-left:-6.95pt;margin-top:-20.9pt;width:78.3pt;height:57.6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" strokecolor="red" strokeweight="1.25pt"/>
              </w:pict>
            </w:r>
            <w:r>
              <w:rPr>
                <w:rFonts w:eastAsia="MS Mincho"/>
              </w:rPr>
              <w:pict>
                <v:shape id="Přímá spojnice se šipkou 24" o:spid="_x0000_s1028" type="#_x0000_t32" style="position:absolute;margin-left:-6.95pt;margin-top:37pt;width:78.3pt;height:56.9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uL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" strokecolor="red" strokeweight="1.25pt"/>
              </w:pict>
            </w:r>
            <w:r>
              <w:rPr>
                <w:rFonts w:eastAsia="MS Mincho"/>
              </w:rPr>
              <w:pict>
                <v:shape id="Přímá spojnice se šipkou 23" o:spid="_x0000_s1027" type="#_x0000_t32" style="position:absolute;margin-left:-6.9pt;margin-top:93.6pt;width:78.3pt;height:55.75pt;flip:y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" strokecolor="red" strokeweight="1.25pt"/>
              </w:pic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centrá</w:t>
            </w:r>
            <w:r w:rsidR="00963638" w:rsidRPr="00DF4E38">
              <w:t>l</w:t>
            </w:r>
            <w:r w:rsidRPr="00DF4E38">
              <w:t>ní uzel</w:t>
            </w:r>
            <w:r w:rsidR="00963638" w:rsidRPr="00DF4E38">
              <w:t xml:space="preserve"> signal</w:t>
            </w:r>
            <w:r w:rsidRPr="00DF4E38">
              <w:t>izační roviny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1D39DD">
            <w:r w:rsidRPr="00DF4E38">
              <w:t>specific</w:t>
            </w:r>
            <w:r w:rsidR="001D39DD" w:rsidRPr="00DF4E38">
              <w:t>ké</w:t>
            </w:r>
            <w:r w:rsidRPr="00DF4E38">
              <w:t xml:space="preserve"> IP apli</w:t>
            </w:r>
            <w:r w:rsidR="001D39DD" w:rsidRPr="00DF4E38">
              <w:t>k</w:t>
            </w:r>
            <w:r w:rsidRPr="00DF4E38">
              <w:t>a</w:t>
            </w:r>
            <w:r w:rsidR="001D39DD" w:rsidRPr="00DF4E38">
              <w:t>ce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DF4E38" w:rsidP="00DF4E38">
            <w:r>
              <w:rPr>
                <w:rFonts w:eastAsia="MS Mincho"/>
              </w:rPr>
              <w:t>Aplikační</w:t>
            </w:r>
            <w:r w:rsidR="00963638" w:rsidRPr="00DF4E38">
              <w:rPr>
                <w:rFonts w:eastAsia="MS Mincho"/>
              </w:rPr>
              <w:t xml:space="preserve"> 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prvotní kontakt pro terminá</w:t>
            </w:r>
            <w:r w:rsidR="00963638" w:rsidRPr="00DF4E38">
              <w:t>l</w:t>
            </w:r>
          </w:p>
        </w:tc>
      </w:tr>
    </w:tbl>
    <w:p w:rsidR="000C20DB" w:rsidRPr="00DF4E38" w:rsidRDefault="000C20DB" w:rsidP="001A70B2">
      <w:pPr>
        <w:pStyle w:val="eLineBottom"/>
      </w:pPr>
    </w:p>
    <w:p w:rsidR="00C575F4" w:rsidRPr="00DF4E38" w:rsidRDefault="00C575F4" w:rsidP="001A70B2">
      <w:pPr>
        <w:pStyle w:val="eLineBottom"/>
      </w:pPr>
    </w:p>
    <w:p w:rsidR="00C575F4" w:rsidRPr="00DF4E38" w:rsidRDefault="00C575F4" w:rsidP="001A70B2">
      <w:pPr>
        <w:pStyle w:val="eLineBottom"/>
      </w:pPr>
    </w:p>
    <w:p w:rsidR="001A70B2" w:rsidRPr="00DF4E38" w:rsidRDefault="001A70B2" w:rsidP="001A70B2"/>
    <w:p w:rsidR="001A70B2" w:rsidRPr="00DF4E38" w:rsidRDefault="001D39DD" w:rsidP="00C668E0">
      <w:pPr>
        <w:pStyle w:val="eTask"/>
      </w:pPr>
      <w:r w:rsidRPr="00DF4E38">
        <w:t>Označ pravdivá tvrzení</w:t>
      </w:r>
      <w:bookmarkStart w:id="0" w:name="_GoBack"/>
      <w:bookmarkEnd w:id="0"/>
      <w:r w:rsidR="001A70B2" w:rsidRPr="00DF4E38">
        <w:t xml:space="preserve">. </w:t>
      </w:r>
    </w:p>
    <w:p w:rsidR="001A70B2" w:rsidRPr="00DF4E38" w:rsidRDefault="001A70B2" w:rsidP="00FD1EB6"/>
    <w:p w:rsidR="00B25070" w:rsidRPr="00CE5DC9" w:rsidRDefault="00CE5DC9" w:rsidP="00B25070">
      <w:pPr>
        <w:pStyle w:val="eCheckBoxText"/>
        <w:rPr>
          <w:color w:val="FF0000"/>
        </w:rPr>
      </w:pPr>
      <w:r w:rsidRPr="00CE5DC9">
        <w:rPr>
          <w:rStyle w:val="eCheckBoxSquareChar"/>
          <w:b/>
          <w:color w:val="FF0000"/>
        </w:rPr>
        <w:t>x</w:t>
      </w:r>
      <w:r w:rsidR="00B25070" w:rsidRPr="00CE5DC9">
        <w:rPr>
          <w:color w:val="FF0000"/>
          <w:szCs w:val="40"/>
        </w:rPr>
        <w:tab/>
      </w:r>
      <w:r w:rsidR="00466F76" w:rsidRPr="00CE5DC9">
        <w:rPr>
          <w:color w:val="FF0000"/>
          <w:szCs w:val="40"/>
        </w:rPr>
        <w:t>V</w:t>
      </w:r>
      <w:r w:rsidR="00EB5CBB" w:rsidRPr="00CE5DC9">
        <w:rPr>
          <w:color w:val="FF0000"/>
          <w:szCs w:val="40"/>
        </w:rPr>
        <w:t xml:space="preserve"> </w:t>
      </w:r>
      <w:r w:rsidR="00466F76" w:rsidRPr="00CE5DC9">
        <w:rPr>
          <w:color w:val="FF0000"/>
          <w:szCs w:val="40"/>
        </w:rPr>
        <w:t xml:space="preserve">sítích </w:t>
      </w:r>
      <w:r w:rsidR="00B25070" w:rsidRPr="00CE5DC9">
        <w:rPr>
          <w:color w:val="FF0000"/>
        </w:rPr>
        <w:t xml:space="preserve">2G GSM </w:t>
      </w:r>
      <w:r w:rsidR="00466F76" w:rsidRPr="00CE5DC9">
        <w:rPr>
          <w:color w:val="FF0000"/>
        </w:rPr>
        <w:t>není umožněn transport paketů</w:t>
      </w:r>
      <w:r w:rsidR="00B25070" w:rsidRPr="00CE5DC9">
        <w:rPr>
          <w:color w:val="FF0000"/>
        </w:rPr>
        <w:t>.</w:t>
      </w:r>
    </w:p>
    <w:p w:rsidR="00B25070" w:rsidRPr="00CE5DC9" w:rsidRDefault="00CE5DC9" w:rsidP="00B25070">
      <w:pPr>
        <w:pStyle w:val="eCheckBoxText"/>
        <w:rPr>
          <w:color w:val="FF0000"/>
        </w:rPr>
      </w:pPr>
      <w:r w:rsidRPr="00CE5DC9">
        <w:rPr>
          <w:rStyle w:val="eCheckBoxSquareChar"/>
          <w:b/>
          <w:color w:val="FF0000"/>
        </w:rPr>
        <w:t>x</w:t>
      </w:r>
      <w:r w:rsidR="00B25070" w:rsidRPr="00CE5DC9">
        <w:rPr>
          <w:color w:val="FF0000"/>
          <w:szCs w:val="40"/>
        </w:rPr>
        <w:tab/>
      </w:r>
      <w:r w:rsidR="00466F76" w:rsidRPr="00CE5DC9">
        <w:rPr>
          <w:color w:val="FF0000"/>
          <w:szCs w:val="40"/>
        </w:rPr>
        <w:t xml:space="preserve">Doména s přepojováním okruhů je složena z </w:t>
      </w:r>
      <w:r w:rsidR="00466F76" w:rsidRPr="00CE5DC9">
        <w:rPr>
          <w:color w:val="FF0000"/>
        </w:rPr>
        <w:t>MSC/VLR a</w:t>
      </w:r>
      <w:r w:rsidR="00B25070" w:rsidRPr="00CE5DC9">
        <w:rPr>
          <w:color w:val="FF0000"/>
        </w:rPr>
        <w:t xml:space="preserve"> Gateway MSC.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466F76" w:rsidRPr="00DF4E38">
        <w:t>LTE je založen na službách CS tedy hovorová komunikace je umožněna nativně.</w:t>
      </w:r>
    </w:p>
    <w:p w:rsidR="00B25070" w:rsidRPr="00CE5DC9" w:rsidRDefault="00CE5DC9" w:rsidP="00B25070">
      <w:pPr>
        <w:pStyle w:val="eCheckBoxText"/>
        <w:rPr>
          <w:color w:val="FF0000"/>
        </w:rPr>
      </w:pPr>
      <w:r w:rsidRPr="00CE5DC9">
        <w:rPr>
          <w:rStyle w:val="eCheckBoxSquareChar"/>
          <w:b/>
          <w:color w:val="FF0000"/>
        </w:rPr>
        <w:t>x</w:t>
      </w:r>
      <w:r w:rsidR="00B25070" w:rsidRPr="00CE5DC9">
        <w:rPr>
          <w:color w:val="FF0000"/>
          <w:szCs w:val="40"/>
        </w:rPr>
        <w:tab/>
      </w:r>
      <w:r w:rsidR="00DF4E38" w:rsidRPr="00CE5DC9">
        <w:rPr>
          <w:color w:val="FF0000"/>
          <w:szCs w:val="40"/>
        </w:rPr>
        <w:t>„</w:t>
      </w:r>
      <w:r w:rsidR="00EB5CBB" w:rsidRPr="00CE5DC9">
        <w:rPr>
          <w:color w:val="FF0000"/>
          <w:szCs w:val="40"/>
        </w:rPr>
        <w:t xml:space="preserve">Evolved </w:t>
      </w:r>
      <w:r w:rsidR="00254070" w:rsidRPr="00CE5DC9">
        <w:rPr>
          <w:color w:val="FF0000"/>
          <w:szCs w:val="40"/>
        </w:rPr>
        <w:t>NodeB</w:t>
      </w:r>
      <w:r w:rsidR="00DF4E38" w:rsidRPr="00CE5DC9">
        <w:rPr>
          <w:color w:val="FF0000"/>
          <w:szCs w:val="40"/>
        </w:rPr>
        <w:t>“</w:t>
      </w:r>
      <w:r w:rsidR="00254070" w:rsidRPr="00CE5DC9">
        <w:rPr>
          <w:color w:val="FF0000"/>
          <w:szCs w:val="40"/>
        </w:rPr>
        <w:t xml:space="preserve"> </w:t>
      </w:r>
      <w:r w:rsidR="00466F76" w:rsidRPr="00CE5DC9">
        <w:rPr>
          <w:color w:val="FF0000"/>
          <w:szCs w:val="40"/>
        </w:rPr>
        <w:t xml:space="preserve">jsou součástí </w:t>
      </w:r>
      <w:r w:rsidR="00DF4E38" w:rsidRPr="00CE5DC9">
        <w:rPr>
          <w:color w:val="FF0000"/>
          <w:szCs w:val="40"/>
        </w:rPr>
        <w:t>„</w:t>
      </w:r>
      <w:r w:rsidR="00254070" w:rsidRPr="00CE5DC9">
        <w:rPr>
          <w:color w:val="FF0000"/>
          <w:szCs w:val="40"/>
        </w:rPr>
        <w:t xml:space="preserve">Evolved </w:t>
      </w:r>
      <w:r w:rsidR="00EB5CBB" w:rsidRPr="00CE5DC9">
        <w:rPr>
          <w:color w:val="FF0000"/>
          <w:szCs w:val="40"/>
        </w:rPr>
        <w:t>UTRAN</w:t>
      </w:r>
      <w:r w:rsidR="00DF4E38" w:rsidRPr="00CE5DC9">
        <w:rPr>
          <w:color w:val="FF0000"/>
          <w:szCs w:val="40"/>
        </w:rPr>
        <w:t>“</w:t>
      </w:r>
      <w:r w:rsidR="00EB5CBB" w:rsidRPr="00CE5DC9">
        <w:rPr>
          <w:color w:val="FF0000"/>
          <w:szCs w:val="40"/>
        </w:rPr>
        <w:t xml:space="preserve"> </w:t>
      </w:r>
      <w:r w:rsidR="00254070" w:rsidRPr="00CE5DC9">
        <w:rPr>
          <w:color w:val="FF0000"/>
          <w:szCs w:val="40"/>
        </w:rPr>
        <w:t>a</w:t>
      </w:r>
      <w:r w:rsidR="00466F76" w:rsidRPr="00CE5DC9">
        <w:rPr>
          <w:color w:val="FF0000"/>
          <w:szCs w:val="40"/>
        </w:rPr>
        <w:t xml:space="preserve"> mohou být mezi sebou propojeny rozhraním X2</w:t>
      </w:r>
      <w:r w:rsidR="00183970" w:rsidRPr="00CE5DC9">
        <w:rPr>
          <w:color w:val="FF0000"/>
          <w:szCs w:val="40"/>
        </w:rPr>
        <w:t>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DF4E38">
        <w:rPr>
          <w:szCs w:val="40"/>
        </w:rPr>
        <w:t>„</w:t>
      </w:r>
      <w:r w:rsidR="00AF20EA" w:rsidRPr="00DF4E38">
        <w:rPr>
          <w:szCs w:val="40"/>
        </w:rPr>
        <w:t>Evolved NodeB</w:t>
      </w:r>
      <w:r w:rsidR="00DF4E38">
        <w:rPr>
          <w:szCs w:val="40"/>
        </w:rPr>
        <w:t>“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>obsahuje databázi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>uživatelských profilů</w:t>
      </w:r>
      <w:r w:rsidR="00AF20EA" w:rsidRPr="00DF4E38">
        <w:rPr>
          <w:szCs w:val="40"/>
        </w:rPr>
        <w:t>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DF4E38">
        <w:rPr>
          <w:szCs w:val="40"/>
        </w:rPr>
        <w:t>„</w:t>
      </w:r>
      <w:r w:rsidR="00AF20EA" w:rsidRPr="00DF4E38">
        <w:rPr>
          <w:szCs w:val="40"/>
        </w:rPr>
        <w:t xml:space="preserve">Serving </w:t>
      </w:r>
      <w:r w:rsidR="00183970" w:rsidRPr="00DF4E38">
        <w:rPr>
          <w:szCs w:val="40"/>
        </w:rPr>
        <w:t>Gateway</w:t>
      </w:r>
      <w:r w:rsidR="00DF4E38">
        <w:rPr>
          <w:szCs w:val="40"/>
        </w:rPr>
        <w:t>“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 xml:space="preserve">vzniká sloučením funkcí </w:t>
      </w:r>
      <w:r w:rsidR="00AF20EA" w:rsidRPr="00DF4E38">
        <w:rPr>
          <w:szCs w:val="40"/>
        </w:rPr>
        <w:t>HLR a AuC</w:t>
      </w:r>
      <w:r w:rsidRPr="00DF4E38">
        <w:t>.</w:t>
      </w:r>
    </w:p>
    <w:p w:rsidR="001A70B2" w:rsidRPr="00CE5DC9" w:rsidRDefault="00CE5DC9" w:rsidP="00B25070">
      <w:pPr>
        <w:pStyle w:val="eCheckBoxText"/>
        <w:rPr>
          <w:color w:val="FF0000"/>
        </w:rPr>
      </w:pPr>
      <w:r w:rsidRPr="00CE5DC9">
        <w:rPr>
          <w:rStyle w:val="eCheckBoxSquareChar"/>
          <w:b/>
          <w:color w:val="FF0000"/>
        </w:rPr>
        <w:t>x</w:t>
      </w:r>
      <w:r w:rsidR="00B25070" w:rsidRPr="00CE5DC9">
        <w:rPr>
          <w:color w:val="FF0000"/>
          <w:szCs w:val="40"/>
        </w:rPr>
        <w:tab/>
      </w:r>
      <w:r w:rsidR="00DF4E38" w:rsidRPr="00CE5DC9">
        <w:rPr>
          <w:color w:val="FF0000"/>
          <w:szCs w:val="40"/>
        </w:rPr>
        <w:t>„</w:t>
      </w:r>
      <w:r w:rsidR="00466F76" w:rsidRPr="00CE5DC9">
        <w:rPr>
          <w:color w:val="FF0000"/>
          <w:szCs w:val="40"/>
        </w:rPr>
        <w:t>LTE Advanced</w:t>
      </w:r>
      <w:r w:rsidR="00DF4E38" w:rsidRPr="00CE5DC9">
        <w:rPr>
          <w:color w:val="FF0000"/>
          <w:szCs w:val="40"/>
        </w:rPr>
        <w:t>“</w:t>
      </w:r>
      <w:r w:rsidR="00466F76" w:rsidRPr="00CE5DC9">
        <w:rPr>
          <w:color w:val="FF0000"/>
          <w:szCs w:val="40"/>
        </w:rPr>
        <w:t xml:space="preserve"> přináší oproti LTE přenosy </w:t>
      </w:r>
      <w:r w:rsidR="00EB5CBB" w:rsidRPr="00CE5DC9">
        <w:rPr>
          <w:color w:val="FF0000"/>
        </w:rPr>
        <w:t>agrega</w:t>
      </w:r>
      <w:r w:rsidR="00466F76" w:rsidRPr="00CE5DC9">
        <w:rPr>
          <w:color w:val="FF0000"/>
        </w:rPr>
        <w:t>ci nosných</w:t>
      </w:r>
      <w:r w:rsidR="00EB5CBB" w:rsidRPr="00CE5DC9">
        <w:rPr>
          <w:color w:val="FF0000"/>
        </w:rPr>
        <w:t>.</w:t>
      </w:r>
    </w:p>
    <w:sectPr w:rsidR="001A70B2" w:rsidRPr="00CE5DC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C7F" w:rsidRDefault="008A6C7F" w:rsidP="00861A1A">
      <w:r>
        <w:separator/>
      </w:r>
    </w:p>
  </w:endnote>
  <w:endnote w:type="continuationSeparator" w:id="0">
    <w:p w:rsidR="008A6C7F" w:rsidRDefault="008A6C7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668E0" w:rsidRPr="00C668E0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668E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668E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C7F" w:rsidRDefault="008A6C7F" w:rsidP="00861A1A">
      <w:r>
        <w:separator/>
      </w:r>
    </w:p>
  </w:footnote>
  <w:footnote w:type="continuationSeparator" w:id="0">
    <w:p w:rsidR="008A6C7F" w:rsidRDefault="008A6C7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C668E0">
      <w:rPr>
        <w:rFonts w:ascii="Calibri" w:hAnsi="Calibri"/>
        <w:b/>
        <w:smallCaps/>
        <w:noProof/>
      </w:rPr>
      <w:t>PRACOVNÍ LIST</w:t>
    </w:r>
  </w:p>
  <w:p w:rsidR="00C148FD" w:rsidRPr="00C148FD" w:rsidRDefault="00C668E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668E0">
      <w:rPr>
        <w:rFonts w:ascii="Calibri" w:hAnsi="Calibri"/>
        <w:smallCaps/>
        <w:noProof/>
        <w:sz w:val="20"/>
        <w:szCs w:val="20"/>
        <w:lang w:val="en-US"/>
      </w:rPr>
      <w:t xml:space="preserve"> MOBILNÍ TECHNOLOGIE LTE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7FE88648"/>
    <w:lvl w:ilvl="0" w:tplc="0F0A4ED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D19F2"/>
    <w:rsid w:val="001D39DD"/>
    <w:rsid w:val="001F45BD"/>
    <w:rsid w:val="001F6290"/>
    <w:rsid w:val="00210A31"/>
    <w:rsid w:val="00213F2C"/>
    <w:rsid w:val="00223478"/>
    <w:rsid w:val="00225015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12EB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B34D8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F76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46956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77A46"/>
    <w:rsid w:val="00882BE0"/>
    <w:rsid w:val="008836CE"/>
    <w:rsid w:val="00891FF5"/>
    <w:rsid w:val="00893E89"/>
    <w:rsid w:val="008A3619"/>
    <w:rsid w:val="008A6C7F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2ABC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E6D63"/>
    <w:rsid w:val="00BF5E09"/>
    <w:rsid w:val="00BF6970"/>
    <w:rsid w:val="00C148FD"/>
    <w:rsid w:val="00C2393A"/>
    <w:rsid w:val="00C46BA3"/>
    <w:rsid w:val="00C5580D"/>
    <w:rsid w:val="00C575F4"/>
    <w:rsid w:val="00C57915"/>
    <w:rsid w:val="00C668E0"/>
    <w:rsid w:val="00C677B0"/>
    <w:rsid w:val="00C7264E"/>
    <w:rsid w:val="00C767C9"/>
    <w:rsid w:val="00C878F0"/>
    <w:rsid w:val="00CA51B5"/>
    <w:rsid w:val="00CC2293"/>
    <w:rsid w:val="00CC266E"/>
    <w:rsid w:val="00CD27F2"/>
    <w:rsid w:val="00CE09BA"/>
    <w:rsid w:val="00CE5DC9"/>
    <w:rsid w:val="00CF4DFA"/>
    <w:rsid w:val="00D060B3"/>
    <w:rsid w:val="00D06992"/>
    <w:rsid w:val="00D20A5C"/>
    <w:rsid w:val="00D2650E"/>
    <w:rsid w:val="00D33524"/>
    <w:rsid w:val="00D3544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192"/>
    <w:rsid w:val="00DD34CF"/>
    <w:rsid w:val="00DD6149"/>
    <w:rsid w:val="00DE3767"/>
    <w:rsid w:val="00DF4E38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54B8"/>
    <w:rsid w:val="00EA0CCC"/>
    <w:rsid w:val="00EA1BDF"/>
    <w:rsid w:val="00EB5CBB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32DC0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Přímá spojnice se šipkou 25"/>
        <o:r id="V:Rule2" type="connector" idref="#Přímá spojnice se šipkou 24"/>
        <o:r id="V:Rule3" type="connector" idref="#Přímá spojnice se šipkou 26"/>
        <o:r id="V:Rule4" type="connector" idref="#Přímá spojnice se šipkou 2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C668E0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E954B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954B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954B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954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954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Pavel Bezpalec</cp:lastModifiedBy>
  <cp:revision>3</cp:revision>
  <cp:lastPrinted>2013-05-24T15:00:00Z</cp:lastPrinted>
  <dcterms:created xsi:type="dcterms:W3CDTF">2016-03-24T23:10:00Z</dcterms:created>
  <dcterms:modified xsi:type="dcterms:W3CDTF">2016-03-29T14:11:00Z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