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A452D7" w:rsidRDefault="00A452D7" w:rsidP="002968BB">
      <w:pPr>
        <w:pStyle w:val="eTask"/>
      </w:pPr>
      <w:bookmarkStart w:id="0" w:name="_GoBack"/>
      <w:bookmarkEnd w:id="0"/>
      <w:r>
        <w:t xml:space="preserve">Kterou z modulací </w:t>
      </w:r>
      <w:r w:rsidR="00D47E47">
        <w:t>reprezentuje</w:t>
      </w:r>
      <w:r>
        <w:t xml:space="preserve"> n</w:t>
      </w:r>
      <w:r w:rsidRPr="00A452D7">
        <w:t>ásledující konstelační diagram</w:t>
      </w:r>
      <w:r w:rsidR="00B507EB" w:rsidRPr="00A452D7">
        <w:t>:</w:t>
      </w:r>
    </w:p>
    <w:p w:rsidR="003264F1" w:rsidRPr="00A452D7" w:rsidRDefault="003264F1" w:rsidP="003264F1"/>
    <w:p w:rsidR="003264F1" w:rsidRPr="00A452D7" w:rsidRDefault="00B507EB" w:rsidP="00B507EB">
      <w:pPr>
        <w:jc w:val="center"/>
      </w:pPr>
      <w:r w:rsidRPr="00A452D7">
        <w:rPr>
          <w:noProof/>
        </w:rPr>
        <w:drawing>
          <wp:inline distT="0" distB="0" distL="0" distR="0" wp14:anchorId="3E0CBBD4" wp14:editId="098E9AF9">
            <wp:extent cx="2122293" cy="20193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tellationQPS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206" cy="202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7EB" w:rsidRPr="00A452D7" w:rsidRDefault="00B507EB" w:rsidP="00270778"/>
    <w:p w:rsidR="00B507EB" w:rsidRPr="00A452D7" w:rsidRDefault="00B507EB" w:rsidP="00270778"/>
    <w:p w:rsidR="00270778" w:rsidRPr="00A452D7" w:rsidRDefault="00270778" w:rsidP="00270778">
      <w:r w:rsidRPr="00A452D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DBE599" wp14:editId="1503FFB1">
                <wp:simplePos x="0" y="0"/>
                <wp:positionH relativeFrom="column">
                  <wp:posOffset>5080</wp:posOffset>
                </wp:positionH>
                <wp:positionV relativeFrom="paragraph">
                  <wp:posOffset>669925</wp:posOffset>
                </wp:positionV>
                <wp:extent cx="1782000" cy="518400"/>
                <wp:effectExtent l="0" t="0" r="27940" b="15240"/>
                <wp:wrapNone/>
                <wp:docPr id="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B507EB" w:rsidP="00270778">
                            <w:pPr>
                              <w:jc w:val="center"/>
                            </w:pPr>
                            <w:r>
                              <w:t>BPSK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DBE599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.4pt;margin-top:52.75pt;width:140.3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" filled="f" strokeweight=".5pt">
                <v:textbox inset="1mm,,1mm">
                  <w:txbxContent>
                    <w:p w:rsidR="00270778" w:rsidRDefault="00B507EB" w:rsidP="00270778">
                      <w:pPr>
                        <w:jc w:val="center"/>
                      </w:pPr>
                      <w:r>
                        <w:t>BPSK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A452D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4EC5C" wp14:editId="019C7512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80540" cy="518160"/>
                <wp:effectExtent l="0" t="0" r="10160" b="15240"/>
                <wp:wrapNone/>
                <wp:docPr id="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DPSK</w:t>
                            </w:r>
                          </w:p>
                          <w:p w:rsidR="00270778" w:rsidRPr="00723F94" w:rsidRDefault="00270778" w:rsidP="00270778">
                            <w:pPr>
                              <w:jc w:val="center"/>
                            </w:pPr>
                            <w:r w:rsidRPr="00723F94">
                              <w:rPr>
                                <w:rStyle w:val="eCheckBoxSquareChar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4EC5C" id="Text Box 36" o:spid="_x0000_s1027" type="#_x0000_t202" style="position:absolute;margin-left:0;margin-top:.25pt;width:140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DPSK</w:t>
                      </w:r>
                    </w:p>
                    <w:p w:rsidR="00270778" w:rsidRPr="00723F94" w:rsidRDefault="00270778" w:rsidP="00270778">
                      <w:pPr>
                        <w:jc w:val="center"/>
                      </w:pPr>
                      <w:r w:rsidRPr="00723F94">
                        <w:rPr>
                          <w:rStyle w:val="eCheckBoxSquareChar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A452D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3D960" wp14:editId="47F72DAA">
                <wp:simplePos x="0" y="0"/>
                <wp:positionH relativeFrom="column">
                  <wp:posOffset>1979295</wp:posOffset>
                </wp:positionH>
                <wp:positionV relativeFrom="paragraph">
                  <wp:posOffset>0</wp:posOffset>
                </wp:positionV>
                <wp:extent cx="1604645" cy="518160"/>
                <wp:effectExtent l="0" t="0" r="14605" b="15240"/>
                <wp:wrapNone/>
                <wp:docPr id="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A855CF" w:rsidRDefault="00B507EB" w:rsidP="00270778">
                            <w:pPr>
                              <w:jc w:val="center"/>
                            </w:pPr>
                            <w:r w:rsidRPr="00A855CF">
                              <w:t>QPSK</w:t>
                            </w:r>
                          </w:p>
                          <w:p w:rsidR="00A855CF" w:rsidRPr="00723F94" w:rsidRDefault="00A855CF" w:rsidP="00A855CF">
                            <w:pPr>
                              <w:jc w:val="center"/>
                            </w:pPr>
                            <w:r w:rsidRPr="00723F94">
                              <w:rPr>
                                <w:rStyle w:val="eCheckBoxSquareChar"/>
                              </w:rPr>
                              <w:t>□</w:t>
                            </w:r>
                          </w:p>
                          <w:p w:rsidR="00270778" w:rsidRPr="00A855CF" w:rsidRDefault="00270778" w:rsidP="00A855CF">
                            <w:pPr>
                              <w:pStyle w:val="eCheckBoxSquare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3D960" id="Text Box 38" o:spid="_x0000_s1028" type="#_x0000_t202" style="position:absolute;margin-left:155.85pt;margin-top:0;width:126.3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" filled="f" strokeweight=".5pt">
                <v:textbox inset="0,,0">
                  <w:txbxContent>
                    <w:p w:rsidR="00270778" w:rsidRPr="00A855CF" w:rsidRDefault="00B507EB" w:rsidP="00270778">
                      <w:pPr>
                        <w:jc w:val="center"/>
                      </w:pPr>
                      <w:r w:rsidRPr="00A855CF">
                        <w:t>QPSK</w:t>
                      </w:r>
                    </w:p>
                    <w:p w:rsidR="00A855CF" w:rsidRPr="00723F94" w:rsidRDefault="00A855CF" w:rsidP="00A855CF">
                      <w:pPr>
                        <w:jc w:val="center"/>
                      </w:pPr>
                      <w:r w:rsidRPr="00723F94">
                        <w:rPr>
                          <w:rStyle w:val="eCheckBoxSquareChar"/>
                        </w:rPr>
                        <w:t>□</w:t>
                      </w:r>
                    </w:p>
                    <w:p w:rsidR="00270778" w:rsidRPr="00A855CF" w:rsidRDefault="00270778" w:rsidP="00A855CF">
                      <w:pPr>
                        <w:pStyle w:val="eCheckBoxSquare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452D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9FA660" wp14:editId="37BEA5FD">
                <wp:simplePos x="0" y="0"/>
                <wp:positionH relativeFrom="column">
                  <wp:posOffset>1980565</wp:posOffset>
                </wp:positionH>
                <wp:positionV relativeFrom="paragraph">
                  <wp:posOffset>673100</wp:posOffset>
                </wp:positionV>
                <wp:extent cx="1605600" cy="518400"/>
                <wp:effectExtent l="0" t="0" r="13970" b="15240"/>
                <wp:wrapNone/>
                <wp:docPr id="8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VDMT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9FA660" id="Text Box 39" o:spid="_x0000_s1029" type="#_x0000_t202" style="position:absolute;margin-left:155.95pt;margin-top:53pt;width:126.45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VDMT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A452D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2B128" wp14:editId="248301A2">
                <wp:simplePos x="0" y="0"/>
                <wp:positionH relativeFrom="column">
                  <wp:posOffset>3793490</wp:posOffset>
                </wp:positionH>
                <wp:positionV relativeFrom="paragraph">
                  <wp:posOffset>1270</wp:posOffset>
                </wp:positionV>
                <wp:extent cx="1619915" cy="518160"/>
                <wp:effectExtent l="0" t="0" r="18415" b="1524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B507EB" w:rsidP="00270778">
                            <w:pPr>
                              <w:jc w:val="center"/>
                            </w:pPr>
                            <w:r>
                              <w:t>AMI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128" id="Text Box 40" o:spid="_x0000_s1030" type="#_x0000_t202" style="position:absolute;margin-left:298.7pt;margin-top:.1pt;width:127.5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" filled="f" strokeweight=".5pt">
                <v:textbox>
                  <w:txbxContent>
                    <w:p w:rsidR="00270778" w:rsidRPr="00723F94" w:rsidRDefault="00B507EB" w:rsidP="00270778">
                      <w:pPr>
                        <w:jc w:val="center"/>
                      </w:pPr>
                      <w:r>
                        <w:t>AMI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A452D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E25CDF" wp14:editId="1711B99F">
                <wp:simplePos x="0" y="0"/>
                <wp:positionH relativeFrom="column">
                  <wp:posOffset>3787140</wp:posOffset>
                </wp:positionH>
                <wp:positionV relativeFrom="paragraph">
                  <wp:posOffset>671830</wp:posOffset>
                </wp:positionV>
                <wp:extent cx="1620000" cy="518400"/>
                <wp:effectExtent l="0" t="0" r="18415" b="15240"/>
                <wp:wrapNone/>
                <wp:docPr id="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B507EB" w:rsidP="00270778">
                            <w:pPr>
                              <w:jc w:val="center"/>
                            </w:pPr>
                            <w:r>
                              <w:t>OFDM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25CDF" id="Text Box 41" o:spid="_x0000_s1031" type="#_x0000_t202" style="position:absolute;margin-left:298.2pt;margin-top:52.9pt;width:127.55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" filled="f" strokeweight=".5pt">
                <v:textbox>
                  <w:txbxContent>
                    <w:p w:rsidR="00270778" w:rsidRDefault="00B507EB" w:rsidP="00270778">
                      <w:pPr>
                        <w:jc w:val="center"/>
                      </w:pPr>
                      <w:r>
                        <w:t>OFDM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270778" w:rsidRPr="00A452D7" w:rsidRDefault="00270778" w:rsidP="00270778"/>
    <w:p w:rsidR="00270778" w:rsidRPr="00A452D7" w:rsidRDefault="00270778" w:rsidP="00270778"/>
    <w:p w:rsidR="00270778" w:rsidRPr="00A452D7" w:rsidRDefault="00270778" w:rsidP="00270778"/>
    <w:p w:rsidR="00270778" w:rsidRPr="00A452D7" w:rsidRDefault="00270778" w:rsidP="00270778"/>
    <w:p w:rsidR="00270778" w:rsidRPr="00A452D7" w:rsidRDefault="00270778" w:rsidP="00270778"/>
    <w:p w:rsidR="00270778" w:rsidRPr="00A452D7" w:rsidRDefault="00270778" w:rsidP="00270778"/>
    <w:p w:rsidR="00270778" w:rsidRPr="00A452D7" w:rsidRDefault="00270778" w:rsidP="00270778"/>
    <w:p w:rsidR="00B507EB" w:rsidRPr="00A452D7" w:rsidRDefault="00B507EB" w:rsidP="00B507EB">
      <w:pPr>
        <w:pStyle w:val="eLineBottom"/>
      </w:pPr>
    </w:p>
    <w:p w:rsidR="00B507EB" w:rsidRPr="00A452D7" w:rsidRDefault="00B507EB" w:rsidP="00270778"/>
    <w:p w:rsidR="00B507EB" w:rsidRPr="00A452D7" w:rsidRDefault="000D68AE" w:rsidP="00B507EB">
      <w:pPr>
        <w:pStyle w:val="eTask"/>
      </w:pPr>
      <w:r>
        <w:t>Vyberte tři podmínky, které jsou nezbytné pro koexistenci více modulací na jedné fyzické vrstvě, resp. jednom fyzickém médiu</w:t>
      </w:r>
      <w:r w:rsidR="00B507EB" w:rsidRPr="00A452D7">
        <w:t xml:space="preserve"> (</w:t>
      </w:r>
      <w:r>
        <w:t>tj.</w:t>
      </w:r>
      <w:r w:rsidR="00B507EB" w:rsidRPr="00A452D7">
        <w:t xml:space="preserve"> </w:t>
      </w:r>
      <w:r>
        <w:t>jednom</w:t>
      </w:r>
      <w:r w:rsidR="00B507EB" w:rsidRPr="00A452D7">
        <w:t xml:space="preserve"> optic</w:t>
      </w:r>
      <w:r>
        <w:t>kém vlákně), které je součástí optické sítě</w:t>
      </w:r>
      <w:r w:rsidR="00B507EB" w:rsidRPr="00A452D7">
        <w:t>:</w:t>
      </w:r>
    </w:p>
    <w:p w:rsidR="00B507EB" w:rsidRPr="00A452D7" w:rsidRDefault="00B507EB" w:rsidP="00B507EB"/>
    <w:p w:rsidR="00A855CF" w:rsidRPr="001F32F8" w:rsidRDefault="00A855CF" w:rsidP="00A855CF">
      <w:pPr>
        <w:spacing w:line="480" w:lineRule="auto"/>
        <w:ind w:left="357"/>
        <w:rPr>
          <w:u w:val="single"/>
        </w:rPr>
      </w:pPr>
      <w:r w:rsidRPr="001F32F8">
        <w:t>1.</w:t>
      </w:r>
      <w:r w:rsidRPr="001F32F8">
        <w:tab/>
        <w:t>______________________________________________________________</w:t>
      </w:r>
    </w:p>
    <w:p w:rsidR="00A855CF" w:rsidRPr="001F32F8" w:rsidRDefault="00A855CF" w:rsidP="00A855CF">
      <w:pPr>
        <w:spacing w:line="480" w:lineRule="auto"/>
        <w:ind w:left="357"/>
        <w:rPr>
          <w:noProof/>
          <w:u w:val="single"/>
          <w:lang w:eastAsia="sk-SK"/>
        </w:rPr>
      </w:pPr>
      <w:r w:rsidRPr="001F32F8">
        <w:rPr>
          <w:noProof/>
          <w:lang w:eastAsia="sk-SK"/>
        </w:rPr>
        <w:t>2.</w:t>
      </w:r>
      <w:r w:rsidRPr="001F32F8">
        <w:tab/>
        <w:t>______________________________________________________________</w:t>
      </w:r>
    </w:p>
    <w:p w:rsidR="00A855CF" w:rsidRPr="001F32F8" w:rsidRDefault="00A855CF" w:rsidP="00A855CF">
      <w:pPr>
        <w:spacing w:line="480" w:lineRule="auto"/>
        <w:ind w:left="357"/>
        <w:rPr>
          <w:b/>
        </w:rPr>
      </w:pPr>
      <w:r w:rsidRPr="001F32F8">
        <w:rPr>
          <w:noProof/>
          <w:lang w:eastAsia="sk-SK"/>
        </w:rPr>
        <w:t>3.</w:t>
      </w:r>
      <w:r w:rsidRPr="001F32F8">
        <w:tab/>
        <w:t>______________________________________________________________</w:t>
      </w:r>
    </w:p>
    <w:p w:rsidR="00B507EB" w:rsidRPr="00A452D7" w:rsidRDefault="00B507EB" w:rsidP="00B507EB"/>
    <w:p w:rsidR="00B507EB" w:rsidRPr="00A855CF" w:rsidRDefault="000D68AE" w:rsidP="00B507EB">
      <w:r w:rsidRPr="00A855CF">
        <w:rPr>
          <w:b/>
        </w:rPr>
        <w:t>Prokládání optických kanálů</w:t>
      </w:r>
      <w:r w:rsidR="00B507EB" w:rsidRPr="00A855CF">
        <w:rPr>
          <w:b/>
        </w:rPr>
        <w:t xml:space="preserve">, </w:t>
      </w:r>
      <w:r w:rsidR="00771FB5" w:rsidRPr="00A855CF">
        <w:rPr>
          <w:b/>
        </w:rPr>
        <w:t>návrat optických symbolů k nule</w:t>
      </w:r>
      <w:r w:rsidR="00B507EB" w:rsidRPr="00A855CF">
        <w:rPr>
          <w:b/>
        </w:rPr>
        <w:t xml:space="preserve">, </w:t>
      </w:r>
      <w:r w:rsidR="00771FB5" w:rsidRPr="00A855CF">
        <w:rPr>
          <w:b/>
        </w:rPr>
        <w:t>polovodičové optické zesilovače</w:t>
      </w:r>
      <w:r w:rsidR="00B507EB" w:rsidRPr="00A855CF">
        <w:rPr>
          <w:b/>
        </w:rPr>
        <w:t xml:space="preserve">, </w:t>
      </w:r>
      <w:r w:rsidRPr="00A855CF">
        <w:rPr>
          <w:b/>
        </w:rPr>
        <w:t>realizace bezpečnostních pásem oddělující jednotlivé systémy</w:t>
      </w:r>
      <w:r w:rsidR="00B507EB" w:rsidRPr="00A855CF">
        <w:rPr>
          <w:b/>
        </w:rPr>
        <w:t xml:space="preserve">, </w:t>
      </w:r>
      <w:r w:rsidRPr="00A855CF">
        <w:rPr>
          <w:b/>
        </w:rPr>
        <w:t>zamezení přeslechu mezi amplitudovou a fázovou modulací</w:t>
      </w:r>
      <w:r w:rsidR="00B507EB" w:rsidRPr="00A855CF">
        <w:rPr>
          <w:b/>
        </w:rPr>
        <w:t xml:space="preserve">, </w:t>
      </w:r>
      <w:r w:rsidR="00771FB5" w:rsidRPr="00A855CF">
        <w:rPr>
          <w:b/>
        </w:rPr>
        <w:t>zamezení přeslechu z fázové do amplitudové modulace</w:t>
      </w:r>
      <w:r w:rsidR="00B507EB" w:rsidRPr="00A855CF">
        <w:rPr>
          <w:b/>
        </w:rPr>
        <w:t xml:space="preserve">, </w:t>
      </w:r>
      <w:r w:rsidR="00771FB5" w:rsidRPr="00A855CF">
        <w:rPr>
          <w:b/>
        </w:rPr>
        <w:t>nulová chromatická disperze</w:t>
      </w:r>
      <w:r w:rsidR="00B507EB" w:rsidRPr="00A855CF">
        <w:rPr>
          <w:b/>
        </w:rPr>
        <w:t xml:space="preserve">, </w:t>
      </w:r>
      <w:r w:rsidR="00771FB5" w:rsidRPr="00A855CF">
        <w:rPr>
          <w:b/>
        </w:rPr>
        <w:t>vylepšená synchronizace</w:t>
      </w:r>
      <w:r w:rsidR="00B507EB" w:rsidRPr="00A855CF">
        <w:rPr>
          <w:b/>
        </w:rPr>
        <w:t xml:space="preserve">, </w:t>
      </w:r>
      <w:r w:rsidR="00771FB5" w:rsidRPr="00A855CF">
        <w:rPr>
          <w:b/>
        </w:rPr>
        <w:t>zvýšená spektrální účinnost nahrazením systému</w:t>
      </w:r>
      <w:r w:rsidR="00B507EB" w:rsidRPr="00A855CF">
        <w:rPr>
          <w:b/>
        </w:rPr>
        <w:t xml:space="preserve"> CWDM </w:t>
      </w:r>
      <w:r w:rsidR="00771FB5" w:rsidRPr="00A855CF">
        <w:rPr>
          <w:b/>
        </w:rPr>
        <w:t>systémem</w:t>
      </w:r>
      <w:r w:rsidR="00B507EB" w:rsidRPr="00A855CF">
        <w:rPr>
          <w:b/>
        </w:rPr>
        <w:t xml:space="preserve"> DWDM</w:t>
      </w:r>
    </w:p>
    <w:p w:rsidR="00B507EB" w:rsidRPr="00A452D7" w:rsidRDefault="00B507EB" w:rsidP="00B507EB"/>
    <w:p w:rsidR="00B507EB" w:rsidRPr="00A452D7" w:rsidRDefault="00B507EB" w:rsidP="00B507EB">
      <w:pPr>
        <w:pStyle w:val="eLineBottom"/>
      </w:pPr>
    </w:p>
    <w:p w:rsidR="00270778" w:rsidRPr="00A452D7" w:rsidRDefault="00270778">
      <w:r w:rsidRPr="00A452D7">
        <w:br w:type="page"/>
      </w:r>
    </w:p>
    <w:p w:rsidR="00270778" w:rsidRPr="00A452D7" w:rsidRDefault="00C47049" w:rsidP="00270778">
      <w:pPr>
        <w:pStyle w:val="eTask"/>
      </w:pPr>
      <w:r>
        <w:lastRenderedPageBreak/>
        <w:t xml:space="preserve">Vyplňte do tabulky čísla </w:t>
      </w:r>
      <w:r w:rsidR="000D68AE">
        <w:t>se</w:t>
      </w:r>
      <w:r>
        <w:t xml:space="preserve"> správnou charakteristikou modulace OFDM</w:t>
      </w:r>
      <w:r w:rsidR="00B507EB" w:rsidRPr="00A452D7">
        <w:t>:</w:t>
      </w:r>
    </w:p>
    <w:p w:rsidR="00B507EB" w:rsidRPr="00A452D7" w:rsidRDefault="00B507EB" w:rsidP="00B507EB"/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</w:rPr>
            </w:pP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</w:pPr>
          </w:p>
        </w:tc>
      </w:tr>
      <w:tr w:rsidR="00ED5454" w:rsidRPr="00A452D7" w:rsidTr="00737E62">
        <w:trPr>
          <w:trHeight w:val="417"/>
        </w:trPr>
        <w:tc>
          <w:tcPr>
            <w:tcW w:w="1559" w:type="dxa"/>
          </w:tcPr>
          <w:p w:rsidR="00ED5454" w:rsidRPr="00A452D7" w:rsidRDefault="00ED5454" w:rsidP="00ED5454">
            <w:pPr>
              <w:pStyle w:val="eTask"/>
              <w:numPr>
                <w:ilvl w:val="0"/>
                <w:numId w:val="0"/>
              </w:numPr>
            </w:pPr>
          </w:p>
        </w:tc>
      </w:tr>
    </w:tbl>
    <w:p w:rsidR="00B507EB" w:rsidRPr="00A452D7" w:rsidRDefault="00B507EB" w:rsidP="00B507EB"/>
    <w:p w:rsidR="00B507EB" w:rsidRPr="00A855CF" w:rsidRDefault="00B507EB" w:rsidP="00B507EB">
      <w:r w:rsidRPr="00A855CF">
        <w:t xml:space="preserve">1 – </w:t>
      </w:r>
      <w:r w:rsidR="00C47049" w:rsidRPr="00A855CF">
        <w:t>Jedná se o modulaci s více nosnými.</w:t>
      </w:r>
    </w:p>
    <w:p w:rsidR="00B507EB" w:rsidRPr="00A855CF" w:rsidRDefault="00B507EB" w:rsidP="00B507EB">
      <w:r w:rsidRPr="00A855CF">
        <w:t xml:space="preserve">2 – </w:t>
      </w:r>
      <w:r w:rsidR="00C47049" w:rsidRPr="00A855CF">
        <w:t xml:space="preserve">Optické </w:t>
      </w:r>
      <w:r w:rsidRPr="00A855CF">
        <w:t>symbol</w:t>
      </w:r>
      <w:r w:rsidR="00C47049" w:rsidRPr="00A855CF">
        <w:t>y</w:t>
      </w:r>
      <w:r w:rsidRPr="00A855CF">
        <w:t xml:space="preserve"> </w:t>
      </w:r>
      <w:r w:rsidR="00C47049" w:rsidRPr="00A855CF">
        <w:t>se vysílají na více frekvencích</w:t>
      </w:r>
      <w:r w:rsidR="00935A90" w:rsidRPr="00A855CF">
        <w:t>.</w:t>
      </w:r>
    </w:p>
    <w:p w:rsidR="00C47049" w:rsidRPr="00A855CF" w:rsidRDefault="00B507EB" w:rsidP="00B507EB">
      <w:r w:rsidRPr="00A855CF">
        <w:t>3 – Optic</w:t>
      </w:r>
      <w:r w:rsidR="00C47049" w:rsidRPr="00A855CF">
        <w:t>ké</w:t>
      </w:r>
      <w:r w:rsidRPr="00A855CF">
        <w:t xml:space="preserve"> symbol</w:t>
      </w:r>
      <w:r w:rsidR="00C47049" w:rsidRPr="00A855CF">
        <w:t>y</w:t>
      </w:r>
      <w:r w:rsidRPr="00A855CF">
        <w:t xml:space="preserve"> </w:t>
      </w:r>
      <w:r w:rsidR="00C47049" w:rsidRPr="00A855CF">
        <w:t>se vysílají pouze na jedné frekvenci</w:t>
      </w:r>
      <w:r w:rsidR="00935A90" w:rsidRPr="00A855CF">
        <w:t>.</w:t>
      </w:r>
    </w:p>
    <w:p w:rsidR="00B507EB" w:rsidRPr="00A855CF" w:rsidRDefault="00B507EB" w:rsidP="00B507EB">
      <w:r w:rsidRPr="00A855CF">
        <w:t xml:space="preserve">4 – </w:t>
      </w:r>
      <w:r w:rsidR="00935A90" w:rsidRPr="00A855CF">
        <w:t>Jedná se o amplitudovou modulaci.</w:t>
      </w:r>
    </w:p>
    <w:p w:rsidR="00B507EB" w:rsidRPr="00A855CF" w:rsidRDefault="00B507EB" w:rsidP="00B507EB">
      <w:r w:rsidRPr="00A855CF">
        <w:t xml:space="preserve">5 – </w:t>
      </w:r>
      <w:r w:rsidR="00935A90" w:rsidRPr="00A855CF">
        <w:t>OFDM kanály jsou navzájem ortogonální.</w:t>
      </w:r>
    </w:p>
    <w:p w:rsidR="00B507EB" w:rsidRPr="00A855CF" w:rsidRDefault="00B507EB" w:rsidP="00B507EB">
      <w:r w:rsidRPr="00A855CF">
        <w:t xml:space="preserve">6 – </w:t>
      </w:r>
      <w:proofErr w:type="spellStart"/>
      <w:r w:rsidR="00935A90" w:rsidRPr="00A855CF">
        <w:t>Subnosné</w:t>
      </w:r>
      <w:proofErr w:type="spellEnd"/>
      <w:r w:rsidR="00935A90" w:rsidRPr="00A855CF">
        <w:t xml:space="preserve"> jsou </w:t>
      </w:r>
      <w:r w:rsidRPr="00A855CF">
        <w:t>modul</w:t>
      </w:r>
      <w:r w:rsidR="00935A90" w:rsidRPr="00A855CF">
        <w:t>ovány</w:t>
      </w:r>
      <w:r w:rsidRPr="00A855CF">
        <w:t xml:space="preserve"> </w:t>
      </w:r>
      <w:r w:rsidR="00935A90" w:rsidRPr="00A855CF">
        <w:t>ko</w:t>
      </w:r>
      <w:r w:rsidRPr="00A855CF">
        <w:t>nven</w:t>
      </w:r>
      <w:r w:rsidR="00935A90" w:rsidRPr="00A855CF">
        <w:t>ční</w:t>
      </w:r>
      <w:r w:rsidRPr="00A855CF">
        <w:t xml:space="preserve"> modula</w:t>
      </w:r>
      <w:r w:rsidR="00935A90" w:rsidRPr="00A855CF">
        <w:t>cí</w:t>
      </w:r>
      <w:r w:rsidRPr="00A855CF">
        <w:t xml:space="preserve">, </w:t>
      </w:r>
      <w:r w:rsidR="00935A90" w:rsidRPr="00A855CF">
        <w:t>např</w:t>
      </w:r>
      <w:r w:rsidRPr="00A855CF">
        <w:t>. PSK</w:t>
      </w:r>
    </w:p>
    <w:p w:rsidR="00B507EB" w:rsidRPr="00A855CF" w:rsidRDefault="00B507EB" w:rsidP="00B507EB">
      <w:r w:rsidRPr="00A855CF">
        <w:t xml:space="preserve">7 – </w:t>
      </w:r>
      <w:proofErr w:type="spellStart"/>
      <w:r w:rsidRPr="00A855CF">
        <w:t>Sub</w:t>
      </w:r>
      <w:r w:rsidR="00935A90" w:rsidRPr="00A855CF">
        <w:t>nosné</w:t>
      </w:r>
      <w:proofErr w:type="spellEnd"/>
      <w:r w:rsidR="00935A90" w:rsidRPr="00A855CF">
        <w:t xml:space="preserve"> jsou modulovány pomocí symbolů </w:t>
      </w:r>
      <w:r w:rsidRPr="00A855CF">
        <w:t>VDMT</w:t>
      </w:r>
      <w:r w:rsidR="00935A90" w:rsidRPr="00A855CF">
        <w:t>.</w:t>
      </w:r>
    </w:p>
    <w:p w:rsidR="00B507EB" w:rsidRPr="00A855CF" w:rsidRDefault="00B507EB" w:rsidP="00B507EB">
      <w:r w:rsidRPr="00A855CF">
        <w:t xml:space="preserve">8 – </w:t>
      </w:r>
      <w:r w:rsidR="00935A90" w:rsidRPr="00A855CF">
        <w:t xml:space="preserve">Pro </w:t>
      </w:r>
      <w:r w:rsidR="000D68AE" w:rsidRPr="00A855CF">
        <w:t xml:space="preserve">zajištění </w:t>
      </w:r>
      <w:r w:rsidR="00935A90" w:rsidRPr="00A855CF">
        <w:t>bezchybn</w:t>
      </w:r>
      <w:r w:rsidR="000D68AE" w:rsidRPr="00A855CF">
        <w:t>ého</w:t>
      </w:r>
      <w:r w:rsidR="00935A90" w:rsidRPr="00A855CF">
        <w:t xml:space="preserve"> příjm</w:t>
      </w:r>
      <w:r w:rsidR="000D68AE" w:rsidRPr="00A855CF">
        <w:t>u</w:t>
      </w:r>
      <w:r w:rsidR="00935A90" w:rsidRPr="00A855CF">
        <w:t xml:space="preserve"> se používají k</w:t>
      </w:r>
      <w:r w:rsidRPr="00A855CF">
        <w:t>onvolu</w:t>
      </w:r>
      <w:r w:rsidR="00935A90" w:rsidRPr="00A855CF">
        <w:t>ční kódy.</w:t>
      </w:r>
    </w:p>
    <w:p w:rsidR="00B507EB" w:rsidRPr="00A855CF" w:rsidRDefault="00B507EB" w:rsidP="00B507EB">
      <w:r w:rsidRPr="00A855CF">
        <w:t xml:space="preserve">9 – </w:t>
      </w:r>
      <w:r w:rsidR="00935A90" w:rsidRPr="00A855CF">
        <w:t>Používá se u technologie</w:t>
      </w:r>
      <w:r w:rsidRPr="00A855CF">
        <w:t xml:space="preserve"> LTE</w:t>
      </w:r>
      <w:r w:rsidR="00935A90" w:rsidRPr="00A855CF">
        <w:t>.</w:t>
      </w:r>
    </w:p>
    <w:p w:rsidR="00B507EB" w:rsidRPr="00A855CF" w:rsidRDefault="00B507EB" w:rsidP="00B507EB">
      <w:r w:rsidRPr="00A855CF">
        <w:t xml:space="preserve">10 – </w:t>
      </w:r>
      <w:r w:rsidR="00935A90" w:rsidRPr="00A855CF">
        <w:t>Používá se u technologie</w:t>
      </w:r>
      <w:r w:rsidRPr="00A855CF">
        <w:t xml:space="preserve"> DVB-T</w:t>
      </w:r>
      <w:r w:rsidR="00935A90" w:rsidRPr="00A855CF">
        <w:t>.</w:t>
      </w:r>
    </w:p>
    <w:p w:rsidR="00B507EB" w:rsidRPr="00A855CF" w:rsidRDefault="00B507EB" w:rsidP="00B507EB">
      <w:r w:rsidRPr="00A855CF">
        <w:t xml:space="preserve">11 – </w:t>
      </w:r>
      <w:r w:rsidR="00935A90" w:rsidRPr="00A855CF">
        <w:t>Používá se ke kódování dat do formátu MP3.</w:t>
      </w:r>
    </w:p>
    <w:p w:rsidR="00B507EB" w:rsidRPr="00A452D7" w:rsidRDefault="00B507EB" w:rsidP="00B507EB"/>
    <w:p w:rsidR="00B507EB" w:rsidRPr="00A452D7" w:rsidRDefault="00B507EB" w:rsidP="00CF6F0D">
      <w:pPr>
        <w:pStyle w:val="eLineBottom"/>
      </w:pPr>
    </w:p>
    <w:p w:rsidR="00CF6F0D" w:rsidRPr="00A452D7" w:rsidRDefault="00CF6F0D" w:rsidP="00CF6F0D"/>
    <w:p w:rsidR="008172F1" w:rsidRPr="00A452D7" w:rsidRDefault="008172F1">
      <w:pPr>
        <w:rPr>
          <w:b/>
        </w:rPr>
      </w:pPr>
      <w:r w:rsidRPr="00A452D7">
        <w:br w:type="page"/>
      </w:r>
    </w:p>
    <w:p w:rsidR="00CF6F0D" w:rsidRPr="00A855CF" w:rsidRDefault="00021E00" w:rsidP="00CF6F0D">
      <w:pPr>
        <w:pStyle w:val="eTask"/>
      </w:pPr>
      <w:r w:rsidRPr="00A855CF">
        <w:lastRenderedPageBreak/>
        <w:t>Upravte následující text tak, aby byla jednotlivá tvrzení o (V)DMT pravdivé</w:t>
      </w:r>
      <w:r w:rsidR="00CF6F0D" w:rsidRPr="00A855CF">
        <w:t>.</w:t>
      </w:r>
    </w:p>
    <w:p w:rsidR="00CF6F0D" w:rsidRPr="00A855CF" w:rsidRDefault="00CF6F0D" w:rsidP="00CF6F0D"/>
    <w:p w:rsidR="00CF6F0D" w:rsidRPr="00A855CF" w:rsidRDefault="00021E00" w:rsidP="008172F1">
      <w:pPr>
        <w:spacing w:line="360" w:lineRule="auto"/>
      </w:pPr>
      <w:r w:rsidRPr="00A855CF">
        <w:t>Modulace DMT (</w:t>
      </w:r>
      <w:proofErr w:type="spellStart"/>
      <w:r w:rsidR="00CF6F0D" w:rsidRPr="00A855CF">
        <w:t>Discrete</w:t>
      </w:r>
      <w:proofErr w:type="spellEnd"/>
      <w:r w:rsidR="00CF6F0D" w:rsidRPr="00A855CF">
        <w:t xml:space="preserve"> </w:t>
      </w:r>
      <w:proofErr w:type="spellStart"/>
      <w:r w:rsidR="00CF6F0D" w:rsidRPr="00A855CF">
        <w:t>Multi</w:t>
      </w:r>
      <w:proofErr w:type="spellEnd"/>
      <w:r w:rsidR="00CF6F0D" w:rsidRPr="00A855CF">
        <w:t xml:space="preserve">-Tone) </w:t>
      </w:r>
      <w:r w:rsidRPr="00A855CF">
        <w:t xml:space="preserve">je </w:t>
      </w:r>
      <w:proofErr w:type="spellStart"/>
      <w:r w:rsidRPr="00A855CF">
        <w:t>mudulací</w:t>
      </w:r>
      <w:proofErr w:type="spellEnd"/>
      <w:r w:rsidR="00CF6F0D" w:rsidRPr="00A855CF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>s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 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v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í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ce nosn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ý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mi</m:t>
                  </m:r>
                </m:e>
              </m:mr>
              <m:mr>
                <m:e>
                  <m:r>
                    <m:rPr>
                      <m:nor/>
                    </m:rPr>
                    <m:t>s jedno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u</m:t>
                  </m:r>
                  <m:r>
                    <m:rPr>
                      <m:nor/>
                    </m:rPr>
                    <m:t xml:space="preserve"> nosnou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CF6F0D" w:rsidRPr="00A855CF">
        <w:t xml:space="preserve">. </w:t>
      </w:r>
      <w:r w:rsidRPr="00A855CF">
        <w:t xml:space="preserve">Jednotlivé subkanály využívají principů </w:t>
      </w:r>
      <w:r w:rsidR="00CF6F0D" w:rsidRPr="00A855CF">
        <w:t xml:space="preserve">PSK </w:t>
      </w:r>
      <w:r w:rsidRPr="00A855CF">
        <w:t>nebo</w:t>
      </w:r>
      <w:r w:rsidR="00CF6F0D" w:rsidRPr="00A855CF">
        <w:t xml:space="preserve"> QAM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>podobn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ě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jako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>odli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š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n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ě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ne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ž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8172F1" w:rsidRPr="00A855CF">
        <w:t xml:space="preserve"> </w:t>
      </w:r>
      <w:r w:rsidR="00CF6F0D" w:rsidRPr="00A855CF">
        <w:t xml:space="preserve">OFDM. </w:t>
      </w:r>
    </w:p>
    <w:p w:rsidR="00CF6F0D" w:rsidRPr="00A855CF" w:rsidRDefault="00CF6F0D" w:rsidP="008172F1">
      <w:pPr>
        <w:spacing w:line="360" w:lineRule="auto"/>
      </w:pPr>
    </w:p>
    <w:p w:rsidR="00CF6F0D" w:rsidRPr="00A855CF" w:rsidRDefault="00A25ADB" w:rsidP="008172F1">
      <w:pPr>
        <w:spacing w:line="360" w:lineRule="auto"/>
      </w:pPr>
      <w:r w:rsidRPr="00A855CF">
        <w:t xml:space="preserve">Modulace </w:t>
      </w:r>
      <w:r w:rsidR="00CF6F0D" w:rsidRPr="00A855CF">
        <w:t xml:space="preserve">DMT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>dovoluje</m:t>
                  </m:r>
                </m:e>
              </m:mr>
              <m:mr>
                <m:e>
                  <m:r>
                    <m:rPr>
                      <m:nor/>
                    </m:rPr>
                    <m:t>nedo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v</m:t>
                  </m:r>
                  <m:r>
                    <m:rPr>
                      <m:nor/>
                    </m:rPr>
                    <m:t>oluje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8172F1" w:rsidRPr="00A855CF">
        <w:t xml:space="preserve"> </w:t>
      </w:r>
      <w:r w:rsidRPr="00A855CF">
        <w:t>využívání různých modulačních schémat</w:t>
      </w:r>
      <w:r w:rsidR="00CF6F0D" w:rsidRPr="00A855CF">
        <w:t xml:space="preserve"> </w:t>
      </w:r>
      <w:r w:rsidRPr="00A855CF">
        <w:t xml:space="preserve">resp. odlišných modulací </w:t>
      </w:r>
      <w:r w:rsidR="00052047" w:rsidRPr="00A855CF">
        <w:t xml:space="preserve">v každém dílčím </w:t>
      </w:r>
      <w:proofErr w:type="spellStart"/>
      <w:r w:rsidR="00052047" w:rsidRPr="00A855CF">
        <w:t>subkanálu</w:t>
      </w:r>
      <w:proofErr w:type="spellEnd"/>
      <w:r w:rsidR="00052047" w:rsidRPr="00A855CF">
        <w:t xml:space="preserve"> </w:t>
      </w:r>
      <w:r w:rsidR="00CF6F0D" w:rsidRPr="00A855CF">
        <w:t>or</w:t>
      </w:r>
      <w:r w:rsidR="00052047" w:rsidRPr="00A855CF">
        <w:t>t</w:t>
      </w:r>
      <w:r w:rsidR="00CF6F0D" w:rsidRPr="00A855CF">
        <w:t>ogon</w:t>
      </w:r>
      <w:r w:rsidR="00052047" w:rsidRPr="00A855CF">
        <w:t>álního</w:t>
      </w:r>
      <w:r w:rsidR="00CF6F0D" w:rsidRPr="00A855CF">
        <w:t xml:space="preserve"> multiplex</w:t>
      </w:r>
      <w:r w:rsidR="00052047" w:rsidRPr="00A855CF">
        <w:t>u</w:t>
      </w:r>
      <w:r w:rsidR="00CF6F0D" w:rsidRPr="00A855CF">
        <w:t>.</w:t>
      </w:r>
    </w:p>
    <w:p w:rsidR="00CF6F0D" w:rsidRPr="00A855CF" w:rsidRDefault="00CF6F0D" w:rsidP="008172F1">
      <w:pPr>
        <w:spacing w:line="360" w:lineRule="auto"/>
      </w:pPr>
    </w:p>
    <w:p w:rsidR="00CF6F0D" w:rsidRPr="00A855CF" w:rsidRDefault="00EE34F2" w:rsidP="008172F1">
      <w:pPr>
        <w:spacing w:line="360" w:lineRule="auto"/>
      </w:pPr>
      <w:r w:rsidRPr="00A855CF">
        <w:t>V </w:t>
      </w:r>
      <w:proofErr w:type="spellStart"/>
      <w:r w:rsidR="00CF6F0D" w:rsidRPr="00A855CF">
        <w:t>DSLAM</w:t>
      </w:r>
      <w:r w:rsidRPr="00A855CF">
        <w:t>u</w:t>
      </w:r>
      <w:proofErr w:type="spellEnd"/>
      <w:r w:rsidRPr="00A855CF">
        <w:t xml:space="preserve"> j</w:t>
      </w:r>
      <w:r w:rsidR="007C490D" w:rsidRPr="00A855CF">
        <w:t>sou</w:t>
      </w:r>
      <w:r w:rsidRPr="00A855CF">
        <w:t xml:space="preserve"> dostupn</w:t>
      </w:r>
      <w:r w:rsidR="007C490D" w:rsidRPr="00A855CF">
        <w:t>é</w:t>
      </w:r>
      <w:r w:rsidRPr="00A855CF">
        <w:t xml:space="preserve"> </w:t>
      </w:r>
      <w:r w:rsidR="00CF6F0D" w:rsidRPr="00A855CF">
        <w:t>informa</w:t>
      </w:r>
      <w:r w:rsidRPr="00A855CF">
        <w:t>ce o všech symbolech odesílaných</w:t>
      </w:r>
      <w:r w:rsidR="00CF6F0D" w:rsidRPr="00A855CF">
        <w:t xml:space="preserve"> </w:t>
      </w:r>
      <w:r w:rsidRPr="00A855CF">
        <w:t xml:space="preserve">do metalického vedení, tj. je zde k dispozici </w:t>
      </w:r>
      <w:r w:rsidR="007C490D" w:rsidRPr="00A855CF">
        <w:t xml:space="preserve">informace o </w:t>
      </w:r>
      <w:r w:rsidR="00CF6F0D" w:rsidRPr="00A855CF">
        <w:t>ve</w:t>
      </w:r>
      <w:r w:rsidRPr="00A855CF">
        <w:t>k</w:t>
      </w:r>
      <w:r w:rsidR="00CF6F0D" w:rsidRPr="00A855CF">
        <w:t>tor</w:t>
      </w:r>
      <w:r w:rsidR="007C490D" w:rsidRPr="00A855CF">
        <w:t>u všech</w:t>
      </w:r>
      <w:r w:rsidR="00CF6F0D" w:rsidRPr="00A855CF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DMT</m:t>
                  </m:r>
                </m:e>
              </m:mr>
              <m:mr>
                <m:e>
                  <m:r>
                    <m:rPr>
                      <m:nor/>
                    </m:rPr>
                    <m:t>PSK</m:t>
                  </m:r>
                </m:e>
              </m:mr>
              <m:mr>
                <m:e>
                  <m:r>
                    <m:rPr>
                      <m:nor/>
                    </m:rPr>
                    <m:t>QAM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CF6F0D" w:rsidRPr="00A855CF">
        <w:t xml:space="preserve"> symbol</w:t>
      </w:r>
      <w:r w:rsidRPr="00A855CF">
        <w:t>ů</w:t>
      </w:r>
      <w:r w:rsidR="00CF6F0D" w:rsidRPr="00A855CF">
        <w:t>.</w:t>
      </w:r>
    </w:p>
    <w:p w:rsidR="00CF6F0D" w:rsidRPr="00A855CF" w:rsidRDefault="00CF6F0D" w:rsidP="008172F1">
      <w:pPr>
        <w:spacing w:line="360" w:lineRule="auto"/>
      </w:pPr>
    </w:p>
    <w:p w:rsidR="00CF6F0D" w:rsidRPr="00A855CF" w:rsidRDefault="00CF6F0D" w:rsidP="008172F1">
      <w:pPr>
        <w:spacing w:line="360" w:lineRule="auto"/>
      </w:pPr>
      <w:r w:rsidRPr="00A855CF">
        <w:t xml:space="preserve">DSLAM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>m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á</m:t>
                  </m:r>
                </m:e>
              </m:mr>
              <m:mr>
                <m:e>
                  <m:r>
                    <m:rPr>
                      <m:nor/>
                    </m:rPr>
                    <m:t>nemá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A855CF">
        <w:t xml:space="preserve"> </w:t>
      </w:r>
      <w:r w:rsidR="007C490D" w:rsidRPr="00A855CF">
        <w:t xml:space="preserve">k dispozici informace o parametrech jednotlivých symetrických párů a </w:t>
      </w:r>
      <w:r w:rsidRPr="00A855CF">
        <w:t xml:space="preserve"> </w:t>
      </w:r>
      <w:r w:rsidR="007C490D" w:rsidRPr="00A855CF">
        <w:t>přeslechu mezi nimi</w:t>
      </w:r>
      <w:r w:rsidRPr="00A855CF">
        <w:t>.</w:t>
      </w:r>
    </w:p>
    <w:p w:rsidR="00CF6F0D" w:rsidRPr="00A855CF" w:rsidRDefault="00CF6F0D" w:rsidP="008172F1">
      <w:pPr>
        <w:spacing w:line="360" w:lineRule="auto"/>
      </w:pPr>
    </w:p>
    <w:p w:rsidR="00CF6F0D" w:rsidRPr="00A855CF" w:rsidRDefault="00CF6F0D" w:rsidP="008172F1">
      <w:pPr>
        <w:spacing w:line="360" w:lineRule="auto"/>
      </w:pPr>
      <w:r w:rsidRPr="00A855CF">
        <w:t>Synchroni</w:t>
      </w:r>
      <w:r w:rsidR="00EE34F2" w:rsidRPr="00A855CF">
        <w:t>z</w:t>
      </w:r>
      <w:r w:rsidRPr="00A855CF">
        <w:t>a</w:t>
      </w:r>
      <w:r w:rsidR="00EE34F2" w:rsidRPr="00A855CF">
        <w:t>ce</w:t>
      </w:r>
      <w:r w:rsidRPr="00A855CF">
        <w:t xml:space="preserve"> </w:t>
      </w:r>
      <w:r w:rsidR="00EE34F2" w:rsidRPr="00A855CF">
        <w:t>všech</w:t>
      </w:r>
      <w:r w:rsidRPr="00A855CF">
        <w:t xml:space="preserve"> DMT symbol</w:t>
      </w:r>
      <w:r w:rsidR="00EE34F2" w:rsidRPr="00A855CF">
        <w:t>ů</w:t>
      </w:r>
      <w:r w:rsidRPr="00A855CF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m:t>není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8172F1" w:rsidRPr="00A855CF">
        <w:t xml:space="preserve"> </w:t>
      </w:r>
      <w:r w:rsidR="00EE34F2" w:rsidRPr="00A855CF">
        <w:t>vyžadována</w:t>
      </w:r>
      <w:r w:rsidRPr="00A855CF">
        <w:t>.</w:t>
      </w:r>
    </w:p>
    <w:p w:rsidR="00CF6F0D" w:rsidRPr="00A855CF" w:rsidRDefault="00CF6F0D" w:rsidP="00CF6F0D">
      <w:pPr>
        <w:rPr>
          <w:b/>
        </w:rPr>
      </w:pPr>
    </w:p>
    <w:p w:rsidR="00CF6F0D" w:rsidRPr="00A452D7" w:rsidRDefault="00EE34F2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  <w:r w:rsidRPr="00A855CF">
        <w:rPr>
          <w:b w:val="0"/>
        </w:rPr>
        <w:t xml:space="preserve">Modulace </w:t>
      </w:r>
      <w:r w:rsidR="00CF6F0D" w:rsidRPr="00A855CF">
        <w:rPr>
          <w:b w:val="0"/>
        </w:rPr>
        <w:t xml:space="preserve">VDMT </w:t>
      </w:r>
      <w:r w:rsidRPr="00A855CF">
        <w:rPr>
          <w:b w:val="0"/>
        </w:rPr>
        <w:t>eliminuje</w:t>
      </w:r>
      <w:r w:rsidR="00CF6F0D" w:rsidRPr="00A855CF">
        <w:rPr>
          <w:b w:val="0"/>
        </w:rPr>
        <w:t xml:space="preserve"> </w:t>
      </w:r>
      <m:oMath>
        <m:d>
          <m:dPr>
            <m:ctrlPr>
              <w:rPr>
                <w:rFonts w:ascii="Cambria Math" w:hAnsi="Cambria Math"/>
                <w:b w:val="0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 w:val="0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p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ř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eslech na vzd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á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len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é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m konci (</m:t>
                  </m:r>
                  <m:r>
                    <m:rPr>
                      <m:nor/>
                    </m:rPr>
                    <w:rPr>
                      <w:b w:val="0"/>
                    </w:rPr>
                    <m:t>Far End Crosstalk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)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p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ř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eslech na bl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í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zk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é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m konci (</m:t>
                  </m:r>
                  <m:r>
                    <m:rPr>
                      <m:nor/>
                    </m:rPr>
                    <w:rPr>
                      <w:b w:val="0"/>
                    </w:rPr>
                    <m:t>Near End Crosstalk</m:t>
                  </m:r>
                  <m:r>
                    <m:rPr>
                      <m:nor/>
                    </m:rPr>
                    <w:rPr>
                      <w:rFonts w:ascii="Cambria Math"/>
                      <w:b w:val="0"/>
                    </w:rPr>
                    <m:t>)</m:t>
                  </m:r>
                </m:e>
              </m:mr>
            </m:m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</m:e>
        </m:d>
      </m:oMath>
      <w:r w:rsidR="00CF6F0D" w:rsidRPr="00A452D7">
        <w:rPr>
          <w:b w:val="0"/>
        </w:rPr>
        <w:t>.</w:t>
      </w:r>
    </w:p>
    <w:p w:rsidR="001D6D6E" w:rsidRPr="00A452D7" w:rsidRDefault="001D6D6E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BD35B5" w:rsidRPr="00A452D7" w:rsidRDefault="00BD35B5" w:rsidP="00CF6F0D">
      <w:pPr>
        <w:pStyle w:val="eTask"/>
        <w:numPr>
          <w:ilvl w:val="0"/>
          <w:numId w:val="0"/>
        </w:numPr>
        <w:ind w:left="284" w:hanging="284"/>
        <w:rPr>
          <w:b w:val="0"/>
        </w:rPr>
      </w:pPr>
    </w:p>
    <w:p w:rsidR="00A452D7" w:rsidRDefault="00A452D7" w:rsidP="00A452D7">
      <w:pPr>
        <w:pStyle w:val="eTask"/>
      </w:pPr>
      <w:r w:rsidRPr="00DD11DF">
        <w:t xml:space="preserve">Modulujte následující binární data pomocí </w:t>
      </w:r>
      <w:r w:rsidRPr="001F32F8">
        <w:t>BPSK, DPSK, QPSK and DQPSK</w:t>
      </w:r>
      <w:r w:rsidRPr="00DD11DF">
        <w:t xml:space="preserve"> modulace.</w:t>
      </w:r>
      <w:r>
        <w:t xml:space="preserve"> </w:t>
      </w:r>
    </w:p>
    <w:p w:rsidR="00BD35B5" w:rsidRPr="00A452D7" w:rsidRDefault="00A452D7" w:rsidP="00A452D7">
      <w:pPr>
        <w:pStyle w:val="eTask"/>
        <w:numPr>
          <w:ilvl w:val="0"/>
          <w:numId w:val="0"/>
        </w:numPr>
        <w:ind w:left="284"/>
      </w:pPr>
      <w:r w:rsidRPr="00DD11DF">
        <w:t>Datová sekvence je následující 01001110.</w:t>
      </w:r>
      <w:r>
        <w:t xml:space="preserve"> </w:t>
      </w:r>
      <w:r w:rsidRPr="00DD11DF">
        <w:t>Příklad:</w:t>
      </w:r>
    </w:p>
    <w:p w:rsidR="00BD35B5" w:rsidRPr="00A452D7" w:rsidRDefault="00BD35B5" w:rsidP="00BD35B5">
      <w:pPr>
        <w:pStyle w:val="eTask"/>
        <w:numPr>
          <w:ilvl w:val="0"/>
          <w:numId w:val="0"/>
        </w:numPr>
      </w:pPr>
    </w:p>
    <w:tbl>
      <w:tblPr>
        <w:tblStyle w:val="Mkatabulky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</w:tblGrid>
      <w:tr w:rsidR="00BD35B5" w:rsidRPr="00A452D7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Symbol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</w:t>
            </w:r>
          </w:p>
        </w:tc>
      </w:tr>
      <w:tr w:rsidR="00BD35B5" w:rsidRPr="00A452D7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BD35B5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BD35B5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</w:tr>
      <w:tr w:rsidR="00BD35B5" w:rsidRPr="00A452D7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0°</w:t>
            </w:r>
          </w:p>
        </w:tc>
      </w:tr>
      <w:tr w:rsidR="00BD35B5" w:rsidRPr="00A452D7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452D7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+90°</w:t>
            </w:r>
          </w:p>
        </w:tc>
      </w:tr>
    </w:tbl>
    <w:p w:rsidR="00BD35B5" w:rsidRPr="00A452D7" w:rsidRDefault="00BD35B5" w:rsidP="00BD35B5">
      <w:pPr>
        <w:pStyle w:val="eTask"/>
        <w:numPr>
          <w:ilvl w:val="0"/>
          <w:numId w:val="0"/>
        </w:numPr>
        <w:ind w:left="284"/>
      </w:pPr>
    </w:p>
    <w:p w:rsidR="00884D70" w:rsidRPr="00C47049" w:rsidRDefault="00884D70" w:rsidP="00BD35B5">
      <w:pPr>
        <w:pStyle w:val="eTask"/>
        <w:numPr>
          <w:ilvl w:val="0"/>
          <w:numId w:val="0"/>
        </w:numPr>
        <w:ind w:left="284"/>
        <w:rPr>
          <w:color w:val="FF000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21"/>
        <w:gridCol w:w="1158"/>
        <w:gridCol w:w="910"/>
        <w:gridCol w:w="1157"/>
        <w:gridCol w:w="910"/>
        <w:gridCol w:w="1157"/>
        <w:gridCol w:w="910"/>
        <w:gridCol w:w="1157"/>
        <w:gridCol w:w="908"/>
      </w:tblGrid>
      <w:tr w:rsidR="00884D70" w:rsidRPr="00A452D7" w:rsidTr="00A452D7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A452D7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Symbol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</w:t>
            </w:r>
          </w:p>
        </w:tc>
      </w:tr>
      <w:tr w:rsidR="002F61C1" w:rsidRPr="00A452D7" w:rsidTr="00A452D7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Laser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</w:tr>
      <w:tr w:rsidR="00884D70" w:rsidRPr="00A452D7" w:rsidTr="00C27BA4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BPSK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</w:tr>
      <w:tr w:rsidR="00884D70" w:rsidRPr="00A452D7" w:rsidTr="00C27BA4"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DPSK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</w:tr>
    </w:tbl>
    <w:p w:rsidR="00BD35B5" w:rsidRPr="00A452D7" w:rsidRDefault="00BD35B5" w:rsidP="00BD35B5">
      <w:pPr>
        <w:pStyle w:val="eTask"/>
        <w:numPr>
          <w:ilvl w:val="0"/>
          <w:numId w:val="0"/>
        </w:numPr>
        <w:ind w:left="284"/>
      </w:pPr>
    </w:p>
    <w:p w:rsidR="00884D70" w:rsidRPr="00A452D7" w:rsidRDefault="00884D70" w:rsidP="00BD35B5">
      <w:pPr>
        <w:pStyle w:val="eTask"/>
        <w:numPr>
          <w:ilvl w:val="0"/>
          <w:numId w:val="0"/>
        </w:numPr>
        <w:ind w:left="284"/>
      </w:pPr>
    </w:p>
    <w:tbl>
      <w:tblPr>
        <w:tblStyle w:val="Mkatabulky"/>
        <w:tblW w:w="0" w:type="auto"/>
        <w:tblInd w:w="250" w:type="dxa"/>
        <w:tblLook w:val="04A0" w:firstRow="1" w:lastRow="0" w:firstColumn="1" w:lastColumn="0" w:noHBand="0" w:noVBand="1"/>
      </w:tblPr>
      <w:tblGrid>
        <w:gridCol w:w="990"/>
        <w:gridCol w:w="1123"/>
        <w:gridCol w:w="889"/>
        <w:gridCol w:w="1123"/>
        <w:gridCol w:w="889"/>
        <w:gridCol w:w="1123"/>
        <w:gridCol w:w="889"/>
        <w:gridCol w:w="1123"/>
        <w:gridCol w:w="889"/>
      </w:tblGrid>
      <w:tr w:rsidR="00884D70" w:rsidRPr="00A452D7" w:rsidTr="00A452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A452D7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Symbol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</w:t>
            </w:r>
          </w:p>
        </w:tc>
      </w:tr>
      <w:tr w:rsidR="002F61C1" w:rsidRPr="00A452D7" w:rsidTr="00A452D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Laser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</w:tr>
      <w:tr w:rsidR="00884D70" w:rsidRPr="00A452D7" w:rsidTr="00C27B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BPSK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</w:tr>
      <w:tr w:rsidR="00884D70" w:rsidRPr="00A452D7" w:rsidTr="00C27BA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DPSK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</w:tr>
    </w:tbl>
    <w:p w:rsidR="00884D70" w:rsidRPr="00A452D7" w:rsidRDefault="00884D70" w:rsidP="00BD35B5">
      <w:pPr>
        <w:pStyle w:val="eTask"/>
        <w:numPr>
          <w:ilvl w:val="0"/>
          <w:numId w:val="0"/>
        </w:numPr>
        <w:ind w:left="284"/>
      </w:pPr>
    </w:p>
    <w:p w:rsidR="00884D70" w:rsidRPr="00A452D7" w:rsidRDefault="00884D70" w:rsidP="00BD35B5">
      <w:pPr>
        <w:pStyle w:val="eTask"/>
        <w:numPr>
          <w:ilvl w:val="0"/>
          <w:numId w:val="0"/>
        </w:numPr>
        <w:ind w:left="284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28"/>
        <w:gridCol w:w="1201"/>
        <w:gridCol w:w="922"/>
        <w:gridCol w:w="1123"/>
        <w:gridCol w:w="922"/>
        <w:gridCol w:w="1123"/>
        <w:gridCol w:w="923"/>
        <w:gridCol w:w="1123"/>
        <w:gridCol w:w="923"/>
      </w:tblGrid>
      <w:tr w:rsidR="00884D70" w:rsidRPr="00A452D7" w:rsidTr="00A452D7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Symbol</w:t>
            </w:r>
          </w:p>
        </w:tc>
        <w:tc>
          <w:tcPr>
            <w:tcW w:w="1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01</w:t>
            </w:r>
          </w:p>
        </w:tc>
        <w:tc>
          <w:tcPr>
            <w:tcW w:w="11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00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11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10</w:t>
            </w:r>
          </w:p>
        </w:tc>
      </w:tr>
      <w:tr w:rsidR="002F61C1" w:rsidRPr="00A452D7" w:rsidTr="00A452D7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Laser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452D7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452D7" w:rsidRDefault="002F61C1" w:rsidP="00DB63D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ON/OFF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2D7" w:rsidRPr="00DD11DF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2F61C1" w:rsidRPr="00A452D7" w:rsidRDefault="00A452D7" w:rsidP="00A452D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</w:tr>
      <w:tr w:rsidR="00884D70" w:rsidRPr="00A452D7" w:rsidTr="00C27BA4"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A452D7">
              <w:t>QPSK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452D7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</w:p>
        </w:tc>
      </w:tr>
    </w:tbl>
    <w:p w:rsidR="00331E7A" w:rsidRPr="00A452D7" w:rsidRDefault="00B91957" w:rsidP="00C27BA4">
      <w:pPr>
        <w:pStyle w:val="eTask"/>
        <w:numPr>
          <w:ilvl w:val="0"/>
          <w:numId w:val="0"/>
        </w:numPr>
        <w:tabs>
          <w:tab w:val="clear" w:pos="426"/>
          <w:tab w:val="left" w:pos="8389"/>
        </w:tabs>
        <w:spacing w:line="360" w:lineRule="auto"/>
        <w:ind w:left="284" w:hanging="284"/>
        <w:rPr>
          <w:b w:val="0"/>
        </w:rPr>
      </w:pPr>
      <w:r w:rsidRPr="00A452D7">
        <w:rPr>
          <w:b w:val="0"/>
        </w:rPr>
        <w:tab/>
      </w:r>
      <w:r w:rsidRPr="00A452D7">
        <w:rPr>
          <w:b w:val="0"/>
        </w:rPr>
        <w:tab/>
      </w:r>
    </w:p>
    <w:sectPr w:rsidR="00331E7A" w:rsidRPr="00A452D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9A6" w:rsidRDefault="00C929A6" w:rsidP="00861A1A">
      <w:r>
        <w:separator/>
      </w:r>
    </w:p>
  </w:endnote>
  <w:endnote w:type="continuationSeparator" w:id="0">
    <w:p w:rsidR="00C929A6" w:rsidRDefault="00C929A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270778" w:rsidTr="00CA51B5">
      <w:tc>
        <w:tcPr>
          <w:tcW w:w="2518" w:type="dxa"/>
        </w:tcPr>
        <w:p w:rsidR="00BF5E09" w:rsidRPr="00270778" w:rsidRDefault="00FC07A5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1F32F8" w:rsidRPr="00A46B90" w:rsidRDefault="001F32F8" w:rsidP="001F32F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1F32F8" w:rsidRDefault="001F32F8" w:rsidP="001F32F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RPr="00270778" w:rsidTr="00CA51B5">
      <w:tc>
        <w:tcPr>
          <w:tcW w:w="8472" w:type="dxa"/>
          <w:gridSpan w:val="2"/>
        </w:tcPr>
        <w:p w:rsidR="00BF5E09" w:rsidRPr="00270778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proofErr w:type="spellStart"/>
          <w:r w:rsidRPr="00270778">
            <w:rPr>
              <w:sz w:val="16"/>
              <w:szCs w:val="16"/>
              <w:lang w:val="en-US"/>
            </w:rPr>
            <w:t>TechPedia</w:t>
          </w:r>
          <w:proofErr w:type="spellEnd"/>
          <w:r w:rsidRPr="00270778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270778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270778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9A6" w:rsidRDefault="00C929A6" w:rsidP="00861A1A">
      <w:r>
        <w:separator/>
      </w:r>
    </w:p>
  </w:footnote>
  <w:footnote w:type="continuationSeparator" w:id="0">
    <w:p w:rsidR="00C929A6" w:rsidRDefault="00C929A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1F32F8" w:rsidRPr="00E80213">
      <w:rPr>
        <w:rFonts w:ascii="Calibri" w:hAnsi="Calibri"/>
        <w:b/>
        <w:smallCaps/>
        <w:noProof/>
      </w:rPr>
      <w:t>PRACOVNÍ LIST</w:t>
    </w:r>
  </w:p>
  <w:p w:rsidR="00C148FD" w:rsidRPr="00C148FD" w:rsidRDefault="001F32F8" w:rsidP="0027077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1F32F8">
      <w:rPr>
        <w:rFonts w:ascii="Calibri" w:hAnsi="Calibri"/>
        <w:smallCaps/>
        <w:noProof/>
        <w:sz w:val="20"/>
        <w:szCs w:val="20"/>
        <w:lang w:val="en-US"/>
      </w:rPr>
      <w:t>MODERNÍ MODULAČNÍ METODY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0E019A"/>
    <w:multiLevelType w:val="hybridMultilevel"/>
    <w:tmpl w:val="34AE8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068F5"/>
    <w:multiLevelType w:val="hybridMultilevel"/>
    <w:tmpl w:val="A19ED1C4"/>
    <w:lvl w:ilvl="0" w:tplc="0ABABC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673F"/>
    <w:rsid w:val="00016AD8"/>
    <w:rsid w:val="00017595"/>
    <w:rsid w:val="00021197"/>
    <w:rsid w:val="00021E00"/>
    <w:rsid w:val="00030EDA"/>
    <w:rsid w:val="0003229C"/>
    <w:rsid w:val="00045BEB"/>
    <w:rsid w:val="00052047"/>
    <w:rsid w:val="00073ADF"/>
    <w:rsid w:val="0007473C"/>
    <w:rsid w:val="000750C9"/>
    <w:rsid w:val="00080ADD"/>
    <w:rsid w:val="00087EAC"/>
    <w:rsid w:val="00094A16"/>
    <w:rsid w:val="000A233F"/>
    <w:rsid w:val="000A55B3"/>
    <w:rsid w:val="000C26DD"/>
    <w:rsid w:val="000C6B3A"/>
    <w:rsid w:val="000D68AE"/>
    <w:rsid w:val="001301D8"/>
    <w:rsid w:val="0013693D"/>
    <w:rsid w:val="00136968"/>
    <w:rsid w:val="0014373A"/>
    <w:rsid w:val="00151ED1"/>
    <w:rsid w:val="00154968"/>
    <w:rsid w:val="0015508E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D00A1"/>
    <w:rsid w:val="001D6D6E"/>
    <w:rsid w:val="001F32F8"/>
    <w:rsid w:val="001F6290"/>
    <w:rsid w:val="001F6682"/>
    <w:rsid w:val="00213F2C"/>
    <w:rsid w:val="00223478"/>
    <w:rsid w:val="00225015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2F61C1"/>
    <w:rsid w:val="00304ADA"/>
    <w:rsid w:val="00306B9F"/>
    <w:rsid w:val="00307892"/>
    <w:rsid w:val="00315203"/>
    <w:rsid w:val="003264F1"/>
    <w:rsid w:val="00331E7A"/>
    <w:rsid w:val="00337851"/>
    <w:rsid w:val="00342FBB"/>
    <w:rsid w:val="00347E4D"/>
    <w:rsid w:val="00351AF3"/>
    <w:rsid w:val="0039238A"/>
    <w:rsid w:val="00396517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0858"/>
    <w:rsid w:val="00456107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2F5A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32C4"/>
    <w:rsid w:val="00584696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6135"/>
    <w:rsid w:val="0076745A"/>
    <w:rsid w:val="00771FB5"/>
    <w:rsid w:val="007738BD"/>
    <w:rsid w:val="0077662F"/>
    <w:rsid w:val="007837ED"/>
    <w:rsid w:val="00790D07"/>
    <w:rsid w:val="007C0FDD"/>
    <w:rsid w:val="007C308E"/>
    <w:rsid w:val="007C490D"/>
    <w:rsid w:val="007C5B85"/>
    <w:rsid w:val="007E16D1"/>
    <w:rsid w:val="007E6CED"/>
    <w:rsid w:val="007F22F2"/>
    <w:rsid w:val="00802588"/>
    <w:rsid w:val="00803DDF"/>
    <w:rsid w:val="00813612"/>
    <w:rsid w:val="0081479C"/>
    <w:rsid w:val="008172F1"/>
    <w:rsid w:val="00825830"/>
    <w:rsid w:val="00826CB2"/>
    <w:rsid w:val="00830375"/>
    <w:rsid w:val="00830A2B"/>
    <w:rsid w:val="00831014"/>
    <w:rsid w:val="00832323"/>
    <w:rsid w:val="00861A1A"/>
    <w:rsid w:val="00864D93"/>
    <w:rsid w:val="00875E54"/>
    <w:rsid w:val="00882BE0"/>
    <w:rsid w:val="008836CE"/>
    <w:rsid w:val="00884D70"/>
    <w:rsid w:val="00891FF5"/>
    <w:rsid w:val="00893E89"/>
    <w:rsid w:val="008A3619"/>
    <w:rsid w:val="008B05F5"/>
    <w:rsid w:val="008B6CCD"/>
    <w:rsid w:val="008C41A0"/>
    <w:rsid w:val="008C64E0"/>
    <w:rsid w:val="008D38F1"/>
    <w:rsid w:val="008F1B37"/>
    <w:rsid w:val="008F5585"/>
    <w:rsid w:val="00912A69"/>
    <w:rsid w:val="00916DC9"/>
    <w:rsid w:val="00935A90"/>
    <w:rsid w:val="00935EA8"/>
    <w:rsid w:val="0094072E"/>
    <w:rsid w:val="00950649"/>
    <w:rsid w:val="0095346A"/>
    <w:rsid w:val="00955A25"/>
    <w:rsid w:val="00963F86"/>
    <w:rsid w:val="0097175A"/>
    <w:rsid w:val="00974B16"/>
    <w:rsid w:val="00976652"/>
    <w:rsid w:val="009802AD"/>
    <w:rsid w:val="009A5F9E"/>
    <w:rsid w:val="009B638C"/>
    <w:rsid w:val="009C7B24"/>
    <w:rsid w:val="009E2A2A"/>
    <w:rsid w:val="009F6E5E"/>
    <w:rsid w:val="00A16955"/>
    <w:rsid w:val="00A17111"/>
    <w:rsid w:val="00A25419"/>
    <w:rsid w:val="00A25ADB"/>
    <w:rsid w:val="00A26A28"/>
    <w:rsid w:val="00A41E41"/>
    <w:rsid w:val="00A452D7"/>
    <w:rsid w:val="00A50FFF"/>
    <w:rsid w:val="00A527AF"/>
    <w:rsid w:val="00A535A7"/>
    <w:rsid w:val="00A54992"/>
    <w:rsid w:val="00A633E1"/>
    <w:rsid w:val="00A65E53"/>
    <w:rsid w:val="00A8234A"/>
    <w:rsid w:val="00A855CF"/>
    <w:rsid w:val="00A97C95"/>
    <w:rsid w:val="00AA043B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07EB"/>
    <w:rsid w:val="00B5145B"/>
    <w:rsid w:val="00B64309"/>
    <w:rsid w:val="00B707D0"/>
    <w:rsid w:val="00B75FF7"/>
    <w:rsid w:val="00B816F4"/>
    <w:rsid w:val="00B822EA"/>
    <w:rsid w:val="00B84417"/>
    <w:rsid w:val="00B84C75"/>
    <w:rsid w:val="00B91957"/>
    <w:rsid w:val="00B94FBB"/>
    <w:rsid w:val="00BA3595"/>
    <w:rsid w:val="00BB3CAA"/>
    <w:rsid w:val="00BB48C7"/>
    <w:rsid w:val="00BC1F6B"/>
    <w:rsid w:val="00BC6BFD"/>
    <w:rsid w:val="00BC732E"/>
    <w:rsid w:val="00BD00FD"/>
    <w:rsid w:val="00BD35B5"/>
    <w:rsid w:val="00BD3D30"/>
    <w:rsid w:val="00BD7612"/>
    <w:rsid w:val="00BE6648"/>
    <w:rsid w:val="00BF5E09"/>
    <w:rsid w:val="00BF6970"/>
    <w:rsid w:val="00C148FD"/>
    <w:rsid w:val="00C2393A"/>
    <w:rsid w:val="00C24013"/>
    <w:rsid w:val="00C27BA4"/>
    <w:rsid w:val="00C47049"/>
    <w:rsid w:val="00C5580D"/>
    <w:rsid w:val="00C56549"/>
    <w:rsid w:val="00C57915"/>
    <w:rsid w:val="00C7264E"/>
    <w:rsid w:val="00C767C9"/>
    <w:rsid w:val="00C878F0"/>
    <w:rsid w:val="00C929A6"/>
    <w:rsid w:val="00CA51B5"/>
    <w:rsid w:val="00CC2293"/>
    <w:rsid w:val="00CC266E"/>
    <w:rsid w:val="00CE09BA"/>
    <w:rsid w:val="00CF49FA"/>
    <w:rsid w:val="00CF4DFA"/>
    <w:rsid w:val="00CF6F0D"/>
    <w:rsid w:val="00D060B3"/>
    <w:rsid w:val="00D06992"/>
    <w:rsid w:val="00D12029"/>
    <w:rsid w:val="00D12341"/>
    <w:rsid w:val="00D20A5C"/>
    <w:rsid w:val="00D2650E"/>
    <w:rsid w:val="00D33524"/>
    <w:rsid w:val="00D47E47"/>
    <w:rsid w:val="00D573B0"/>
    <w:rsid w:val="00D6535B"/>
    <w:rsid w:val="00D71B81"/>
    <w:rsid w:val="00D773FA"/>
    <w:rsid w:val="00DA18A6"/>
    <w:rsid w:val="00DA1F5C"/>
    <w:rsid w:val="00DA24E3"/>
    <w:rsid w:val="00DB0581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B31"/>
    <w:rsid w:val="00E25F16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D5454"/>
    <w:rsid w:val="00EE3197"/>
    <w:rsid w:val="00EE34F2"/>
    <w:rsid w:val="00EF2951"/>
    <w:rsid w:val="00F168D6"/>
    <w:rsid w:val="00F24638"/>
    <w:rsid w:val="00F248A4"/>
    <w:rsid w:val="00F46B18"/>
    <w:rsid w:val="00F51C9D"/>
    <w:rsid w:val="00F748A6"/>
    <w:rsid w:val="00F818A7"/>
    <w:rsid w:val="00F82C59"/>
    <w:rsid w:val="00F871C6"/>
    <w:rsid w:val="00F8749B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8A4EDD-8092-4193-AF08-66801F15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50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110</TotalTime>
  <Pages>4</Pages>
  <Words>445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23</cp:revision>
  <cp:lastPrinted>2013-05-24T15:00:00Z</cp:lastPrinted>
  <dcterms:created xsi:type="dcterms:W3CDTF">2016-08-01T10:43:00Z</dcterms:created>
  <dcterms:modified xsi:type="dcterms:W3CDTF">2017-08-02T14:43:00Z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