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6F2" w:rsidRPr="00FE2102" w:rsidRDefault="003226F2" w:rsidP="003226F2">
      <w:pPr>
        <w:pStyle w:val="eTask"/>
      </w:pPr>
      <w:bookmarkStart w:id="0" w:name="_GoBack"/>
      <w:bookmarkEnd w:id="0"/>
      <w:r w:rsidRPr="00FE2102">
        <w:t>Upravte následující tvrzení tak, aby jejich znění byla pravdivá.</w:t>
      </w:r>
    </w:p>
    <w:p w:rsidR="003226F2" w:rsidRPr="00FE2102" w:rsidRDefault="003226F2" w:rsidP="003226F2">
      <w:pPr>
        <w:pStyle w:val="eTask"/>
        <w:numPr>
          <w:ilvl w:val="0"/>
          <w:numId w:val="0"/>
        </w:numPr>
        <w:ind w:left="284" w:hanging="284"/>
      </w:pPr>
    </w:p>
    <w:p w:rsidR="003226F2" w:rsidRPr="00111522" w:rsidRDefault="003226F2" w:rsidP="009945F3">
      <w:pPr>
        <w:spacing w:line="360" w:lineRule="auto"/>
      </w:pPr>
      <w:r w:rsidRPr="00FE2102">
        <w:t xml:space="preserve">Standard </w:t>
      </w:r>
      <w:proofErr w:type="spellStart"/>
      <w:r w:rsidRPr="00FE2102">
        <w:t>Bluetooth</w:t>
      </w:r>
      <w:proofErr w:type="spellEnd"/>
      <w:r w:rsidRPr="00FE2102">
        <w:t xml:space="preserve"> je </w:t>
      </w:r>
      <w:r w:rsidRPr="00111522">
        <w:t xml:space="preserve">proprietární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otevřený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uzavřený</m:t>
                  </m:r>
                </m:e>
              </m:mr>
            </m:m>
          </m:e>
        </m:d>
      </m:oMath>
      <w:r w:rsidRPr="00111522">
        <w:t xml:space="preserve"> standard pro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pevné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bezdrátové</m:t>
                  </m:r>
                </m:e>
              </m:mr>
            </m:m>
          </m:e>
        </m:d>
      </m:oMath>
      <w:r w:rsidRPr="00111522">
        <w:t xml:space="preserve"> komunikace. Komunikace u standardu </w:t>
      </w:r>
      <w:proofErr w:type="spellStart"/>
      <w:r w:rsidRPr="00111522">
        <w:t>Bluetooth</w:t>
      </w:r>
      <w:proofErr w:type="spellEnd"/>
      <w:r w:rsidRPr="00111522">
        <w:t xml:space="preserve"> je realizována na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dlouhou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krátkou</m:t>
                  </m:r>
                </m:e>
              </m:mr>
            </m:m>
          </m:e>
        </m:d>
      </m:oMath>
      <w:r w:rsidRPr="00111522">
        <w:t xml:space="preserve"> vzdálenost mezi elektronickými zařízeními různého druhu (např. mobilní telefony, notebooky, …).</w:t>
      </w:r>
    </w:p>
    <w:p w:rsidR="003226F2" w:rsidRPr="00111522" w:rsidRDefault="003226F2" w:rsidP="003226F2">
      <w:pPr>
        <w:pStyle w:val="eLineBottom"/>
      </w:pPr>
    </w:p>
    <w:p w:rsidR="003226F2" w:rsidRPr="00111522" w:rsidRDefault="003226F2" w:rsidP="003226F2"/>
    <w:p w:rsidR="008C78C3" w:rsidRPr="00111522" w:rsidRDefault="008C78C3" w:rsidP="008C78C3">
      <w:pPr>
        <w:pStyle w:val="eTask"/>
      </w:pPr>
      <w:r w:rsidRPr="00111522">
        <w:t xml:space="preserve">Které vrstvy jsou zahrnuty do vrstvového modelu pro přenos dat u technologie </w:t>
      </w:r>
      <w:proofErr w:type="spellStart"/>
      <w:r w:rsidRPr="00111522">
        <w:t>Bluetooth</w:t>
      </w:r>
      <w:proofErr w:type="spellEnd"/>
      <w:r w:rsidRPr="00111522">
        <w:t>?</w:t>
      </w:r>
    </w:p>
    <w:p w:rsidR="008C78C3" w:rsidRPr="00111522" w:rsidRDefault="008C78C3" w:rsidP="008C78C3">
      <w:pPr>
        <w:pStyle w:val="eTask"/>
        <w:numPr>
          <w:ilvl w:val="0"/>
          <w:numId w:val="0"/>
        </w:numPr>
        <w:ind w:left="284" w:hanging="284"/>
      </w:pPr>
    </w:p>
    <w:p w:rsidR="008C78C3" w:rsidRPr="00111522" w:rsidRDefault="008C78C3" w:rsidP="009945F3">
      <w:pPr>
        <w:ind w:left="357"/>
      </w:pPr>
      <w:r w:rsidRPr="00111522">
        <w:t>1.</w:t>
      </w:r>
      <w:r w:rsidRPr="00111522">
        <w:tab/>
      </w:r>
      <w:r w:rsidR="00B331B6" w:rsidRPr="00B331B6">
        <w:rPr>
          <w:color w:val="FF0000"/>
        </w:rPr>
        <w:t>fyzická vrstva</w:t>
      </w:r>
    </w:p>
    <w:p w:rsidR="008C78C3" w:rsidRPr="00111522" w:rsidRDefault="008C78C3" w:rsidP="009945F3">
      <w:pPr>
        <w:ind w:left="357"/>
        <w:rPr>
          <w:noProof/>
          <w:lang w:eastAsia="sk-SK"/>
        </w:rPr>
      </w:pPr>
    </w:p>
    <w:p w:rsidR="008C78C3" w:rsidRPr="00111522" w:rsidRDefault="008C78C3" w:rsidP="009945F3">
      <w:pPr>
        <w:ind w:left="357"/>
        <w:rPr>
          <w:noProof/>
          <w:lang w:eastAsia="sk-SK"/>
        </w:rPr>
      </w:pPr>
      <w:r w:rsidRPr="00111522">
        <w:rPr>
          <w:noProof/>
          <w:lang w:eastAsia="sk-SK"/>
        </w:rPr>
        <w:t>2.</w:t>
      </w:r>
      <w:r w:rsidRPr="00111522">
        <w:tab/>
      </w:r>
      <w:r w:rsidR="00B331B6" w:rsidRPr="00FE2102">
        <w:rPr>
          <w:color w:val="FF0000"/>
        </w:rPr>
        <w:t>logická vrstva</w:t>
      </w:r>
    </w:p>
    <w:p w:rsidR="008C78C3" w:rsidRPr="00111522" w:rsidRDefault="008C78C3" w:rsidP="009945F3">
      <w:pPr>
        <w:ind w:left="357"/>
        <w:rPr>
          <w:noProof/>
          <w:lang w:eastAsia="sk-SK"/>
        </w:rPr>
      </w:pPr>
    </w:p>
    <w:p w:rsidR="008C78C3" w:rsidRPr="00111522" w:rsidRDefault="008C78C3" w:rsidP="009945F3">
      <w:pPr>
        <w:ind w:left="357"/>
        <w:rPr>
          <w:noProof/>
          <w:lang w:eastAsia="sk-SK"/>
        </w:rPr>
      </w:pPr>
      <w:r w:rsidRPr="00111522">
        <w:rPr>
          <w:noProof/>
          <w:lang w:eastAsia="sk-SK"/>
        </w:rPr>
        <w:t>3.</w:t>
      </w:r>
      <w:r w:rsidRPr="00111522">
        <w:tab/>
      </w:r>
      <w:r w:rsidR="00B331B6" w:rsidRPr="00FE2102">
        <w:rPr>
          <w:color w:val="FF0000"/>
        </w:rPr>
        <w:t>vrstva L2CAP</w:t>
      </w:r>
    </w:p>
    <w:p w:rsidR="008C78C3" w:rsidRPr="00FE2102" w:rsidRDefault="008C78C3" w:rsidP="008C78C3">
      <w:pPr>
        <w:pStyle w:val="eLineBottom"/>
      </w:pPr>
    </w:p>
    <w:p w:rsidR="008B67F9" w:rsidRPr="00FE2102" w:rsidRDefault="00C148FD" w:rsidP="008B67F9">
      <w:r w:rsidRPr="00FE2102">
        <w:t xml:space="preserve"> </w:t>
      </w:r>
    </w:p>
    <w:p w:rsidR="008B67F9" w:rsidRPr="00FE2102" w:rsidRDefault="000E1BA3" w:rsidP="008B67F9">
      <w:pPr>
        <w:pStyle w:val="eTask"/>
      </w:pPr>
      <w:r w:rsidRPr="00FE2102">
        <w:t>Vyberte</w:t>
      </w:r>
      <w:r w:rsidR="00123CC7" w:rsidRPr="00FE2102">
        <w:t xml:space="preserve"> a zaškrtněte</w:t>
      </w:r>
      <w:r w:rsidRPr="00FE2102">
        <w:t xml:space="preserve"> </w:t>
      </w:r>
      <w:r w:rsidR="00123CC7" w:rsidRPr="00FE2102">
        <w:t>v</w:t>
      </w:r>
      <w:r w:rsidRPr="00FE2102">
        <w:t> následující tabul</w:t>
      </w:r>
      <w:r w:rsidR="00123CC7" w:rsidRPr="00FE2102">
        <w:t>ce</w:t>
      </w:r>
      <w:r w:rsidRPr="00FE2102">
        <w:t xml:space="preserve"> </w:t>
      </w:r>
      <w:r w:rsidR="00576CC6" w:rsidRPr="00FE2102">
        <w:t xml:space="preserve">základní </w:t>
      </w:r>
      <w:r w:rsidRPr="00FE2102">
        <w:t xml:space="preserve">klíčové charakteristiky technologie </w:t>
      </w:r>
      <w:proofErr w:type="spellStart"/>
      <w:r w:rsidR="008B67F9" w:rsidRPr="00FE2102">
        <w:t>Bluetooth</w:t>
      </w:r>
      <w:proofErr w:type="spellEnd"/>
      <w:r w:rsidRPr="00FE2102">
        <w:t>:</w:t>
      </w:r>
    </w:p>
    <w:p w:rsidR="000E1BA3" w:rsidRPr="00FE2102" w:rsidRDefault="000E1BA3" w:rsidP="000E1BA3">
      <w:pPr>
        <w:pStyle w:val="eTask"/>
        <w:numPr>
          <w:ilvl w:val="0"/>
          <w:numId w:val="0"/>
        </w:numPr>
        <w:ind w:left="284" w:hanging="284"/>
      </w:pPr>
    </w:p>
    <w:tbl>
      <w:tblPr>
        <w:tblStyle w:val="Mkatabulky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778"/>
        <w:gridCol w:w="2977"/>
      </w:tblGrid>
      <w:tr w:rsidR="00123CC7" w:rsidRPr="00FE2102" w:rsidTr="00B74FC7">
        <w:tc>
          <w:tcPr>
            <w:tcW w:w="3000" w:type="dxa"/>
          </w:tcPr>
          <w:p w:rsidR="00123CC7" w:rsidRPr="00FE2102" w:rsidRDefault="00123CC7" w:rsidP="00123CC7">
            <w:pPr>
              <w:pStyle w:val="eTask"/>
              <w:numPr>
                <w:ilvl w:val="0"/>
                <w:numId w:val="0"/>
              </w:numPr>
              <w:jc w:val="center"/>
            </w:pPr>
            <w:r w:rsidRPr="00FE2102">
              <w:t>MODULACE</w:t>
            </w:r>
          </w:p>
        </w:tc>
        <w:tc>
          <w:tcPr>
            <w:tcW w:w="2778" w:type="dxa"/>
          </w:tcPr>
          <w:p w:rsidR="00123CC7" w:rsidRPr="00FE2102" w:rsidRDefault="00123CC7" w:rsidP="00123CC7">
            <w:pPr>
              <w:pStyle w:val="eTask"/>
              <w:numPr>
                <w:ilvl w:val="0"/>
                <w:numId w:val="0"/>
              </w:numPr>
              <w:jc w:val="center"/>
            </w:pPr>
            <w:r w:rsidRPr="00FE2102">
              <w:t>FREKVENČNÍ PÁSMO</w:t>
            </w:r>
          </w:p>
        </w:tc>
        <w:tc>
          <w:tcPr>
            <w:tcW w:w="2977" w:type="dxa"/>
          </w:tcPr>
          <w:p w:rsidR="00123CC7" w:rsidRPr="00FE2102" w:rsidRDefault="00123CC7" w:rsidP="00123CC7">
            <w:pPr>
              <w:pStyle w:val="eTask"/>
              <w:numPr>
                <w:ilvl w:val="0"/>
                <w:numId w:val="0"/>
              </w:numPr>
              <w:jc w:val="center"/>
            </w:pPr>
            <w:r w:rsidRPr="00FE2102">
              <w:t>MULTIPLEX</w:t>
            </w:r>
          </w:p>
        </w:tc>
      </w:tr>
    </w:tbl>
    <w:p w:rsidR="00123CC7" w:rsidRPr="00FE2102" w:rsidRDefault="00123CC7" w:rsidP="000E1BA3">
      <w:pPr>
        <w:pStyle w:val="eTask"/>
        <w:numPr>
          <w:ilvl w:val="0"/>
          <w:numId w:val="0"/>
        </w:numPr>
        <w:ind w:left="284" w:hanging="284"/>
        <w:rPr>
          <w:sz w:val="16"/>
          <w:szCs w:val="16"/>
        </w:rPr>
      </w:pPr>
    </w:p>
    <w:tbl>
      <w:tblPr>
        <w:tblStyle w:val="Mkatabulky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6"/>
        <w:gridCol w:w="2926"/>
        <w:gridCol w:w="2926"/>
      </w:tblGrid>
      <w:tr w:rsidR="000E1BA3" w:rsidRPr="00FE2102" w:rsidTr="00123CC7">
        <w:tc>
          <w:tcPr>
            <w:tcW w:w="2926" w:type="dxa"/>
            <w:vAlign w:val="center"/>
          </w:tcPr>
          <w:p w:rsidR="000E1BA3" w:rsidRPr="00111522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B331B6">
              <w:rPr>
                <w:b w:val="0"/>
                <w:color w:val="FF0000"/>
              </w:rPr>
              <w:t>GFSK</w:t>
            </w:r>
          </w:p>
        </w:tc>
        <w:tc>
          <w:tcPr>
            <w:tcW w:w="2926" w:type="dxa"/>
            <w:vAlign w:val="center"/>
          </w:tcPr>
          <w:p w:rsidR="000E1BA3" w:rsidRPr="00111522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111522">
              <w:rPr>
                <w:b w:val="0"/>
              </w:rPr>
              <w:t>5 GHz</w:t>
            </w:r>
          </w:p>
        </w:tc>
        <w:tc>
          <w:tcPr>
            <w:tcW w:w="2926" w:type="dxa"/>
            <w:vAlign w:val="center"/>
          </w:tcPr>
          <w:p w:rsidR="000E1BA3" w:rsidRPr="00073AEA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color w:val="FF0000"/>
              </w:rPr>
            </w:pPr>
            <w:r w:rsidRPr="00073AEA">
              <w:rPr>
                <w:b w:val="0"/>
                <w:color w:val="FF0000"/>
              </w:rPr>
              <w:t>TDD</w:t>
            </w:r>
          </w:p>
        </w:tc>
      </w:tr>
      <w:tr w:rsidR="000E1BA3" w:rsidRPr="00FE2102" w:rsidTr="00123CC7">
        <w:tc>
          <w:tcPr>
            <w:tcW w:w="2926" w:type="dxa"/>
            <w:vAlign w:val="center"/>
          </w:tcPr>
          <w:p w:rsidR="000E1BA3" w:rsidRPr="00111522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111522">
              <w:rPr>
                <w:b w:val="0"/>
              </w:rPr>
              <w:t>QAM</w:t>
            </w:r>
          </w:p>
        </w:tc>
        <w:tc>
          <w:tcPr>
            <w:tcW w:w="2926" w:type="dxa"/>
            <w:vAlign w:val="center"/>
          </w:tcPr>
          <w:p w:rsidR="000E1BA3" w:rsidRPr="00111522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111522">
              <w:rPr>
                <w:b w:val="0"/>
              </w:rPr>
              <w:t>900 MHz</w:t>
            </w:r>
          </w:p>
        </w:tc>
        <w:tc>
          <w:tcPr>
            <w:tcW w:w="2926" w:type="dxa"/>
            <w:vAlign w:val="center"/>
          </w:tcPr>
          <w:p w:rsidR="000E1BA3" w:rsidRPr="00111522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111522">
              <w:rPr>
                <w:b w:val="0"/>
              </w:rPr>
              <w:t>CDM</w:t>
            </w:r>
          </w:p>
        </w:tc>
      </w:tr>
      <w:tr w:rsidR="000E1BA3" w:rsidRPr="00FE2102" w:rsidTr="00123CC7">
        <w:tc>
          <w:tcPr>
            <w:tcW w:w="2926" w:type="dxa"/>
            <w:vAlign w:val="center"/>
          </w:tcPr>
          <w:p w:rsidR="000E1BA3" w:rsidRPr="00111522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111522">
              <w:rPr>
                <w:b w:val="0"/>
              </w:rPr>
              <w:t>GMSK</w:t>
            </w:r>
          </w:p>
        </w:tc>
        <w:tc>
          <w:tcPr>
            <w:tcW w:w="2926" w:type="dxa"/>
            <w:vAlign w:val="center"/>
          </w:tcPr>
          <w:p w:rsidR="000E1BA3" w:rsidRPr="00B331B6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color w:val="FF0000"/>
              </w:rPr>
            </w:pPr>
            <w:r w:rsidRPr="00B331B6">
              <w:rPr>
                <w:b w:val="0"/>
                <w:color w:val="FF0000"/>
              </w:rPr>
              <w:t>2,4 GHz</w:t>
            </w:r>
          </w:p>
        </w:tc>
        <w:tc>
          <w:tcPr>
            <w:tcW w:w="2926" w:type="dxa"/>
            <w:vAlign w:val="center"/>
          </w:tcPr>
          <w:p w:rsidR="000E1BA3" w:rsidRPr="00111522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111522">
              <w:rPr>
                <w:b w:val="0"/>
              </w:rPr>
              <w:t>FDM</w:t>
            </w:r>
          </w:p>
        </w:tc>
      </w:tr>
      <w:tr w:rsidR="000E1BA3" w:rsidRPr="00FE2102" w:rsidTr="00123CC7">
        <w:tc>
          <w:tcPr>
            <w:tcW w:w="2926" w:type="dxa"/>
            <w:vAlign w:val="center"/>
          </w:tcPr>
          <w:p w:rsidR="000E1BA3" w:rsidRPr="00111522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111522">
              <w:rPr>
                <w:b w:val="0"/>
              </w:rPr>
              <w:t>VDMT</w:t>
            </w:r>
          </w:p>
        </w:tc>
        <w:tc>
          <w:tcPr>
            <w:tcW w:w="2926" w:type="dxa"/>
            <w:vAlign w:val="center"/>
          </w:tcPr>
          <w:p w:rsidR="000E1BA3" w:rsidRPr="00111522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111522">
              <w:rPr>
                <w:b w:val="0"/>
              </w:rPr>
              <w:t>1800 MHz</w:t>
            </w:r>
          </w:p>
        </w:tc>
        <w:tc>
          <w:tcPr>
            <w:tcW w:w="2926" w:type="dxa"/>
            <w:vAlign w:val="center"/>
          </w:tcPr>
          <w:p w:rsidR="000E1BA3" w:rsidRPr="001A0029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</w:rPr>
            </w:pPr>
            <w:r w:rsidRPr="001A0029">
              <w:rPr>
                <w:b w:val="0"/>
              </w:rPr>
              <w:t>TDM</w:t>
            </w:r>
          </w:p>
        </w:tc>
      </w:tr>
    </w:tbl>
    <w:p w:rsidR="000E1BA3" w:rsidRPr="00FE2102" w:rsidRDefault="000E1BA3" w:rsidP="000E1BA3">
      <w:pPr>
        <w:pStyle w:val="eLineBottom"/>
      </w:pPr>
    </w:p>
    <w:p w:rsidR="000E1BA3" w:rsidRPr="00FE2102" w:rsidRDefault="000E1BA3" w:rsidP="000E1BA3">
      <w:r w:rsidRPr="00FE2102">
        <w:t xml:space="preserve"> </w:t>
      </w:r>
    </w:p>
    <w:p w:rsidR="001434D8" w:rsidRPr="00FE2102" w:rsidRDefault="001434D8" w:rsidP="001434D8">
      <w:pPr>
        <w:pStyle w:val="eTask"/>
      </w:pPr>
      <w:r w:rsidRPr="00FE2102">
        <w:t>Upravte následující tvrzení tak, aby jejich znění byla pravdivá.</w:t>
      </w:r>
    </w:p>
    <w:p w:rsidR="001434D8" w:rsidRPr="00FE2102" w:rsidRDefault="001434D8" w:rsidP="001434D8">
      <w:pPr>
        <w:pStyle w:val="eTask"/>
        <w:numPr>
          <w:ilvl w:val="0"/>
          <w:numId w:val="0"/>
        </w:numPr>
        <w:ind w:left="284" w:hanging="284"/>
      </w:pPr>
    </w:p>
    <w:p w:rsidR="001434D8" w:rsidRPr="00111522" w:rsidRDefault="00BD01EC" w:rsidP="009945F3">
      <w:pPr>
        <w:spacing w:line="360" w:lineRule="auto"/>
      </w:pPr>
      <w:r w:rsidRPr="00111522">
        <w:t>Zabezpečení komunikace z hlediska utajení obsahu přenášených informací je realizováno</w:t>
      </w:r>
      <w:r w:rsidR="001434D8" w:rsidRPr="00111522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spojovou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logickou</m:t>
                  </m:r>
                </m:e>
              </m:mr>
            </m:m>
          </m:e>
        </m:d>
      </m:oMath>
      <w:r w:rsidR="001434D8" w:rsidRPr="00111522">
        <w:t xml:space="preserve"> </w:t>
      </w:r>
      <w:r w:rsidRPr="00111522">
        <w:t>vrstvou. Pro zajištění bezpečné komunikace se využívají</w:t>
      </w:r>
      <w:r w:rsidR="001434D8" w:rsidRPr="00111522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tři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čtyři</m:t>
                  </m:r>
                </m:e>
              </m:mr>
            </m:m>
          </m:e>
        </m:d>
      </m:oMath>
      <w:r w:rsidR="001434D8" w:rsidRPr="00111522">
        <w:t xml:space="preserve"> </w:t>
      </w:r>
      <w:r w:rsidRPr="00111522">
        <w:t>entity</w:t>
      </w:r>
      <w:r w:rsidR="007B279A" w:rsidRPr="00111522">
        <w:t xml:space="preserve"> (klíče)</w:t>
      </w:r>
      <w:r w:rsidR="001434D8" w:rsidRPr="00111522">
        <w:t xml:space="preserve">. </w:t>
      </w:r>
    </w:p>
    <w:p w:rsidR="001434D8" w:rsidRPr="00FE2102" w:rsidRDefault="001434D8" w:rsidP="001434D8">
      <w:pPr>
        <w:pStyle w:val="eLineBottom"/>
      </w:pPr>
    </w:p>
    <w:p w:rsidR="001434D8" w:rsidRPr="00FE2102" w:rsidRDefault="001434D8" w:rsidP="001434D8">
      <w:r w:rsidRPr="00FE2102">
        <w:t xml:space="preserve"> </w:t>
      </w:r>
    </w:p>
    <w:p w:rsidR="009945F3" w:rsidRDefault="009945F3">
      <w:pPr>
        <w:rPr>
          <w:b/>
        </w:rPr>
      </w:pPr>
      <w:r>
        <w:br w:type="page"/>
      </w:r>
    </w:p>
    <w:p w:rsidR="001434D8" w:rsidRPr="00FE2102" w:rsidRDefault="00A115CF" w:rsidP="001434D8">
      <w:pPr>
        <w:pStyle w:val="eTask"/>
      </w:pPr>
      <w:r w:rsidRPr="00FE2102">
        <w:lastRenderedPageBreak/>
        <w:t xml:space="preserve">Uveďte přehled klíčů, které jsou u technologie </w:t>
      </w:r>
      <w:proofErr w:type="spellStart"/>
      <w:r w:rsidRPr="00FE2102">
        <w:t>Bluetooth</w:t>
      </w:r>
      <w:proofErr w:type="spellEnd"/>
      <w:r w:rsidRPr="00FE2102">
        <w:t xml:space="preserve"> využívány pro zabezpečení komunikace</w:t>
      </w:r>
      <w:r w:rsidR="001434D8" w:rsidRPr="00FE2102">
        <w:t>.</w:t>
      </w:r>
    </w:p>
    <w:p w:rsidR="00506418" w:rsidRPr="00FE2102" w:rsidRDefault="00506418" w:rsidP="00BA272B"/>
    <w:p w:rsidR="00A115CF" w:rsidRPr="00FE2102" w:rsidRDefault="00A115CF" w:rsidP="009945F3">
      <w:pPr>
        <w:ind w:left="357"/>
      </w:pPr>
      <w:r w:rsidRPr="00FE2102">
        <w:t>1.</w:t>
      </w:r>
      <w:r w:rsidRPr="00FE2102">
        <w:tab/>
      </w:r>
      <w:r w:rsidR="007C6DD3" w:rsidRPr="007C6DD3">
        <w:rPr>
          <w:color w:val="FF0000"/>
        </w:rPr>
        <w:t xml:space="preserve">veřejný klíč PK (Public </w:t>
      </w:r>
      <w:proofErr w:type="spellStart"/>
      <w:r w:rsidR="007C6DD3" w:rsidRPr="007C6DD3">
        <w:rPr>
          <w:color w:val="FF0000"/>
        </w:rPr>
        <w:t>Key</w:t>
      </w:r>
      <w:proofErr w:type="spellEnd"/>
      <w:r w:rsidR="007C6DD3" w:rsidRPr="007C6DD3">
        <w:rPr>
          <w:color w:val="FF0000"/>
        </w:rPr>
        <w:t>)</w:t>
      </w:r>
    </w:p>
    <w:p w:rsidR="00A115CF" w:rsidRPr="00FE2102" w:rsidRDefault="00A115CF" w:rsidP="009945F3">
      <w:pPr>
        <w:ind w:left="357"/>
        <w:rPr>
          <w:noProof/>
          <w:lang w:eastAsia="sk-SK"/>
        </w:rPr>
      </w:pPr>
    </w:p>
    <w:p w:rsidR="00A115CF" w:rsidRPr="00FE2102" w:rsidRDefault="00A115CF" w:rsidP="009945F3">
      <w:pPr>
        <w:ind w:left="357"/>
        <w:rPr>
          <w:noProof/>
          <w:lang w:eastAsia="sk-SK"/>
        </w:rPr>
      </w:pPr>
      <w:r w:rsidRPr="00FE2102">
        <w:rPr>
          <w:noProof/>
          <w:lang w:eastAsia="sk-SK"/>
        </w:rPr>
        <w:t>2.</w:t>
      </w:r>
      <w:r w:rsidRPr="00FE2102">
        <w:tab/>
      </w:r>
      <w:r w:rsidR="007C6DD3" w:rsidRPr="007C6DD3">
        <w:rPr>
          <w:color w:val="FF0000"/>
        </w:rPr>
        <w:t>skrytý (soukromý) klíč SK (</w:t>
      </w:r>
      <w:proofErr w:type="spellStart"/>
      <w:r w:rsidR="007C6DD3" w:rsidRPr="007C6DD3">
        <w:rPr>
          <w:color w:val="FF0000"/>
        </w:rPr>
        <w:t>Secret</w:t>
      </w:r>
      <w:proofErr w:type="spellEnd"/>
      <w:r w:rsidR="007C6DD3" w:rsidRPr="007C6DD3">
        <w:rPr>
          <w:color w:val="FF0000"/>
        </w:rPr>
        <w:t xml:space="preserve"> (</w:t>
      </w:r>
      <w:proofErr w:type="spellStart"/>
      <w:r w:rsidR="007C6DD3" w:rsidRPr="007C6DD3">
        <w:rPr>
          <w:color w:val="FF0000"/>
        </w:rPr>
        <w:t>Private</w:t>
      </w:r>
      <w:proofErr w:type="spellEnd"/>
      <w:r w:rsidR="007C6DD3" w:rsidRPr="007C6DD3">
        <w:rPr>
          <w:color w:val="FF0000"/>
        </w:rPr>
        <w:t xml:space="preserve">) </w:t>
      </w:r>
      <w:proofErr w:type="spellStart"/>
      <w:r w:rsidR="007C6DD3" w:rsidRPr="007C6DD3">
        <w:rPr>
          <w:color w:val="FF0000"/>
        </w:rPr>
        <w:t>Key</w:t>
      </w:r>
      <w:proofErr w:type="spellEnd"/>
      <w:r w:rsidR="007C6DD3" w:rsidRPr="007C6DD3">
        <w:rPr>
          <w:color w:val="FF0000"/>
        </w:rPr>
        <w:t>)</w:t>
      </w:r>
    </w:p>
    <w:p w:rsidR="00A115CF" w:rsidRPr="00FE2102" w:rsidRDefault="00A115CF" w:rsidP="009945F3">
      <w:pPr>
        <w:ind w:left="357"/>
        <w:rPr>
          <w:noProof/>
          <w:lang w:eastAsia="sk-SK"/>
        </w:rPr>
      </w:pPr>
    </w:p>
    <w:p w:rsidR="00A115CF" w:rsidRPr="00FE2102" w:rsidRDefault="00A115CF" w:rsidP="009945F3">
      <w:pPr>
        <w:ind w:left="357"/>
        <w:rPr>
          <w:noProof/>
          <w:lang w:eastAsia="sk-SK"/>
        </w:rPr>
      </w:pPr>
      <w:r w:rsidRPr="00FE2102">
        <w:rPr>
          <w:noProof/>
          <w:lang w:eastAsia="sk-SK"/>
        </w:rPr>
        <w:t>3.</w:t>
      </w:r>
      <w:r w:rsidRPr="00FE2102">
        <w:tab/>
      </w:r>
      <w:r w:rsidR="007C6DD3" w:rsidRPr="007C6DD3">
        <w:rPr>
          <w:color w:val="FF0000"/>
        </w:rPr>
        <w:t>sdílený klíč DH (</w:t>
      </w:r>
      <w:proofErr w:type="spellStart"/>
      <w:r w:rsidR="007C6DD3" w:rsidRPr="007C6DD3">
        <w:rPr>
          <w:color w:val="FF0000"/>
        </w:rPr>
        <w:t>Diffie</w:t>
      </w:r>
      <w:proofErr w:type="spellEnd"/>
      <w:r w:rsidR="007C6DD3" w:rsidRPr="007C6DD3">
        <w:rPr>
          <w:color w:val="FF0000"/>
        </w:rPr>
        <w:t xml:space="preserve"> Hellman </w:t>
      </w:r>
      <w:proofErr w:type="spellStart"/>
      <w:r w:rsidR="007C6DD3" w:rsidRPr="007C6DD3">
        <w:rPr>
          <w:color w:val="FF0000"/>
        </w:rPr>
        <w:t>key</w:t>
      </w:r>
      <w:proofErr w:type="spellEnd"/>
      <w:r w:rsidR="007C6DD3" w:rsidRPr="007C6DD3">
        <w:rPr>
          <w:color w:val="FF0000"/>
        </w:rPr>
        <w:t>)</w:t>
      </w:r>
    </w:p>
    <w:p w:rsidR="00A115CF" w:rsidRPr="00FE2102" w:rsidRDefault="00A115CF" w:rsidP="00A115CF">
      <w:pPr>
        <w:rPr>
          <w:noProof/>
          <w:lang w:eastAsia="sk-SK"/>
        </w:rPr>
      </w:pPr>
    </w:p>
    <w:p w:rsidR="00A115CF" w:rsidRDefault="00A115CF" w:rsidP="009945F3">
      <w:pPr>
        <w:ind w:left="357"/>
      </w:pPr>
      <w:r w:rsidRPr="00FE2102">
        <w:rPr>
          <w:noProof/>
          <w:lang w:eastAsia="sk-SK"/>
        </w:rPr>
        <w:t>4.</w:t>
      </w:r>
      <w:r w:rsidRPr="00FE2102">
        <w:tab/>
      </w:r>
      <w:r w:rsidR="007C6DD3" w:rsidRPr="007C6DD3">
        <w:rPr>
          <w:color w:val="FF0000"/>
        </w:rPr>
        <w:t xml:space="preserve">spojové klíče LK (Link </w:t>
      </w:r>
      <w:proofErr w:type="spellStart"/>
      <w:r w:rsidR="007C6DD3" w:rsidRPr="007C6DD3">
        <w:rPr>
          <w:color w:val="FF0000"/>
        </w:rPr>
        <w:t>Keys</w:t>
      </w:r>
      <w:proofErr w:type="spellEnd"/>
      <w:r w:rsidR="007C6DD3" w:rsidRPr="007C6DD3">
        <w:rPr>
          <w:color w:val="FF0000"/>
        </w:rPr>
        <w:t>)</w:t>
      </w:r>
    </w:p>
    <w:p w:rsidR="009945F3" w:rsidRDefault="009945F3" w:rsidP="009945F3">
      <w:pPr>
        <w:ind w:left="357"/>
      </w:pPr>
    </w:p>
    <w:p w:rsidR="009945F3" w:rsidRDefault="009945F3" w:rsidP="009945F3">
      <w:pPr>
        <w:pStyle w:val="eLineBottom"/>
      </w:pPr>
    </w:p>
    <w:p w:rsidR="009945F3" w:rsidRPr="00FE2102" w:rsidRDefault="009945F3" w:rsidP="009945F3">
      <w:pPr>
        <w:ind w:left="357"/>
        <w:rPr>
          <w:noProof/>
          <w:lang w:eastAsia="sk-SK"/>
        </w:rPr>
      </w:pPr>
    </w:p>
    <w:p w:rsidR="00BA272B" w:rsidRPr="00FE2102" w:rsidRDefault="00BA272B" w:rsidP="00BA272B">
      <w:pPr>
        <w:pStyle w:val="eTask"/>
      </w:pPr>
      <w:r w:rsidRPr="00FE2102">
        <w:t xml:space="preserve">Uveďte a nakreslete možné topologie sítí používané v rámci technologie </w:t>
      </w:r>
      <w:proofErr w:type="spellStart"/>
      <w:r w:rsidRPr="00FE2102">
        <w:t>Bluetooth</w:t>
      </w:r>
      <w:proofErr w:type="spellEnd"/>
      <w:r w:rsidRPr="00FE2102">
        <w:t>:</w:t>
      </w:r>
    </w:p>
    <w:p w:rsidR="00BA272B" w:rsidRPr="00FE2102" w:rsidRDefault="00BA272B" w:rsidP="00576CC6">
      <w:pPr>
        <w:pStyle w:val="eTask"/>
        <w:numPr>
          <w:ilvl w:val="0"/>
          <w:numId w:val="0"/>
        </w:numPr>
        <w:ind w:left="284" w:hanging="284"/>
      </w:pPr>
    </w:p>
    <w:p w:rsidR="00576CC6" w:rsidRDefault="00576CC6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7C6DD3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  <w:r w:rsidRPr="00FE2102">
        <w:rPr>
          <w:noProof/>
          <w:highlight w:val="red"/>
        </w:rPr>
        <w:drawing>
          <wp:inline distT="0" distB="0" distL="0" distR="0">
            <wp:extent cx="4687200" cy="3999600"/>
            <wp:effectExtent l="0" t="0" r="0" b="127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9_topologie_site_Bluetooth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7200" cy="399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111522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noProof/>
        </w:rPr>
      </w:pPr>
    </w:p>
    <w:p w:rsidR="005246DC" w:rsidRPr="00FE2102" w:rsidRDefault="00803BD9" w:rsidP="00803BD9">
      <w:pPr>
        <w:pStyle w:val="eTask"/>
      </w:pPr>
      <w:r w:rsidRPr="00FE2102">
        <w:lastRenderedPageBreak/>
        <w:t>Upravte následující tvrzení tak, aby jejich znění byla pravdivá.</w:t>
      </w:r>
    </w:p>
    <w:p w:rsidR="00D8441C" w:rsidRPr="00FE2102" w:rsidRDefault="00D8441C" w:rsidP="00D8441C">
      <w:pPr>
        <w:pStyle w:val="eTask"/>
        <w:numPr>
          <w:ilvl w:val="0"/>
          <w:numId w:val="0"/>
        </w:numPr>
        <w:ind w:left="284" w:hanging="284"/>
      </w:pPr>
    </w:p>
    <w:p w:rsidR="00D8441C" w:rsidRPr="00111522" w:rsidRDefault="00520E3A" w:rsidP="009945F3">
      <w:pPr>
        <w:spacing w:line="360" w:lineRule="auto"/>
      </w:pPr>
      <w:r w:rsidRPr="00111522">
        <w:t xml:space="preserve">Soustava dvou a více zařízení, které sdílejí stejný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fyzický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logický</m:t>
                  </m:r>
                </m:e>
              </m:mr>
            </m:m>
          </m:e>
        </m:d>
      </m:oMath>
      <w:r w:rsidR="00D8441C" w:rsidRPr="00111522">
        <w:t xml:space="preserve"> </w:t>
      </w:r>
      <w:r w:rsidRPr="00111522">
        <w:t>kanál, se nazývá</w:t>
      </w:r>
      <w:r w:rsidR="00D8441C" w:rsidRPr="00111522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w:proofErr w:type="spellStart"/>
                  <m:r>
                    <m:rPr>
                      <m:nor/>
                    </m:rPr>
                    <w:rPr>
                      <w:strike/>
                    </w:rPr>
                    <m:t>scatternet</m:t>
                  </m:r>
                  <w:proofErr w:type="spellEnd"/>
                </m:e>
              </m:mr>
              <m:mr>
                <m:e>
                  <w:proofErr w:type="spellStart"/>
                  <m:r>
                    <m:rPr>
                      <m:nor/>
                    </m:rPr>
                    <w:rPr>
                      <w:color w:val="FF0000"/>
                    </w:rPr>
                    <m:t>pikonet</m:t>
                  </m:r>
                  <w:proofErr w:type="spellEnd"/>
                </m:e>
              </m:mr>
            </m:m>
          </m:e>
        </m:d>
      </m:oMath>
      <w:r w:rsidRPr="00111522">
        <w:t xml:space="preserve">.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Žádné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Jedno</m:t>
                  </m:r>
                </m:e>
              </m:mr>
            </m:m>
          </m:e>
        </m:d>
      </m:oMath>
      <w:r w:rsidR="005B59E1" w:rsidRPr="00111522">
        <w:t xml:space="preserve"> ze zařízení v </w:t>
      </w:r>
      <w:proofErr w:type="spellStart"/>
      <w:r w:rsidR="005B59E1" w:rsidRPr="00111522">
        <w:t>pikosíti</w:t>
      </w:r>
      <w:proofErr w:type="spellEnd"/>
      <w:r w:rsidR="005B59E1" w:rsidRPr="00111522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není</m:t>
                  </m:r>
                </m:e>
              </m:mr>
            </m:m>
          </m:e>
        </m:d>
      </m:oMath>
      <w:r w:rsidR="005B59E1" w:rsidRPr="00111522">
        <w:t xml:space="preserve"> z hlediska řízení komunikace vždy nadřazené ostatním.</w:t>
      </w:r>
    </w:p>
    <w:p w:rsidR="0099101E" w:rsidRDefault="00D62C8F" w:rsidP="009945F3">
      <w:pPr>
        <w:spacing w:line="360" w:lineRule="auto"/>
      </w:pPr>
      <w:r w:rsidRPr="00111522">
        <w:t xml:space="preserve">Synchronizace a sekvence kmitočtů je vždy odvozována od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podřízené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řídicí</m:t>
                  </m:r>
                </m:e>
              </m:mr>
            </m:m>
          </m:e>
        </m:d>
      </m:oMath>
      <w:r w:rsidRPr="00111522">
        <w:t xml:space="preserve"> stanice.</w:t>
      </w:r>
    </w:p>
    <w:p w:rsidR="009945F3" w:rsidRDefault="009945F3" w:rsidP="009945F3">
      <w:pPr>
        <w:pStyle w:val="eLineBottom"/>
      </w:pPr>
    </w:p>
    <w:p w:rsidR="009945F3" w:rsidRPr="00FE2102" w:rsidRDefault="009945F3" w:rsidP="009945F3">
      <w:pPr>
        <w:spacing w:line="360" w:lineRule="auto"/>
      </w:pPr>
    </w:p>
    <w:p w:rsidR="00223478" w:rsidRPr="00FE2102" w:rsidRDefault="00A72262" w:rsidP="0099101E">
      <w:pPr>
        <w:pStyle w:val="eTask"/>
      </w:pPr>
      <w:r w:rsidRPr="00FE2102">
        <w:t xml:space="preserve">Uveďte procesy používané pro zpracování toku bitů na fyzické vrstvě technologie </w:t>
      </w:r>
      <w:proofErr w:type="spellStart"/>
      <w:r w:rsidRPr="00FE2102">
        <w:t>Bluetooth</w:t>
      </w:r>
      <w:proofErr w:type="spellEnd"/>
      <w:r w:rsidR="0099101E" w:rsidRPr="00FE2102">
        <w:t>.</w:t>
      </w:r>
    </w:p>
    <w:p w:rsidR="005B2976" w:rsidRPr="00FE2102" w:rsidRDefault="005B2976" w:rsidP="005B2976">
      <w:pPr>
        <w:pStyle w:val="eTask"/>
        <w:numPr>
          <w:ilvl w:val="0"/>
          <w:numId w:val="0"/>
        </w:numPr>
      </w:pPr>
    </w:p>
    <w:tbl>
      <w:tblPr>
        <w:tblStyle w:val="Mkatabulky"/>
        <w:tblW w:w="5000" w:type="pct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716FF" w:rsidRPr="00FE2102" w:rsidTr="00B94934">
        <w:tc>
          <w:tcPr>
            <w:tcW w:w="2500" w:type="pct"/>
          </w:tcPr>
          <w:p w:rsidR="006716FF" w:rsidRPr="009945F3" w:rsidRDefault="00DA3E3E" w:rsidP="006716FF">
            <w:pPr>
              <w:pStyle w:val="eTask"/>
              <w:numPr>
                <w:ilvl w:val="0"/>
                <w:numId w:val="0"/>
              </w:numPr>
              <w:ind w:left="284"/>
              <w:jc w:val="center"/>
            </w:pPr>
            <w:r w:rsidRPr="009945F3">
              <w:t>Zpracování bitů záhlaví</w:t>
            </w:r>
          </w:p>
        </w:tc>
        <w:tc>
          <w:tcPr>
            <w:tcW w:w="2500" w:type="pct"/>
          </w:tcPr>
          <w:p w:rsidR="006716FF" w:rsidRPr="009945F3" w:rsidRDefault="00DA3E3E" w:rsidP="006716FF">
            <w:pPr>
              <w:pStyle w:val="eTask"/>
              <w:numPr>
                <w:ilvl w:val="0"/>
                <w:numId w:val="0"/>
              </w:numPr>
              <w:jc w:val="center"/>
            </w:pPr>
            <w:r w:rsidRPr="009945F3">
              <w:t>Zpracování bitů uživatelských dat</w:t>
            </w:r>
          </w:p>
        </w:tc>
      </w:tr>
    </w:tbl>
    <w:p w:rsidR="005B2976" w:rsidRPr="00FE2102" w:rsidRDefault="005B2976" w:rsidP="005B2976">
      <w:pPr>
        <w:pStyle w:val="eTask"/>
        <w:numPr>
          <w:ilvl w:val="0"/>
          <w:numId w:val="0"/>
        </w:numPr>
        <w:ind w:left="284" w:hanging="284"/>
        <w:rPr>
          <w:sz w:val="16"/>
          <w:szCs w:val="16"/>
        </w:rPr>
      </w:pPr>
    </w:p>
    <w:tbl>
      <w:tblPr>
        <w:tblStyle w:val="Mkatabulky"/>
        <w:tblW w:w="5000" w:type="pct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716FF" w:rsidRPr="00FE2102" w:rsidTr="009945F3">
        <w:tc>
          <w:tcPr>
            <w:tcW w:w="2500" w:type="pct"/>
          </w:tcPr>
          <w:p w:rsidR="006716FF" w:rsidRPr="00111522" w:rsidRDefault="00354E3B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851"/>
              <w:contextualSpacing w:val="0"/>
              <w:rPr>
                <w:b w:val="0"/>
              </w:rPr>
            </w:pPr>
            <w:r w:rsidRPr="00111522">
              <w:rPr>
                <w:b w:val="0"/>
              </w:rPr>
              <w:t>1.</w:t>
            </w:r>
            <w:r w:rsidR="00FE2102" w:rsidRPr="00111522">
              <w:rPr>
                <w:b w:val="0"/>
              </w:rPr>
              <w:t xml:space="preserve"> </w:t>
            </w:r>
            <w:r w:rsidR="007C6DD3" w:rsidRPr="00FE2102">
              <w:rPr>
                <w:b w:val="0"/>
                <w:color w:val="FF0000"/>
              </w:rPr>
              <w:t>zabezpečení záhlaví</w:t>
            </w:r>
          </w:p>
        </w:tc>
        <w:tc>
          <w:tcPr>
            <w:tcW w:w="2500" w:type="pct"/>
          </w:tcPr>
          <w:p w:rsidR="006716FF" w:rsidRPr="00111522" w:rsidRDefault="00354E3B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567"/>
              <w:contextualSpacing w:val="0"/>
              <w:rPr>
                <w:b w:val="0"/>
              </w:rPr>
            </w:pPr>
            <w:r w:rsidRPr="00111522">
              <w:rPr>
                <w:b w:val="0"/>
              </w:rPr>
              <w:t>1.</w:t>
            </w:r>
            <w:r w:rsidR="00FE2102" w:rsidRPr="00111522">
              <w:t xml:space="preserve"> </w:t>
            </w:r>
            <w:r w:rsidR="007C6DD3" w:rsidRPr="00FE2102">
              <w:rPr>
                <w:b w:val="0"/>
                <w:color w:val="FF0000"/>
              </w:rPr>
              <w:t>zabezpečení cyklickým kódem</w:t>
            </w:r>
          </w:p>
        </w:tc>
      </w:tr>
      <w:tr w:rsidR="006716FF" w:rsidRPr="00FE2102" w:rsidTr="009945F3">
        <w:tc>
          <w:tcPr>
            <w:tcW w:w="2500" w:type="pct"/>
          </w:tcPr>
          <w:p w:rsidR="00354E3B" w:rsidRPr="00111522" w:rsidRDefault="00354E3B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851"/>
              <w:contextualSpacing w:val="0"/>
              <w:rPr>
                <w:b w:val="0"/>
              </w:rPr>
            </w:pPr>
            <w:r w:rsidRPr="00111522">
              <w:rPr>
                <w:b w:val="0"/>
              </w:rPr>
              <w:t>2.</w:t>
            </w:r>
            <w:r w:rsidR="00FE2102" w:rsidRPr="00111522">
              <w:rPr>
                <w:b w:val="0"/>
              </w:rPr>
              <w:t xml:space="preserve"> </w:t>
            </w:r>
            <w:proofErr w:type="spellStart"/>
            <w:r w:rsidR="007C6DD3" w:rsidRPr="00FE2102">
              <w:rPr>
                <w:b w:val="0"/>
                <w:color w:val="FF0000"/>
              </w:rPr>
              <w:t>skramblování</w:t>
            </w:r>
            <w:proofErr w:type="spellEnd"/>
          </w:p>
        </w:tc>
        <w:tc>
          <w:tcPr>
            <w:tcW w:w="2500" w:type="pct"/>
          </w:tcPr>
          <w:p w:rsidR="006716FF" w:rsidRPr="00111522" w:rsidRDefault="00354E3B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567"/>
              <w:contextualSpacing w:val="0"/>
              <w:rPr>
                <w:b w:val="0"/>
              </w:rPr>
            </w:pPr>
            <w:r w:rsidRPr="00111522">
              <w:rPr>
                <w:b w:val="0"/>
              </w:rPr>
              <w:t>2.</w:t>
            </w:r>
            <w:r w:rsidR="00FE2102" w:rsidRPr="00111522">
              <w:rPr>
                <w:b w:val="0"/>
              </w:rPr>
              <w:t xml:space="preserve"> </w:t>
            </w:r>
            <w:r w:rsidR="007C6DD3" w:rsidRPr="00FE2102">
              <w:rPr>
                <w:b w:val="0"/>
                <w:color w:val="FF0000"/>
              </w:rPr>
              <w:t>šifrování</w:t>
            </w:r>
          </w:p>
        </w:tc>
      </w:tr>
      <w:tr w:rsidR="006716FF" w:rsidRPr="00FE2102" w:rsidTr="009945F3">
        <w:tc>
          <w:tcPr>
            <w:tcW w:w="2500" w:type="pct"/>
          </w:tcPr>
          <w:p w:rsidR="006716FF" w:rsidRPr="00111522" w:rsidRDefault="00354E3B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851"/>
              <w:contextualSpacing w:val="0"/>
              <w:rPr>
                <w:b w:val="0"/>
              </w:rPr>
            </w:pPr>
            <w:r w:rsidRPr="00111522">
              <w:rPr>
                <w:b w:val="0"/>
              </w:rPr>
              <w:t>3.</w:t>
            </w:r>
            <w:r w:rsidR="00FE2102" w:rsidRPr="00111522">
              <w:rPr>
                <w:b w:val="0"/>
              </w:rPr>
              <w:t xml:space="preserve"> </w:t>
            </w:r>
            <w:proofErr w:type="spellStart"/>
            <w:r w:rsidR="007C6DD3" w:rsidRPr="00FE2102">
              <w:rPr>
                <w:b w:val="0"/>
                <w:color w:val="FF0000"/>
              </w:rPr>
              <w:t>dopředná</w:t>
            </w:r>
            <w:proofErr w:type="spellEnd"/>
            <w:r w:rsidR="007C6DD3" w:rsidRPr="00FE2102">
              <w:rPr>
                <w:b w:val="0"/>
                <w:color w:val="FF0000"/>
              </w:rPr>
              <w:t xml:space="preserve"> chybová korekce</w:t>
            </w:r>
          </w:p>
        </w:tc>
        <w:tc>
          <w:tcPr>
            <w:tcW w:w="2500" w:type="pct"/>
          </w:tcPr>
          <w:p w:rsidR="006716FF" w:rsidRPr="00111522" w:rsidRDefault="00354E3B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567"/>
              <w:contextualSpacing w:val="0"/>
              <w:rPr>
                <w:b w:val="0"/>
              </w:rPr>
            </w:pPr>
            <w:r w:rsidRPr="00111522">
              <w:rPr>
                <w:b w:val="0"/>
              </w:rPr>
              <w:t>3.</w:t>
            </w:r>
            <w:r w:rsidR="00FE2102" w:rsidRPr="00111522">
              <w:rPr>
                <w:b w:val="0"/>
              </w:rPr>
              <w:t xml:space="preserve"> </w:t>
            </w:r>
            <w:proofErr w:type="spellStart"/>
            <w:r w:rsidR="007C6DD3" w:rsidRPr="00FE2102">
              <w:rPr>
                <w:b w:val="0"/>
                <w:color w:val="FF0000"/>
              </w:rPr>
              <w:t>skramblování</w:t>
            </w:r>
            <w:proofErr w:type="spellEnd"/>
          </w:p>
        </w:tc>
      </w:tr>
      <w:tr w:rsidR="006716FF" w:rsidRPr="00FE2102" w:rsidTr="009945F3">
        <w:tc>
          <w:tcPr>
            <w:tcW w:w="2500" w:type="pct"/>
          </w:tcPr>
          <w:p w:rsidR="006716FF" w:rsidRPr="00111522" w:rsidRDefault="006716FF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851"/>
              <w:contextualSpacing w:val="0"/>
              <w:rPr>
                <w:b w:val="0"/>
              </w:rPr>
            </w:pPr>
          </w:p>
        </w:tc>
        <w:tc>
          <w:tcPr>
            <w:tcW w:w="2500" w:type="pct"/>
          </w:tcPr>
          <w:p w:rsidR="006716FF" w:rsidRPr="00111522" w:rsidRDefault="00354E3B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567"/>
              <w:contextualSpacing w:val="0"/>
              <w:rPr>
                <w:b w:val="0"/>
              </w:rPr>
            </w:pPr>
            <w:r w:rsidRPr="00111522">
              <w:rPr>
                <w:b w:val="0"/>
              </w:rPr>
              <w:t>4.</w:t>
            </w:r>
            <w:r w:rsidR="00FE2102" w:rsidRPr="00111522">
              <w:rPr>
                <w:b w:val="0"/>
              </w:rPr>
              <w:t xml:space="preserve"> </w:t>
            </w:r>
            <w:proofErr w:type="spellStart"/>
            <w:r w:rsidR="007C6DD3" w:rsidRPr="00FE2102">
              <w:rPr>
                <w:b w:val="0"/>
                <w:color w:val="FF0000"/>
              </w:rPr>
              <w:t>dopředná</w:t>
            </w:r>
            <w:proofErr w:type="spellEnd"/>
            <w:r w:rsidR="007C6DD3" w:rsidRPr="00FE2102">
              <w:rPr>
                <w:b w:val="0"/>
                <w:color w:val="FF0000"/>
              </w:rPr>
              <w:t xml:space="preserve"> chybová korekce</w:t>
            </w:r>
          </w:p>
        </w:tc>
      </w:tr>
    </w:tbl>
    <w:p w:rsidR="00A72262" w:rsidRPr="00FE2102" w:rsidRDefault="00A72262" w:rsidP="009945F3">
      <w:pPr>
        <w:pStyle w:val="eTask"/>
        <w:numPr>
          <w:ilvl w:val="0"/>
          <w:numId w:val="0"/>
        </w:numPr>
        <w:jc w:val="both"/>
      </w:pPr>
    </w:p>
    <w:sectPr w:rsidR="00A72262" w:rsidRPr="00FE2102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BDD" w:rsidRDefault="00CD7BDD" w:rsidP="00861A1A">
      <w:r>
        <w:separator/>
      </w:r>
    </w:p>
  </w:endnote>
  <w:endnote w:type="continuationSeparator" w:id="0">
    <w:p w:rsidR="00CD7BDD" w:rsidRDefault="00CD7BD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9945F3" w:rsidRPr="009945F3" w:rsidRDefault="009945F3" w:rsidP="009945F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9945F3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9945F3" w:rsidP="009945F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9945F3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BDD" w:rsidRDefault="00CD7BDD" w:rsidP="00861A1A">
      <w:r>
        <w:separator/>
      </w:r>
    </w:p>
  </w:footnote>
  <w:footnote w:type="continuationSeparator" w:id="0">
    <w:p w:rsidR="00CD7BDD" w:rsidRDefault="00CD7BD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9945F3">
      <w:rPr>
        <w:rFonts w:ascii="Calibri" w:hAnsi="Calibri"/>
        <w:b/>
        <w:smallCaps/>
        <w:noProof/>
      </w:rPr>
      <w:t>PRACOVNÍ LIST</w:t>
    </w:r>
  </w:p>
  <w:p w:rsidR="00C148FD" w:rsidRPr="00C148FD" w:rsidRDefault="009945F3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MODERNÍ DATOVÁ ROZHRANÍ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B4936"/>
    <w:multiLevelType w:val="hybridMultilevel"/>
    <w:tmpl w:val="8228D3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7A5"/>
    <w:rsid w:val="0000673F"/>
    <w:rsid w:val="00016AD8"/>
    <w:rsid w:val="00017595"/>
    <w:rsid w:val="00021197"/>
    <w:rsid w:val="00030EDA"/>
    <w:rsid w:val="00045BEB"/>
    <w:rsid w:val="00063FCC"/>
    <w:rsid w:val="00073ADF"/>
    <w:rsid w:val="00073AEA"/>
    <w:rsid w:val="0007473C"/>
    <w:rsid w:val="000750C9"/>
    <w:rsid w:val="00087EAC"/>
    <w:rsid w:val="00094A16"/>
    <w:rsid w:val="000A233F"/>
    <w:rsid w:val="000A55B3"/>
    <w:rsid w:val="000C6B3A"/>
    <w:rsid w:val="000E1BA3"/>
    <w:rsid w:val="00111522"/>
    <w:rsid w:val="00123CC7"/>
    <w:rsid w:val="001301D8"/>
    <w:rsid w:val="0013693D"/>
    <w:rsid w:val="00136968"/>
    <w:rsid w:val="001434D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0029"/>
    <w:rsid w:val="001B057D"/>
    <w:rsid w:val="001D00A1"/>
    <w:rsid w:val="001E5CEF"/>
    <w:rsid w:val="001F6290"/>
    <w:rsid w:val="00202572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A72A9"/>
    <w:rsid w:val="002B0278"/>
    <w:rsid w:val="002B0866"/>
    <w:rsid w:val="002B41A8"/>
    <w:rsid w:val="002E301D"/>
    <w:rsid w:val="00304ADA"/>
    <w:rsid w:val="00306B9F"/>
    <w:rsid w:val="00307892"/>
    <w:rsid w:val="00315203"/>
    <w:rsid w:val="003226F2"/>
    <w:rsid w:val="00337851"/>
    <w:rsid w:val="00347E4D"/>
    <w:rsid w:val="00351AF3"/>
    <w:rsid w:val="00354E3B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06418"/>
    <w:rsid w:val="005132B0"/>
    <w:rsid w:val="00517E3A"/>
    <w:rsid w:val="00520E3A"/>
    <w:rsid w:val="0052284C"/>
    <w:rsid w:val="005246DC"/>
    <w:rsid w:val="00561B7B"/>
    <w:rsid w:val="00561C5A"/>
    <w:rsid w:val="005728B3"/>
    <w:rsid w:val="005738D5"/>
    <w:rsid w:val="0057504E"/>
    <w:rsid w:val="00576CC6"/>
    <w:rsid w:val="005821BB"/>
    <w:rsid w:val="005832C4"/>
    <w:rsid w:val="00587966"/>
    <w:rsid w:val="00596997"/>
    <w:rsid w:val="005B2976"/>
    <w:rsid w:val="005B2E55"/>
    <w:rsid w:val="005B37E2"/>
    <w:rsid w:val="005B460C"/>
    <w:rsid w:val="005B59E1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716FF"/>
    <w:rsid w:val="0068067D"/>
    <w:rsid w:val="0068131D"/>
    <w:rsid w:val="0068412D"/>
    <w:rsid w:val="00690FB1"/>
    <w:rsid w:val="006A24C7"/>
    <w:rsid w:val="006B5B0B"/>
    <w:rsid w:val="006B5D59"/>
    <w:rsid w:val="006D147D"/>
    <w:rsid w:val="006D39B2"/>
    <w:rsid w:val="006D3F30"/>
    <w:rsid w:val="006D50FA"/>
    <w:rsid w:val="006F0D5B"/>
    <w:rsid w:val="006F787A"/>
    <w:rsid w:val="00710301"/>
    <w:rsid w:val="0073574D"/>
    <w:rsid w:val="00736295"/>
    <w:rsid w:val="007460F9"/>
    <w:rsid w:val="0076745A"/>
    <w:rsid w:val="007738BD"/>
    <w:rsid w:val="007837ED"/>
    <w:rsid w:val="00790D07"/>
    <w:rsid w:val="007B279A"/>
    <w:rsid w:val="007C0FDD"/>
    <w:rsid w:val="007C308E"/>
    <w:rsid w:val="007C5B85"/>
    <w:rsid w:val="007C6DD3"/>
    <w:rsid w:val="007E16D1"/>
    <w:rsid w:val="007E6CED"/>
    <w:rsid w:val="00802588"/>
    <w:rsid w:val="00803BD9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7F9"/>
    <w:rsid w:val="008B6CCD"/>
    <w:rsid w:val="008C64E0"/>
    <w:rsid w:val="008C78C3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57BA8"/>
    <w:rsid w:val="00963F86"/>
    <w:rsid w:val="0097175A"/>
    <w:rsid w:val="00974B16"/>
    <w:rsid w:val="009802AD"/>
    <w:rsid w:val="0099101E"/>
    <w:rsid w:val="009945F3"/>
    <w:rsid w:val="009A5F9E"/>
    <w:rsid w:val="009B638C"/>
    <w:rsid w:val="009C7B24"/>
    <w:rsid w:val="009E2A2A"/>
    <w:rsid w:val="009F6E5E"/>
    <w:rsid w:val="00A115CF"/>
    <w:rsid w:val="00A17111"/>
    <w:rsid w:val="00A25419"/>
    <w:rsid w:val="00A26A28"/>
    <w:rsid w:val="00A41E41"/>
    <w:rsid w:val="00A50FFF"/>
    <w:rsid w:val="00A527AF"/>
    <w:rsid w:val="00A54992"/>
    <w:rsid w:val="00A633E1"/>
    <w:rsid w:val="00A65E53"/>
    <w:rsid w:val="00A72262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31B6"/>
    <w:rsid w:val="00B37307"/>
    <w:rsid w:val="00B5145B"/>
    <w:rsid w:val="00B707D0"/>
    <w:rsid w:val="00B74FC7"/>
    <w:rsid w:val="00B75FF7"/>
    <w:rsid w:val="00B816F4"/>
    <w:rsid w:val="00B822EA"/>
    <w:rsid w:val="00B84417"/>
    <w:rsid w:val="00B8711A"/>
    <w:rsid w:val="00B94934"/>
    <w:rsid w:val="00B94FBB"/>
    <w:rsid w:val="00BA272B"/>
    <w:rsid w:val="00BA3595"/>
    <w:rsid w:val="00BA7E8E"/>
    <w:rsid w:val="00BB3CAA"/>
    <w:rsid w:val="00BB48C7"/>
    <w:rsid w:val="00BC1F6B"/>
    <w:rsid w:val="00BC732E"/>
    <w:rsid w:val="00BD01EC"/>
    <w:rsid w:val="00BD3D30"/>
    <w:rsid w:val="00BD7612"/>
    <w:rsid w:val="00BE6648"/>
    <w:rsid w:val="00BF5E09"/>
    <w:rsid w:val="00BF6970"/>
    <w:rsid w:val="00C148FD"/>
    <w:rsid w:val="00C2393A"/>
    <w:rsid w:val="00C47299"/>
    <w:rsid w:val="00C5580D"/>
    <w:rsid w:val="00C57915"/>
    <w:rsid w:val="00C7264E"/>
    <w:rsid w:val="00C767C9"/>
    <w:rsid w:val="00C878F0"/>
    <w:rsid w:val="00C96F9C"/>
    <w:rsid w:val="00CA51B5"/>
    <w:rsid w:val="00CA74DB"/>
    <w:rsid w:val="00CC2293"/>
    <w:rsid w:val="00CC266E"/>
    <w:rsid w:val="00CD7BDD"/>
    <w:rsid w:val="00CE09BA"/>
    <w:rsid w:val="00CF32F3"/>
    <w:rsid w:val="00CF4DFA"/>
    <w:rsid w:val="00D060B3"/>
    <w:rsid w:val="00D06992"/>
    <w:rsid w:val="00D20A5C"/>
    <w:rsid w:val="00D2650E"/>
    <w:rsid w:val="00D33524"/>
    <w:rsid w:val="00D573B0"/>
    <w:rsid w:val="00D62C8F"/>
    <w:rsid w:val="00D6535B"/>
    <w:rsid w:val="00D71B81"/>
    <w:rsid w:val="00D773FA"/>
    <w:rsid w:val="00D8441C"/>
    <w:rsid w:val="00DA18A6"/>
    <w:rsid w:val="00DA1F5C"/>
    <w:rsid w:val="00DA24E3"/>
    <w:rsid w:val="00DA3E3E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4040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  <w:rsid w:val="00FC07A5"/>
    <w:rsid w:val="00FE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653D5A5-E77A-42D2-8566-E0448BF69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26F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rsid w:val="00073AE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73AE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73AEA"/>
  </w:style>
  <w:style w:type="paragraph" w:styleId="Pedmtkomente">
    <w:name w:val="annotation subject"/>
    <w:basedOn w:val="Textkomente"/>
    <w:next w:val="Textkomente"/>
    <w:link w:val="PedmtkomenteChar"/>
    <w:rsid w:val="00073A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73A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33</TotalTime>
  <Pages>3</Pages>
  <Words>289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5</cp:revision>
  <cp:lastPrinted>2013-05-24T15:00:00Z</cp:lastPrinted>
  <dcterms:created xsi:type="dcterms:W3CDTF">2016-02-22T12:09:00Z</dcterms:created>
  <dcterms:modified xsi:type="dcterms:W3CDTF">2016-03-17T07:50:00Z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