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6F2" w:rsidRPr="00FE2102" w:rsidRDefault="003226F2" w:rsidP="003226F2">
      <w:pPr>
        <w:pStyle w:val="eTask"/>
      </w:pPr>
      <w:bookmarkStart w:id="0" w:name="_GoBack"/>
      <w:bookmarkEnd w:id="0"/>
      <w:r w:rsidRPr="00FE2102">
        <w:t>Upravte následující tvrzení tak, aby jejich znění byla pravdivá.</w:t>
      </w:r>
    </w:p>
    <w:p w:rsidR="003226F2" w:rsidRPr="00FE2102" w:rsidRDefault="003226F2" w:rsidP="003226F2">
      <w:pPr>
        <w:pStyle w:val="eTask"/>
        <w:numPr>
          <w:ilvl w:val="0"/>
          <w:numId w:val="0"/>
        </w:numPr>
        <w:ind w:left="284" w:hanging="284"/>
      </w:pPr>
    </w:p>
    <w:p w:rsidR="003226F2" w:rsidRPr="00111522" w:rsidRDefault="003226F2" w:rsidP="009945F3">
      <w:pPr>
        <w:spacing w:line="360" w:lineRule="auto"/>
      </w:pPr>
      <w:r w:rsidRPr="00FE2102">
        <w:t xml:space="preserve">Standard Bluetooth je </w:t>
      </w:r>
      <w:r w:rsidRPr="00111522">
        <w:t xml:space="preserve">proprietární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otevřený</m:t>
                  </m:r>
                </m:e>
              </m:mr>
              <m:mr>
                <m:e>
                  <m:r>
                    <m:rPr>
                      <m:nor/>
                    </m:rPr>
                    <m:t>uzavřený</m:t>
                  </m:r>
                </m:e>
              </m:mr>
            </m:m>
          </m:e>
        </m:d>
      </m:oMath>
      <w:r w:rsidRPr="00111522">
        <w:t xml:space="preserve"> standard pro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pevné</m:t>
                  </m:r>
                </m:e>
              </m:mr>
              <m:mr>
                <m:e>
                  <m:r>
                    <m:rPr>
                      <m:nor/>
                    </m:rPr>
                    <m:t>bezdrátové</m:t>
                  </m:r>
                </m:e>
              </m:mr>
            </m:m>
          </m:e>
        </m:d>
      </m:oMath>
      <w:r w:rsidRPr="00111522">
        <w:t xml:space="preserve"> komunikace. Komunikace u standardu Bluetooth je realizována na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dlouhou</m:t>
                  </m:r>
                </m:e>
              </m:mr>
              <m:mr>
                <m:e>
                  <m:r>
                    <m:rPr>
                      <m:nor/>
                    </m:rPr>
                    <m:t>krátkou</m:t>
                  </m:r>
                </m:e>
              </m:mr>
            </m:m>
          </m:e>
        </m:d>
      </m:oMath>
      <w:r w:rsidRPr="00111522">
        <w:t xml:space="preserve"> vzdálenost mezi elektronickými zařízeními různého druhu (např. mobilní telefony, notebooky, …).</w:t>
      </w:r>
    </w:p>
    <w:p w:rsidR="003226F2" w:rsidRPr="00111522" w:rsidRDefault="003226F2" w:rsidP="003226F2">
      <w:pPr>
        <w:pStyle w:val="eLineBottom"/>
      </w:pPr>
    </w:p>
    <w:p w:rsidR="003226F2" w:rsidRPr="00111522" w:rsidRDefault="003226F2" w:rsidP="003226F2"/>
    <w:p w:rsidR="008C78C3" w:rsidRPr="00111522" w:rsidRDefault="008C78C3" w:rsidP="008C78C3">
      <w:pPr>
        <w:pStyle w:val="eTask"/>
      </w:pPr>
      <w:r w:rsidRPr="00111522">
        <w:t>Které vrstvy jsou zahrnuty do vrstvového modelu pro přenos dat u technologie Bluetooth?</w:t>
      </w:r>
    </w:p>
    <w:p w:rsidR="008C78C3" w:rsidRPr="00111522" w:rsidRDefault="008C78C3" w:rsidP="008C78C3">
      <w:pPr>
        <w:pStyle w:val="eTask"/>
        <w:numPr>
          <w:ilvl w:val="0"/>
          <w:numId w:val="0"/>
        </w:numPr>
        <w:ind w:left="284" w:hanging="284"/>
      </w:pPr>
    </w:p>
    <w:p w:rsidR="008C78C3" w:rsidRPr="00111522" w:rsidRDefault="008C78C3" w:rsidP="009945F3">
      <w:pPr>
        <w:ind w:left="357"/>
      </w:pPr>
      <w:r w:rsidRPr="00111522">
        <w:t>1.</w:t>
      </w:r>
      <w:r w:rsidRPr="00111522">
        <w:tab/>
      </w:r>
      <w:r w:rsidR="00111522">
        <w:t>______________________________</w:t>
      </w:r>
    </w:p>
    <w:p w:rsidR="008C78C3" w:rsidRPr="00111522" w:rsidRDefault="008C78C3" w:rsidP="009945F3">
      <w:pPr>
        <w:ind w:left="357"/>
        <w:rPr>
          <w:noProof/>
          <w:lang w:eastAsia="sk-SK"/>
        </w:rPr>
      </w:pPr>
    </w:p>
    <w:p w:rsidR="008C78C3" w:rsidRPr="00111522" w:rsidRDefault="008C78C3" w:rsidP="009945F3">
      <w:pPr>
        <w:ind w:left="357"/>
        <w:rPr>
          <w:noProof/>
          <w:lang w:eastAsia="sk-SK"/>
        </w:rPr>
      </w:pPr>
      <w:r w:rsidRPr="00111522">
        <w:rPr>
          <w:noProof/>
          <w:lang w:eastAsia="sk-SK"/>
        </w:rPr>
        <w:t>2.</w:t>
      </w:r>
      <w:r w:rsidRPr="00111522">
        <w:tab/>
      </w:r>
      <w:r w:rsidR="00111522">
        <w:t>______________________________</w:t>
      </w:r>
    </w:p>
    <w:p w:rsidR="008C78C3" w:rsidRPr="00111522" w:rsidRDefault="008C78C3" w:rsidP="009945F3">
      <w:pPr>
        <w:ind w:left="357"/>
        <w:rPr>
          <w:noProof/>
          <w:lang w:eastAsia="sk-SK"/>
        </w:rPr>
      </w:pPr>
    </w:p>
    <w:p w:rsidR="008C78C3" w:rsidRPr="00111522" w:rsidRDefault="008C78C3" w:rsidP="009945F3">
      <w:pPr>
        <w:ind w:left="357"/>
        <w:rPr>
          <w:noProof/>
          <w:lang w:eastAsia="sk-SK"/>
        </w:rPr>
      </w:pPr>
      <w:r w:rsidRPr="00111522">
        <w:rPr>
          <w:noProof/>
          <w:lang w:eastAsia="sk-SK"/>
        </w:rPr>
        <w:t>3.</w:t>
      </w:r>
      <w:r w:rsidRPr="00111522">
        <w:tab/>
      </w:r>
      <w:r w:rsidR="00111522">
        <w:t>______________________________</w:t>
      </w:r>
    </w:p>
    <w:p w:rsidR="008C78C3" w:rsidRPr="00FE2102" w:rsidRDefault="008C78C3" w:rsidP="008C78C3">
      <w:pPr>
        <w:pStyle w:val="eLineBottom"/>
      </w:pPr>
    </w:p>
    <w:p w:rsidR="008B67F9" w:rsidRPr="00FE2102" w:rsidRDefault="00C148FD" w:rsidP="008B67F9">
      <w:r w:rsidRPr="00FE2102">
        <w:t xml:space="preserve"> </w:t>
      </w:r>
    </w:p>
    <w:p w:rsidR="008B67F9" w:rsidRPr="00FE2102" w:rsidRDefault="000E1BA3" w:rsidP="008B67F9">
      <w:pPr>
        <w:pStyle w:val="eTask"/>
      </w:pPr>
      <w:r w:rsidRPr="00FE2102">
        <w:t>Vyberte</w:t>
      </w:r>
      <w:r w:rsidR="00123CC7" w:rsidRPr="00FE2102">
        <w:t xml:space="preserve"> a zaškrtněte</w:t>
      </w:r>
      <w:r w:rsidRPr="00FE2102">
        <w:t xml:space="preserve"> </w:t>
      </w:r>
      <w:r w:rsidR="00123CC7" w:rsidRPr="00FE2102">
        <w:t>v</w:t>
      </w:r>
      <w:r w:rsidRPr="00FE2102">
        <w:t> následující tabul</w:t>
      </w:r>
      <w:r w:rsidR="00123CC7" w:rsidRPr="00FE2102">
        <w:t>ce</w:t>
      </w:r>
      <w:r w:rsidRPr="00FE2102">
        <w:t xml:space="preserve"> </w:t>
      </w:r>
      <w:r w:rsidR="00576CC6" w:rsidRPr="00FE2102">
        <w:t xml:space="preserve">základní </w:t>
      </w:r>
      <w:r w:rsidRPr="00FE2102">
        <w:t xml:space="preserve">klíčové charakteristiky technologie </w:t>
      </w:r>
      <w:r w:rsidR="008B67F9" w:rsidRPr="00FE2102">
        <w:t>Bluetooth</w:t>
      </w:r>
      <w:r w:rsidRPr="00FE2102">
        <w:t>:</w:t>
      </w:r>
    </w:p>
    <w:p w:rsidR="000E1BA3" w:rsidRPr="00FE2102" w:rsidRDefault="000E1BA3" w:rsidP="000E1BA3">
      <w:pPr>
        <w:pStyle w:val="eTask"/>
        <w:numPr>
          <w:ilvl w:val="0"/>
          <w:numId w:val="0"/>
        </w:numPr>
        <w:ind w:left="284" w:hanging="284"/>
      </w:pPr>
    </w:p>
    <w:tbl>
      <w:tblPr>
        <w:tblStyle w:val="Mkatabulky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3"/>
        <w:gridCol w:w="2938"/>
        <w:gridCol w:w="2927"/>
      </w:tblGrid>
      <w:tr w:rsidR="00123CC7" w:rsidRPr="00FE2102" w:rsidTr="00123CC7">
        <w:tc>
          <w:tcPr>
            <w:tcW w:w="3020" w:type="dxa"/>
          </w:tcPr>
          <w:p w:rsidR="00123CC7" w:rsidRPr="00FE2102" w:rsidRDefault="00123CC7" w:rsidP="00123CC7">
            <w:pPr>
              <w:pStyle w:val="eTask"/>
              <w:numPr>
                <w:ilvl w:val="0"/>
                <w:numId w:val="0"/>
              </w:numPr>
              <w:jc w:val="center"/>
            </w:pPr>
            <w:r w:rsidRPr="00FE2102">
              <w:t>MODULACE</w:t>
            </w:r>
          </w:p>
        </w:tc>
        <w:tc>
          <w:tcPr>
            <w:tcW w:w="3021" w:type="dxa"/>
          </w:tcPr>
          <w:p w:rsidR="00123CC7" w:rsidRPr="00FE2102" w:rsidRDefault="00123CC7" w:rsidP="00123CC7">
            <w:pPr>
              <w:pStyle w:val="eTask"/>
              <w:numPr>
                <w:ilvl w:val="0"/>
                <w:numId w:val="0"/>
              </w:numPr>
              <w:jc w:val="center"/>
            </w:pPr>
            <w:r w:rsidRPr="00FE2102">
              <w:t>FREKVENČNÍ PÁSMO</w:t>
            </w:r>
          </w:p>
        </w:tc>
        <w:tc>
          <w:tcPr>
            <w:tcW w:w="3021" w:type="dxa"/>
          </w:tcPr>
          <w:p w:rsidR="00123CC7" w:rsidRPr="00FE2102" w:rsidRDefault="00123CC7" w:rsidP="00123CC7">
            <w:pPr>
              <w:pStyle w:val="eTask"/>
              <w:numPr>
                <w:ilvl w:val="0"/>
                <w:numId w:val="0"/>
              </w:numPr>
              <w:jc w:val="center"/>
            </w:pPr>
            <w:r w:rsidRPr="00FE2102">
              <w:t>MULTIPLEX</w:t>
            </w:r>
          </w:p>
        </w:tc>
      </w:tr>
    </w:tbl>
    <w:p w:rsidR="00123CC7" w:rsidRPr="00FE2102" w:rsidRDefault="00123CC7" w:rsidP="000E1BA3">
      <w:pPr>
        <w:pStyle w:val="eTask"/>
        <w:numPr>
          <w:ilvl w:val="0"/>
          <w:numId w:val="0"/>
        </w:numPr>
        <w:ind w:left="284" w:hanging="284"/>
        <w:rPr>
          <w:sz w:val="16"/>
          <w:szCs w:val="16"/>
        </w:rPr>
      </w:pPr>
    </w:p>
    <w:tbl>
      <w:tblPr>
        <w:tblStyle w:val="Mkatabulky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6"/>
        <w:gridCol w:w="2926"/>
        <w:gridCol w:w="2926"/>
      </w:tblGrid>
      <w:tr w:rsidR="000E1BA3" w:rsidRPr="00FE2102" w:rsidTr="00123CC7">
        <w:tc>
          <w:tcPr>
            <w:tcW w:w="2926" w:type="dxa"/>
            <w:vAlign w:val="center"/>
          </w:tcPr>
          <w:p w:rsidR="000E1BA3" w:rsidRPr="00111522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</w:rPr>
            </w:pPr>
            <w:r w:rsidRPr="00111522">
              <w:rPr>
                <w:b w:val="0"/>
              </w:rPr>
              <w:t>GFSK</w:t>
            </w:r>
          </w:p>
        </w:tc>
        <w:tc>
          <w:tcPr>
            <w:tcW w:w="2926" w:type="dxa"/>
            <w:vAlign w:val="center"/>
          </w:tcPr>
          <w:p w:rsidR="000E1BA3" w:rsidRPr="00111522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</w:rPr>
            </w:pPr>
            <w:r w:rsidRPr="00111522">
              <w:rPr>
                <w:b w:val="0"/>
              </w:rPr>
              <w:t>5 GHz</w:t>
            </w:r>
          </w:p>
        </w:tc>
        <w:tc>
          <w:tcPr>
            <w:tcW w:w="2926" w:type="dxa"/>
            <w:vAlign w:val="center"/>
          </w:tcPr>
          <w:p w:rsidR="000E1BA3" w:rsidRPr="00111522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</w:rPr>
            </w:pPr>
            <w:r w:rsidRPr="00111522">
              <w:rPr>
                <w:b w:val="0"/>
              </w:rPr>
              <w:t>TDD</w:t>
            </w:r>
          </w:p>
        </w:tc>
      </w:tr>
      <w:tr w:rsidR="000E1BA3" w:rsidRPr="00FE2102" w:rsidTr="00123CC7">
        <w:tc>
          <w:tcPr>
            <w:tcW w:w="2926" w:type="dxa"/>
            <w:vAlign w:val="center"/>
          </w:tcPr>
          <w:p w:rsidR="000E1BA3" w:rsidRPr="00111522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</w:rPr>
            </w:pPr>
            <w:r w:rsidRPr="00111522">
              <w:rPr>
                <w:b w:val="0"/>
              </w:rPr>
              <w:t>QAM</w:t>
            </w:r>
          </w:p>
        </w:tc>
        <w:tc>
          <w:tcPr>
            <w:tcW w:w="2926" w:type="dxa"/>
            <w:vAlign w:val="center"/>
          </w:tcPr>
          <w:p w:rsidR="000E1BA3" w:rsidRPr="00111522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</w:rPr>
            </w:pPr>
            <w:r w:rsidRPr="00111522">
              <w:rPr>
                <w:b w:val="0"/>
              </w:rPr>
              <w:t>900 MHz</w:t>
            </w:r>
          </w:p>
        </w:tc>
        <w:tc>
          <w:tcPr>
            <w:tcW w:w="2926" w:type="dxa"/>
            <w:vAlign w:val="center"/>
          </w:tcPr>
          <w:p w:rsidR="000E1BA3" w:rsidRPr="00111522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</w:rPr>
            </w:pPr>
            <w:r w:rsidRPr="00111522">
              <w:rPr>
                <w:b w:val="0"/>
              </w:rPr>
              <w:t>CDM</w:t>
            </w:r>
          </w:p>
        </w:tc>
      </w:tr>
      <w:tr w:rsidR="000E1BA3" w:rsidRPr="00FE2102" w:rsidTr="00123CC7">
        <w:tc>
          <w:tcPr>
            <w:tcW w:w="2926" w:type="dxa"/>
            <w:vAlign w:val="center"/>
          </w:tcPr>
          <w:p w:rsidR="000E1BA3" w:rsidRPr="00111522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</w:rPr>
            </w:pPr>
            <w:r w:rsidRPr="00111522">
              <w:rPr>
                <w:b w:val="0"/>
              </w:rPr>
              <w:t>GMSK</w:t>
            </w:r>
          </w:p>
        </w:tc>
        <w:tc>
          <w:tcPr>
            <w:tcW w:w="2926" w:type="dxa"/>
            <w:vAlign w:val="center"/>
          </w:tcPr>
          <w:p w:rsidR="000E1BA3" w:rsidRPr="00111522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</w:rPr>
            </w:pPr>
            <w:r w:rsidRPr="00111522">
              <w:rPr>
                <w:b w:val="0"/>
              </w:rPr>
              <w:t>2,4 GHz</w:t>
            </w:r>
          </w:p>
        </w:tc>
        <w:tc>
          <w:tcPr>
            <w:tcW w:w="2926" w:type="dxa"/>
            <w:vAlign w:val="center"/>
          </w:tcPr>
          <w:p w:rsidR="000E1BA3" w:rsidRPr="00111522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</w:rPr>
            </w:pPr>
            <w:r w:rsidRPr="00111522">
              <w:rPr>
                <w:b w:val="0"/>
              </w:rPr>
              <w:t>FDM</w:t>
            </w:r>
          </w:p>
        </w:tc>
      </w:tr>
      <w:tr w:rsidR="000E1BA3" w:rsidRPr="00FE2102" w:rsidTr="00123CC7">
        <w:tc>
          <w:tcPr>
            <w:tcW w:w="2926" w:type="dxa"/>
            <w:vAlign w:val="center"/>
          </w:tcPr>
          <w:p w:rsidR="000E1BA3" w:rsidRPr="00111522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</w:rPr>
            </w:pPr>
            <w:r w:rsidRPr="00111522">
              <w:rPr>
                <w:b w:val="0"/>
              </w:rPr>
              <w:t>VDMT</w:t>
            </w:r>
          </w:p>
        </w:tc>
        <w:tc>
          <w:tcPr>
            <w:tcW w:w="2926" w:type="dxa"/>
            <w:vAlign w:val="center"/>
          </w:tcPr>
          <w:p w:rsidR="000E1BA3" w:rsidRPr="00111522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</w:rPr>
            </w:pPr>
            <w:r w:rsidRPr="00111522">
              <w:rPr>
                <w:b w:val="0"/>
              </w:rPr>
              <w:t>1800 MHz</w:t>
            </w:r>
          </w:p>
        </w:tc>
        <w:tc>
          <w:tcPr>
            <w:tcW w:w="2926" w:type="dxa"/>
            <w:vAlign w:val="center"/>
          </w:tcPr>
          <w:p w:rsidR="000E1BA3" w:rsidRPr="00111522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</w:rPr>
            </w:pPr>
            <w:r w:rsidRPr="00111522">
              <w:rPr>
                <w:b w:val="0"/>
              </w:rPr>
              <w:t>TDM</w:t>
            </w:r>
          </w:p>
        </w:tc>
      </w:tr>
    </w:tbl>
    <w:p w:rsidR="000E1BA3" w:rsidRPr="00FE2102" w:rsidRDefault="000E1BA3" w:rsidP="000E1BA3">
      <w:pPr>
        <w:pStyle w:val="eLineBottom"/>
      </w:pPr>
    </w:p>
    <w:p w:rsidR="000E1BA3" w:rsidRPr="00FE2102" w:rsidRDefault="000E1BA3" w:rsidP="000E1BA3">
      <w:r w:rsidRPr="00FE2102">
        <w:t xml:space="preserve"> </w:t>
      </w:r>
    </w:p>
    <w:p w:rsidR="001434D8" w:rsidRPr="00FE2102" w:rsidRDefault="001434D8" w:rsidP="001434D8">
      <w:pPr>
        <w:pStyle w:val="eTask"/>
      </w:pPr>
      <w:r w:rsidRPr="00FE2102">
        <w:t>Upravte následující tvrzení tak, aby jejich znění byla pravdivá.</w:t>
      </w:r>
    </w:p>
    <w:p w:rsidR="001434D8" w:rsidRPr="00FE2102" w:rsidRDefault="001434D8" w:rsidP="001434D8">
      <w:pPr>
        <w:pStyle w:val="eTask"/>
        <w:numPr>
          <w:ilvl w:val="0"/>
          <w:numId w:val="0"/>
        </w:numPr>
        <w:ind w:left="284" w:hanging="284"/>
      </w:pPr>
    </w:p>
    <w:p w:rsidR="001434D8" w:rsidRPr="00111522" w:rsidRDefault="00BD01EC" w:rsidP="009945F3">
      <w:pPr>
        <w:spacing w:line="360" w:lineRule="auto"/>
      </w:pPr>
      <w:r w:rsidRPr="00111522">
        <w:t>Zabezpečení komunikace z hlediska utajení obsahu přenášených informací je realizováno</w:t>
      </w:r>
      <w:r w:rsidR="001434D8" w:rsidRPr="00111522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spojovou</m:t>
                  </m:r>
                </m:e>
              </m:mr>
              <m:mr>
                <m:e>
                  <m:r>
                    <m:rPr>
                      <m:nor/>
                    </m:rPr>
                    <m:t>logickou</m:t>
                  </m:r>
                </m:e>
              </m:mr>
            </m:m>
          </m:e>
        </m:d>
      </m:oMath>
      <w:r w:rsidR="001434D8" w:rsidRPr="00111522">
        <w:t xml:space="preserve"> </w:t>
      </w:r>
      <w:r w:rsidRPr="00111522">
        <w:t>vrstvou. Pro zajištění bezpečné komunikace se využívají</w:t>
      </w:r>
      <w:r w:rsidR="001434D8" w:rsidRPr="00111522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tři</m:t>
                  </m:r>
                </m:e>
              </m:mr>
              <m:mr>
                <m:e>
                  <m:r>
                    <m:rPr>
                      <m:nor/>
                    </m:rPr>
                    <m:t>čtyři</m:t>
                  </m:r>
                </m:e>
              </m:mr>
            </m:m>
          </m:e>
        </m:d>
      </m:oMath>
      <w:r w:rsidR="001434D8" w:rsidRPr="00111522">
        <w:t xml:space="preserve"> </w:t>
      </w:r>
      <w:r w:rsidRPr="00111522">
        <w:t>entity</w:t>
      </w:r>
      <w:r w:rsidR="007B279A" w:rsidRPr="00111522">
        <w:t xml:space="preserve"> (klíče)</w:t>
      </w:r>
      <w:r w:rsidR="001434D8" w:rsidRPr="00111522">
        <w:t xml:space="preserve">. </w:t>
      </w:r>
    </w:p>
    <w:p w:rsidR="001434D8" w:rsidRPr="00FE2102" w:rsidRDefault="001434D8" w:rsidP="001434D8">
      <w:pPr>
        <w:pStyle w:val="eLineBottom"/>
      </w:pPr>
    </w:p>
    <w:p w:rsidR="001434D8" w:rsidRPr="00FE2102" w:rsidRDefault="001434D8" w:rsidP="001434D8">
      <w:r w:rsidRPr="00FE2102">
        <w:t xml:space="preserve"> </w:t>
      </w:r>
    </w:p>
    <w:p w:rsidR="009945F3" w:rsidRDefault="009945F3">
      <w:pPr>
        <w:rPr>
          <w:b/>
        </w:rPr>
      </w:pPr>
      <w:r>
        <w:br w:type="page"/>
      </w:r>
    </w:p>
    <w:p w:rsidR="001434D8" w:rsidRPr="00FE2102" w:rsidRDefault="00A115CF" w:rsidP="001434D8">
      <w:pPr>
        <w:pStyle w:val="eTask"/>
      </w:pPr>
      <w:r w:rsidRPr="00FE2102">
        <w:lastRenderedPageBreak/>
        <w:t>Uveďte přehled klíčů, které jsou u technologie Bluetooth využívány pro zabezpečení komunikace</w:t>
      </w:r>
      <w:r w:rsidR="001434D8" w:rsidRPr="00FE2102">
        <w:t>.</w:t>
      </w:r>
    </w:p>
    <w:p w:rsidR="00506418" w:rsidRPr="00FE2102" w:rsidRDefault="00506418" w:rsidP="00BA272B"/>
    <w:p w:rsidR="00A115CF" w:rsidRPr="00FE2102" w:rsidRDefault="00A115CF" w:rsidP="009945F3">
      <w:pPr>
        <w:ind w:left="357"/>
      </w:pPr>
      <w:r w:rsidRPr="00FE2102">
        <w:t>1.</w:t>
      </w:r>
      <w:r w:rsidRPr="00FE2102">
        <w:tab/>
      </w:r>
      <w:r w:rsidR="00111522">
        <w:t>______________________________</w:t>
      </w:r>
    </w:p>
    <w:p w:rsidR="00A115CF" w:rsidRPr="00FE2102" w:rsidRDefault="00A115CF" w:rsidP="009945F3">
      <w:pPr>
        <w:ind w:left="357"/>
        <w:rPr>
          <w:noProof/>
          <w:lang w:eastAsia="sk-SK"/>
        </w:rPr>
      </w:pPr>
    </w:p>
    <w:p w:rsidR="00A115CF" w:rsidRPr="00FE2102" w:rsidRDefault="00A115CF" w:rsidP="009945F3">
      <w:pPr>
        <w:ind w:left="357"/>
        <w:rPr>
          <w:noProof/>
          <w:lang w:eastAsia="sk-SK"/>
        </w:rPr>
      </w:pPr>
      <w:r w:rsidRPr="00FE2102">
        <w:rPr>
          <w:noProof/>
          <w:lang w:eastAsia="sk-SK"/>
        </w:rPr>
        <w:t>2.</w:t>
      </w:r>
      <w:r w:rsidRPr="00FE2102">
        <w:tab/>
      </w:r>
      <w:r w:rsidR="00111522">
        <w:t>______________________________</w:t>
      </w:r>
    </w:p>
    <w:p w:rsidR="00A115CF" w:rsidRPr="00FE2102" w:rsidRDefault="00A115CF" w:rsidP="009945F3">
      <w:pPr>
        <w:ind w:left="357"/>
        <w:rPr>
          <w:noProof/>
          <w:lang w:eastAsia="sk-SK"/>
        </w:rPr>
      </w:pPr>
    </w:p>
    <w:p w:rsidR="00A115CF" w:rsidRPr="00FE2102" w:rsidRDefault="00A115CF" w:rsidP="009945F3">
      <w:pPr>
        <w:ind w:left="357"/>
        <w:rPr>
          <w:noProof/>
          <w:lang w:eastAsia="sk-SK"/>
        </w:rPr>
      </w:pPr>
      <w:r w:rsidRPr="00FE2102">
        <w:rPr>
          <w:noProof/>
          <w:lang w:eastAsia="sk-SK"/>
        </w:rPr>
        <w:t>3.</w:t>
      </w:r>
      <w:r w:rsidRPr="00FE2102">
        <w:tab/>
      </w:r>
      <w:r w:rsidR="00111522">
        <w:t>______________________________</w:t>
      </w:r>
    </w:p>
    <w:p w:rsidR="00A115CF" w:rsidRPr="00FE2102" w:rsidRDefault="00A115CF" w:rsidP="00A115CF">
      <w:pPr>
        <w:rPr>
          <w:noProof/>
          <w:lang w:eastAsia="sk-SK"/>
        </w:rPr>
      </w:pPr>
    </w:p>
    <w:p w:rsidR="00A115CF" w:rsidRDefault="00A115CF" w:rsidP="009945F3">
      <w:pPr>
        <w:ind w:left="357"/>
      </w:pPr>
      <w:r w:rsidRPr="00FE2102">
        <w:rPr>
          <w:noProof/>
          <w:lang w:eastAsia="sk-SK"/>
        </w:rPr>
        <w:t>4.</w:t>
      </w:r>
      <w:r w:rsidRPr="00FE2102">
        <w:tab/>
      </w:r>
      <w:r w:rsidR="00111522">
        <w:t>______________________________</w:t>
      </w:r>
    </w:p>
    <w:p w:rsidR="009945F3" w:rsidRDefault="009945F3" w:rsidP="009945F3">
      <w:pPr>
        <w:ind w:left="357"/>
      </w:pPr>
    </w:p>
    <w:p w:rsidR="009945F3" w:rsidRDefault="009945F3" w:rsidP="009945F3">
      <w:pPr>
        <w:pStyle w:val="eLineBottom"/>
      </w:pPr>
    </w:p>
    <w:p w:rsidR="009945F3" w:rsidRPr="00FE2102" w:rsidRDefault="009945F3" w:rsidP="009945F3">
      <w:pPr>
        <w:ind w:left="357"/>
        <w:rPr>
          <w:noProof/>
          <w:lang w:eastAsia="sk-SK"/>
        </w:rPr>
      </w:pPr>
    </w:p>
    <w:p w:rsidR="00BA272B" w:rsidRPr="00FE2102" w:rsidRDefault="00BA272B" w:rsidP="00BA272B">
      <w:pPr>
        <w:pStyle w:val="eTask"/>
      </w:pPr>
      <w:r w:rsidRPr="00FE2102">
        <w:t>Uveďte a nakreslete možné topologie sítí používané v rámci technologie Bluetooth:</w:t>
      </w:r>
    </w:p>
    <w:p w:rsidR="00BA272B" w:rsidRPr="00FE2102" w:rsidRDefault="00BA272B" w:rsidP="00576CC6">
      <w:pPr>
        <w:pStyle w:val="eTask"/>
        <w:numPr>
          <w:ilvl w:val="0"/>
          <w:numId w:val="0"/>
        </w:numPr>
        <w:ind w:left="284" w:hanging="284"/>
      </w:pPr>
    </w:p>
    <w:p w:rsidR="00576CC6" w:rsidRDefault="00576CC6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111522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111522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111522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111522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111522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111522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111522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111522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111522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111522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111522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111522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111522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111522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111522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111522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111522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111522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111522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111522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111522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5246DC" w:rsidRPr="00FE2102" w:rsidRDefault="005246DC" w:rsidP="009945F3">
      <w:pPr>
        <w:pStyle w:val="eLineBottom"/>
        <w:pBdr>
          <w:bottom w:val="none" w:sz="0" w:space="0" w:color="auto"/>
        </w:pBdr>
      </w:pPr>
    </w:p>
    <w:p w:rsidR="005246DC" w:rsidRPr="00FE2102" w:rsidRDefault="005246DC" w:rsidP="005246DC">
      <w:r w:rsidRPr="00FE2102">
        <w:t xml:space="preserve"> </w:t>
      </w:r>
    </w:p>
    <w:p w:rsidR="009945F3" w:rsidRDefault="009945F3">
      <w:pPr>
        <w:rPr>
          <w:b/>
        </w:rPr>
      </w:pPr>
      <w:r>
        <w:br w:type="page"/>
      </w:r>
    </w:p>
    <w:p w:rsidR="005246DC" w:rsidRPr="00FE2102" w:rsidRDefault="00803BD9" w:rsidP="00803BD9">
      <w:pPr>
        <w:pStyle w:val="eTask"/>
      </w:pPr>
      <w:r w:rsidRPr="00FE2102">
        <w:lastRenderedPageBreak/>
        <w:t>Upravte následující tvrzení tak, aby jejich znění byla pravdivá.</w:t>
      </w:r>
    </w:p>
    <w:p w:rsidR="00D8441C" w:rsidRPr="00FE2102" w:rsidRDefault="00D8441C" w:rsidP="00D8441C">
      <w:pPr>
        <w:pStyle w:val="eTask"/>
        <w:numPr>
          <w:ilvl w:val="0"/>
          <w:numId w:val="0"/>
        </w:numPr>
        <w:ind w:left="284" w:hanging="284"/>
      </w:pPr>
    </w:p>
    <w:p w:rsidR="00D8441C" w:rsidRPr="00111522" w:rsidRDefault="00520E3A" w:rsidP="009945F3">
      <w:pPr>
        <w:spacing w:line="360" w:lineRule="auto"/>
      </w:pPr>
      <w:r w:rsidRPr="00111522">
        <w:t xml:space="preserve">Soustava dvou a více zařízení, které sdílejí stejný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fyzický</m:t>
                  </m:r>
                </m:e>
              </m:mr>
              <m:mr>
                <m:e>
                  <m:r>
                    <m:rPr>
                      <m:nor/>
                    </m:rPr>
                    <m:t>logický</m:t>
                  </m:r>
                </m:e>
              </m:mr>
            </m:m>
          </m:e>
        </m:d>
      </m:oMath>
      <w:r w:rsidR="00D8441C" w:rsidRPr="00111522">
        <w:t xml:space="preserve"> </w:t>
      </w:r>
      <w:r w:rsidRPr="00111522">
        <w:t>kanál, se nazývá</w:t>
      </w:r>
      <w:r w:rsidR="00D8441C" w:rsidRPr="00111522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scatternet</m:t>
                  </m:r>
                </m:e>
              </m:mr>
              <m:mr>
                <m:e>
                  <m:r>
                    <m:rPr>
                      <m:nor/>
                    </m:rPr>
                    <m:t>pikonet</m:t>
                  </m:r>
                </m:e>
              </m:mr>
            </m:m>
          </m:e>
        </m:d>
      </m:oMath>
      <w:r w:rsidRPr="00111522">
        <w:t xml:space="preserve">.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Žádné</m:t>
                  </m:r>
                </m:e>
              </m:mr>
              <m:mr>
                <m:e>
                  <m:r>
                    <m:rPr>
                      <m:nor/>
                    </m:rPr>
                    <m:t>Jedno</m:t>
                  </m:r>
                </m:e>
              </m:mr>
            </m:m>
          </m:e>
        </m:d>
      </m:oMath>
      <w:r w:rsidR="005B59E1" w:rsidRPr="00111522">
        <w:t xml:space="preserve"> ze zařízení v pikosíti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je</m:t>
                  </m:r>
                </m:e>
              </m:mr>
              <m:mr>
                <m:e>
                  <m:r>
                    <m:rPr>
                      <m:nor/>
                    </m:rPr>
                    <m:t>není</m:t>
                  </m:r>
                </m:e>
              </m:mr>
            </m:m>
          </m:e>
        </m:d>
      </m:oMath>
      <w:r w:rsidR="005B59E1" w:rsidRPr="00111522">
        <w:t xml:space="preserve"> z hlediska řízení komunikace vždy nadřazené ostatním.</w:t>
      </w:r>
    </w:p>
    <w:p w:rsidR="0099101E" w:rsidRDefault="00D62C8F" w:rsidP="009945F3">
      <w:pPr>
        <w:spacing w:line="360" w:lineRule="auto"/>
      </w:pPr>
      <w:r w:rsidRPr="00111522">
        <w:t xml:space="preserve">Synchronizace a sekvence kmitočtů je vždy odvozována od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podřízené</m:t>
                  </m:r>
                </m:e>
              </m:mr>
              <m:mr>
                <m:e>
                  <m:r>
                    <m:rPr>
                      <m:nor/>
                    </m:rPr>
                    <m:t>řídicí</m:t>
                  </m:r>
                </m:e>
              </m:mr>
            </m:m>
          </m:e>
        </m:d>
      </m:oMath>
      <w:r w:rsidRPr="00111522">
        <w:t xml:space="preserve"> stanice.</w:t>
      </w:r>
    </w:p>
    <w:p w:rsidR="009945F3" w:rsidRDefault="009945F3" w:rsidP="009945F3">
      <w:pPr>
        <w:pStyle w:val="eLineBottom"/>
      </w:pPr>
    </w:p>
    <w:p w:rsidR="009945F3" w:rsidRPr="00FE2102" w:rsidRDefault="009945F3" w:rsidP="009945F3">
      <w:pPr>
        <w:spacing w:line="360" w:lineRule="auto"/>
      </w:pPr>
    </w:p>
    <w:p w:rsidR="00223478" w:rsidRPr="00FE2102" w:rsidRDefault="00A72262" w:rsidP="0099101E">
      <w:pPr>
        <w:pStyle w:val="eTask"/>
      </w:pPr>
      <w:r w:rsidRPr="00FE2102">
        <w:t>Uveďte procesy používané pro zpracování toku bitů na fyzické vrstvě technologie Bluetooth</w:t>
      </w:r>
      <w:r w:rsidR="0099101E" w:rsidRPr="00FE2102">
        <w:t>.</w:t>
      </w:r>
    </w:p>
    <w:p w:rsidR="005B2976" w:rsidRPr="00FE2102" w:rsidRDefault="005B2976" w:rsidP="005B2976">
      <w:pPr>
        <w:pStyle w:val="eTask"/>
        <w:numPr>
          <w:ilvl w:val="0"/>
          <w:numId w:val="0"/>
        </w:numPr>
      </w:pPr>
    </w:p>
    <w:tbl>
      <w:tblPr>
        <w:tblStyle w:val="Mkatabulky"/>
        <w:tblW w:w="5000" w:type="pct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6716FF" w:rsidRPr="00FE2102" w:rsidTr="00B94934">
        <w:tc>
          <w:tcPr>
            <w:tcW w:w="2500" w:type="pct"/>
          </w:tcPr>
          <w:p w:rsidR="006716FF" w:rsidRPr="009945F3" w:rsidRDefault="00DA3E3E" w:rsidP="006716FF">
            <w:pPr>
              <w:pStyle w:val="eTask"/>
              <w:numPr>
                <w:ilvl w:val="0"/>
                <w:numId w:val="0"/>
              </w:numPr>
              <w:ind w:left="284"/>
              <w:jc w:val="center"/>
            </w:pPr>
            <w:r w:rsidRPr="009945F3">
              <w:t>Zpracování bitů záhlaví</w:t>
            </w:r>
          </w:p>
        </w:tc>
        <w:tc>
          <w:tcPr>
            <w:tcW w:w="2500" w:type="pct"/>
          </w:tcPr>
          <w:p w:rsidR="006716FF" w:rsidRPr="009945F3" w:rsidRDefault="00DA3E3E" w:rsidP="006716FF">
            <w:pPr>
              <w:pStyle w:val="eTask"/>
              <w:numPr>
                <w:ilvl w:val="0"/>
                <w:numId w:val="0"/>
              </w:numPr>
              <w:jc w:val="center"/>
            </w:pPr>
            <w:r w:rsidRPr="009945F3">
              <w:t>Zpracování bitů uživatelských dat</w:t>
            </w:r>
          </w:p>
        </w:tc>
      </w:tr>
    </w:tbl>
    <w:p w:rsidR="005B2976" w:rsidRPr="00FE2102" w:rsidRDefault="005B2976" w:rsidP="005B2976">
      <w:pPr>
        <w:pStyle w:val="eTask"/>
        <w:numPr>
          <w:ilvl w:val="0"/>
          <w:numId w:val="0"/>
        </w:numPr>
        <w:ind w:left="284" w:hanging="284"/>
        <w:rPr>
          <w:sz w:val="16"/>
          <w:szCs w:val="16"/>
        </w:rPr>
      </w:pPr>
    </w:p>
    <w:tbl>
      <w:tblPr>
        <w:tblStyle w:val="Mkatabulky"/>
        <w:tblW w:w="5000" w:type="pct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6716FF" w:rsidRPr="00FE2102" w:rsidTr="009945F3">
        <w:tc>
          <w:tcPr>
            <w:tcW w:w="2500" w:type="pct"/>
          </w:tcPr>
          <w:p w:rsidR="006716FF" w:rsidRPr="00111522" w:rsidRDefault="00354E3B" w:rsidP="009945F3">
            <w:pPr>
              <w:pStyle w:val="eTask"/>
              <w:numPr>
                <w:ilvl w:val="0"/>
                <w:numId w:val="0"/>
              </w:numPr>
              <w:spacing w:before="120" w:after="120"/>
              <w:ind w:left="851"/>
              <w:contextualSpacing w:val="0"/>
              <w:rPr>
                <w:b w:val="0"/>
              </w:rPr>
            </w:pPr>
            <w:r w:rsidRPr="00111522">
              <w:rPr>
                <w:b w:val="0"/>
              </w:rPr>
              <w:t>1.</w:t>
            </w:r>
            <w:r w:rsidR="00FE2102" w:rsidRPr="00111522">
              <w:rPr>
                <w:b w:val="0"/>
              </w:rPr>
              <w:t xml:space="preserve"> </w:t>
            </w:r>
            <w:r w:rsidR="00111522">
              <w:t>____________________</w:t>
            </w:r>
          </w:p>
        </w:tc>
        <w:tc>
          <w:tcPr>
            <w:tcW w:w="2500" w:type="pct"/>
          </w:tcPr>
          <w:p w:rsidR="006716FF" w:rsidRPr="00111522" w:rsidRDefault="00354E3B" w:rsidP="009945F3">
            <w:pPr>
              <w:pStyle w:val="eTask"/>
              <w:numPr>
                <w:ilvl w:val="0"/>
                <w:numId w:val="0"/>
              </w:numPr>
              <w:spacing w:before="120" w:after="120"/>
              <w:ind w:left="567"/>
              <w:contextualSpacing w:val="0"/>
              <w:rPr>
                <w:b w:val="0"/>
              </w:rPr>
            </w:pPr>
            <w:r w:rsidRPr="00111522">
              <w:rPr>
                <w:b w:val="0"/>
              </w:rPr>
              <w:t>1.</w:t>
            </w:r>
            <w:r w:rsidR="00FE2102" w:rsidRPr="00111522">
              <w:t xml:space="preserve"> </w:t>
            </w:r>
            <w:r w:rsidR="00111522">
              <w:t>____________________</w:t>
            </w:r>
          </w:p>
        </w:tc>
      </w:tr>
      <w:tr w:rsidR="006716FF" w:rsidRPr="00FE2102" w:rsidTr="009945F3">
        <w:tc>
          <w:tcPr>
            <w:tcW w:w="2500" w:type="pct"/>
          </w:tcPr>
          <w:p w:rsidR="00354E3B" w:rsidRPr="00111522" w:rsidRDefault="00354E3B" w:rsidP="009945F3">
            <w:pPr>
              <w:pStyle w:val="eTask"/>
              <w:numPr>
                <w:ilvl w:val="0"/>
                <w:numId w:val="0"/>
              </w:numPr>
              <w:spacing w:before="120" w:after="120"/>
              <w:ind w:left="851"/>
              <w:contextualSpacing w:val="0"/>
              <w:rPr>
                <w:b w:val="0"/>
              </w:rPr>
            </w:pPr>
            <w:r w:rsidRPr="00111522">
              <w:rPr>
                <w:b w:val="0"/>
              </w:rPr>
              <w:t>2.</w:t>
            </w:r>
            <w:r w:rsidR="00FE2102" w:rsidRPr="00111522">
              <w:rPr>
                <w:b w:val="0"/>
              </w:rPr>
              <w:t xml:space="preserve"> </w:t>
            </w:r>
            <w:r w:rsidR="00111522">
              <w:t>____________________</w:t>
            </w:r>
          </w:p>
        </w:tc>
        <w:tc>
          <w:tcPr>
            <w:tcW w:w="2500" w:type="pct"/>
          </w:tcPr>
          <w:p w:rsidR="006716FF" w:rsidRPr="00111522" w:rsidRDefault="00354E3B" w:rsidP="009945F3">
            <w:pPr>
              <w:pStyle w:val="eTask"/>
              <w:numPr>
                <w:ilvl w:val="0"/>
                <w:numId w:val="0"/>
              </w:numPr>
              <w:spacing w:before="120" w:after="120"/>
              <w:ind w:left="567"/>
              <w:contextualSpacing w:val="0"/>
              <w:rPr>
                <w:b w:val="0"/>
              </w:rPr>
            </w:pPr>
            <w:r w:rsidRPr="00111522">
              <w:rPr>
                <w:b w:val="0"/>
              </w:rPr>
              <w:t>2.</w:t>
            </w:r>
            <w:r w:rsidR="00FE2102" w:rsidRPr="00111522">
              <w:rPr>
                <w:b w:val="0"/>
              </w:rPr>
              <w:t xml:space="preserve"> </w:t>
            </w:r>
            <w:r w:rsidR="00111522">
              <w:t>____________________</w:t>
            </w:r>
          </w:p>
        </w:tc>
      </w:tr>
      <w:tr w:rsidR="006716FF" w:rsidRPr="00FE2102" w:rsidTr="009945F3">
        <w:tc>
          <w:tcPr>
            <w:tcW w:w="2500" w:type="pct"/>
          </w:tcPr>
          <w:p w:rsidR="006716FF" w:rsidRPr="00111522" w:rsidRDefault="00354E3B" w:rsidP="009945F3">
            <w:pPr>
              <w:pStyle w:val="eTask"/>
              <w:numPr>
                <w:ilvl w:val="0"/>
                <w:numId w:val="0"/>
              </w:numPr>
              <w:spacing w:before="120" w:after="120"/>
              <w:ind w:left="851"/>
              <w:contextualSpacing w:val="0"/>
              <w:rPr>
                <w:b w:val="0"/>
              </w:rPr>
            </w:pPr>
            <w:r w:rsidRPr="00111522">
              <w:rPr>
                <w:b w:val="0"/>
              </w:rPr>
              <w:t>3.</w:t>
            </w:r>
            <w:r w:rsidR="00FE2102" w:rsidRPr="00111522">
              <w:rPr>
                <w:b w:val="0"/>
              </w:rPr>
              <w:t xml:space="preserve"> </w:t>
            </w:r>
            <w:r w:rsidR="00111522">
              <w:t>____________________</w:t>
            </w:r>
          </w:p>
        </w:tc>
        <w:tc>
          <w:tcPr>
            <w:tcW w:w="2500" w:type="pct"/>
          </w:tcPr>
          <w:p w:rsidR="006716FF" w:rsidRPr="00111522" w:rsidRDefault="00354E3B" w:rsidP="009945F3">
            <w:pPr>
              <w:pStyle w:val="eTask"/>
              <w:numPr>
                <w:ilvl w:val="0"/>
                <w:numId w:val="0"/>
              </w:numPr>
              <w:spacing w:before="120" w:after="120"/>
              <w:ind w:left="567"/>
              <w:contextualSpacing w:val="0"/>
              <w:rPr>
                <w:b w:val="0"/>
              </w:rPr>
            </w:pPr>
            <w:r w:rsidRPr="00111522">
              <w:rPr>
                <w:b w:val="0"/>
              </w:rPr>
              <w:t>3.</w:t>
            </w:r>
            <w:r w:rsidR="00FE2102" w:rsidRPr="00111522">
              <w:rPr>
                <w:b w:val="0"/>
              </w:rPr>
              <w:t xml:space="preserve"> </w:t>
            </w:r>
            <w:r w:rsidR="00111522">
              <w:t>____________________</w:t>
            </w:r>
          </w:p>
        </w:tc>
      </w:tr>
      <w:tr w:rsidR="006716FF" w:rsidRPr="00FE2102" w:rsidTr="009945F3">
        <w:tc>
          <w:tcPr>
            <w:tcW w:w="2500" w:type="pct"/>
          </w:tcPr>
          <w:p w:rsidR="006716FF" w:rsidRPr="00111522" w:rsidRDefault="006716FF" w:rsidP="009945F3">
            <w:pPr>
              <w:pStyle w:val="eTask"/>
              <w:numPr>
                <w:ilvl w:val="0"/>
                <w:numId w:val="0"/>
              </w:numPr>
              <w:spacing w:before="120" w:after="120"/>
              <w:ind w:left="851"/>
              <w:contextualSpacing w:val="0"/>
              <w:rPr>
                <w:b w:val="0"/>
              </w:rPr>
            </w:pPr>
          </w:p>
        </w:tc>
        <w:tc>
          <w:tcPr>
            <w:tcW w:w="2500" w:type="pct"/>
          </w:tcPr>
          <w:p w:rsidR="006716FF" w:rsidRPr="00111522" w:rsidRDefault="00354E3B" w:rsidP="009945F3">
            <w:pPr>
              <w:pStyle w:val="eTask"/>
              <w:numPr>
                <w:ilvl w:val="0"/>
                <w:numId w:val="0"/>
              </w:numPr>
              <w:spacing w:before="120" w:after="120"/>
              <w:ind w:left="567"/>
              <w:contextualSpacing w:val="0"/>
              <w:rPr>
                <w:b w:val="0"/>
              </w:rPr>
            </w:pPr>
            <w:r w:rsidRPr="00111522">
              <w:rPr>
                <w:b w:val="0"/>
              </w:rPr>
              <w:t>4.</w:t>
            </w:r>
            <w:r w:rsidR="00FE2102" w:rsidRPr="00111522">
              <w:rPr>
                <w:b w:val="0"/>
              </w:rPr>
              <w:t xml:space="preserve"> </w:t>
            </w:r>
            <w:r w:rsidR="00111522">
              <w:t>____________________</w:t>
            </w:r>
          </w:p>
        </w:tc>
      </w:tr>
    </w:tbl>
    <w:p w:rsidR="00A72262" w:rsidRPr="00FE2102" w:rsidRDefault="00A72262" w:rsidP="009945F3">
      <w:pPr>
        <w:pStyle w:val="eTask"/>
        <w:numPr>
          <w:ilvl w:val="0"/>
          <w:numId w:val="0"/>
        </w:numPr>
        <w:jc w:val="both"/>
      </w:pPr>
    </w:p>
    <w:sectPr w:rsidR="00A72262" w:rsidRPr="00FE2102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531" w:rsidRDefault="000D6531" w:rsidP="00861A1A">
      <w:r>
        <w:separator/>
      </w:r>
    </w:p>
  </w:endnote>
  <w:endnote w:type="continuationSeparator" w:id="0">
    <w:p w:rsidR="000D6531" w:rsidRDefault="000D6531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FC07A5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9945F3" w:rsidRPr="009945F3" w:rsidRDefault="009945F3" w:rsidP="009945F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9945F3">
            <w:rPr>
              <w:sz w:val="16"/>
              <w:szCs w:val="16"/>
            </w:rPr>
            <w:t>Tento projekt byl realizován za finanční podpory Evropské unie.</w:t>
          </w:r>
        </w:p>
        <w:p w:rsidR="00BF5E09" w:rsidRPr="00CA51B5" w:rsidRDefault="009945F3" w:rsidP="009945F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9945F3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531" w:rsidRDefault="000D6531" w:rsidP="00861A1A">
      <w:r>
        <w:separator/>
      </w:r>
    </w:p>
  </w:footnote>
  <w:footnote w:type="continuationSeparator" w:id="0">
    <w:p w:rsidR="000D6531" w:rsidRDefault="000D6531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9945F3">
      <w:rPr>
        <w:rFonts w:ascii="Calibri" w:hAnsi="Calibri"/>
        <w:b/>
        <w:smallCaps/>
        <w:noProof/>
      </w:rPr>
      <w:t>PRACOVNÍ LIST</w:t>
    </w:r>
  </w:p>
  <w:p w:rsidR="00C148FD" w:rsidRPr="00C148FD" w:rsidRDefault="009945F3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MODERNÍ DATOVÁ ROZHRANÍ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EB4936"/>
    <w:multiLevelType w:val="hybridMultilevel"/>
    <w:tmpl w:val="8228D3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7A5"/>
    <w:rsid w:val="0000673F"/>
    <w:rsid w:val="00016AD8"/>
    <w:rsid w:val="00017595"/>
    <w:rsid w:val="00021197"/>
    <w:rsid w:val="00030EDA"/>
    <w:rsid w:val="00045BEB"/>
    <w:rsid w:val="00063FCC"/>
    <w:rsid w:val="00073ADF"/>
    <w:rsid w:val="0007473C"/>
    <w:rsid w:val="000750C9"/>
    <w:rsid w:val="00087EAC"/>
    <w:rsid w:val="00094A16"/>
    <w:rsid w:val="000A233F"/>
    <w:rsid w:val="000A55B3"/>
    <w:rsid w:val="000C6B3A"/>
    <w:rsid w:val="000D6531"/>
    <w:rsid w:val="000E1BA3"/>
    <w:rsid w:val="00111522"/>
    <w:rsid w:val="00123CC7"/>
    <w:rsid w:val="001301D8"/>
    <w:rsid w:val="0013693D"/>
    <w:rsid w:val="00136968"/>
    <w:rsid w:val="001434D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E5CEF"/>
    <w:rsid w:val="001F6290"/>
    <w:rsid w:val="00202572"/>
    <w:rsid w:val="00213F2C"/>
    <w:rsid w:val="00223478"/>
    <w:rsid w:val="00225015"/>
    <w:rsid w:val="00272012"/>
    <w:rsid w:val="002825A8"/>
    <w:rsid w:val="00283A7C"/>
    <w:rsid w:val="002850DE"/>
    <w:rsid w:val="00292860"/>
    <w:rsid w:val="002976A9"/>
    <w:rsid w:val="002A72A9"/>
    <w:rsid w:val="002B0278"/>
    <w:rsid w:val="002B0866"/>
    <w:rsid w:val="002B41A8"/>
    <w:rsid w:val="002E301D"/>
    <w:rsid w:val="00304ADA"/>
    <w:rsid w:val="00306B9F"/>
    <w:rsid w:val="00307892"/>
    <w:rsid w:val="00315203"/>
    <w:rsid w:val="003226F2"/>
    <w:rsid w:val="00337851"/>
    <w:rsid w:val="00347E4D"/>
    <w:rsid w:val="00351AF3"/>
    <w:rsid w:val="00354E3B"/>
    <w:rsid w:val="0039238A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C0E36"/>
    <w:rsid w:val="004E5E95"/>
    <w:rsid w:val="004E70EA"/>
    <w:rsid w:val="004F5AFF"/>
    <w:rsid w:val="00506418"/>
    <w:rsid w:val="005132B0"/>
    <w:rsid w:val="00517E3A"/>
    <w:rsid w:val="00520E3A"/>
    <w:rsid w:val="0052284C"/>
    <w:rsid w:val="005246DC"/>
    <w:rsid w:val="00561B7B"/>
    <w:rsid w:val="00561C5A"/>
    <w:rsid w:val="005728B3"/>
    <w:rsid w:val="005738D5"/>
    <w:rsid w:val="0057504E"/>
    <w:rsid w:val="00576CC6"/>
    <w:rsid w:val="005832C4"/>
    <w:rsid w:val="00587966"/>
    <w:rsid w:val="00596997"/>
    <w:rsid w:val="005B2976"/>
    <w:rsid w:val="005B2E55"/>
    <w:rsid w:val="005B37E2"/>
    <w:rsid w:val="005B460C"/>
    <w:rsid w:val="005B59E1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326F"/>
    <w:rsid w:val="006716FF"/>
    <w:rsid w:val="0068067D"/>
    <w:rsid w:val="0068131D"/>
    <w:rsid w:val="00690FB1"/>
    <w:rsid w:val="006A24C7"/>
    <w:rsid w:val="006B5B0B"/>
    <w:rsid w:val="006B5D59"/>
    <w:rsid w:val="006D147D"/>
    <w:rsid w:val="006D39B2"/>
    <w:rsid w:val="006D3F30"/>
    <w:rsid w:val="006D50FA"/>
    <w:rsid w:val="006F0D5B"/>
    <w:rsid w:val="006F787A"/>
    <w:rsid w:val="00710301"/>
    <w:rsid w:val="0073574D"/>
    <w:rsid w:val="00736295"/>
    <w:rsid w:val="007460F9"/>
    <w:rsid w:val="0076745A"/>
    <w:rsid w:val="007738BD"/>
    <w:rsid w:val="007837ED"/>
    <w:rsid w:val="00790D07"/>
    <w:rsid w:val="007B279A"/>
    <w:rsid w:val="007C0FDD"/>
    <w:rsid w:val="007C308E"/>
    <w:rsid w:val="007C5B85"/>
    <w:rsid w:val="007E16D1"/>
    <w:rsid w:val="007E6CED"/>
    <w:rsid w:val="00802588"/>
    <w:rsid w:val="00803BD9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B05F5"/>
    <w:rsid w:val="008B67F9"/>
    <w:rsid w:val="008B6CCD"/>
    <w:rsid w:val="008C64E0"/>
    <w:rsid w:val="008C78C3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57BA8"/>
    <w:rsid w:val="00963F86"/>
    <w:rsid w:val="0097175A"/>
    <w:rsid w:val="00974B16"/>
    <w:rsid w:val="009802AD"/>
    <w:rsid w:val="0099101E"/>
    <w:rsid w:val="009945F3"/>
    <w:rsid w:val="009A5F9E"/>
    <w:rsid w:val="009B638C"/>
    <w:rsid w:val="009C7B24"/>
    <w:rsid w:val="009E2A2A"/>
    <w:rsid w:val="009F6E5E"/>
    <w:rsid w:val="00A115CF"/>
    <w:rsid w:val="00A17111"/>
    <w:rsid w:val="00A25419"/>
    <w:rsid w:val="00A26A28"/>
    <w:rsid w:val="00A41E41"/>
    <w:rsid w:val="00A50FFF"/>
    <w:rsid w:val="00A527AF"/>
    <w:rsid w:val="00A54992"/>
    <w:rsid w:val="00A633E1"/>
    <w:rsid w:val="00A65E53"/>
    <w:rsid w:val="00A72262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8711A"/>
    <w:rsid w:val="00B94934"/>
    <w:rsid w:val="00B94FBB"/>
    <w:rsid w:val="00BA272B"/>
    <w:rsid w:val="00BA3595"/>
    <w:rsid w:val="00BB3CAA"/>
    <w:rsid w:val="00BB48C7"/>
    <w:rsid w:val="00BC1F6B"/>
    <w:rsid w:val="00BC732E"/>
    <w:rsid w:val="00BD01EC"/>
    <w:rsid w:val="00BD3D30"/>
    <w:rsid w:val="00BD7612"/>
    <w:rsid w:val="00BE6648"/>
    <w:rsid w:val="00BF5E09"/>
    <w:rsid w:val="00BF6970"/>
    <w:rsid w:val="00C148FD"/>
    <w:rsid w:val="00C2393A"/>
    <w:rsid w:val="00C47299"/>
    <w:rsid w:val="00C5580D"/>
    <w:rsid w:val="00C57915"/>
    <w:rsid w:val="00C7264E"/>
    <w:rsid w:val="00C767C9"/>
    <w:rsid w:val="00C878F0"/>
    <w:rsid w:val="00C96F9C"/>
    <w:rsid w:val="00CA51B5"/>
    <w:rsid w:val="00CA74DB"/>
    <w:rsid w:val="00CC2293"/>
    <w:rsid w:val="00CC266E"/>
    <w:rsid w:val="00CE09BA"/>
    <w:rsid w:val="00CF32F3"/>
    <w:rsid w:val="00CF4DFA"/>
    <w:rsid w:val="00D060B3"/>
    <w:rsid w:val="00D06992"/>
    <w:rsid w:val="00D20A5C"/>
    <w:rsid w:val="00D2650E"/>
    <w:rsid w:val="00D33524"/>
    <w:rsid w:val="00D573B0"/>
    <w:rsid w:val="00D62C8F"/>
    <w:rsid w:val="00D6535B"/>
    <w:rsid w:val="00D71B81"/>
    <w:rsid w:val="00D773FA"/>
    <w:rsid w:val="00D8441C"/>
    <w:rsid w:val="00DA18A6"/>
    <w:rsid w:val="00DA1F5C"/>
    <w:rsid w:val="00DA24E3"/>
    <w:rsid w:val="00DA3E3E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168D6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  <w:rsid w:val="00FC07A5"/>
    <w:rsid w:val="00FE2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853FE8"/>
  <w15:chartTrackingRefBased/>
  <w15:docId w15:val="{8FD852C1-290B-403C-9621-4B9A48569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26F2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5%20-%20Modern%20Data%20Interface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3</Pages>
  <Words>298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Marek Nevosad</cp:lastModifiedBy>
  <cp:revision>2</cp:revision>
  <cp:lastPrinted>2013-05-24T15:00:00Z</cp:lastPrinted>
  <dcterms:created xsi:type="dcterms:W3CDTF">2016-02-22T12:05:00Z</dcterms:created>
  <dcterms:modified xsi:type="dcterms:W3CDTF">2016-02-22T12:05:00Z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