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A056AC" w:rsidRDefault="003264F1" w:rsidP="003264F1">
      <w:pPr>
        <w:pStyle w:val="eTask"/>
        <w:ind w:left="360" w:hanging="360"/>
      </w:pPr>
      <w:r>
        <w:t>Jaké typy rozhraní je možné využívat v přístupových a pátečních sítích?</w:t>
      </w:r>
    </w:p>
    <w:p w:rsidR="003264F1" w:rsidRPr="00A056AC" w:rsidRDefault="003264F1" w:rsidP="003264F1"/>
    <w:p w:rsidR="003264F1" w:rsidRPr="00A056AC" w:rsidRDefault="003264F1" w:rsidP="003137B1">
      <w:pPr>
        <w:ind w:left="357"/>
      </w:pPr>
      <w:r w:rsidRPr="00A056AC">
        <w:t>1.</w:t>
      </w:r>
      <w:r w:rsidRPr="00A056AC">
        <w:tab/>
      </w:r>
      <w:r w:rsidR="003E24B0" w:rsidRPr="003E24B0">
        <w:t>______________________________</w:t>
      </w:r>
    </w:p>
    <w:p w:rsidR="003264F1" w:rsidRPr="00A056AC" w:rsidRDefault="003264F1" w:rsidP="003137B1">
      <w:pPr>
        <w:ind w:left="357"/>
        <w:rPr>
          <w:noProof/>
          <w:lang w:eastAsia="sk-SK"/>
        </w:rPr>
      </w:pPr>
    </w:p>
    <w:p w:rsidR="003264F1" w:rsidRPr="00A056AC" w:rsidRDefault="003264F1" w:rsidP="003137B1">
      <w:pPr>
        <w:ind w:left="357"/>
        <w:rPr>
          <w:noProof/>
          <w:lang w:eastAsia="sk-SK"/>
        </w:rPr>
      </w:pPr>
      <w:r>
        <w:rPr>
          <w:noProof/>
          <w:lang w:eastAsia="sk-SK"/>
        </w:rPr>
        <w:t>2</w:t>
      </w:r>
      <w:r w:rsidRPr="00A056AC">
        <w:rPr>
          <w:noProof/>
          <w:lang w:eastAsia="sk-SK"/>
        </w:rPr>
        <w:t>.</w:t>
      </w:r>
      <w:r w:rsidRPr="00A056AC">
        <w:tab/>
      </w:r>
      <w:r w:rsidR="003E24B0" w:rsidRPr="003E24B0">
        <w:t>______________________________</w:t>
      </w:r>
    </w:p>
    <w:p w:rsidR="003264F1" w:rsidRPr="00A056AC" w:rsidRDefault="003264F1" w:rsidP="003137B1">
      <w:pPr>
        <w:ind w:left="357"/>
        <w:rPr>
          <w:noProof/>
          <w:lang w:eastAsia="sk-SK"/>
        </w:rPr>
      </w:pPr>
    </w:p>
    <w:p w:rsidR="003264F1" w:rsidRPr="00A056AC" w:rsidRDefault="003264F1" w:rsidP="003137B1">
      <w:pPr>
        <w:ind w:left="357"/>
        <w:rPr>
          <w:noProof/>
          <w:lang w:eastAsia="sk-SK"/>
        </w:rPr>
      </w:pPr>
      <w:r>
        <w:rPr>
          <w:noProof/>
          <w:lang w:eastAsia="sk-SK"/>
        </w:rPr>
        <w:t>3</w:t>
      </w:r>
      <w:r w:rsidRPr="00A056AC">
        <w:rPr>
          <w:noProof/>
          <w:lang w:eastAsia="sk-SK"/>
        </w:rPr>
        <w:t>.</w:t>
      </w:r>
      <w:r w:rsidRPr="00A056AC">
        <w:tab/>
      </w:r>
      <w:r w:rsidR="003E24B0" w:rsidRPr="003E24B0">
        <w:t>______________________________</w:t>
      </w:r>
    </w:p>
    <w:p w:rsidR="003264F1" w:rsidRPr="00A65E53" w:rsidRDefault="003264F1" w:rsidP="003264F1">
      <w:pPr>
        <w:pStyle w:val="eLineBottom"/>
        <w:rPr>
          <w:lang w:val="en-US"/>
        </w:rPr>
      </w:pPr>
    </w:p>
    <w:p w:rsidR="003264F1" w:rsidRPr="00A65E53" w:rsidRDefault="003264F1" w:rsidP="003264F1">
      <w:pPr>
        <w:rPr>
          <w:lang w:val="en-US"/>
        </w:rPr>
      </w:pPr>
    </w:p>
    <w:p w:rsidR="00766135" w:rsidRDefault="00766135" w:rsidP="00766135">
      <w:pPr>
        <w:pStyle w:val="eTask"/>
      </w:pPr>
      <w:r w:rsidRPr="00464F06">
        <w:t>Přiřaďte k</w:t>
      </w:r>
      <w:r>
        <w:t>e</w:t>
      </w:r>
      <w:r w:rsidRPr="00464F06">
        <w:t xml:space="preserve"> </w:t>
      </w:r>
      <w:r w:rsidR="00F818A7">
        <w:t>č</w:t>
      </w:r>
      <w:r w:rsidRPr="00464F06">
        <w:t>tyř</w:t>
      </w:r>
      <w:r w:rsidR="00F818A7">
        <w:t>em</w:t>
      </w:r>
      <w:r w:rsidRPr="00464F06">
        <w:t xml:space="preserve"> různý</w:t>
      </w:r>
      <w:r w:rsidR="00F818A7">
        <w:t>m</w:t>
      </w:r>
      <w:r w:rsidRPr="00464F06">
        <w:t xml:space="preserve"> </w:t>
      </w:r>
      <w:r w:rsidR="00F818A7">
        <w:t>rozhraním</w:t>
      </w:r>
      <w:r>
        <w:t xml:space="preserve"> </w:t>
      </w:r>
      <w:r w:rsidRPr="00464F06">
        <w:t>uvedený</w:t>
      </w:r>
      <w:r w:rsidR="00F818A7">
        <w:t>m</w:t>
      </w:r>
      <w:r w:rsidRPr="00464F06">
        <w:t xml:space="preserve"> v</w:t>
      </w:r>
      <w:r>
        <w:t> </w:t>
      </w:r>
      <w:r w:rsidRPr="00464F06">
        <w:t xml:space="preserve">levém sloupci jejich </w:t>
      </w:r>
      <w:r w:rsidR="00F818A7">
        <w:t>teoreticky dosažitelné přenosové rychlosti</w:t>
      </w:r>
      <w:r w:rsidRPr="00464F06">
        <w:t xml:space="preserve"> uveden</w:t>
      </w:r>
      <w:r w:rsidR="00F818A7">
        <w:t>é</w:t>
      </w:r>
      <w:r w:rsidRPr="00464F06">
        <w:t xml:space="preserve"> v</w:t>
      </w:r>
      <w:r>
        <w:t>e sloupci</w:t>
      </w:r>
      <w:r w:rsidRPr="00464F06">
        <w:t xml:space="preserve"> pravém.</w:t>
      </w:r>
    </w:p>
    <w:p w:rsidR="00766135" w:rsidRPr="00074C1B" w:rsidRDefault="00766135" w:rsidP="00766135">
      <w:pPr>
        <w:pStyle w:val="eTask"/>
        <w:numPr>
          <w:ilvl w:val="0"/>
          <w:numId w:val="0"/>
        </w:num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E45879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E45879" w:rsidRDefault="007F22F2" w:rsidP="004D4178">
            <w:pPr>
              <w:rPr>
                <w:b/>
              </w:rPr>
            </w:pPr>
            <w:r>
              <w:t>až 600 Mbit/s</w:t>
            </w: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E45879" w:rsidRDefault="00766135" w:rsidP="004D4178">
            <w:pPr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E45879" w:rsidRDefault="00766135" w:rsidP="004D4178">
            <w:pPr>
              <w:rPr>
                <w:b/>
              </w:rPr>
            </w:pP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proofErr w:type="spellStart"/>
            <w:r>
              <w:t>Thunderbolt</w:t>
            </w:r>
            <w:proofErr w:type="spellEnd"/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E45879" w:rsidRDefault="007F22F2" w:rsidP="004D4178">
            <w:pPr>
              <w:rPr>
                <w:b/>
              </w:rPr>
            </w:pPr>
            <w:r>
              <w:t>až 5 Git/s</w:t>
            </w: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E45879" w:rsidRDefault="00766135" w:rsidP="004D4178">
            <w:pPr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E45879" w:rsidRDefault="00766135" w:rsidP="004D4178">
            <w:pPr>
              <w:rPr>
                <w:b/>
              </w:rPr>
            </w:pP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E45879" w:rsidRDefault="007F22F2" w:rsidP="004D4178">
            <w:pPr>
              <w:rPr>
                <w:b/>
              </w:rPr>
            </w:pPr>
            <w:r>
              <w:t>až 10 Gbit/s</w:t>
            </w: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E45879" w:rsidRDefault="00766135" w:rsidP="004D4178">
            <w:pPr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E45879" w:rsidRDefault="00766135" w:rsidP="004D4178">
            <w:pPr>
              <w:rPr>
                <w:b/>
              </w:rPr>
            </w:pP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E45879" w:rsidRDefault="007F22F2" w:rsidP="007F22F2">
            <w:pPr>
              <w:rPr>
                <w:b/>
              </w:rPr>
            </w:pPr>
            <w:r>
              <w:t>Až 3 Mbit/s</w:t>
            </w:r>
          </w:p>
        </w:tc>
      </w:tr>
    </w:tbl>
    <w:p w:rsidR="00766135" w:rsidRPr="00A65E53" w:rsidRDefault="00766135" w:rsidP="00766135">
      <w:pPr>
        <w:pStyle w:val="eLineBottom"/>
        <w:rPr>
          <w:lang w:val="en-US"/>
        </w:rPr>
      </w:pPr>
    </w:p>
    <w:p w:rsidR="00766135" w:rsidRPr="00A65E53" w:rsidRDefault="00766135" w:rsidP="00766135">
      <w:pPr>
        <w:rPr>
          <w:lang w:val="en-US"/>
        </w:rPr>
      </w:pPr>
    </w:p>
    <w:p w:rsidR="004E2B7C" w:rsidRPr="00A65E53" w:rsidRDefault="004E2B7C" w:rsidP="004E2B7C">
      <w:pPr>
        <w:pStyle w:val="eTask"/>
        <w:rPr>
          <w:lang w:val="en-US"/>
        </w:rPr>
      </w:pPr>
      <w:r>
        <w:t>Upravte následující tvrzení tak, aby jejich znění byla pravdivá</w:t>
      </w:r>
      <w:r w:rsidRPr="00A056AC">
        <w:t>.</w:t>
      </w:r>
    </w:p>
    <w:p w:rsidR="004E2B7C" w:rsidRPr="00D87749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4E2B7C" w:rsidRPr="00074C1B" w:rsidRDefault="004E2B7C" w:rsidP="000864CD">
      <w:pPr>
        <w:spacing w:line="360" w:lineRule="auto"/>
      </w:pPr>
      <w:r w:rsidRPr="00D87749">
        <w:t xml:space="preserve">Rozhraní USB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sériové</m:t>
                  </m:r>
                </m:e>
              </m:mr>
              <m:mr>
                <m:e>
                  <m:r>
                    <m:rPr>
                      <m:nor/>
                    </m:rPr>
                    <m:t>paralelní</m:t>
                  </m:r>
                </m:e>
              </m:mr>
            </m:m>
          </m:e>
        </m:d>
      </m:oMath>
      <w:r w:rsidRPr="00D87749">
        <w:t xml:space="preserve"> rozhraní typu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sběrnice</m:t>
                  </m:r>
                </m:e>
              </m:mr>
              <m:mr>
                <m:e>
                  <m:r>
                    <m:rPr>
                      <m:nor/>
                    </m:rPr>
                    <m:t>kruh</m:t>
                  </m:r>
                </m:e>
              </m:mr>
            </m:m>
          </m:e>
        </m:d>
      </m:oMath>
      <w:r w:rsidRPr="00D87749">
        <w:t xml:space="preserve">. Všechna zařízení připojená na rozhraní USB mezi sebou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nesdílejí</m:t>
                  </m:r>
                </m:e>
              </m:mr>
              <m:mr>
                <m:e>
                  <m:r>
                    <m:rPr>
                      <m:nor/>
                    </m:rPr>
                    <m:t>sdílejí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D87749">
        <w:t xml:space="preserve">celou šířku přenosového </w:t>
      </w:r>
      <w:r>
        <w:t>pásma.</w:t>
      </w:r>
    </w:p>
    <w:p w:rsidR="00C24013" w:rsidRPr="00A65E53" w:rsidRDefault="00C24013" w:rsidP="00C24013">
      <w:pPr>
        <w:pStyle w:val="eLineBottom"/>
        <w:rPr>
          <w:lang w:val="en-US"/>
        </w:rPr>
      </w:pPr>
    </w:p>
    <w:p w:rsidR="00C24013" w:rsidRPr="00A65E53" w:rsidRDefault="00C24013" w:rsidP="00C24013">
      <w:pPr>
        <w:rPr>
          <w:lang w:val="en-US"/>
        </w:rPr>
      </w:pPr>
    </w:p>
    <w:p w:rsidR="00C24013" w:rsidRPr="00C24013" w:rsidRDefault="00C24013" w:rsidP="00C24013">
      <w:pPr>
        <w:pStyle w:val="eTask"/>
      </w:pPr>
      <w:r w:rsidRPr="00464F06">
        <w:t>Přiřaďte k</w:t>
      </w:r>
      <w:r>
        <w:t>e</w:t>
      </w:r>
      <w:r w:rsidRPr="00464F06">
        <w:t xml:space="preserve"> </w:t>
      </w:r>
      <w:r>
        <w:t>č</w:t>
      </w:r>
      <w:r w:rsidRPr="00464F06">
        <w:t>tyř</w:t>
      </w:r>
      <w:r>
        <w:t>em</w:t>
      </w:r>
      <w:r w:rsidRPr="00464F06">
        <w:t xml:space="preserve"> různý</w:t>
      </w:r>
      <w:r>
        <w:t>m</w:t>
      </w:r>
      <w:r w:rsidRPr="00464F06">
        <w:t xml:space="preserve"> </w:t>
      </w:r>
      <w:r w:rsidR="00830A2B">
        <w:t>rychlostním režimům u</w:t>
      </w:r>
      <w:r w:rsidRPr="00464F06">
        <w:t>vedený</w:t>
      </w:r>
      <w:r>
        <w:t>m</w:t>
      </w:r>
      <w:r w:rsidRPr="00464F06">
        <w:t xml:space="preserve"> v</w:t>
      </w:r>
      <w:r>
        <w:t> </w:t>
      </w:r>
      <w:r w:rsidRPr="00464F06">
        <w:t xml:space="preserve">levém sloupci </w:t>
      </w:r>
      <w:r w:rsidR="00830A2B">
        <w:t xml:space="preserve">správný typ </w:t>
      </w:r>
      <w:r w:rsidRPr="00464F06">
        <w:t xml:space="preserve">jejich </w:t>
      </w:r>
      <w:r w:rsidR="00830A2B">
        <w:t>specifikace</w:t>
      </w:r>
      <w:r w:rsidRPr="00464F06">
        <w:t xml:space="preserve"> uveden</w:t>
      </w:r>
      <w:r w:rsidR="00830A2B">
        <w:t>ý</w:t>
      </w:r>
      <w:r w:rsidRPr="00464F06">
        <w:t xml:space="preserve"> v</w:t>
      </w:r>
      <w:r>
        <w:t>e sloupci</w:t>
      </w:r>
      <w:r w:rsidRPr="00464F06">
        <w:t xml:space="preserve"> pravém.</w:t>
      </w:r>
    </w:p>
    <w:p w:rsidR="00197271" w:rsidRPr="00074C1B" w:rsidRDefault="00197271" w:rsidP="00197271">
      <w:pPr>
        <w:pStyle w:val="eTask"/>
        <w:numPr>
          <w:ilvl w:val="0"/>
          <w:numId w:val="0"/>
        </w:numPr>
      </w:pPr>
    </w:p>
    <w:tbl>
      <w:tblPr>
        <w:tblStyle w:val="Mkatabulky"/>
        <w:tblW w:w="7857" w:type="dxa"/>
        <w:tblInd w:w="360" w:type="dxa"/>
        <w:tblLook w:val="04A0" w:firstRow="1" w:lastRow="0" w:firstColumn="1" w:lastColumn="0" w:noHBand="0" w:noVBand="1"/>
      </w:tblPr>
      <w:tblGrid>
        <w:gridCol w:w="4030"/>
        <w:gridCol w:w="1417"/>
        <w:gridCol w:w="2410"/>
      </w:tblGrid>
      <w:tr w:rsidR="00197271" w:rsidRPr="00E45879" w:rsidTr="00197271">
        <w:tc>
          <w:tcPr>
            <w:tcW w:w="40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proofErr w:type="spellStart"/>
            <w:r>
              <w:t>Extrarychlostní</w:t>
            </w:r>
            <w:proofErr w:type="spellEnd"/>
            <w:r>
              <w:t xml:space="preserve"> režim (Super Speed +)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E45879" w:rsidRDefault="00197271" w:rsidP="004D4178">
            <w:pPr>
              <w:rPr>
                <w:b/>
              </w:rPr>
            </w:pPr>
            <w:r>
              <w:t>specifikace USB 3.0</w:t>
            </w: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E45879" w:rsidRDefault="00197271" w:rsidP="004D41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E45879" w:rsidRDefault="00197271" w:rsidP="004D4178">
            <w:pPr>
              <w:rPr>
                <w:b/>
              </w:rPr>
            </w:pP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r>
              <w:t>Vysokorychlostní režim (</w:t>
            </w:r>
            <w:proofErr w:type="spellStart"/>
            <w:r>
              <w:t>High</w:t>
            </w:r>
            <w:proofErr w:type="spellEnd"/>
            <w:r>
              <w:t xml:space="preserve"> Speed)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E45879" w:rsidRDefault="00197271" w:rsidP="00197271">
            <w:pPr>
              <w:rPr>
                <w:b/>
              </w:rPr>
            </w:pPr>
            <w:r>
              <w:t>specifikace USB 2.0</w:t>
            </w: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E45879" w:rsidRDefault="00197271" w:rsidP="004D41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E45879" w:rsidRDefault="00197271" w:rsidP="004D4178">
            <w:pPr>
              <w:rPr>
                <w:b/>
              </w:rPr>
            </w:pP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proofErr w:type="spellStart"/>
            <w:r>
              <w:t>Plněrychlostní</w:t>
            </w:r>
            <w:proofErr w:type="spellEnd"/>
            <w:r>
              <w:t xml:space="preserve"> režim (Full Speed)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E45879" w:rsidRDefault="00197271" w:rsidP="00197271">
            <w:pPr>
              <w:rPr>
                <w:b/>
              </w:rPr>
            </w:pPr>
            <w:r>
              <w:t>specifikace USB 3.1</w:t>
            </w: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E45879" w:rsidRDefault="00197271" w:rsidP="004D41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E45879" w:rsidRDefault="00197271" w:rsidP="004D4178">
            <w:pPr>
              <w:rPr>
                <w:b/>
              </w:rPr>
            </w:pP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proofErr w:type="spellStart"/>
            <w:r>
              <w:t>Extrarychlostní</w:t>
            </w:r>
            <w:proofErr w:type="spellEnd"/>
            <w:r>
              <w:t xml:space="preserve"> režim (Super Speed)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E45879" w:rsidRDefault="00197271" w:rsidP="00197271">
            <w:pPr>
              <w:rPr>
                <w:b/>
              </w:rPr>
            </w:pPr>
            <w:r>
              <w:t>specifikace USB 1.1</w:t>
            </w:r>
          </w:p>
        </w:tc>
      </w:tr>
    </w:tbl>
    <w:p w:rsidR="00197271" w:rsidRPr="00A65E53" w:rsidRDefault="00197271" w:rsidP="00197271">
      <w:pPr>
        <w:pStyle w:val="eLineBottom"/>
        <w:rPr>
          <w:lang w:val="en-US"/>
        </w:rPr>
      </w:pPr>
    </w:p>
    <w:p w:rsidR="00197271" w:rsidRDefault="00197271" w:rsidP="00197271">
      <w:pPr>
        <w:pStyle w:val="eTask"/>
        <w:numPr>
          <w:ilvl w:val="0"/>
          <w:numId w:val="0"/>
        </w:numPr>
        <w:ind w:left="284" w:hanging="284"/>
      </w:pPr>
    </w:p>
    <w:p w:rsidR="00197271" w:rsidRDefault="00E728DC" w:rsidP="00197271">
      <w:pPr>
        <w:pStyle w:val="eTask"/>
      </w:pPr>
      <w:r>
        <w:t>Které zařízení USB slouží k rozšíření (prodloužení) sběrnice USB</w:t>
      </w:r>
      <w:r w:rsidR="00066F07">
        <w:t>?</w:t>
      </w:r>
    </w:p>
    <w:p w:rsidR="003137B1" w:rsidRPr="003137B1" w:rsidRDefault="003137B1" w:rsidP="003137B1"/>
    <w:p w:rsidR="003137B1" w:rsidRPr="003137B1" w:rsidRDefault="003137B1" w:rsidP="003137B1">
      <w:pPr>
        <w:rPr>
          <w:rStyle w:val="eCheckBoxTextChar"/>
        </w:rPr>
      </w:pPr>
      <w:r w:rsidRPr="00CC2F74">
        <w:rPr>
          <w:rStyle w:val="eCheckBoxSquareChar"/>
        </w:rPr>
        <w:t>□</w:t>
      </w:r>
      <w:r w:rsidRPr="00CC2F74">
        <w:rPr>
          <w:szCs w:val="40"/>
        </w:rPr>
        <w:tab/>
      </w:r>
      <w:r w:rsidRPr="003137B1">
        <w:rPr>
          <w:rStyle w:val="eCheckBoxTextChar"/>
        </w:rPr>
        <w:t>rozbočovač USB (USB HUB)</w:t>
      </w:r>
    </w:p>
    <w:p w:rsidR="003137B1" w:rsidRPr="00C24013" w:rsidRDefault="003137B1" w:rsidP="003137B1">
      <w:r w:rsidRPr="00CC2F74">
        <w:rPr>
          <w:rStyle w:val="eCheckBoxSquareChar"/>
        </w:rPr>
        <w:t>□</w:t>
      </w:r>
      <w:r w:rsidRPr="00CC2F74">
        <w:rPr>
          <w:szCs w:val="40"/>
        </w:rPr>
        <w:tab/>
      </w:r>
      <w:r w:rsidRPr="003137B1">
        <w:rPr>
          <w:rStyle w:val="eCheckBoxTextChar"/>
        </w:rPr>
        <w:t>koncové zařízení USB</w:t>
      </w:r>
    </w:p>
    <w:p w:rsidR="00456107" w:rsidRPr="00A056AC" w:rsidRDefault="00456107" w:rsidP="00456107">
      <w:pPr>
        <w:pStyle w:val="eTask"/>
        <w:ind w:left="360" w:hanging="360"/>
      </w:pPr>
      <w:bookmarkStart w:id="0" w:name="_GoBack"/>
      <w:bookmarkEnd w:id="0"/>
      <w:r>
        <w:lastRenderedPageBreak/>
        <w:t>Upravte následující tvrzení tak, aby jejich znění byla pravdivá</w:t>
      </w:r>
      <w:r w:rsidRPr="00A056AC">
        <w:t>.</w:t>
      </w:r>
    </w:p>
    <w:p w:rsidR="00456107" w:rsidRPr="00D87749" w:rsidRDefault="00456107" w:rsidP="00456107"/>
    <w:p w:rsidR="00E71732" w:rsidRDefault="00456107" w:rsidP="000864CD">
      <w:pPr>
        <w:spacing w:line="360" w:lineRule="auto"/>
      </w:pPr>
      <w:r w:rsidRPr="00D87749">
        <w:t xml:space="preserve">Rozhraní USB 3.0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duální</m:t>
                  </m:r>
                </m:e>
              </m:mr>
              <m:mr>
                <m:e>
                  <m:r>
                    <m:rPr>
                      <m:nor/>
                    </m:rPr>
                    <m:t>jednoduchá</m:t>
                  </m:r>
                </m:e>
              </m:mr>
            </m:m>
          </m:e>
        </m:d>
      </m:oMath>
      <w:r w:rsidRPr="00D87749">
        <w:t xml:space="preserve"> sběrnice, která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paralelním spojením</m:t>
                  </m:r>
                </m:e>
              </m:mr>
              <m:mr>
                <m:e>
                  <m:r>
                    <m:rPr>
                      <m:nor/>
                    </m:rPr>
                    <m:t>přemostěním</m:t>
                  </m:r>
                </m:e>
              </m:mr>
            </m:m>
          </m:e>
        </m:d>
      </m:oMath>
      <w:r w:rsidRPr="00D87749">
        <w:t xml:space="preserve"> rozhraní USB 2.0 a nové sběrnice USB </w:t>
      </w:r>
      <w:proofErr w:type="spellStart"/>
      <w:r w:rsidRPr="00D87749">
        <w:t>Superspeed</w:t>
      </w:r>
      <w:proofErr w:type="spellEnd"/>
      <w:r w:rsidRPr="00D87749">
        <w:t xml:space="preserve">. Díky této koncepci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je možné</m:t>
                  </m:r>
                </m:e>
              </m:mr>
              <m:mr>
                <m:e>
                  <m:r>
                    <m:rPr>
                      <m:nor/>
                    </m:rPr>
                    <m:t>není možné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D87749">
        <w:t xml:space="preserve">používat koncová zařízení USB 2.0 na řadičích USB 3.0. Na jednom koncovém zařízení však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není možné</m:t>
                  </m:r>
                </m:e>
              </m:mr>
              <m:mr>
                <m:e>
                  <m:r>
                    <m:rPr>
                      <m:nor/>
                    </m:rPr>
                    <m:t>je možné</m:t>
                  </m:r>
                </m:e>
              </m:mr>
            </m:m>
          </m:e>
        </m:d>
      </m:oMath>
      <w:r w:rsidR="00E71732" w:rsidRPr="00D87749">
        <w:t xml:space="preserve"> </w:t>
      </w:r>
      <w:r w:rsidR="00E71732" w:rsidRPr="00E71732">
        <w:t>používat</w:t>
      </w:r>
      <w:r w:rsidR="00E71732">
        <w:t xml:space="preserve"> obě sběrnice najednou.</w:t>
      </w:r>
    </w:p>
    <w:p w:rsidR="00E71732" w:rsidRPr="00A65E53" w:rsidRDefault="00E71732" w:rsidP="00E71732">
      <w:pPr>
        <w:pStyle w:val="eLineBottom"/>
        <w:rPr>
          <w:lang w:val="en-US"/>
        </w:rPr>
      </w:pPr>
    </w:p>
    <w:p w:rsidR="00E71732" w:rsidRPr="00A65E53" w:rsidRDefault="00E71732" w:rsidP="00E71732">
      <w:pPr>
        <w:rPr>
          <w:lang w:val="en-US"/>
        </w:rPr>
      </w:pPr>
    </w:p>
    <w:p w:rsidR="00342FBB" w:rsidRPr="00A056AC" w:rsidRDefault="00342FBB" w:rsidP="00342FBB">
      <w:pPr>
        <w:pStyle w:val="eTask"/>
        <w:ind w:left="360" w:hanging="360"/>
      </w:pPr>
      <w:r>
        <w:t xml:space="preserve">Jaké typy paketů využívá rozhraní USB </w:t>
      </w:r>
      <w:proofErr w:type="spellStart"/>
      <w:r>
        <w:t>SuperSpeed</w:t>
      </w:r>
      <w:proofErr w:type="spellEnd"/>
      <w:r>
        <w:t>?</w:t>
      </w:r>
    </w:p>
    <w:p w:rsidR="00342FBB" w:rsidRPr="00A056AC" w:rsidRDefault="00342FBB" w:rsidP="00342FBB"/>
    <w:p w:rsidR="00342FBB" w:rsidRPr="00A056AC" w:rsidRDefault="00342FBB" w:rsidP="003137B1">
      <w:pPr>
        <w:ind w:left="357"/>
      </w:pPr>
      <w:r w:rsidRPr="00A056AC">
        <w:t>1.</w:t>
      </w:r>
      <w:r w:rsidRPr="00A056AC">
        <w:tab/>
      </w:r>
      <w:r w:rsidR="00D87749" w:rsidRPr="003E24B0">
        <w:t>______________________________</w:t>
      </w:r>
      <w:r w:rsidR="00D87749">
        <w:t>_________________________</w:t>
      </w:r>
    </w:p>
    <w:p w:rsidR="00342FBB" w:rsidRPr="00A056AC" w:rsidRDefault="00342FBB" w:rsidP="003137B1">
      <w:pPr>
        <w:ind w:left="357"/>
        <w:rPr>
          <w:noProof/>
          <w:lang w:eastAsia="sk-SK"/>
        </w:rPr>
      </w:pPr>
    </w:p>
    <w:p w:rsidR="00342FBB" w:rsidRPr="00A056AC" w:rsidRDefault="00342FBB" w:rsidP="003137B1">
      <w:pPr>
        <w:ind w:left="357"/>
        <w:rPr>
          <w:noProof/>
          <w:lang w:eastAsia="sk-SK"/>
        </w:rPr>
      </w:pPr>
      <w:r>
        <w:rPr>
          <w:noProof/>
          <w:lang w:eastAsia="sk-SK"/>
        </w:rPr>
        <w:t>2</w:t>
      </w:r>
      <w:r w:rsidRPr="00A056AC">
        <w:rPr>
          <w:noProof/>
          <w:lang w:eastAsia="sk-SK"/>
        </w:rPr>
        <w:t>.</w:t>
      </w:r>
      <w:r w:rsidRPr="00A056AC">
        <w:tab/>
      </w:r>
      <w:r w:rsidR="00D87749" w:rsidRPr="003E24B0">
        <w:t>______________________________</w:t>
      </w:r>
      <w:r w:rsidR="00D87749">
        <w:t>_________________________</w:t>
      </w:r>
    </w:p>
    <w:p w:rsidR="00342FBB" w:rsidRPr="00A056AC" w:rsidRDefault="00342FBB" w:rsidP="003137B1">
      <w:pPr>
        <w:ind w:left="357"/>
        <w:rPr>
          <w:noProof/>
          <w:lang w:eastAsia="sk-SK"/>
        </w:rPr>
      </w:pPr>
    </w:p>
    <w:p w:rsidR="00342FBB" w:rsidRPr="00A056AC" w:rsidRDefault="00342FBB" w:rsidP="003137B1">
      <w:pPr>
        <w:ind w:left="357"/>
        <w:rPr>
          <w:noProof/>
          <w:lang w:eastAsia="sk-SK"/>
        </w:rPr>
      </w:pPr>
      <w:r>
        <w:rPr>
          <w:noProof/>
          <w:lang w:eastAsia="sk-SK"/>
        </w:rPr>
        <w:t>3</w:t>
      </w:r>
      <w:r w:rsidRPr="00A056AC">
        <w:rPr>
          <w:noProof/>
          <w:lang w:eastAsia="sk-SK"/>
        </w:rPr>
        <w:t>.</w:t>
      </w:r>
      <w:r w:rsidRPr="00A056AC">
        <w:tab/>
      </w:r>
      <w:r w:rsidR="00D87749" w:rsidRPr="003E24B0">
        <w:t>______________________________</w:t>
      </w:r>
      <w:r w:rsidR="00D87749">
        <w:t>_________________________</w:t>
      </w:r>
    </w:p>
    <w:p w:rsidR="00342FBB" w:rsidRPr="00A056AC" w:rsidRDefault="00342FBB" w:rsidP="003137B1">
      <w:pPr>
        <w:ind w:left="357"/>
        <w:rPr>
          <w:noProof/>
          <w:lang w:eastAsia="sk-SK"/>
        </w:rPr>
      </w:pPr>
    </w:p>
    <w:p w:rsidR="00342FBB" w:rsidRPr="00A056AC" w:rsidRDefault="00342FBB" w:rsidP="003137B1">
      <w:pPr>
        <w:ind w:left="357"/>
        <w:rPr>
          <w:noProof/>
          <w:lang w:eastAsia="sk-SK"/>
        </w:rPr>
      </w:pPr>
      <w:r>
        <w:rPr>
          <w:noProof/>
          <w:lang w:eastAsia="sk-SK"/>
        </w:rPr>
        <w:t>4</w:t>
      </w:r>
      <w:r w:rsidRPr="00A056AC">
        <w:rPr>
          <w:noProof/>
          <w:lang w:eastAsia="sk-SK"/>
        </w:rPr>
        <w:t>.</w:t>
      </w:r>
      <w:r w:rsidRPr="00A056AC">
        <w:tab/>
      </w:r>
      <w:r w:rsidR="00D87749" w:rsidRPr="003E24B0">
        <w:t>______________________________</w:t>
      </w:r>
      <w:r w:rsidR="00D87749">
        <w:t>_________________________</w:t>
      </w:r>
    </w:p>
    <w:p w:rsidR="00342FBB" w:rsidRDefault="00342FBB" w:rsidP="00342FBB">
      <w:pPr>
        <w:pStyle w:val="eLineBottom"/>
        <w:rPr>
          <w:lang w:val="en-US"/>
        </w:rPr>
      </w:pPr>
    </w:p>
    <w:p w:rsidR="000864CD" w:rsidRPr="00A65E53" w:rsidRDefault="000864CD" w:rsidP="00342FBB">
      <w:pPr>
        <w:pStyle w:val="eLineBottom"/>
        <w:rPr>
          <w:lang w:val="en-US"/>
        </w:rPr>
      </w:pPr>
    </w:p>
    <w:p w:rsidR="00342FBB" w:rsidRPr="00A65E53" w:rsidRDefault="00342FBB" w:rsidP="00342FBB">
      <w:pPr>
        <w:rPr>
          <w:lang w:val="en-US"/>
        </w:rPr>
      </w:pPr>
    </w:p>
    <w:p w:rsidR="00342FBB" w:rsidRPr="00A056AC" w:rsidRDefault="00E433EA" w:rsidP="00342FBB">
      <w:pPr>
        <w:pStyle w:val="eTask"/>
        <w:ind w:left="360" w:hanging="360"/>
      </w:pPr>
      <w:r>
        <w:t>Doplňte do následujícího obrázku správné popisky k jednotlivým částem:</w:t>
      </w:r>
    </w:p>
    <w:p w:rsidR="00E71732" w:rsidRDefault="000864CD" w:rsidP="00E71732">
      <w:r>
        <w:rPr>
          <w:noProof/>
        </w:rPr>
        <w:drawing>
          <wp:anchor distT="0" distB="0" distL="114300" distR="114300" simplePos="0" relativeHeight="251668480" behindDoc="1" locked="0" layoutInCell="1" allowOverlap="1" wp14:anchorId="3B994544" wp14:editId="02031AA6">
            <wp:simplePos x="0" y="0"/>
            <wp:positionH relativeFrom="column">
              <wp:posOffset>519430</wp:posOffset>
            </wp:positionH>
            <wp:positionV relativeFrom="page">
              <wp:posOffset>5741538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0FCA" w:rsidRDefault="00FB0FCA" w:rsidP="0077662F">
      <w:pPr>
        <w:jc w:val="center"/>
      </w:pPr>
      <w:r w:rsidRPr="00FB0FCA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FD09220" wp14:editId="0F82AC05">
                <wp:simplePos x="0" y="0"/>
                <wp:positionH relativeFrom="margin">
                  <wp:posOffset>4529455</wp:posOffset>
                </wp:positionH>
                <wp:positionV relativeFrom="paragraph">
                  <wp:posOffset>1640205</wp:posOffset>
                </wp:positionV>
                <wp:extent cx="971550" cy="332105"/>
                <wp:effectExtent l="0" t="0" r="1905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Default="00FB0FCA" w:rsidP="00FB0F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0922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    <v:textbox>
                  <w:txbxContent>
                    <w:p w:rsidR="00FB0FCA" w:rsidRDefault="00FB0FCA" w:rsidP="00FB0FCA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FCA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30DFFDA" wp14:editId="6B1D2556">
                <wp:simplePos x="0" y="0"/>
                <wp:positionH relativeFrom="margin">
                  <wp:posOffset>262255</wp:posOffset>
                </wp:positionH>
                <wp:positionV relativeFrom="paragraph">
                  <wp:posOffset>1666875</wp:posOffset>
                </wp:positionV>
                <wp:extent cx="97155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FB0FCA" w:rsidRDefault="00FB0FCA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DFFDA" id="_x0000_s1027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    <v:textbox>
                  <w:txbxContent>
                    <w:p w:rsidR="00FB0FCA" w:rsidRPr="00FB0FCA" w:rsidRDefault="00FB0FCA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82E3799" wp14:editId="0017BD08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E3799" id="_x0000_s1028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9BB8438" wp14:editId="19CC278C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B8438" id="_x0000_s1029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B5F06AC" wp14:editId="078FE39B">
                <wp:simplePos x="0" y="0"/>
                <wp:positionH relativeFrom="margin">
                  <wp:posOffset>3919855</wp:posOffset>
                </wp:positionH>
                <wp:positionV relativeFrom="paragraph">
                  <wp:posOffset>57150</wp:posOffset>
                </wp:positionV>
                <wp:extent cx="1543050" cy="27622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F06AC" id="_x0000_s1030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397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bNYoKo8QbrBxLW4TjjtJN0adF95ayn+a64&#10;/7IDJznTbw0153I6m8WFSMZsfl6Q4U49m1MPGEFQFQ+cjddVSEsUFTB4TU1sVNL3icmBMs1tkv2w&#10;Y3ExTu0U9fRPsPwB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Io9/eywCAABRBAAADgAAAAAAAAAAAAAAAAAuAgAAZHJz&#10;L2Uyb0RvYy54bWxQSwECLQAUAAYACAAAACEANyh0T94AAAAIAQAADwAAAAAAAAAAAAAAAACGBAAA&#10;ZHJzL2Rvd25yZXYueG1sUEsFBgAAAAAEAAQA8wAAAJEFAAAAAA==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61B732C" wp14:editId="561E2BDC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5430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B732C" id="_x0000_s1031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FB0FCA" w:rsidRDefault="00FB0FCA" w:rsidP="00FB0FCA"/>
    <w:p w:rsidR="00FB0FCA" w:rsidRPr="00FB0FCA" w:rsidRDefault="000864CD" w:rsidP="00FB0FC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1D6CA6F" wp14:editId="7820BEB1">
                <wp:simplePos x="0" y="0"/>
                <wp:positionH relativeFrom="margin">
                  <wp:posOffset>2099310</wp:posOffset>
                </wp:positionH>
                <wp:positionV relativeFrom="paragraph">
                  <wp:posOffset>165471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6CA6F" id="_x0000_s1032" type="#_x0000_t202" style="position:absolute;margin-left:165.3pt;margin-top:13.05pt;width:121.5pt;height:21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Default="00FB0FCA" w:rsidP="00FB0FCA"/>
    <w:p w:rsidR="00FB0FCA" w:rsidRPr="00A65E53" w:rsidRDefault="00FB0FCA" w:rsidP="00FB0FCA">
      <w:pPr>
        <w:pStyle w:val="eLineBottom"/>
        <w:rPr>
          <w:lang w:val="en-US"/>
        </w:rPr>
      </w:pPr>
      <w:r>
        <w:tab/>
      </w:r>
    </w:p>
    <w:p w:rsidR="00FB0FCA" w:rsidRPr="00A65E53" w:rsidRDefault="00FB0FCA" w:rsidP="00FB0FCA">
      <w:pPr>
        <w:rPr>
          <w:lang w:val="en-US"/>
        </w:rPr>
      </w:pPr>
    </w:p>
    <w:p w:rsidR="000864CD" w:rsidRDefault="000864CD">
      <w:pPr>
        <w:rPr>
          <w:b/>
        </w:rPr>
      </w:pPr>
      <w:r>
        <w:br w:type="page"/>
      </w:r>
    </w:p>
    <w:p w:rsidR="00FB0FCA" w:rsidRPr="00D87749" w:rsidRDefault="00FB0FCA" w:rsidP="00FB0FCA">
      <w:pPr>
        <w:pStyle w:val="eTask"/>
        <w:ind w:left="360" w:hanging="360"/>
      </w:pPr>
      <w:r w:rsidRPr="00D87749">
        <w:lastRenderedPageBreak/>
        <w:t>Upravte následující tvrzení tak, aby jejich znění byla pravdivá.</w:t>
      </w:r>
    </w:p>
    <w:p w:rsidR="00E71732" w:rsidRPr="00D87749" w:rsidRDefault="00E71732" w:rsidP="00FB0FCA">
      <w:pPr>
        <w:tabs>
          <w:tab w:val="left" w:pos="1710"/>
        </w:tabs>
      </w:pPr>
    </w:p>
    <w:p w:rsidR="00FB0FCA" w:rsidRPr="00D87749" w:rsidRDefault="00FB0FCA" w:rsidP="000864CD">
      <w:pPr>
        <w:tabs>
          <w:tab w:val="left" w:pos="1710"/>
        </w:tabs>
        <w:spacing w:line="360" w:lineRule="auto"/>
      </w:pPr>
      <w:r w:rsidRPr="00D87749">
        <w:t xml:space="preserve">Klíčovou komponentou pro přenos dat u rozhraní </w:t>
      </w:r>
      <w:proofErr w:type="spellStart"/>
      <w:r w:rsidRPr="00D87749">
        <w:t>Thunderbolt</w:t>
      </w:r>
      <w:proofErr w:type="spellEnd"/>
      <w:r w:rsidRPr="00D87749">
        <w:t xml:space="preserve">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řadič</m:t>
                  </m:r>
                </m:e>
              </m:mr>
              <m:mr>
                <m:e>
                  <m:r>
                    <m:rPr>
                      <m:nor/>
                    </m:rPr>
                    <m:t>koncové zařízení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D87749">
        <w:t xml:space="preserve">.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Řadič</m:t>
                  </m:r>
                </m:e>
              </m:mr>
              <m:mr>
                <m:e>
                  <m:r>
                    <m:rPr>
                      <m:nor/>
                    </m:rPr>
                    <m:t>Koncové zařízení</m:t>
                  </m:r>
                </m:e>
              </m:mr>
            </m:m>
          </m:e>
        </m:d>
      </m:oMath>
      <w:r w:rsidRPr="00D87749">
        <w:t xml:space="preserve"> je součástí jak vysílacího tak přijímacího zařízení.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Koncové zařízení</m:t>
                  </m:r>
                </m:e>
              </m:mr>
              <m:mr>
                <m:e>
                  <m:r>
                    <m:rPr>
                      <m:nor/>
                    </m:rPr>
                    <m:t>Řadič</m:t>
                  </m:r>
                </m:e>
              </m:mr>
            </m:m>
          </m:e>
        </m:d>
      </m:oMath>
      <w:r w:rsidRPr="00D87749">
        <w:t xml:space="preserve"> je</w:t>
      </w:r>
    </w:p>
    <w:p w:rsidR="00FB0FCA" w:rsidRPr="00D87749" w:rsidRDefault="00FB0FCA" w:rsidP="000864CD">
      <w:pPr>
        <w:tabs>
          <w:tab w:val="left" w:pos="1710"/>
        </w:tabs>
        <w:spacing w:line="360" w:lineRule="auto"/>
      </w:pPr>
      <w:proofErr w:type="gramStart"/>
      <w:r w:rsidRPr="00D87749">
        <w:t>navržen(o) pro</w:t>
      </w:r>
      <w:proofErr w:type="gramEnd"/>
      <w:r w:rsidRPr="00D87749">
        <w:t xml:space="preserve"> komunikaci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 velmi velkým</m:t>
                  </m:r>
                </m:e>
              </m:mr>
              <m:mr>
                <m:e>
                  <m:r>
                    <m:rPr>
                      <m:nor/>
                    </m:rPr>
                    <m:t>s velmi malým</m:t>
                  </m:r>
                </m:e>
              </m:mr>
            </m:m>
          </m:e>
        </m:d>
      </m:oMath>
      <w:r w:rsidRPr="00D87749">
        <w:rPr>
          <w:b/>
        </w:rPr>
        <w:t xml:space="preserve"> </w:t>
      </w:r>
      <w:r w:rsidRPr="00D87749">
        <w:t xml:space="preserve">zpožděním 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 podporou</m:t>
                  </m:r>
                </m:e>
              </m:mr>
              <m:mr>
                <m:e>
                  <m:r>
                    <m:rPr>
                      <m:nor/>
                    </m:rPr>
                    <m:t>bez podpory</m:t>
                  </m:r>
                </m:e>
              </m:mr>
            </m:m>
          </m:e>
        </m:d>
      </m:oMath>
      <w:r w:rsidRPr="00D87749">
        <w:t xml:space="preserve"> kritérií </w:t>
      </w:r>
      <w:proofErr w:type="spellStart"/>
      <w:r w:rsidRPr="00D87749">
        <w:t>QoS</w:t>
      </w:r>
      <w:proofErr w:type="spellEnd"/>
      <w:r w:rsidRPr="00D87749">
        <w:t xml:space="preserve"> (</w:t>
      </w:r>
      <w:proofErr w:type="spellStart"/>
      <w:r w:rsidRPr="00D87749">
        <w:t>Quality</w:t>
      </w:r>
      <w:proofErr w:type="spellEnd"/>
      <w:r w:rsidRPr="00D87749">
        <w:t xml:space="preserve"> </w:t>
      </w:r>
      <w:proofErr w:type="spellStart"/>
      <w:r w:rsidRPr="00D87749">
        <w:t>of</w:t>
      </w:r>
      <w:proofErr w:type="spellEnd"/>
      <w:r w:rsidRPr="00D87749">
        <w:t xml:space="preserve"> </w:t>
      </w:r>
      <w:proofErr w:type="spellStart"/>
      <w:r w:rsidRPr="00D87749">
        <w:t>Service</w:t>
      </w:r>
      <w:proofErr w:type="spellEnd"/>
      <w:r w:rsidRPr="00D87749">
        <w:t>).</w:t>
      </w:r>
    </w:p>
    <w:sectPr w:rsidR="00FB0FCA" w:rsidRPr="00D8774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B22" w:rsidRDefault="00123B22" w:rsidP="00861A1A">
      <w:r>
        <w:separator/>
      </w:r>
    </w:p>
  </w:endnote>
  <w:endnote w:type="continuationSeparator" w:id="0">
    <w:p w:rsidR="00123B22" w:rsidRDefault="00123B2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864CD" w:rsidRPr="000864CD" w:rsidRDefault="000864CD" w:rsidP="000864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864CD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0864CD" w:rsidP="000864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864CD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B22" w:rsidRDefault="00123B22" w:rsidP="00861A1A">
      <w:r>
        <w:separator/>
      </w:r>
    </w:p>
  </w:footnote>
  <w:footnote w:type="continuationSeparator" w:id="0">
    <w:p w:rsidR="00123B22" w:rsidRDefault="00123B2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FC7C50">
      <w:rPr>
        <w:rFonts w:ascii="Calibri" w:hAnsi="Calibri"/>
        <w:b/>
        <w:smallCaps/>
        <w:noProof/>
      </w:rPr>
      <w:t>PRACOVNÍ LIST</w:t>
    </w:r>
  </w:p>
  <w:p w:rsidR="00C148FD" w:rsidRPr="00C148FD" w:rsidRDefault="000864C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MODERNÍ DATOVÁ ROZHRANÍ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5BEB"/>
    <w:rsid w:val="00066F07"/>
    <w:rsid w:val="00073ADF"/>
    <w:rsid w:val="0007473C"/>
    <w:rsid w:val="000750C9"/>
    <w:rsid w:val="000864CD"/>
    <w:rsid w:val="00087EAC"/>
    <w:rsid w:val="00094A16"/>
    <w:rsid w:val="000A233F"/>
    <w:rsid w:val="000A55B3"/>
    <w:rsid w:val="000C6B3A"/>
    <w:rsid w:val="00123B22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7271"/>
    <w:rsid w:val="001B057D"/>
    <w:rsid w:val="001D00A1"/>
    <w:rsid w:val="001D7466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37B1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E24B0"/>
    <w:rsid w:val="003F03EB"/>
    <w:rsid w:val="003F623C"/>
    <w:rsid w:val="003F7F87"/>
    <w:rsid w:val="00402B09"/>
    <w:rsid w:val="00417ED2"/>
    <w:rsid w:val="00456107"/>
    <w:rsid w:val="0046567F"/>
    <w:rsid w:val="00472203"/>
    <w:rsid w:val="00475954"/>
    <w:rsid w:val="00492966"/>
    <w:rsid w:val="004A01E5"/>
    <w:rsid w:val="004A7B44"/>
    <w:rsid w:val="004B0713"/>
    <w:rsid w:val="004C0E36"/>
    <w:rsid w:val="004D1C9F"/>
    <w:rsid w:val="004E2B7C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D84"/>
    <w:rsid w:val="00BF5E09"/>
    <w:rsid w:val="00BF6970"/>
    <w:rsid w:val="00C148FD"/>
    <w:rsid w:val="00C2393A"/>
    <w:rsid w:val="00C24013"/>
    <w:rsid w:val="00C40FA4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7749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95F9B7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3</cp:revision>
  <cp:lastPrinted>2013-05-24T15:00:00Z</cp:lastPrinted>
  <dcterms:created xsi:type="dcterms:W3CDTF">2016-02-22T11:08:00Z</dcterms:created>
  <dcterms:modified xsi:type="dcterms:W3CDTF">2016-02-22T11:55:00Z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