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F5434" w:rsidRDefault="00AF5434" w:rsidP="007704E0">
      <w:pPr>
        <w:pStyle w:val="eTask"/>
      </w:pPr>
      <w:r w:rsidRPr="00AF5434">
        <w:t>V</w:t>
      </w:r>
      <w:r w:rsidR="00EE2060">
        <w:t xml:space="preserve"> jednoduché </w:t>
      </w:r>
      <w:r w:rsidRPr="00AF5434">
        <w:t xml:space="preserve">tabulce níže doplňte čísla </w:t>
      </w:r>
      <w:r>
        <w:t xml:space="preserve">pravdivých tvrzení týkajících se optických </w:t>
      </w:r>
      <w:bookmarkStart w:id="0" w:name="_GoBack"/>
      <w:bookmarkEnd w:id="0"/>
      <w:r>
        <w:t>sítí</w:t>
      </w:r>
      <w:r w:rsidR="007704E0" w:rsidRPr="00AF5434">
        <w:t>.</w:t>
      </w:r>
    </w:p>
    <w:p w:rsidR="00D81CAE" w:rsidRPr="00AF5434" w:rsidRDefault="00D81CAE" w:rsidP="00D81CAE"/>
    <w:p w:rsidR="00EE2060" w:rsidRPr="00AF5434" w:rsidRDefault="00EE2060" w:rsidP="00EE2060">
      <w:r>
        <w:t xml:space="preserve">Doporučení XG-PON mezinárodní telekomunikační unie </w:t>
      </w:r>
      <w:r w:rsidRPr="00AF5434">
        <w:t xml:space="preserve"> ITU-T G.987 (2010)</w:t>
      </w:r>
      <w:r>
        <w:t xml:space="preserve"> pro pasivní optické sítě PON specifikuje</w:t>
      </w:r>
      <w:r w:rsidRPr="00AF5434">
        <w:t>:</w:t>
      </w:r>
    </w:p>
    <w:p w:rsidR="0089580E" w:rsidRPr="00AF5434" w:rsidRDefault="0089580E" w:rsidP="00D81CAE"/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AF5434" w:rsidTr="00D81CAE">
        <w:trPr>
          <w:trHeight w:val="417"/>
        </w:trPr>
        <w:tc>
          <w:tcPr>
            <w:tcW w:w="1559" w:type="dxa"/>
            <w:vAlign w:val="center"/>
          </w:tcPr>
          <w:p w:rsidR="0089580E" w:rsidRPr="00AF5434" w:rsidRDefault="00DA5D79" w:rsidP="00D81CAE">
            <w:pPr>
              <w:jc w:val="center"/>
              <w:rPr>
                <w:b/>
                <w:color w:val="FF0000"/>
              </w:rPr>
            </w:pPr>
            <w:r w:rsidRPr="00AF5434">
              <w:rPr>
                <w:b/>
                <w:color w:val="FF0000"/>
              </w:rPr>
              <w:t>1</w:t>
            </w:r>
          </w:p>
        </w:tc>
      </w:tr>
      <w:tr w:rsidR="0089580E" w:rsidRPr="00AF5434" w:rsidTr="00D81CAE">
        <w:trPr>
          <w:trHeight w:val="417"/>
        </w:trPr>
        <w:tc>
          <w:tcPr>
            <w:tcW w:w="1559" w:type="dxa"/>
            <w:vAlign w:val="center"/>
          </w:tcPr>
          <w:p w:rsidR="0089580E" w:rsidRPr="00AF5434" w:rsidRDefault="006B4EFF" w:rsidP="00D81CAE">
            <w:pPr>
              <w:jc w:val="center"/>
              <w:rPr>
                <w:b/>
                <w:color w:val="FF0000"/>
              </w:rPr>
            </w:pPr>
            <w:r w:rsidRPr="00AF5434">
              <w:rPr>
                <w:b/>
                <w:color w:val="FF0000"/>
              </w:rPr>
              <w:t>2</w:t>
            </w:r>
          </w:p>
        </w:tc>
      </w:tr>
      <w:tr w:rsidR="0089580E" w:rsidRPr="00AF5434" w:rsidTr="00D81CAE">
        <w:trPr>
          <w:trHeight w:val="417"/>
        </w:trPr>
        <w:tc>
          <w:tcPr>
            <w:tcW w:w="1559" w:type="dxa"/>
            <w:vAlign w:val="center"/>
          </w:tcPr>
          <w:p w:rsidR="0089580E" w:rsidRPr="00AF5434" w:rsidRDefault="006B4EFF" w:rsidP="00D81CAE">
            <w:pPr>
              <w:jc w:val="center"/>
              <w:rPr>
                <w:b/>
                <w:color w:val="FF0000"/>
              </w:rPr>
            </w:pPr>
            <w:r w:rsidRPr="00AF5434">
              <w:rPr>
                <w:b/>
                <w:color w:val="FF0000"/>
              </w:rPr>
              <w:t>3</w:t>
            </w:r>
          </w:p>
        </w:tc>
      </w:tr>
      <w:tr w:rsidR="0089580E" w:rsidRPr="00AF5434" w:rsidTr="00D81CAE">
        <w:trPr>
          <w:trHeight w:val="417"/>
        </w:trPr>
        <w:tc>
          <w:tcPr>
            <w:tcW w:w="1559" w:type="dxa"/>
            <w:vAlign w:val="center"/>
          </w:tcPr>
          <w:p w:rsidR="0089580E" w:rsidRPr="00AF5434" w:rsidRDefault="006B4EFF" w:rsidP="00D81CAE">
            <w:pPr>
              <w:jc w:val="center"/>
              <w:rPr>
                <w:b/>
                <w:color w:val="FF0000"/>
              </w:rPr>
            </w:pPr>
            <w:r w:rsidRPr="00AF5434">
              <w:rPr>
                <w:b/>
                <w:color w:val="FF0000"/>
              </w:rPr>
              <w:t>6</w:t>
            </w:r>
          </w:p>
        </w:tc>
      </w:tr>
      <w:tr w:rsidR="00895942" w:rsidRPr="00AF5434" w:rsidTr="006A668A">
        <w:trPr>
          <w:trHeight w:val="417"/>
        </w:trPr>
        <w:tc>
          <w:tcPr>
            <w:tcW w:w="1559" w:type="dxa"/>
          </w:tcPr>
          <w:p w:rsidR="00895942" w:rsidRPr="00AF5434" w:rsidRDefault="00895942" w:rsidP="007704E0">
            <w:pPr>
              <w:pStyle w:val="eTask"/>
              <w:numPr>
                <w:ilvl w:val="0"/>
                <w:numId w:val="0"/>
              </w:numPr>
            </w:pPr>
          </w:p>
        </w:tc>
      </w:tr>
      <w:tr w:rsidR="00895942" w:rsidRPr="00AF5434" w:rsidTr="006A668A">
        <w:trPr>
          <w:trHeight w:val="417"/>
        </w:trPr>
        <w:tc>
          <w:tcPr>
            <w:tcW w:w="1559" w:type="dxa"/>
          </w:tcPr>
          <w:p w:rsidR="00895942" w:rsidRPr="00AF5434" w:rsidRDefault="00895942" w:rsidP="007704E0">
            <w:pPr>
              <w:pStyle w:val="eTask"/>
              <w:numPr>
                <w:ilvl w:val="0"/>
                <w:numId w:val="0"/>
              </w:numPr>
            </w:pPr>
          </w:p>
        </w:tc>
      </w:tr>
      <w:tr w:rsidR="00895942" w:rsidRPr="00AF5434" w:rsidTr="006A668A">
        <w:trPr>
          <w:trHeight w:val="417"/>
        </w:trPr>
        <w:tc>
          <w:tcPr>
            <w:tcW w:w="1559" w:type="dxa"/>
          </w:tcPr>
          <w:p w:rsidR="00895942" w:rsidRPr="00AF5434" w:rsidRDefault="00895942" w:rsidP="007704E0">
            <w:pPr>
              <w:pStyle w:val="eTask"/>
              <w:numPr>
                <w:ilvl w:val="0"/>
                <w:numId w:val="0"/>
              </w:numPr>
            </w:pPr>
          </w:p>
        </w:tc>
      </w:tr>
    </w:tbl>
    <w:p w:rsidR="007704E0" w:rsidRPr="00AF5434" w:rsidRDefault="007704E0" w:rsidP="00D81CAE"/>
    <w:p w:rsidR="007704E0" w:rsidRPr="00AF5434" w:rsidRDefault="00D81CAE" w:rsidP="00D81CAE">
      <w:r w:rsidRPr="00AF5434">
        <w:rPr>
          <w:b/>
        </w:rPr>
        <w:t>1</w:t>
      </w:r>
      <w:r w:rsidRPr="00AF5434">
        <w:t xml:space="preserve"> – </w:t>
      </w:r>
      <w:r w:rsidR="00EE2060">
        <w:t>Asymetrická přenosová rychlost</w:t>
      </w:r>
      <w:r w:rsidR="001E749D" w:rsidRPr="00AF5434">
        <w:t>: 10Gb</w:t>
      </w:r>
      <w:r w:rsidR="00EE2060">
        <w:t>it</w:t>
      </w:r>
      <w:r w:rsidR="00EE2060" w:rsidRPr="00EE2060">
        <w:rPr>
          <w:lang w:val="en-US"/>
        </w:rPr>
        <w:t>/s</w:t>
      </w:r>
      <w:r w:rsidR="007E15CF" w:rsidRPr="00AF5434">
        <w:t xml:space="preserve"> </w:t>
      </w:r>
      <w:r w:rsidR="001E749D" w:rsidRPr="00AF5434">
        <w:t>/</w:t>
      </w:r>
      <w:r w:rsidR="007E15CF" w:rsidRPr="00AF5434">
        <w:t xml:space="preserve"> </w:t>
      </w:r>
      <w:r w:rsidR="001E749D" w:rsidRPr="00AF5434">
        <w:t>2.5Gb</w:t>
      </w:r>
      <w:r w:rsidR="00EE2060">
        <w:t>it/s</w:t>
      </w:r>
      <w:r w:rsidR="00DA5D79" w:rsidRPr="00AF5434">
        <w:t xml:space="preserve"> </w:t>
      </w:r>
      <w:r w:rsidR="00DA5D79" w:rsidRPr="00AF5434">
        <w:rPr>
          <w:b/>
          <w:color w:val="FF0000"/>
        </w:rPr>
        <w:t>(</w:t>
      </w:r>
      <w:r w:rsidR="00EE2060">
        <w:rPr>
          <w:b/>
          <w:color w:val="FF0000"/>
        </w:rPr>
        <w:t>ano</w:t>
      </w:r>
      <w:r w:rsidR="00DA5D79" w:rsidRPr="00AF5434">
        <w:rPr>
          <w:b/>
          <w:color w:val="FF0000"/>
        </w:rPr>
        <w:t>)</w:t>
      </w:r>
    </w:p>
    <w:p w:rsidR="0089580E" w:rsidRPr="00AF5434" w:rsidRDefault="00D81CAE" w:rsidP="00D81CAE">
      <w:pPr>
        <w:rPr>
          <w:b/>
        </w:rPr>
      </w:pPr>
      <w:r w:rsidRPr="00AF5434">
        <w:rPr>
          <w:b/>
        </w:rPr>
        <w:t>2</w:t>
      </w:r>
      <w:r w:rsidRPr="00AF5434">
        <w:t xml:space="preserve"> – </w:t>
      </w:r>
      <w:r w:rsidR="00EE2060">
        <w:t xml:space="preserve">Čtyři útlumové třídy </w:t>
      </w:r>
      <w:r w:rsidR="00DA5D79" w:rsidRPr="00AF5434">
        <w:rPr>
          <w:b/>
          <w:color w:val="FF0000"/>
        </w:rPr>
        <w:t>(</w:t>
      </w:r>
      <w:r w:rsidR="00EE2060">
        <w:rPr>
          <w:b/>
          <w:color w:val="FF0000"/>
        </w:rPr>
        <w:t>ano</w:t>
      </w:r>
      <w:r w:rsidR="00DA5D79" w:rsidRPr="00AF5434">
        <w:rPr>
          <w:b/>
          <w:color w:val="FF0000"/>
        </w:rPr>
        <w:t>)</w:t>
      </w:r>
    </w:p>
    <w:p w:rsidR="001E749D" w:rsidRPr="00AF5434" w:rsidRDefault="00D81CAE" w:rsidP="00D81CAE">
      <w:r w:rsidRPr="00AF5434">
        <w:rPr>
          <w:b/>
        </w:rPr>
        <w:t>3</w:t>
      </w:r>
      <w:r w:rsidRPr="00AF5434">
        <w:t xml:space="preserve"> – </w:t>
      </w:r>
      <w:r w:rsidR="00EE2060">
        <w:t>Vlnové délky pro směr k uživateli</w:t>
      </w:r>
      <w:r w:rsidR="001E749D" w:rsidRPr="00AF5434">
        <w:t xml:space="preserve"> </w:t>
      </w:r>
      <w:r w:rsidR="00EE2060">
        <w:t>(</w:t>
      </w:r>
      <w:r w:rsidR="001E749D" w:rsidRPr="00AF5434">
        <w:t>downstream</w:t>
      </w:r>
      <w:r w:rsidR="00EE2060">
        <w:t>)</w:t>
      </w:r>
      <w:r w:rsidR="001E749D" w:rsidRPr="00AF5434">
        <w:t>: 1575-1580 nm</w:t>
      </w:r>
      <w:r w:rsidR="00DA5D79" w:rsidRPr="00AF5434">
        <w:t xml:space="preserve"> </w:t>
      </w:r>
      <w:r w:rsidR="00DA5D79" w:rsidRPr="00AF5434">
        <w:rPr>
          <w:b/>
          <w:color w:val="FF0000"/>
        </w:rPr>
        <w:t>(</w:t>
      </w:r>
      <w:r w:rsidR="00EE2060">
        <w:rPr>
          <w:b/>
          <w:color w:val="FF0000"/>
        </w:rPr>
        <w:t>ano</w:t>
      </w:r>
      <w:r w:rsidR="00DA5D79" w:rsidRPr="00AF5434">
        <w:rPr>
          <w:b/>
          <w:color w:val="FF0000"/>
        </w:rPr>
        <w:t>)</w:t>
      </w:r>
    </w:p>
    <w:p w:rsidR="00895942" w:rsidRPr="00AF5434" w:rsidRDefault="00D81CAE" w:rsidP="00D81CAE">
      <w:r w:rsidRPr="00AF5434">
        <w:rPr>
          <w:b/>
        </w:rPr>
        <w:t>4</w:t>
      </w:r>
      <w:r w:rsidRPr="00AF5434">
        <w:t xml:space="preserve"> – </w:t>
      </w:r>
      <w:r w:rsidR="00EE2060">
        <w:t>Vlnové délky pro směr k uživateli (</w:t>
      </w:r>
      <w:r w:rsidR="00895942" w:rsidRPr="00AF5434">
        <w:t>downstream</w:t>
      </w:r>
      <w:r w:rsidR="00EE2060">
        <w:t>)</w:t>
      </w:r>
      <w:r w:rsidR="00895942" w:rsidRPr="00AF5434">
        <w:t>: 1260-1260 nm</w:t>
      </w:r>
      <w:r w:rsidR="00DA5D79" w:rsidRPr="00AF5434">
        <w:t xml:space="preserve"> </w:t>
      </w:r>
      <w:r w:rsidR="00DA5D79" w:rsidRPr="00AF5434">
        <w:rPr>
          <w:b/>
          <w:color w:val="FF0000"/>
        </w:rPr>
        <w:t>(n</w:t>
      </w:r>
      <w:r w:rsidR="00EE2060">
        <w:rPr>
          <w:b/>
          <w:color w:val="FF0000"/>
        </w:rPr>
        <w:t>e</w:t>
      </w:r>
      <w:r w:rsidR="00DA5D79" w:rsidRPr="00AF5434">
        <w:rPr>
          <w:b/>
          <w:color w:val="FF0000"/>
        </w:rPr>
        <w:t>, t</w:t>
      </w:r>
      <w:r w:rsidR="00EE2060">
        <w:rPr>
          <w:b/>
          <w:color w:val="FF0000"/>
        </w:rPr>
        <w:t xml:space="preserve">yto vlnové délky jsou pro </w:t>
      </w:r>
      <w:r w:rsidR="00DA5D79" w:rsidRPr="00AF5434">
        <w:rPr>
          <w:b/>
          <w:color w:val="FF0000"/>
        </w:rPr>
        <w:t>upstream)</w:t>
      </w:r>
    </w:p>
    <w:p w:rsidR="0089580E" w:rsidRPr="00AF5434" w:rsidRDefault="00D81CAE" w:rsidP="00D81CAE">
      <w:r w:rsidRPr="00AF5434">
        <w:rPr>
          <w:b/>
        </w:rPr>
        <w:t>5</w:t>
      </w:r>
      <w:r w:rsidRPr="00AF5434">
        <w:t xml:space="preserve"> – </w:t>
      </w:r>
      <w:r w:rsidR="00EE2060">
        <w:t>Fyzický dosah</w:t>
      </w:r>
      <w:r w:rsidR="001E749D" w:rsidRPr="00AF5434">
        <w:t xml:space="preserve">: </w:t>
      </w:r>
      <w:r w:rsidR="00EE2060">
        <w:t xml:space="preserve">až </w:t>
      </w:r>
      <w:r w:rsidR="001E749D" w:rsidRPr="00AF5434">
        <w:t>100 km</w:t>
      </w:r>
      <w:r w:rsidR="00DA5D79" w:rsidRPr="00AF5434">
        <w:t xml:space="preserve"> </w:t>
      </w:r>
      <w:r w:rsidR="00DA5D79" w:rsidRPr="00AF5434">
        <w:rPr>
          <w:b/>
          <w:color w:val="FF0000"/>
        </w:rPr>
        <w:t>(n</w:t>
      </w:r>
      <w:r w:rsidR="00EE2060">
        <w:rPr>
          <w:b/>
          <w:color w:val="FF0000"/>
        </w:rPr>
        <w:t xml:space="preserve">e, fyzický dosah je </w:t>
      </w:r>
      <w:r w:rsidR="00DA5D79" w:rsidRPr="00AF5434">
        <w:rPr>
          <w:b/>
          <w:color w:val="FF0000"/>
        </w:rPr>
        <w:t>20 km)</w:t>
      </w:r>
    </w:p>
    <w:p w:rsidR="001E749D" w:rsidRPr="00AF5434" w:rsidRDefault="00D81CAE" w:rsidP="00D81CAE">
      <w:r w:rsidRPr="00AF5434">
        <w:rPr>
          <w:b/>
        </w:rPr>
        <w:t>6</w:t>
      </w:r>
      <w:r w:rsidRPr="00AF5434">
        <w:t xml:space="preserve"> – </w:t>
      </w:r>
      <w:r w:rsidR="00EE2060">
        <w:t>Fyzický dosah</w:t>
      </w:r>
      <w:r w:rsidR="001E749D" w:rsidRPr="00AF5434">
        <w:t xml:space="preserve">: </w:t>
      </w:r>
      <w:r w:rsidR="00EE2060">
        <w:t xml:space="preserve">až </w:t>
      </w:r>
      <w:r w:rsidR="001E749D" w:rsidRPr="00AF5434">
        <w:t>20 km</w:t>
      </w:r>
      <w:r w:rsidR="00DA5D79" w:rsidRPr="00AF5434">
        <w:t xml:space="preserve"> </w:t>
      </w:r>
      <w:r w:rsidR="00B46B55" w:rsidRPr="00AF5434">
        <w:t>(</w:t>
      </w:r>
      <w:r w:rsidR="00EE2060">
        <w:t xml:space="preserve">v budoucnu se předpokládá </w:t>
      </w:r>
      <w:r w:rsidR="00B46B55" w:rsidRPr="00AF5434">
        <w:t xml:space="preserve">40 km) </w:t>
      </w:r>
      <w:r w:rsidR="00DA5D79" w:rsidRPr="00AF5434">
        <w:rPr>
          <w:b/>
          <w:color w:val="FF0000"/>
        </w:rPr>
        <w:t>(</w:t>
      </w:r>
      <w:r w:rsidR="00EE2060">
        <w:rPr>
          <w:b/>
          <w:color w:val="FF0000"/>
        </w:rPr>
        <w:t>ano</w:t>
      </w:r>
      <w:r w:rsidR="00DA5D79" w:rsidRPr="00AF5434">
        <w:rPr>
          <w:b/>
          <w:color w:val="FF0000"/>
        </w:rPr>
        <w:t>)</w:t>
      </w:r>
    </w:p>
    <w:p w:rsidR="0089580E" w:rsidRPr="00AF5434" w:rsidRDefault="00D81CAE" w:rsidP="00D81CAE">
      <w:r w:rsidRPr="00AF5434">
        <w:rPr>
          <w:b/>
        </w:rPr>
        <w:t>7</w:t>
      </w:r>
      <w:r w:rsidRPr="00AF5434">
        <w:t xml:space="preserve"> – </w:t>
      </w:r>
      <w:r w:rsidR="001E749D" w:rsidRPr="00AF5434">
        <w:t xml:space="preserve">Max. </w:t>
      </w:r>
      <w:r w:rsidR="00EE2060">
        <w:t>dělící poměr</w:t>
      </w:r>
      <w:r w:rsidR="001E749D" w:rsidRPr="00AF5434">
        <w:t xml:space="preserve">: 1:64 </w:t>
      </w:r>
      <w:r w:rsidR="00DA5D79" w:rsidRPr="00AF5434">
        <w:rPr>
          <w:b/>
          <w:color w:val="FF0000"/>
        </w:rPr>
        <w:t>(n</w:t>
      </w:r>
      <w:r w:rsidR="00EE2060">
        <w:rPr>
          <w:b/>
          <w:color w:val="FF0000"/>
        </w:rPr>
        <w:t>e,</w:t>
      </w:r>
      <w:r w:rsidR="00DA5D79" w:rsidRPr="00AF5434">
        <w:rPr>
          <w:b/>
          <w:color w:val="FF0000"/>
        </w:rPr>
        <w:t xml:space="preserve"> </w:t>
      </w:r>
      <w:r w:rsidR="00EE2060">
        <w:rPr>
          <w:b/>
          <w:color w:val="FF0000"/>
        </w:rPr>
        <w:t xml:space="preserve">maximální poměr je </w:t>
      </w:r>
      <w:r w:rsidR="00DA5D79" w:rsidRPr="00AF5434">
        <w:rPr>
          <w:b/>
          <w:color w:val="FF0000"/>
        </w:rPr>
        <w:t>1:256)</w:t>
      </w:r>
    </w:p>
    <w:p w:rsidR="00C148FD" w:rsidRPr="00AF5434" w:rsidRDefault="00C148FD" w:rsidP="00C148FD">
      <w:pPr>
        <w:pStyle w:val="eLineBottom"/>
      </w:pPr>
    </w:p>
    <w:p w:rsidR="00D81CAE" w:rsidRPr="00AF5434" w:rsidRDefault="00D81CAE" w:rsidP="00C148FD">
      <w:pPr>
        <w:pStyle w:val="eLineBottom"/>
      </w:pPr>
    </w:p>
    <w:p w:rsidR="00D81CAE" w:rsidRPr="00AF5434" w:rsidRDefault="004A6016" w:rsidP="004A6016">
      <w:pPr>
        <w:tabs>
          <w:tab w:val="left" w:pos="3356"/>
        </w:tabs>
      </w:pPr>
      <w:r>
        <w:tab/>
      </w:r>
    </w:p>
    <w:p w:rsidR="00895942" w:rsidRPr="00AF5434" w:rsidRDefault="004A6016" w:rsidP="00895942">
      <w:pPr>
        <w:pStyle w:val="eTask"/>
      </w:pPr>
      <w:r>
        <w:t>Změňte následující text tak, aby tvrzení byla pravdivá</w:t>
      </w:r>
      <w:r w:rsidR="00895942" w:rsidRPr="00AF5434">
        <w:t>.</w:t>
      </w:r>
    </w:p>
    <w:p w:rsidR="00895942" w:rsidRPr="00AF5434" w:rsidRDefault="00895942" w:rsidP="00895942"/>
    <w:p w:rsidR="00895942" w:rsidRPr="00AF5434" w:rsidRDefault="000071DF" w:rsidP="00895942">
      <w:r>
        <w:t>U mnohovidových gradientních vláken index lomu jádra je</w:t>
      </w:r>
      <w:r w:rsidR="00895942" w:rsidRPr="00AF5434">
        <w:t xml:space="preserve"> (</w:t>
      </w:r>
      <w:r>
        <w:rPr>
          <w:strike/>
        </w:rPr>
        <w:t>konstantní</w:t>
      </w:r>
      <w:r w:rsidR="00895942" w:rsidRPr="00AF5434">
        <w:t xml:space="preserve"> / </w:t>
      </w:r>
      <w:r>
        <w:rPr>
          <w:b/>
          <w:color w:val="FF0000"/>
        </w:rPr>
        <w:t>proměnlivý</w:t>
      </w:r>
      <w:r w:rsidR="00895942" w:rsidRPr="00AF5434">
        <w:t>); (</w:t>
      </w:r>
      <w:r w:rsidR="002D440F">
        <w:rPr>
          <w:strike/>
        </w:rPr>
        <w:t>roste</w:t>
      </w:r>
      <w:r>
        <w:rPr>
          <w:strike/>
        </w:rPr>
        <w:t xml:space="preserve"> </w:t>
      </w:r>
      <w:r w:rsidR="00895942" w:rsidRPr="00AF5434">
        <w:t xml:space="preserve">/ </w:t>
      </w:r>
      <w:r>
        <w:rPr>
          <w:b/>
          <w:color w:val="FF0000"/>
        </w:rPr>
        <w:t>klesá</w:t>
      </w:r>
      <w:r w:rsidR="00895942" w:rsidRPr="00AF5434">
        <w:t>) grad</w:t>
      </w:r>
      <w:r>
        <w:t xml:space="preserve">ientně se </w:t>
      </w:r>
      <w:r w:rsidR="00102EF4">
        <w:t>vzdáleností</w:t>
      </w:r>
      <w:r>
        <w:t xml:space="preserve"> od středu jádra</w:t>
      </w:r>
      <w:r w:rsidR="00895942" w:rsidRPr="00AF5434">
        <w:t xml:space="preserve">. </w:t>
      </w:r>
    </w:p>
    <w:p w:rsidR="00895942" w:rsidRPr="00AF5434" w:rsidRDefault="00895942" w:rsidP="00D81CAE"/>
    <w:p w:rsidR="008C0801" w:rsidRPr="00AF5434" w:rsidRDefault="008C0801" w:rsidP="00D81CAE"/>
    <w:p w:rsidR="00895942" w:rsidRPr="00AF5434" w:rsidRDefault="00102EF4" w:rsidP="00895942">
      <w:r>
        <w:t xml:space="preserve">Můžeme pozorovat </w:t>
      </w:r>
      <w:r w:rsidR="00895942" w:rsidRPr="00AF5434">
        <w:t>(</w:t>
      </w:r>
      <w:r>
        <w:rPr>
          <w:b/>
          <w:color w:val="FF0000"/>
        </w:rPr>
        <w:t xml:space="preserve">zalomení </w:t>
      </w:r>
      <w:r w:rsidR="00895942" w:rsidRPr="00AF5434">
        <w:t xml:space="preserve">/ </w:t>
      </w:r>
      <w:r>
        <w:rPr>
          <w:strike/>
        </w:rPr>
        <w:t>odraz</w:t>
      </w:r>
      <w:r w:rsidR="00895942" w:rsidRPr="00AF5434">
        <w:t xml:space="preserve">) </w:t>
      </w:r>
      <w:r>
        <w:t>na několika vrstvách, následně</w:t>
      </w:r>
      <w:r w:rsidR="00895942" w:rsidRPr="00AF5434">
        <w:t xml:space="preserve"> </w:t>
      </w:r>
      <w:r>
        <w:t xml:space="preserve">paprsek je </w:t>
      </w:r>
      <w:r w:rsidR="00895942" w:rsidRPr="00AF5434">
        <w:t>(</w:t>
      </w:r>
      <w:r>
        <w:rPr>
          <w:strike/>
        </w:rPr>
        <w:t>zalomen</w:t>
      </w:r>
      <w:r w:rsidR="00895942" w:rsidRPr="00AF5434">
        <w:t xml:space="preserve"> / </w:t>
      </w:r>
      <w:r>
        <w:rPr>
          <w:b/>
          <w:color w:val="FF0000"/>
        </w:rPr>
        <w:t>odražen</w:t>
      </w:r>
      <w:r w:rsidR="00895942" w:rsidRPr="00AF5434">
        <w:t xml:space="preserve">) </w:t>
      </w:r>
      <w:r>
        <w:t>na určité vrstvě na rozhrání poslední vrstvy jádra a pláště</w:t>
      </w:r>
      <w:r w:rsidR="00895942" w:rsidRPr="00AF5434">
        <w:t xml:space="preserve">. </w:t>
      </w:r>
    </w:p>
    <w:p w:rsidR="00895942" w:rsidRPr="00AF5434" w:rsidRDefault="00895942" w:rsidP="00895942"/>
    <w:p w:rsidR="008C0801" w:rsidRPr="00AF5434" w:rsidRDefault="008C0801" w:rsidP="00895942"/>
    <w:p w:rsidR="00895942" w:rsidRPr="00AF5434" w:rsidRDefault="003D45BD" w:rsidP="00895942">
      <w:r>
        <w:t>Vid, který se šíří podél podélné osy symetrie vlákna prochází</w:t>
      </w:r>
      <w:r w:rsidR="00895942" w:rsidRPr="00AF5434">
        <w:t xml:space="preserve"> (</w:t>
      </w:r>
      <w:r>
        <w:rPr>
          <w:b/>
          <w:color w:val="FF0000"/>
        </w:rPr>
        <w:t>nejkratší</w:t>
      </w:r>
      <w:r w:rsidR="00895942" w:rsidRPr="00AF5434">
        <w:rPr>
          <w:color w:val="FF0000"/>
        </w:rPr>
        <w:t xml:space="preserve"> </w:t>
      </w:r>
      <w:r w:rsidR="00895942" w:rsidRPr="00AF5434">
        <w:t xml:space="preserve">/ </w:t>
      </w:r>
      <w:r>
        <w:rPr>
          <w:strike/>
        </w:rPr>
        <w:t>nejdelší</w:t>
      </w:r>
      <w:r w:rsidR="00895942" w:rsidRPr="00AF5434">
        <w:t xml:space="preserve">) </w:t>
      </w:r>
      <w:r>
        <w:t>optickou dráhu</w:t>
      </w:r>
      <w:r w:rsidR="00895942" w:rsidRPr="00AF5434">
        <w:t xml:space="preserve">, </w:t>
      </w:r>
      <w:r>
        <w:t xml:space="preserve">ale jeho rychlost je </w:t>
      </w:r>
      <w:r w:rsidR="00895942" w:rsidRPr="00AF5434">
        <w:t>(</w:t>
      </w:r>
      <w:r>
        <w:rPr>
          <w:strike/>
        </w:rPr>
        <w:t>větší</w:t>
      </w:r>
      <w:r w:rsidR="00895942" w:rsidRPr="00AF5434">
        <w:t xml:space="preserve"> / </w:t>
      </w:r>
      <w:r>
        <w:rPr>
          <w:b/>
          <w:color w:val="FF0000"/>
        </w:rPr>
        <w:t>menší</w:t>
      </w:r>
      <w:r w:rsidR="00895942" w:rsidRPr="00AF5434">
        <w:t xml:space="preserve">), </w:t>
      </w:r>
      <w:r>
        <w:t>protože ve středu jádra index lomu je</w:t>
      </w:r>
      <w:r w:rsidR="00895942" w:rsidRPr="00AF5434">
        <w:t xml:space="preserve"> (</w:t>
      </w:r>
      <w:r>
        <w:rPr>
          <w:strike/>
        </w:rPr>
        <w:t xml:space="preserve">nižší </w:t>
      </w:r>
      <w:r w:rsidR="00895942" w:rsidRPr="00AF5434">
        <w:t xml:space="preserve">/ </w:t>
      </w:r>
      <w:r>
        <w:rPr>
          <w:b/>
          <w:color w:val="FF0000"/>
        </w:rPr>
        <w:t>vyšší</w:t>
      </w:r>
      <w:r w:rsidR="00895942" w:rsidRPr="00AF5434">
        <w:t>)</w:t>
      </w:r>
      <w:r>
        <w:t>;</w:t>
      </w:r>
      <w:r w:rsidR="00895942" w:rsidRPr="00AF5434">
        <w:t xml:space="preserve"> </w:t>
      </w:r>
      <w:r>
        <w:t xml:space="preserve">paprsek, který prochází </w:t>
      </w:r>
      <w:r w:rsidR="00895942" w:rsidRPr="00AF5434">
        <w:t>(</w:t>
      </w:r>
      <w:r>
        <w:rPr>
          <w:strike/>
        </w:rPr>
        <w:t>nejkratší</w:t>
      </w:r>
      <w:r w:rsidR="00895942" w:rsidRPr="00AF5434">
        <w:t xml:space="preserve"> / </w:t>
      </w:r>
      <w:r>
        <w:rPr>
          <w:b/>
          <w:color w:val="FF0000"/>
        </w:rPr>
        <w:t>nejdelší</w:t>
      </w:r>
      <w:r w:rsidR="00895942" w:rsidRPr="00AF5434">
        <w:t xml:space="preserve">) </w:t>
      </w:r>
      <w:r>
        <w:t xml:space="preserve">optickou dráhu je postupně urychlován v látce, která se vyznačuje </w:t>
      </w:r>
      <w:r w:rsidR="00895942" w:rsidRPr="00AF5434">
        <w:t>(</w:t>
      </w:r>
      <w:r>
        <w:rPr>
          <w:b/>
          <w:color w:val="FF0000"/>
        </w:rPr>
        <w:t>nízkým</w:t>
      </w:r>
      <w:r w:rsidR="00895942" w:rsidRPr="00AF5434">
        <w:rPr>
          <w:color w:val="FF0000"/>
        </w:rPr>
        <w:t xml:space="preserve"> </w:t>
      </w:r>
      <w:r w:rsidR="00895942" w:rsidRPr="00AF5434">
        <w:t xml:space="preserve">/ </w:t>
      </w:r>
      <w:r>
        <w:rPr>
          <w:strike/>
        </w:rPr>
        <w:t>vysokým</w:t>
      </w:r>
      <w:r w:rsidR="00895942" w:rsidRPr="00AF5434">
        <w:t>)</w:t>
      </w:r>
      <w:r>
        <w:t xml:space="preserve"> indexem lomu</w:t>
      </w:r>
      <w:r w:rsidR="00895942" w:rsidRPr="00AF5434">
        <w:t>.</w:t>
      </w:r>
    </w:p>
    <w:p w:rsidR="00E57B99" w:rsidRPr="00AF5434" w:rsidRDefault="00E57B99" w:rsidP="001922A0"/>
    <w:p w:rsidR="00E57B99" w:rsidRPr="00AF5434" w:rsidRDefault="00E57B99" w:rsidP="001922A0"/>
    <w:p w:rsidR="00D81CAE" w:rsidRPr="00AF5434" w:rsidRDefault="00D81CAE">
      <w:pPr>
        <w:rPr>
          <w:b/>
        </w:rPr>
      </w:pPr>
      <w:r w:rsidRPr="00AF5434">
        <w:br w:type="page"/>
      </w:r>
    </w:p>
    <w:p w:rsidR="001922A0" w:rsidRPr="00AF5434" w:rsidRDefault="00780668" w:rsidP="00C15D14">
      <w:pPr>
        <w:pStyle w:val="eTask"/>
      </w:pPr>
      <w:r w:rsidRPr="003A0E7C">
        <w:lastRenderedPageBreak/>
        <w:t>Jednotlivým pojmům v levém sloupci přiřaďte prosím definice z pravého sloupce</w:t>
      </w:r>
      <w:r w:rsidR="00C15D14" w:rsidRPr="00AF5434">
        <w:t>.</w:t>
      </w:r>
    </w:p>
    <w:p w:rsidR="0089580E" w:rsidRPr="00AF5434" w:rsidRDefault="0089580E" w:rsidP="00D81CAE"/>
    <w:p w:rsidR="00D81CAE" w:rsidRPr="00AF5434" w:rsidRDefault="00D81CAE" w:rsidP="00D81CAE"/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1701"/>
        <w:gridCol w:w="4644"/>
      </w:tblGrid>
      <w:tr w:rsidR="00D81CAE" w:rsidRPr="00AF5434" w:rsidTr="00D81CAE"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AF5434" w:rsidRDefault="00F71FE3" w:rsidP="00D81CAE">
            <w:pPr>
              <w:pStyle w:val="eCheckBoxText"/>
              <w:ind w:left="0" w:firstLine="0"/>
              <w:jc w:val="center"/>
            </w:pPr>
            <w:r w:rsidRPr="00FC6E78">
              <w:t>Materiálová disperze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AF5434" w:rsidRDefault="00566E28" w:rsidP="00882BE0">
            <w:pPr>
              <w:pStyle w:val="eCheckBoxText"/>
              <w:ind w:left="0" w:firstLine="0"/>
            </w:pPr>
            <w:r>
              <w:rPr>
                <w:noProof/>
              </w:rPr>
              <w:pict>
                <v:line id="_x0000_s1035" style="position:absolute;flip:y;z-index:251667456;visibility:visible;mso-position-horizontal-relative:text;mso-position-vertical-relative:text" from="-5.75pt,197.65pt" to="78.75pt,2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_x0000_s1034" style="position:absolute;flip:y;z-index:251666432;visibility:visible;mso-position-horizontal-relative:text;mso-position-vertical-relative:text" from="-5.75pt,113.1pt" to="78.75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Přímá spojnice 5" o:spid="_x0000_s1033" style="position:absolute;flip:y;z-index:251665408;visibility:visible;mso-position-horizontal-relative:text;mso-position-vertical-relative:text" from="-5.75pt,27.95pt" to="78.75pt,1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Přímá spojnice 4" o:spid="_x0000_s1026" style="position:absolute;flip:x y;z-index:251660288;visibility:visible;mso-position-horizontal-relative:text;mso-position-vertical-relative:text" from="-5.75pt,34.25pt" to="78.75pt,2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" strokecolor="red"/>
              </w:pict>
            </w: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AF5434" w:rsidRDefault="00141ADC" w:rsidP="00BE504D">
            <w:pPr>
              <w:pStyle w:val="eCheckBoxText"/>
              <w:ind w:left="0" w:firstLine="0"/>
            </w:pPr>
            <w:r>
              <w:t xml:space="preserve">Změna tvaru vidu na jisté </w:t>
            </w:r>
            <w:r w:rsidR="003C7E60">
              <w:t>vzdálenosti</w:t>
            </w:r>
            <w:r>
              <w:t xml:space="preserve"> je spojená s geometrií vlákna, která může za změny skupinové rychlostí šíření se vlny </w:t>
            </w:r>
            <w:r w:rsidR="00D81CAE" w:rsidRPr="00AF5434">
              <w:t>(</w:t>
            </w:r>
            <w:r>
              <w:t>změna tvaru „</w:t>
            </w:r>
            <w:r w:rsidR="003C7E60">
              <w:t>obálky</w:t>
            </w:r>
            <w:r w:rsidR="00BE504D">
              <w:t>“</w:t>
            </w:r>
            <w:r w:rsidR="00D81CAE" w:rsidRPr="00AF5434">
              <w:t xml:space="preserve">) </w:t>
            </w:r>
            <w:r>
              <w:t>jako funkce vlnové délky</w:t>
            </w:r>
          </w:p>
        </w:tc>
      </w:tr>
      <w:tr w:rsidR="00D81CAE" w:rsidRPr="00AF5434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AF5434" w:rsidRDefault="00D81CAE" w:rsidP="00D81CAE">
            <w:pPr>
              <w:pStyle w:val="eCheckBoxText"/>
              <w:ind w:left="0" w:firstLine="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AF5434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AF5434" w:rsidRDefault="00D81CAE" w:rsidP="00D81CAE">
            <w:pPr>
              <w:pStyle w:val="eCheckBoxText"/>
              <w:ind w:left="0" w:firstLine="0"/>
            </w:pPr>
          </w:p>
        </w:tc>
      </w:tr>
      <w:tr w:rsidR="00D81CAE" w:rsidRPr="00AF5434" w:rsidTr="00D81CAE">
        <w:trPr>
          <w:trHeight w:val="1406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AF5434" w:rsidRDefault="00F71FE3" w:rsidP="00D81CAE">
            <w:pPr>
              <w:pStyle w:val="eCheckBoxText"/>
              <w:ind w:left="0" w:firstLine="0"/>
              <w:jc w:val="center"/>
            </w:pPr>
            <w:r>
              <w:t>Vlnovodná disperze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AF5434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AF5434" w:rsidRDefault="00B84AB3" w:rsidP="00B84AB3">
            <w:pPr>
              <w:pStyle w:val="eCheckBoxText"/>
              <w:ind w:left="0" w:firstLine="0"/>
            </w:pPr>
            <w:r>
              <w:t>Každý vid prochází vláknem jinou optickou drahou. Jednotlivé vidy optického záření dosahují konec vlákna v jiném časovém okamžiku</w:t>
            </w:r>
          </w:p>
        </w:tc>
      </w:tr>
      <w:tr w:rsidR="00D81CAE" w:rsidRPr="00AF5434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AF5434" w:rsidRDefault="00D81CAE" w:rsidP="00D81CAE">
            <w:pPr>
              <w:pStyle w:val="eCheckBoxText"/>
              <w:ind w:left="0" w:firstLine="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AF5434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AF5434" w:rsidRDefault="00D81CAE" w:rsidP="00D81CAE">
            <w:pPr>
              <w:pStyle w:val="eCheckBoxText"/>
              <w:ind w:left="0" w:firstLine="0"/>
            </w:pPr>
          </w:p>
        </w:tc>
      </w:tr>
      <w:tr w:rsidR="00D81CAE" w:rsidRPr="00AF5434" w:rsidTr="00D81CAE">
        <w:trPr>
          <w:trHeight w:val="1402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AF5434" w:rsidRDefault="00F71FE3" w:rsidP="00D81CAE">
            <w:pPr>
              <w:pStyle w:val="eCheckBoxText"/>
              <w:ind w:left="0" w:firstLine="0"/>
              <w:jc w:val="center"/>
            </w:pPr>
            <w:r>
              <w:t>Vidová disperze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AF5434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AF5434" w:rsidRDefault="00B84AB3" w:rsidP="00BE504D">
            <w:pPr>
              <w:pStyle w:val="eCheckBoxText"/>
              <w:ind w:left="0" w:firstLine="0"/>
            </w:pPr>
            <w:r>
              <w:t xml:space="preserve">Vzniká z důvodu odlišné hodnoty indexu lomu pro osu </w:t>
            </w:r>
            <w:r w:rsidR="00BE504D">
              <w:t>„</w:t>
            </w:r>
            <w:r w:rsidR="00D81CAE" w:rsidRPr="00AF5434">
              <w:t>x</w:t>
            </w:r>
            <w:r w:rsidR="00BE504D">
              <w:t>“</w:t>
            </w:r>
            <w:r w:rsidR="00D81CAE" w:rsidRPr="00AF5434">
              <w:t xml:space="preserve"> a</w:t>
            </w:r>
            <w:r>
              <w:t xml:space="preserve"> </w:t>
            </w:r>
            <w:r w:rsidR="00BE504D">
              <w:t>„</w:t>
            </w:r>
            <w:r w:rsidR="00D81CAE" w:rsidRPr="00AF5434">
              <w:t>y</w:t>
            </w:r>
            <w:r w:rsidR="00BE504D">
              <w:t>“</w:t>
            </w:r>
            <w:r w:rsidR="00D81CAE" w:rsidRPr="00AF5434">
              <w:t xml:space="preserve">. </w:t>
            </w:r>
            <w:r>
              <w:t>Jedná osa je takzvaná rychlá osa, druhá je pomalá osa.</w:t>
            </w:r>
            <w:r w:rsidR="00D81CAE" w:rsidRPr="00AF5434">
              <w:t xml:space="preserve"> </w:t>
            </w:r>
            <w:r>
              <w:t>Jednotlivé složky šířící se podél obou os dorazí na konec vlákna v jiném časovém okamžiku</w:t>
            </w:r>
          </w:p>
        </w:tc>
      </w:tr>
      <w:tr w:rsidR="00D81CAE" w:rsidRPr="00AF5434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AF5434" w:rsidRDefault="00D81CAE" w:rsidP="00D81CAE">
            <w:pPr>
              <w:pStyle w:val="eCheckBoxText"/>
              <w:ind w:left="0" w:firstLine="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AF5434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AF5434" w:rsidRDefault="00D81CAE" w:rsidP="00D81CAE">
            <w:pPr>
              <w:pStyle w:val="eCheckBoxText"/>
              <w:ind w:left="0" w:firstLine="0"/>
            </w:pPr>
          </w:p>
        </w:tc>
      </w:tr>
      <w:tr w:rsidR="00D81CAE" w:rsidRPr="00AF5434" w:rsidTr="00D81CAE">
        <w:tc>
          <w:tcPr>
            <w:tcW w:w="2517" w:type="dxa"/>
            <w:tcBorders>
              <w:right w:val="single" w:sz="4" w:space="0" w:color="auto"/>
            </w:tcBorders>
            <w:vAlign w:val="center"/>
          </w:tcPr>
          <w:p w:rsidR="00D81CAE" w:rsidRPr="00AF5434" w:rsidRDefault="00F71FE3" w:rsidP="00D81CAE">
            <w:pPr>
              <w:pStyle w:val="eCheckBoxText"/>
              <w:ind w:left="0" w:firstLine="0"/>
              <w:jc w:val="center"/>
            </w:pPr>
            <w:r w:rsidRPr="00FC6E78">
              <w:t>Polariz</w:t>
            </w:r>
            <w:r>
              <w:t>ační vidová disperze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AF5434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D81CAE" w:rsidRPr="00AF5434" w:rsidRDefault="00447E73" w:rsidP="00447E73">
            <w:pPr>
              <w:pStyle w:val="eCheckBoxText"/>
              <w:ind w:left="0" w:firstLine="0"/>
            </w:pPr>
            <w:r>
              <w:t>Vzniká z důvodu nenulové šířky spektra laserového zdroje</w:t>
            </w:r>
            <w:r w:rsidR="00D81CAE" w:rsidRPr="00AF5434">
              <w:t xml:space="preserve">. </w:t>
            </w:r>
            <w:r>
              <w:t xml:space="preserve">Každá frekvence </w:t>
            </w:r>
            <w:r w:rsidR="00D81CAE" w:rsidRPr="00AF5434">
              <w:t>(</w:t>
            </w:r>
            <w:r>
              <w:t>barva</w:t>
            </w:r>
            <w:r w:rsidR="00D81CAE" w:rsidRPr="00AF5434">
              <w:t>)</w:t>
            </w:r>
            <w:r>
              <w:t xml:space="preserve"> se šíří jinou fázovou rychlostí a na konec vlákna doráží v jiném časovém okamžiku</w:t>
            </w:r>
          </w:p>
        </w:tc>
      </w:tr>
    </w:tbl>
    <w:p w:rsidR="00D81CAE" w:rsidRPr="00AF5434" w:rsidRDefault="00D81CAE" w:rsidP="00882BE0">
      <w:pPr>
        <w:pStyle w:val="eCheckBoxText"/>
      </w:pPr>
    </w:p>
    <w:p w:rsidR="00223478" w:rsidRPr="00AF5434" w:rsidRDefault="00223478" w:rsidP="00D81CAE">
      <w:pPr>
        <w:rPr>
          <w:szCs w:val="20"/>
        </w:rPr>
      </w:pPr>
    </w:p>
    <w:sectPr w:rsidR="00223478" w:rsidRPr="00AF5434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E28" w:rsidRDefault="00566E28" w:rsidP="00861A1A">
      <w:r>
        <w:separator/>
      </w:r>
    </w:p>
  </w:endnote>
  <w:endnote w:type="continuationSeparator" w:id="0">
    <w:p w:rsidR="00566E28" w:rsidRDefault="00566E2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E504D" w:rsidTr="00CA51B5">
      <w:tc>
        <w:tcPr>
          <w:tcW w:w="2518" w:type="dxa"/>
        </w:tcPr>
        <w:p w:rsidR="00BE504D" w:rsidRDefault="00BE504D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E504D" w:rsidRPr="00A46B90" w:rsidRDefault="00BE504D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E504D" w:rsidRPr="00CA51B5" w:rsidRDefault="00BE504D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E28" w:rsidRDefault="00566E28" w:rsidP="00861A1A">
      <w:r>
        <w:separator/>
      </w:r>
    </w:p>
  </w:footnote>
  <w:footnote w:type="continuationSeparator" w:id="0">
    <w:p w:rsidR="00566E28" w:rsidRDefault="00566E2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BE504D">
      <w:rPr>
        <w:rFonts w:ascii="Calibri" w:hAnsi="Calibri"/>
        <w:b/>
        <w:smallCaps/>
        <w:noProof/>
      </w:rPr>
      <w:t>PRACOVNÍ LIST</w:t>
    </w:r>
  </w:p>
  <w:p w:rsidR="00C148FD" w:rsidRPr="00C148FD" w:rsidRDefault="006526E5" w:rsidP="00565F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2338D">
      <w:rPr>
        <w:rFonts w:ascii="Calibri" w:hAnsi="Calibri"/>
        <w:smallCaps/>
        <w:noProof/>
        <w:sz w:val="20"/>
        <w:szCs w:val="20"/>
        <w:lang w:val="en-US"/>
      </w:rPr>
      <w:t>OPTIC</w:t>
    </w:r>
    <w:r>
      <w:rPr>
        <w:rFonts w:ascii="Calibri" w:hAnsi="Calibri"/>
        <w:smallCaps/>
        <w:noProof/>
        <w:sz w:val="20"/>
        <w:szCs w:val="20"/>
        <w:lang w:val="en-US"/>
      </w:rPr>
      <w:t>K</w:t>
    </w:r>
    <w:r>
      <w:rPr>
        <w:rFonts w:ascii="Calibri" w:hAnsi="Calibri"/>
        <w:smallCaps/>
        <w:noProof/>
        <w:sz w:val="20"/>
        <w:szCs w:val="20"/>
      </w:rPr>
      <w:t>É SYSTÉMY A SÍTĚ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A0508F96"/>
    <w:lvl w:ilvl="0" w:tplc="F6D85D6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071D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3227"/>
    <w:rsid w:val="000B73E8"/>
    <w:rsid w:val="000C6B3A"/>
    <w:rsid w:val="000D0C35"/>
    <w:rsid w:val="000D6223"/>
    <w:rsid w:val="00102EF4"/>
    <w:rsid w:val="001301D8"/>
    <w:rsid w:val="0013693D"/>
    <w:rsid w:val="00136968"/>
    <w:rsid w:val="00141ADC"/>
    <w:rsid w:val="0014373A"/>
    <w:rsid w:val="00151ED1"/>
    <w:rsid w:val="00152647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03F1"/>
    <w:rsid w:val="001E204B"/>
    <w:rsid w:val="001E749D"/>
    <w:rsid w:val="001F6290"/>
    <w:rsid w:val="00213F2C"/>
    <w:rsid w:val="002202A3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D440F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96EAB"/>
    <w:rsid w:val="003B1326"/>
    <w:rsid w:val="003C5B45"/>
    <w:rsid w:val="003C7E60"/>
    <w:rsid w:val="003D41BB"/>
    <w:rsid w:val="003D45BD"/>
    <w:rsid w:val="003D6C63"/>
    <w:rsid w:val="003E01BE"/>
    <w:rsid w:val="003F03EB"/>
    <w:rsid w:val="003F623C"/>
    <w:rsid w:val="003F7F87"/>
    <w:rsid w:val="00402B09"/>
    <w:rsid w:val="00417361"/>
    <w:rsid w:val="00417ED2"/>
    <w:rsid w:val="00447E73"/>
    <w:rsid w:val="0046567F"/>
    <w:rsid w:val="00472203"/>
    <w:rsid w:val="00475954"/>
    <w:rsid w:val="00492966"/>
    <w:rsid w:val="004A01E5"/>
    <w:rsid w:val="004A032E"/>
    <w:rsid w:val="004A6016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65FA6"/>
    <w:rsid w:val="00566E28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27D93"/>
    <w:rsid w:val="0063686B"/>
    <w:rsid w:val="006435FE"/>
    <w:rsid w:val="0064494B"/>
    <w:rsid w:val="006526E5"/>
    <w:rsid w:val="0066326F"/>
    <w:rsid w:val="0068067D"/>
    <w:rsid w:val="0068131D"/>
    <w:rsid w:val="00690FB1"/>
    <w:rsid w:val="006A24C7"/>
    <w:rsid w:val="006A668A"/>
    <w:rsid w:val="006B4EFF"/>
    <w:rsid w:val="006B5D59"/>
    <w:rsid w:val="006C40DA"/>
    <w:rsid w:val="006D39B2"/>
    <w:rsid w:val="006D3F30"/>
    <w:rsid w:val="006D50FA"/>
    <w:rsid w:val="006F0D5B"/>
    <w:rsid w:val="006F787A"/>
    <w:rsid w:val="00710301"/>
    <w:rsid w:val="0073574D"/>
    <w:rsid w:val="007460F9"/>
    <w:rsid w:val="00757A3B"/>
    <w:rsid w:val="0076745A"/>
    <w:rsid w:val="007704E0"/>
    <w:rsid w:val="007738BD"/>
    <w:rsid w:val="00780668"/>
    <w:rsid w:val="007837ED"/>
    <w:rsid w:val="00783F71"/>
    <w:rsid w:val="00790D07"/>
    <w:rsid w:val="007C0FDD"/>
    <w:rsid w:val="007C308E"/>
    <w:rsid w:val="007C5B85"/>
    <w:rsid w:val="007E15CF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6543"/>
    <w:rsid w:val="00861A1A"/>
    <w:rsid w:val="00864D93"/>
    <w:rsid w:val="00882BE0"/>
    <w:rsid w:val="008836CE"/>
    <w:rsid w:val="00891FF5"/>
    <w:rsid w:val="00893E89"/>
    <w:rsid w:val="0089580E"/>
    <w:rsid w:val="00895942"/>
    <w:rsid w:val="008A3619"/>
    <w:rsid w:val="008B05F5"/>
    <w:rsid w:val="008B6CCD"/>
    <w:rsid w:val="008C0801"/>
    <w:rsid w:val="008C64E0"/>
    <w:rsid w:val="008D38F1"/>
    <w:rsid w:val="008E504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B79"/>
    <w:rsid w:val="0097175A"/>
    <w:rsid w:val="00974B16"/>
    <w:rsid w:val="009802AD"/>
    <w:rsid w:val="009A5F9E"/>
    <w:rsid w:val="009B3ACA"/>
    <w:rsid w:val="009B638C"/>
    <w:rsid w:val="009C18D2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AF5434"/>
    <w:rsid w:val="00B01599"/>
    <w:rsid w:val="00B15DB4"/>
    <w:rsid w:val="00B177D0"/>
    <w:rsid w:val="00B22E6C"/>
    <w:rsid w:val="00B3151A"/>
    <w:rsid w:val="00B37307"/>
    <w:rsid w:val="00B46B55"/>
    <w:rsid w:val="00B5145B"/>
    <w:rsid w:val="00B707D0"/>
    <w:rsid w:val="00B75FF7"/>
    <w:rsid w:val="00B816F4"/>
    <w:rsid w:val="00B822EA"/>
    <w:rsid w:val="00B84417"/>
    <w:rsid w:val="00B84AB3"/>
    <w:rsid w:val="00B94FBB"/>
    <w:rsid w:val="00BA3595"/>
    <w:rsid w:val="00BB3CAA"/>
    <w:rsid w:val="00BB48C7"/>
    <w:rsid w:val="00BC1F6B"/>
    <w:rsid w:val="00BC732E"/>
    <w:rsid w:val="00BD3D30"/>
    <w:rsid w:val="00BD7612"/>
    <w:rsid w:val="00BE4286"/>
    <w:rsid w:val="00BE504D"/>
    <w:rsid w:val="00BE6648"/>
    <w:rsid w:val="00BF5E09"/>
    <w:rsid w:val="00BF6970"/>
    <w:rsid w:val="00C00C18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1CAE"/>
    <w:rsid w:val="00DA18A6"/>
    <w:rsid w:val="00DA1F5C"/>
    <w:rsid w:val="00DA24E3"/>
    <w:rsid w:val="00DA5D79"/>
    <w:rsid w:val="00DB2F24"/>
    <w:rsid w:val="00DB674B"/>
    <w:rsid w:val="00DC1DC7"/>
    <w:rsid w:val="00DD085D"/>
    <w:rsid w:val="00DD2026"/>
    <w:rsid w:val="00DD34CF"/>
    <w:rsid w:val="00DD6149"/>
    <w:rsid w:val="00DE3767"/>
    <w:rsid w:val="00DE6C0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7B99"/>
    <w:rsid w:val="00E65738"/>
    <w:rsid w:val="00E8518C"/>
    <w:rsid w:val="00E879F9"/>
    <w:rsid w:val="00E90BD9"/>
    <w:rsid w:val="00EA1BDF"/>
    <w:rsid w:val="00EA64CF"/>
    <w:rsid w:val="00EB6B74"/>
    <w:rsid w:val="00EB6E4B"/>
    <w:rsid w:val="00EC77B0"/>
    <w:rsid w:val="00ED23DB"/>
    <w:rsid w:val="00ED2956"/>
    <w:rsid w:val="00EE2060"/>
    <w:rsid w:val="00EE3197"/>
    <w:rsid w:val="00EF2951"/>
    <w:rsid w:val="00F168D6"/>
    <w:rsid w:val="00F24638"/>
    <w:rsid w:val="00F248A4"/>
    <w:rsid w:val="00F46B18"/>
    <w:rsid w:val="00F71FE3"/>
    <w:rsid w:val="00F748A6"/>
    <w:rsid w:val="00F82C59"/>
    <w:rsid w:val="00F871C6"/>
    <w:rsid w:val="00F8749B"/>
    <w:rsid w:val="00F877A3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A09F69-DE60-43C6-9A49-7DCFDABC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9580E"/>
    <w:pPr>
      <w:ind w:left="720"/>
      <w:contextualSpacing/>
    </w:p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eAbbreviationMeaning">
    <w:name w:val="eAbbreviationMeaning"/>
    <w:rsid w:val="008E504B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9C18D2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9C18D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F4DD-03DE-4B87-B355-6E7ADB89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56</TotalTime>
  <Pages>2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28</cp:revision>
  <cp:lastPrinted>2013-05-24T14:00:00Z</cp:lastPrinted>
  <dcterms:created xsi:type="dcterms:W3CDTF">2015-07-13T21:15:00Z</dcterms:created>
  <dcterms:modified xsi:type="dcterms:W3CDTF">2017-09-27T10:45:00Z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