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A" w:rsidRPr="00E8601C" w:rsidRDefault="00BF3E53" w:rsidP="00DD0843">
      <w:pPr>
        <w:pStyle w:val="eTask"/>
        <w:rPr>
          <w:lang w:val="cs-CZ"/>
        </w:rPr>
      </w:pPr>
      <w:r>
        <w:rPr>
          <w:lang w:val="cs-CZ"/>
        </w:rPr>
        <w:t>Mezi biometrické principy identifikace osob nepatří</w:t>
      </w:r>
      <w:r w:rsidR="003908A2" w:rsidRPr="00E8601C">
        <w:rPr>
          <w:lang w:val="cs-CZ"/>
        </w:rPr>
        <w:t>:</w:t>
      </w:r>
    </w:p>
    <w:p w:rsidR="006B5F98" w:rsidRPr="00E8601C" w:rsidRDefault="006B5F98" w:rsidP="00843DEB"/>
    <w:p w:rsidR="00DD0843" w:rsidRPr="00E8601C" w:rsidRDefault="00DD084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E8601C" w:rsidRPr="00E8601C">
        <w:rPr>
          <w:rStyle w:val="eCheckBoxTextChar"/>
          <w:lang w:val="cs-CZ"/>
        </w:rPr>
        <w:t>otisk prstu</w:t>
      </w:r>
      <w:r w:rsidR="00391B93" w:rsidRPr="00E8601C">
        <w:rPr>
          <w:rStyle w:val="eCheckBoxTextChar"/>
          <w:lang w:val="cs-CZ"/>
        </w:rPr>
        <w:t>,</w:t>
      </w:r>
    </w:p>
    <w:p w:rsidR="00DD0843" w:rsidRPr="00E8601C" w:rsidRDefault="00DD084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E8601C" w:rsidRPr="00E8601C">
        <w:rPr>
          <w:rStyle w:val="eCheckBoxTextChar"/>
          <w:lang w:val="cs-CZ"/>
        </w:rPr>
        <w:t>hlas</w:t>
      </w:r>
      <w:r w:rsidR="00391B93" w:rsidRPr="00E8601C">
        <w:rPr>
          <w:rStyle w:val="eCheckBoxTextChar"/>
          <w:lang w:val="cs-CZ"/>
        </w:rPr>
        <w:t>,</w:t>
      </w:r>
    </w:p>
    <w:p w:rsidR="00DD0843" w:rsidRPr="00CD003C" w:rsidRDefault="00CD003C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="00DD0843" w:rsidRPr="00E8601C">
        <w:rPr>
          <w:szCs w:val="40"/>
        </w:rPr>
        <w:tab/>
      </w:r>
      <w:r w:rsidR="00E8601C" w:rsidRPr="00CD003C">
        <w:rPr>
          <w:rStyle w:val="eCheckBoxTextChar"/>
          <w:lang w:val="cs-CZ"/>
        </w:rPr>
        <w:t>heslo</w:t>
      </w:r>
      <w:r w:rsidR="00843DEB" w:rsidRPr="00CD003C">
        <w:rPr>
          <w:rStyle w:val="eCheckBoxTextChar"/>
          <w:lang w:val="cs-CZ"/>
        </w:rPr>
        <w:t xml:space="preserve"> </w:t>
      </w:r>
      <w:r w:rsidR="00E8601C" w:rsidRPr="00CD003C">
        <w:rPr>
          <w:rStyle w:val="eCheckBoxTextChar"/>
          <w:lang w:val="cs-CZ"/>
        </w:rPr>
        <w:t>nebo</w:t>
      </w:r>
      <w:r w:rsidR="00843DEB" w:rsidRPr="00CD003C">
        <w:rPr>
          <w:rStyle w:val="eCheckBoxTextChar"/>
          <w:lang w:val="cs-CZ"/>
        </w:rPr>
        <w:t xml:space="preserve"> </w:t>
      </w:r>
      <w:r w:rsidR="00E8601C" w:rsidRPr="00CD003C">
        <w:rPr>
          <w:rStyle w:val="eCheckBoxTextChar"/>
          <w:lang w:val="cs-CZ"/>
        </w:rPr>
        <w:t>PIN</w:t>
      </w:r>
      <w:r w:rsidR="00843DEB" w:rsidRPr="00CD003C">
        <w:rPr>
          <w:rStyle w:val="eCheckBoxTextChar"/>
          <w:lang w:val="cs-CZ"/>
        </w:rPr>
        <w:t xml:space="preserve"> (</w:t>
      </w:r>
      <w:proofErr w:type="spellStart"/>
      <w:r w:rsidR="00E8601C" w:rsidRPr="00CD003C">
        <w:rPr>
          <w:rStyle w:val="eCheckBoxTextChar"/>
          <w:i/>
          <w:lang w:val="cs-CZ"/>
        </w:rPr>
        <w:t>P</w:t>
      </w:r>
      <w:r w:rsidR="00843DEB" w:rsidRPr="00CD003C">
        <w:rPr>
          <w:rStyle w:val="eCheckBoxTextChar"/>
          <w:i/>
          <w:lang w:val="cs-CZ"/>
        </w:rPr>
        <w:t>ersonal</w:t>
      </w:r>
      <w:proofErr w:type="spellEnd"/>
      <w:r w:rsidR="00843DEB" w:rsidRPr="00CD003C">
        <w:rPr>
          <w:rStyle w:val="eCheckBoxTextChar"/>
          <w:i/>
          <w:lang w:val="cs-CZ"/>
        </w:rPr>
        <w:t xml:space="preserve"> </w:t>
      </w:r>
      <w:proofErr w:type="spellStart"/>
      <w:r w:rsidR="00E8601C" w:rsidRPr="00CD003C">
        <w:rPr>
          <w:rStyle w:val="eCheckBoxTextChar"/>
          <w:i/>
          <w:lang w:val="cs-CZ"/>
        </w:rPr>
        <w:t>I</w:t>
      </w:r>
      <w:r w:rsidR="00843DEB" w:rsidRPr="00CD003C">
        <w:rPr>
          <w:rStyle w:val="eCheckBoxTextChar"/>
          <w:i/>
          <w:lang w:val="cs-CZ"/>
        </w:rPr>
        <w:t>dentification</w:t>
      </w:r>
      <w:proofErr w:type="spellEnd"/>
      <w:r w:rsidR="00843DEB" w:rsidRPr="00CD003C">
        <w:rPr>
          <w:rStyle w:val="eCheckBoxTextChar"/>
          <w:i/>
          <w:lang w:val="cs-CZ"/>
        </w:rPr>
        <w:t xml:space="preserve"> </w:t>
      </w:r>
      <w:proofErr w:type="spellStart"/>
      <w:r w:rsidR="00E8601C" w:rsidRPr="00CD003C">
        <w:rPr>
          <w:rStyle w:val="eCheckBoxTextChar"/>
          <w:i/>
          <w:lang w:val="cs-CZ"/>
        </w:rPr>
        <w:t>N</w:t>
      </w:r>
      <w:r w:rsidR="00843DEB" w:rsidRPr="00CD003C">
        <w:rPr>
          <w:rStyle w:val="eCheckBoxTextChar"/>
          <w:i/>
          <w:lang w:val="cs-CZ"/>
        </w:rPr>
        <w:t>umber</w:t>
      </w:r>
      <w:proofErr w:type="spellEnd"/>
      <w:r w:rsidR="00843DEB" w:rsidRPr="00CD003C">
        <w:rPr>
          <w:rStyle w:val="eCheckBoxTextChar"/>
          <w:lang w:val="cs-CZ"/>
        </w:rPr>
        <w:t>),</w:t>
      </w:r>
    </w:p>
    <w:p w:rsidR="00DD0843" w:rsidRPr="00E8601C" w:rsidRDefault="00DD0843" w:rsidP="00391B93">
      <w:pPr>
        <w:ind w:left="357" w:hanging="357"/>
        <w:rPr>
          <w:rStyle w:val="eCheckBoxTextChar"/>
          <w:b/>
          <w:lang w:val="cs-CZ"/>
        </w:rPr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E8601C" w:rsidRPr="00E8601C">
        <w:rPr>
          <w:rStyle w:val="eCheckBoxTextChar"/>
          <w:lang w:val="cs-CZ"/>
        </w:rPr>
        <w:t>duhovka oka</w:t>
      </w:r>
      <w:r w:rsidR="00843DEB" w:rsidRPr="00E8601C">
        <w:rPr>
          <w:rStyle w:val="eCheckBoxTextChar"/>
          <w:lang w:val="cs-CZ"/>
        </w:rPr>
        <w:t>.</w:t>
      </w:r>
    </w:p>
    <w:p w:rsidR="006B5F98" w:rsidRDefault="006B5F98" w:rsidP="00391B93">
      <w:pPr>
        <w:pStyle w:val="eLineBottom"/>
      </w:pPr>
    </w:p>
    <w:p w:rsidR="00B134CE" w:rsidRPr="00E8601C" w:rsidRDefault="00B134CE" w:rsidP="00391B93">
      <w:pPr>
        <w:pStyle w:val="eLineBottom"/>
      </w:pPr>
    </w:p>
    <w:p w:rsidR="00843DEB" w:rsidRPr="00E8601C" w:rsidRDefault="00843DEB" w:rsidP="00843DEB"/>
    <w:p w:rsidR="00ED4CDA" w:rsidRPr="00E8601C" w:rsidRDefault="00237398" w:rsidP="00DD0843">
      <w:pPr>
        <w:pStyle w:val="eTask"/>
        <w:rPr>
          <w:lang w:val="cs-CZ"/>
        </w:rPr>
      </w:pPr>
      <w:r>
        <w:rPr>
          <w:rStyle w:val="hps"/>
          <w:lang w:val="cs-CZ"/>
        </w:rPr>
        <w:t>Určete správné pořadí</w:t>
      </w:r>
      <w:r w:rsidR="00A33125" w:rsidRPr="00E8601C">
        <w:rPr>
          <w:rStyle w:val="hps"/>
          <w:lang w:val="cs-CZ"/>
        </w:rPr>
        <w:t xml:space="preserve"> </w:t>
      </w:r>
      <w:r w:rsidR="005B7413">
        <w:rPr>
          <w:rStyle w:val="hps"/>
          <w:lang w:val="cs-CZ"/>
        </w:rPr>
        <w:t xml:space="preserve">jednotlivých </w:t>
      </w:r>
      <w:r>
        <w:rPr>
          <w:rStyle w:val="hps"/>
          <w:lang w:val="cs-CZ"/>
        </w:rPr>
        <w:t>kroků</w:t>
      </w:r>
      <w:r w:rsidR="00A33125" w:rsidRPr="00E8601C">
        <w:rPr>
          <w:rStyle w:val="hps"/>
          <w:lang w:val="cs-CZ"/>
        </w:rPr>
        <w:t>/</w:t>
      </w:r>
      <w:r>
        <w:rPr>
          <w:rStyle w:val="hps"/>
          <w:lang w:val="cs-CZ"/>
        </w:rPr>
        <w:t>fází</w:t>
      </w:r>
      <w:r w:rsidR="00A33125" w:rsidRPr="00E8601C">
        <w:rPr>
          <w:lang w:val="cs-CZ"/>
        </w:rPr>
        <w:t xml:space="preserve"> </w:t>
      </w:r>
      <w:r>
        <w:rPr>
          <w:lang w:val="cs-CZ"/>
        </w:rPr>
        <w:t>v obecném procesu rozpoznávání</w:t>
      </w:r>
      <w:r w:rsidR="00A33125" w:rsidRPr="00E8601C">
        <w:rPr>
          <w:lang w:val="cs-CZ"/>
        </w:rPr>
        <w:t xml:space="preserve">. </w:t>
      </w:r>
      <w:r w:rsidR="00DD0843" w:rsidRPr="00E8601C">
        <w:rPr>
          <w:lang w:val="cs-CZ"/>
        </w:rPr>
        <w:br/>
      </w:r>
      <w:r w:rsidR="00A33125" w:rsidRPr="00E8601C">
        <w:rPr>
          <w:rStyle w:val="hps"/>
          <w:lang w:val="cs-CZ"/>
        </w:rPr>
        <w:t>(</w:t>
      </w:r>
      <w:r w:rsidR="00A33125" w:rsidRPr="00E8601C">
        <w:rPr>
          <w:lang w:val="cs-CZ"/>
        </w:rPr>
        <w:t>1</w:t>
      </w:r>
      <w:r w:rsidR="00DD0843" w:rsidRPr="00E8601C">
        <w:rPr>
          <w:lang w:val="cs-CZ"/>
        </w:rPr>
        <w:t> </w:t>
      </w:r>
      <w:r w:rsidR="00DD0843" w:rsidRPr="00E8601C">
        <w:rPr>
          <w:rStyle w:val="atn"/>
          <w:lang w:val="cs-CZ"/>
        </w:rPr>
        <w:t>– </w:t>
      </w:r>
      <w:r>
        <w:rPr>
          <w:lang w:val="cs-CZ"/>
        </w:rPr>
        <w:t>první</w:t>
      </w:r>
      <w:r w:rsidR="00A33125" w:rsidRPr="00E8601C">
        <w:rPr>
          <w:lang w:val="cs-CZ"/>
        </w:rPr>
        <w:t xml:space="preserve">, </w:t>
      </w:r>
      <w:r w:rsidR="00A33125" w:rsidRPr="00E8601C">
        <w:rPr>
          <w:rStyle w:val="hps"/>
          <w:lang w:val="cs-CZ"/>
        </w:rPr>
        <w:t>2</w:t>
      </w:r>
      <w:r w:rsidR="00DD0843" w:rsidRPr="00E8601C">
        <w:rPr>
          <w:rStyle w:val="hps"/>
          <w:lang w:val="cs-CZ"/>
        </w:rPr>
        <w:t> – </w:t>
      </w:r>
      <w:r>
        <w:rPr>
          <w:rStyle w:val="hps"/>
          <w:lang w:val="cs-CZ"/>
        </w:rPr>
        <w:t>druhý</w:t>
      </w:r>
      <w:r w:rsidR="00A33125" w:rsidRPr="00E8601C">
        <w:rPr>
          <w:lang w:val="cs-CZ"/>
        </w:rPr>
        <w:t>, 3</w:t>
      </w:r>
      <w:r w:rsidR="00DD0843" w:rsidRPr="00E8601C">
        <w:rPr>
          <w:lang w:val="cs-CZ"/>
        </w:rPr>
        <w:t> – </w:t>
      </w:r>
      <w:r>
        <w:rPr>
          <w:lang w:val="cs-CZ"/>
        </w:rPr>
        <w:t>třetí</w:t>
      </w:r>
      <w:r w:rsidR="00A33125" w:rsidRPr="00E8601C">
        <w:rPr>
          <w:lang w:val="cs-CZ"/>
        </w:rPr>
        <w:t xml:space="preserve">, </w:t>
      </w:r>
      <w:r w:rsidR="00A33125" w:rsidRPr="00E8601C">
        <w:rPr>
          <w:rStyle w:val="hps"/>
          <w:lang w:val="cs-CZ"/>
        </w:rPr>
        <w:t>4</w:t>
      </w:r>
      <w:r w:rsidR="00DD0843" w:rsidRPr="00E8601C">
        <w:rPr>
          <w:rStyle w:val="hps"/>
          <w:lang w:val="cs-CZ"/>
        </w:rPr>
        <w:t> </w:t>
      </w:r>
      <w:r w:rsidR="00DD0843" w:rsidRPr="00E8601C">
        <w:rPr>
          <w:rStyle w:val="atn"/>
          <w:lang w:val="cs-CZ"/>
        </w:rPr>
        <w:t>– </w:t>
      </w:r>
      <w:r>
        <w:rPr>
          <w:rStyle w:val="atn"/>
          <w:lang w:val="cs-CZ"/>
        </w:rPr>
        <w:t>čtvrtý)</w:t>
      </w:r>
      <w:r w:rsidR="00A33125" w:rsidRPr="00E8601C">
        <w:rPr>
          <w:lang w:val="cs-CZ"/>
        </w:rPr>
        <w:t>.</w:t>
      </w:r>
    </w:p>
    <w:p w:rsidR="006B5F98" w:rsidRPr="00E8601C" w:rsidRDefault="006B5F98" w:rsidP="00843DEB"/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 xml:space="preserve">__ </w:t>
      </w:r>
      <w:r w:rsidR="005B7413">
        <w:t>vlastní rozeznání</w:t>
      </w:r>
      <w:r w:rsidR="003C140A" w:rsidRPr="00E8601C">
        <w:t>,</w:t>
      </w:r>
    </w:p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 xml:space="preserve">__ </w:t>
      </w:r>
      <w:r w:rsidR="005B7413">
        <w:t>získávání dat</w:t>
      </w:r>
      <w:r w:rsidRPr="00E8601C">
        <w:t>,</w:t>
      </w:r>
      <w:r w:rsidR="003C140A" w:rsidRPr="00E8601C">
        <w:t xml:space="preserve"> </w:t>
      </w:r>
    </w:p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 xml:space="preserve">__ </w:t>
      </w:r>
      <w:r w:rsidR="005B7413">
        <w:t>registrace dat</w:t>
      </w:r>
      <w:r w:rsidRPr="00E8601C">
        <w:t>,</w:t>
      </w:r>
      <w:r w:rsidR="003C140A" w:rsidRPr="00E8601C">
        <w:t xml:space="preserve"> </w:t>
      </w:r>
    </w:p>
    <w:p w:rsidR="00ED4CDA" w:rsidRPr="00E8601C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</w:pPr>
      <w:r w:rsidRPr="00E8601C">
        <w:t xml:space="preserve">__ </w:t>
      </w:r>
      <w:r w:rsidR="005B7413">
        <w:t>předzpracování dat</w:t>
      </w:r>
      <w:r w:rsidRPr="00E8601C">
        <w:t>.</w:t>
      </w:r>
      <w:r w:rsidR="003C140A" w:rsidRPr="00E8601C">
        <w:t xml:space="preserve"> </w:t>
      </w:r>
    </w:p>
    <w:p w:rsidR="00ED4CDA" w:rsidRPr="00E8601C" w:rsidRDefault="00ED4CDA" w:rsidP="00843DEB">
      <w:pPr>
        <w:pStyle w:val="eLineBottom"/>
      </w:pPr>
    </w:p>
    <w:p w:rsidR="006B5F98" w:rsidRPr="00E8601C" w:rsidRDefault="006B5F98" w:rsidP="00843DEB"/>
    <w:p w:rsidR="00ED4CDA" w:rsidRPr="00E8601C" w:rsidRDefault="00FB0746" w:rsidP="00DD0843">
      <w:pPr>
        <w:pStyle w:val="eTask"/>
        <w:rPr>
          <w:lang w:val="cs-CZ"/>
        </w:rPr>
      </w:pPr>
      <w:r>
        <w:rPr>
          <w:lang w:val="cs-CZ"/>
        </w:rPr>
        <w:t>Víceúrovňová identifikace uživatele využívá</w:t>
      </w:r>
      <w:r w:rsidR="00CF3879" w:rsidRPr="00E8601C">
        <w:rPr>
          <w:lang w:val="cs-CZ"/>
        </w:rPr>
        <w:t>:</w:t>
      </w:r>
    </w:p>
    <w:p w:rsidR="006B5F98" w:rsidRPr="00E8601C" w:rsidRDefault="006B5F98" w:rsidP="00391B93"/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FB0746">
        <w:rPr>
          <w:szCs w:val="40"/>
        </w:rPr>
        <w:t xml:space="preserve">identifikaci </w:t>
      </w:r>
      <w:r w:rsidR="00FB0746">
        <w:t>hlasu uživatele</w:t>
      </w:r>
      <w:r w:rsidRPr="00E8601C">
        <w:t>,</w:t>
      </w:r>
    </w:p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FB0746">
        <w:rPr>
          <w:szCs w:val="40"/>
        </w:rPr>
        <w:t xml:space="preserve">identifikaci </w:t>
      </w:r>
      <w:r w:rsidR="00FB0746">
        <w:t>obličeje uživatele</w:t>
      </w:r>
      <w:r w:rsidRPr="00E8601C">
        <w:t>,</w:t>
      </w:r>
    </w:p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FB0746">
        <w:t>přihlašovací údaje</w:t>
      </w:r>
      <w:r w:rsidRPr="00E8601C">
        <w:t xml:space="preserve"> </w:t>
      </w:r>
      <w:r w:rsidR="00FB0746">
        <w:t>jakými jsou</w:t>
      </w:r>
      <w:r w:rsidRPr="00E8601C">
        <w:t xml:space="preserve"> </w:t>
      </w:r>
      <w:r w:rsidR="00FB0746">
        <w:t>uživatelské jméno</w:t>
      </w:r>
      <w:r w:rsidRPr="00E8601C">
        <w:t xml:space="preserve">, </w:t>
      </w:r>
      <w:r w:rsidR="00FB0746">
        <w:t>heslo</w:t>
      </w:r>
      <w:r w:rsidRPr="00E8601C">
        <w:t xml:space="preserve"> </w:t>
      </w:r>
      <w:r w:rsidR="00FB0746">
        <w:t>nebo</w:t>
      </w:r>
      <w:r w:rsidRPr="00E8601C">
        <w:t xml:space="preserve"> PIN,</w:t>
      </w:r>
    </w:p>
    <w:p w:rsidR="00391B93" w:rsidRPr="00E8601C" w:rsidRDefault="00ED58DD" w:rsidP="00391B93">
      <w:pPr>
        <w:ind w:left="357" w:hanging="357"/>
        <w:rPr>
          <w:rStyle w:val="eCheckBoxTextChar"/>
          <w:lang w:val="cs-CZ"/>
        </w:rPr>
      </w:pPr>
      <w:r w:rsidRPr="00E8601C">
        <w:rPr>
          <w:rStyle w:val="eCheckBoxSquareChar"/>
          <w:lang w:val="cs-CZ"/>
        </w:rPr>
        <w:t>□</w:t>
      </w:r>
      <w:r w:rsidR="00391B93" w:rsidRPr="00E8601C">
        <w:rPr>
          <w:szCs w:val="40"/>
        </w:rPr>
        <w:tab/>
      </w:r>
      <w:r w:rsidR="00FB0746" w:rsidRPr="00ED58DD">
        <w:t>k</w:t>
      </w:r>
      <w:r w:rsidR="00391B93" w:rsidRPr="00ED58DD">
        <w:t>ombina</w:t>
      </w:r>
      <w:r w:rsidR="00FB0746" w:rsidRPr="00ED58DD">
        <w:t>ci identifikace hlasu a obličeje uživatele</w:t>
      </w:r>
      <w:r w:rsidR="00391B93" w:rsidRPr="00ED58DD">
        <w:t xml:space="preserve"> a </w:t>
      </w:r>
      <w:r w:rsidR="00FB0746" w:rsidRPr="00ED58DD">
        <w:t>přihlašovací údaje</w:t>
      </w:r>
      <w:r w:rsidR="00391B93" w:rsidRPr="00ED58DD">
        <w:t>.</w:t>
      </w:r>
    </w:p>
    <w:p w:rsidR="00ED4CDA" w:rsidRDefault="00ED4CDA" w:rsidP="00391B93">
      <w:pPr>
        <w:pStyle w:val="eLineBottom"/>
      </w:pPr>
    </w:p>
    <w:p w:rsidR="00B134CE" w:rsidRPr="00E8601C" w:rsidRDefault="00B134CE" w:rsidP="00391B93">
      <w:pPr>
        <w:pStyle w:val="eLineBottom"/>
      </w:pPr>
    </w:p>
    <w:p w:rsidR="00ED4CDA" w:rsidRPr="00E8601C" w:rsidRDefault="00ED4CDA" w:rsidP="00391B93"/>
    <w:p w:rsidR="00391B93" w:rsidRPr="00E8601C" w:rsidRDefault="00391B93">
      <w:pPr>
        <w:rPr>
          <w:b/>
        </w:rPr>
      </w:pPr>
      <w:r w:rsidRPr="00E8601C">
        <w:br w:type="page"/>
      </w:r>
    </w:p>
    <w:p w:rsidR="00ED4CDA" w:rsidRPr="00E8601C" w:rsidRDefault="00F83AF8" w:rsidP="00DD0843">
      <w:pPr>
        <w:pStyle w:val="eTask"/>
        <w:rPr>
          <w:lang w:val="cs-CZ"/>
        </w:rPr>
      </w:pPr>
      <w:r>
        <w:rPr>
          <w:lang w:val="cs-CZ"/>
        </w:rPr>
        <w:lastRenderedPageBreak/>
        <w:t xml:space="preserve">Přiřaďte </w:t>
      </w:r>
      <w:r w:rsidR="00A45DD4">
        <w:rPr>
          <w:lang w:val="cs-CZ"/>
        </w:rPr>
        <w:t>odpovídající</w:t>
      </w:r>
      <w:r w:rsidR="00342E8D" w:rsidRPr="00E8601C">
        <w:rPr>
          <w:lang w:val="cs-CZ"/>
        </w:rPr>
        <w:t xml:space="preserve"> </w:t>
      </w:r>
      <w:r w:rsidR="008C09BC" w:rsidRPr="00E8601C">
        <w:rPr>
          <w:lang w:val="cs-CZ"/>
        </w:rPr>
        <w:t>defini</w:t>
      </w:r>
      <w:r>
        <w:rPr>
          <w:lang w:val="cs-CZ"/>
        </w:rPr>
        <w:t>c</w:t>
      </w:r>
      <w:r w:rsidR="008C09BC" w:rsidRPr="00E8601C">
        <w:rPr>
          <w:lang w:val="cs-CZ"/>
        </w:rPr>
        <w:t xml:space="preserve">i </w:t>
      </w:r>
      <w:r w:rsidR="00A45DD4">
        <w:rPr>
          <w:lang w:val="cs-CZ"/>
        </w:rPr>
        <w:t>systémům identifikace mluvčího uvedeným v levém sloupci</w:t>
      </w:r>
      <w:r w:rsidR="008C09BC" w:rsidRPr="00E8601C">
        <w:rPr>
          <w:lang w:val="cs-CZ"/>
        </w:rPr>
        <w:t xml:space="preserve">: </w:t>
      </w:r>
    </w:p>
    <w:p w:rsidR="006B5F98" w:rsidRPr="00E8601C" w:rsidRDefault="006B5F98" w:rsidP="00391B93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21"/>
        <w:gridCol w:w="2050"/>
        <w:gridCol w:w="3431"/>
      </w:tblGrid>
      <w:tr w:rsidR="000A7451" w:rsidRPr="00E8601C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DD0843" w:rsidP="001C7177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E8601C">
              <w:rPr>
                <w:b w:val="0"/>
                <w:lang w:val="cs-CZ"/>
              </w:rPr>
              <w:t>Text</w:t>
            </w:r>
            <w:r w:rsidR="001C7177">
              <w:rPr>
                <w:b w:val="0"/>
                <w:lang w:val="cs-CZ"/>
              </w:rPr>
              <w:t>ově nezávislé</w:t>
            </w:r>
            <w:r w:rsidRPr="00E8601C">
              <w:rPr>
                <w:b w:val="0"/>
                <w:lang w:val="cs-CZ"/>
              </w:rPr>
              <w:t xml:space="preserve"> syst</w:t>
            </w:r>
            <w:r w:rsidR="001C7177">
              <w:rPr>
                <w:b w:val="0"/>
                <w:lang w:val="cs-CZ"/>
              </w:rPr>
              <w:t>é</w:t>
            </w:r>
            <w:r w:rsidRPr="00E8601C">
              <w:rPr>
                <w:b w:val="0"/>
                <w:lang w:val="cs-CZ"/>
              </w:rPr>
              <w:t>m</w:t>
            </w:r>
            <w:r w:rsidR="001C7177">
              <w:rPr>
                <w:b w:val="0"/>
                <w:lang w:val="cs-CZ"/>
              </w:rPr>
              <w:t>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E8601C" w:rsidRDefault="009E7B0C" w:rsidP="009E7B0C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9E7B0C">
              <w:rPr>
                <w:b w:val="0"/>
                <w:lang w:val="cs-CZ"/>
              </w:rPr>
              <w:t xml:space="preserve">využívají extrahované akustické informace </w:t>
            </w:r>
            <w:r>
              <w:rPr>
                <w:b w:val="0"/>
                <w:lang w:val="cs-CZ"/>
              </w:rPr>
              <w:t>např</w:t>
            </w:r>
            <w:r w:rsidR="00DD0843" w:rsidRPr="00E8601C">
              <w:rPr>
                <w:b w:val="0"/>
                <w:lang w:val="cs-CZ"/>
              </w:rPr>
              <w:t>. formant</w:t>
            </w:r>
            <w:r>
              <w:rPr>
                <w:b w:val="0"/>
                <w:lang w:val="cs-CZ"/>
              </w:rPr>
              <w:t>ové</w:t>
            </w:r>
            <w:r w:rsidR="00DD0843" w:rsidRPr="00E8601C">
              <w:rPr>
                <w:b w:val="0"/>
                <w:lang w:val="cs-CZ"/>
              </w:rPr>
              <w:t xml:space="preserve"> fre</w:t>
            </w:r>
            <w:r>
              <w:rPr>
                <w:b w:val="0"/>
                <w:lang w:val="cs-CZ"/>
              </w:rPr>
              <w:t>kv</w:t>
            </w:r>
            <w:r w:rsidR="00DD0843" w:rsidRPr="00E8601C">
              <w:rPr>
                <w:b w:val="0"/>
                <w:lang w:val="cs-CZ"/>
              </w:rPr>
              <w:t>ence, spe</w:t>
            </w:r>
            <w:r>
              <w:rPr>
                <w:b w:val="0"/>
                <w:lang w:val="cs-CZ"/>
              </w:rPr>
              <w:t>k</w:t>
            </w:r>
            <w:r w:rsidR="00DD0843" w:rsidRPr="00E8601C">
              <w:rPr>
                <w:b w:val="0"/>
                <w:lang w:val="cs-CZ"/>
              </w:rPr>
              <w:t xml:space="preserve">tra, </w:t>
            </w:r>
            <w:r>
              <w:rPr>
                <w:b w:val="0"/>
                <w:lang w:val="cs-CZ"/>
              </w:rPr>
              <w:t>atd.</w:t>
            </w:r>
          </w:p>
        </w:tc>
      </w:tr>
      <w:tr w:rsidR="000A7451" w:rsidRPr="00E8601C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A7451" w:rsidRPr="00E8601C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DD0843" w:rsidP="001C7177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E8601C">
              <w:rPr>
                <w:b w:val="0"/>
                <w:lang w:val="cs-CZ"/>
              </w:rPr>
              <w:t>Text</w:t>
            </w:r>
            <w:r w:rsidR="001C7177">
              <w:rPr>
                <w:b w:val="0"/>
                <w:lang w:val="cs-CZ"/>
              </w:rPr>
              <w:t>ově</w:t>
            </w:r>
            <w:r w:rsidRPr="00E8601C">
              <w:rPr>
                <w:b w:val="0"/>
                <w:lang w:val="cs-CZ"/>
              </w:rPr>
              <w:t xml:space="preserve"> </w:t>
            </w:r>
            <w:r w:rsidR="001C7177">
              <w:rPr>
                <w:b w:val="0"/>
                <w:lang w:val="cs-CZ"/>
              </w:rPr>
              <w:t>závislé</w:t>
            </w:r>
            <w:r w:rsidRPr="00E8601C">
              <w:rPr>
                <w:b w:val="0"/>
                <w:lang w:val="cs-CZ"/>
              </w:rPr>
              <w:t xml:space="preserve"> syst</w:t>
            </w:r>
            <w:r w:rsidR="001C7177">
              <w:rPr>
                <w:b w:val="0"/>
                <w:lang w:val="cs-CZ"/>
              </w:rPr>
              <w:t>é</w:t>
            </w:r>
            <w:r w:rsidRPr="00E8601C">
              <w:rPr>
                <w:b w:val="0"/>
                <w:lang w:val="cs-CZ"/>
              </w:rPr>
              <w:t>m</w:t>
            </w:r>
            <w:r w:rsidR="001C7177">
              <w:rPr>
                <w:b w:val="0"/>
                <w:lang w:val="cs-CZ"/>
              </w:rPr>
              <w:t>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E8601C" w:rsidRDefault="009E7B0C" w:rsidP="009E7B0C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9E7B0C">
              <w:rPr>
                <w:b w:val="0"/>
                <w:lang w:val="cs-CZ"/>
              </w:rPr>
              <w:t>využ</w:t>
            </w:r>
            <w:r>
              <w:rPr>
                <w:b w:val="0"/>
                <w:lang w:val="cs-CZ"/>
              </w:rPr>
              <w:t>ívají</w:t>
            </w:r>
            <w:r w:rsidRPr="009E7B0C">
              <w:rPr>
                <w:b w:val="0"/>
                <w:lang w:val="cs-CZ"/>
              </w:rPr>
              <w:t xml:space="preserve"> předepsaných frází nebo hesel</w:t>
            </w:r>
          </w:p>
        </w:tc>
      </w:tr>
      <w:tr w:rsidR="000A7451" w:rsidRPr="00E8601C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A7451" w:rsidRPr="00E8601C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C723AD" w:rsidP="00C723A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C723AD">
              <w:rPr>
                <w:b w:val="0"/>
                <w:lang w:val="cs-CZ"/>
              </w:rPr>
              <w:t>Systémy pracující s</w:t>
            </w:r>
            <w:r>
              <w:rPr>
                <w:b w:val="0"/>
                <w:lang w:val="cs-CZ"/>
              </w:rPr>
              <w:t> </w:t>
            </w:r>
            <w:r w:rsidRPr="00C723AD">
              <w:rPr>
                <w:b w:val="0"/>
                <w:lang w:val="cs-CZ"/>
              </w:rPr>
              <w:t>akustickými příznaky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E8601C" w:rsidRDefault="000A7451" w:rsidP="000A7451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 w:rsidRPr="009E7B0C">
              <w:rPr>
                <w:b w:val="0"/>
                <w:lang w:val="cs-CZ"/>
              </w:rPr>
              <w:t xml:space="preserve">využívají extrahované </w:t>
            </w:r>
            <w:r w:rsidR="00DD0843" w:rsidRPr="00E8601C">
              <w:rPr>
                <w:b w:val="0"/>
                <w:lang w:val="cs-CZ"/>
              </w:rPr>
              <w:t>pro</w:t>
            </w:r>
            <w:r>
              <w:rPr>
                <w:b w:val="0"/>
                <w:lang w:val="cs-CZ"/>
              </w:rPr>
              <w:t>z</w:t>
            </w:r>
            <w:r w:rsidR="00DD0843" w:rsidRPr="00E8601C">
              <w:rPr>
                <w:b w:val="0"/>
                <w:lang w:val="cs-CZ"/>
              </w:rPr>
              <w:t>odic</w:t>
            </w:r>
            <w:r>
              <w:rPr>
                <w:b w:val="0"/>
                <w:lang w:val="cs-CZ"/>
              </w:rPr>
              <w:t>ké</w:t>
            </w:r>
            <w:r w:rsidR="00DD084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informace</w:t>
            </w:r>
            <w:r w:rsidR="00DD084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např.</w:t>
            </w:r>
            <w:r w:rsidR="00DD084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dynamiku řeči</w:t>
            </w:r>
            <w:r w:rsidR="00DD0843" w:rsidRPr="00E8601C">
              <w:rPr>
                <w:b w:val="0"/>
                <w:lang w:val="cs-CZ"/>
              </w:rPr>
              <w:t xml:space="preserve">, </w:t>
            </w:r>
            <w:r>
              <w:rPr>
                <w:b w:val="0"/>
                <w:lang w:val="cs-CZ"/>
              </w:rPr>
              <w:t>přízvuk</w:t>
            </w:r>
            <w:r w:rsidR="00DD0843" w:rsidRPr="00E8601C">
              <w:rPr>
                <w:b w:val="0"/>
                <w:lang w:val="cs-CZ"/>
              </w:rPr>
              <w:t xml:space="preserve">, </w:t>
            </w:r>
            <w:r>
              <w:rPr>
                <w:b w:val="0"/>
                <w:lang w:val="cs-CZ"/>
              </w:rPr>
              <w:t>atd.</w:t>
            </w:r>
          </w:p>
        </w:tc>
      </w:tr>
      <w:tr w:rsidR="000A7451" w:rsidRPr="00E8601C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0A7451" w:rsidRPr="00E8601C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843" w:rsidRPr="00E8601C" w:rsidRDefault="00C723AD" w:rsidP="00C723A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 w:rsidRPr="00C723AD">
              <w:rPr>
                <w:b w:val="0"/>
                <w:lang w:val="cs-CZ"/>
              </w:rPr>
              <w:t>Systémy pracující s</w:t>
            </w:r>
            <w:r>
              <w:rPr>
                <w:b w:val="0"/>
                <w:lang w:val="cs-CZ"/>
              </w:rPr>
              <w:t> </w:t>
            </w:r>
            <w:r w:rsidRPr="00C723AD">
              <w:rPr>
                <w:b w:val="0"/>
                <w:lang w:val="cs-CZ"/>
              </w:rPr>
              <w:t>rytmickými vlastnostmi jazyka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E8601C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843" w:rsidRPr="00E8601C" w:rsidRDefault="00AB23CC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nev</w:t>
            </w:r>
            <w:r w:rsidRPr="009E7B0C">
              <w:rPr>
                <w:b w:val="0"/>
                <w:lang w:val="cs-CZ"/>
              </w:rPr>
              <w:t>yuž</w:t>
            </w:r>
            <w:r>
              <w:rPr>
                <w:b w:val="0"/>
                <w:lang w:val="cs-CZ"/>
              </w:rPr>
              <w:t>ívají</w:t>
            </w:r>
            <w:r w:rsidRPr="009E7B0C">
              <w:rPr>
                <w:b w:val="0"/>
                <w:lang w:val="cs-CZ"/>
              </w:rPr>
              <w:t xml:space="preserve"> předepsaných frází nebo hesel</w:t>
            </w:r>
          </w:p>
        </w:tc>
      </w:tr>
    </w:tbl>
    <w:p w:rsidR="00DD0843" w:rsidRPr="00E8601C" w:rsidRDefault="00DD0843" w:rsidP="00391B93"/>
    <w:p w:rsidR="00391B93" w:rsidRPr="00E8601C" w:rsidRDefault="00391B93" w:rsidP="00391B93">
      <w:pPr>
        <w:pStyle w:val="eLineBottom"/>
      </w:pPr>
    </w:p>
    <w:p w:rsidR="00DD0843" w:rsidRPr="00E8601C" w:rsidRDefault="00DD0843" w:rsidP="00391B93"/>
    <w:p w:rsidR="00ED4CDA" w:rsidRPr="00E8601C" w:rsidRDefault="002509E0" w:rsidP="00DD0843">
      <w:pPr>
        <w:pStyle w:val="eTask"/>
        <w:rPr>
          <w:lang w:val="cs-CZ"/>
        </w:rPr>
      </w:pPr>
      <w:r>
        <w:rPr>
          <w:lang w:val="cs-CZ"/>
        </w:rPr>
        <w:t>Určete správné pořadí</w:t>
      </w:r>
      <w:r w:rsidR="00A97B00" w:rsidRPr="00E8601C">
        <w:rPr>
          <w:lang w:val="cs-CZ"/>
        </w:rPr>
        <w:t xml:space="preserve"> opera</w:t>
      </w:r>
      <w:r>
        <w:rPr>
          <w:lang w:val="cs-CZ"/>
        </w:rPr>
        <w:t>cí</w:t>
      </w:r>
      <w:r w:rsidR="00A97B00" w:rsidRPr="00E8601C">
        <w:rPr>
          <w:lang w:val="cs-CZ"/>
        </w:rPr>
        <w:t>/</w:t>
      </w:r>
      <w:r>
        <w:rPr>
          <w:lang w:val="cs-CZ"/>
        </w:rPr>
        <w:t>procesů</w:t>
      </w:r>
      <w:r w:rsidR="00A97B00" w:rsidRPr="00E8601C">
        <w:rPr>
          <w:lang w:val="cs-CZ"/>
        </w:rPr>
        <w:t xml:space="preserve"> </w:t>
      </w:r>
      <w:r>
        <w:rPr>
          <w:lang w:val="cs-CZ"/>
        </w:rPr>
        <w:t>u</w:t>
      </w:r>
      <w:r w:rsidR="00A97B00" w:rsidRPr="00E8601C">
        <w:rPr>
          <w:lang w:val="cs-CZ"/>
        </w:rPr>
        <w:t xml:space="preserve"> automatic</w:t>
      </w:r>
      <w:r>
        <w:rPr>
          <w:lang w:val="cs-CZ"/>
        </w:rPr>
        <w:t>kého</w:t>
      </w:r>
      <w:r w:rsidR="00A97B00" w:rsidRPr="00E8601C">
        <w:rPr>
          <w:lang w:val="cs-CZ"/>
        </w:rPr>
        <w:t xml:space="preserve"> </w:t>
      </w:r>
      <w:r>
        <w:rPr>
          <w:lang w:val="cs-CZ"/>
        </w:rPr>
        <w:t>rozpoznávání řeči</w:t>
      </w:r>
      <w:r w:rsidR="00A97B00" w:rsidRPr="00E8601C">
        <w:rPr>
          <w:lang w:val="cs-CZ"/>
        </w:rPr>
        <w:t>.</w:t>
      </w:r>
      <w:r w:rsidR="00936469" w:rsidRPr="00E8601C">
        <w:rPr>
          <w:lang w:val="cs-CZ"/>
        </w:rPr>
        <w:br/>
      </w:r>
      <w:r w:rsidR="00ED4CDA" w:rsidRPr="00E8601C">
        <w:rPr>
          <w:lang w:val="cs-CZ"/>
        </w:rPr>
        <w:t>(1</w:t>
      </w:r>
      <w:r w:rsidR="00391B93" w:rsidRPr="00E8601C">
        <w:rPr>
          <w:lang w:val="cs-CZ"/>
        </w:rPr>
        <w:t> – </w:t>
      </w:r>
      <w:r>
        <w:rPr>
          <w:lang w:val="cs-CZ"/>
        </w:rPr>
        <w:t>první</w:t>
      </w:r>
      <w:r w:rsidR="00ED4CDA" w:rsidRPr="00E8601C">
        <w:rPr>
          <w:lang w:val="cs-CZ"/>
        </w:rPr>
        <w:t>, 2</w:t>
      </w:r>
      <w:r w:rsidR="00391B93" w:rsidRPr="00E8601C">
        <w:rPr>
          <w:lang w:val="cs-CZ"/>
        </w:rPr>
        <w:t> – </w:t>
      </w:r>
      <w:r>
        <w:rPr>
          <w:lang w:val="cs-CZ"/>
        </w:rPr>
        <w:t>druhý</w:t>
      </w:r>
      <w:r w:rsidR="00A97B00" w:rsidRPr="00E8601C">
        <w:rPr>
          <w:lang w:val="cs-CZ"/>
        </w:rPr>
        <w:t>,</w:t>
      </w:r>
      <w:r w:rsidR="00ED4CDA" w:rsidRPr="00E8601C">
        <w:rPr>
          <w:lang w:val="cs-CZ"/>
        </w:rPr>
        <w:t xml:space="preserve"> 3</w:t>
      </w:r>
      <w:r w:rsidR="00391B93" w:rsidRPr="00E8601C">
        <w:rPr>
          <w:lang w:val="cs-CZ"/>
        </w:rPr>
        <w:t> – </w:t>
      </w:r>
      <w:r>
        <w:rPr>
          <w:lang w:val="cs-CZ"/>
        </w:rPr>
        <w:t>třetí</w:t>
      </w:r>
      <w:r w:rsidR="00ED4CDA" w:rsidRPr="00E8601C">
        <w:rPr>
          <w:lang w:val="cs-CZ"/>
        </w:rPr>
        <w:t>).</w:t>
      </w:r>
    </w:p>
    <w:p w:rsidR="006B5F98" w:rsidRPr="00E8601C" w:rsidRDefault="006B5F98" w:rsidP="00391B93"/>
    <w:p w:rsidR="00ED4CDA" w:rsidRPr="00E8601C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</w:pPr>
      <w:r w:rsidRPr="00E8601C">
        <w:t xml:space="preserve">__ </w:t>
      </w:r>
      <w:r w:rsidR="002509E0">
        <w:t>vyhledávání ve slovníku</w:t>
      </w:r>
      <w:r w:rsidR="003C140A" w:rsidRPr="00E8601C">
        <w:t xml:space="preserve">, </w:t>
      </w:r>
    </w:p>
    <w:p w:rsidR="00ED4CDA" w:rsidRPr="00E8601C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</w:pPr>
      <w:r w:rsidRPr="00E8601C">
        <w:t xml:space="preserve">__ </w:t>
      </w:r>
      <w:r w:rsidR="00A97B00" w:rsidRPr="00E8601C">
        <w:t>digit</w:t>
      </w:r>
      <w:r w:rsidR="002509E0">
        <w:t>á</w:t>
      </w:r>
      <w:r w:rsidR="00A97B00" w:rsidRPr="00E8601C">
        <w:t>l</w:t>
      </w:r>
      <w:r w:rsidR="002509E0">
        <w:t>ní</w:t>
      </w:r>
      <w:r w:rsidR="00A97B00" w:rsidRPr="00E8601C">
        <w:t xml:space="preserve"> </w:t>
      </w:r>
      <w:r w:rsidR="002509E0">
        <w:t>hovorový</w:t>
      </w:r>
      <w:r w:rsidR="00A97B00" w:rsidRPr="00E8601C">
        <w:t xml:space="preserve"> sign</w:t>
      </w:r>
      <w:r w:rsidR="002509E0">
        <w:t>á</w:t>
      </w:r>
      <w:r w:rsidR="00A97B00" w:rsidRPr="00E8601C">
        <w:t>l</w:t>
      </w:r>
      <w:r w:rsidR="003C140A" w:rsidRPr="00E8601C">
        <w:t xml:space="preserve">, </w:t>
      </w:r>
    </w:p>
    <w:p w:rsidR="00ED4CDA" w:rsidRPr="00E8601C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</w:pPr>
      <w:r w:rsidRPr="00E8601C">
        <w:t xml:space="preserve">__ </w:t>
      </w:r>
      <w:r w:rsidR="00A97B00" w:rsidRPr="00E8601C">
        <w:t>text</w:t>
      </w:r>
      <w:r w:rsidR="002509E0">
        <w:t>ová posloupnost.</w:t>
      </w:r>
      <w:r w:rsidR="003C140A" w:rsidRPr="00E8601C">
        <w:t xml:space="preserve"> </w:t>
      </w:r>
    </w:p>
    <w:p w:rsidR="006B5F98" w:rsidRPr="00E8601C" w:rsidRDefault="006B5F98" w:rsidP="00391B93">
      <w:pPr>
        <w:pStyle w:val="eLineBottom"/>
      </w:pPr>
    </w:p>
    <w:p w:rsidR="00391B93" w:rsidRPr="00E8601C" w:rsidRDefault="00391B93" w:rsidP="00391B93"/>
    <w:p w:rsidR="006B5F98" w:rsidRPr="00E8601C" w:rsidRDefault="00D73CC5" w:rsidP="00DD0843">
      <w:pPr>
        <w:pStyle w:val="eTask"/>
        <w:rPr>
          <w:lang w:val="cs-CZ"/>
        </w:rPr>
      </w:pPr>
      <w:r>
        <w:rPr>
          <w:lang w:val="cs-CZ"/>
        </w:rPr>
        <w:t>Které metody dokáží nejlépe získat parametry zpracovávané řeči?</w:t>
      </w:r>
    </w:p>
    <w:p w:rsidR="006B5F98" w:rsidRPr="00E8601C" w:rsidRDefault="006B5F98" w:rsidP="00391B93"/>
    <w:p w:rsidR="00391B93" w:rsidRPr="00E8601C" w:rsidRDefault="00391B93" w:rsidP="00391B93">
      <w:pPr>
        <w:ind w:left="357" w:hanging="357"/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="00D73CC5">
        <w:rPr>
          <w:szCs w:val="40"/>
        </w:rPr>
        <w:t>Skryté Markovovské modely</w:t>
      </w:r>
      <w:r w:rsidRPr="00E8601C">
        <w:t>,</w:t>
      </w:r>
    </w:p>
    <w:p w:rsidR="00391B93" w:rsidRPr="00ED58DD" w:rsidRDefault="00ED58DD" w:rsidP="00391B93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="00391B93" w:rsidRPr="00ED58DD">
        <w:rPr>
          <w:szCs w:val="40"/>
        </w:rPr>
        <w:tab/>
      </w:r>
      <w:proofErr w:type="spellStart"/>
      <w:r w:rsidR="00D73CC5" w:rsidRPr="00ED58DD">
        <w:t>Melovy</w:t>
      </w:r>
      <w:proofErr w:type="spellEnd"/>
      <w:r w:rsidR="00D73CC5" w:rsidRPr="00ED58DD">
        <w:t xml:space="preserve"> frekvenční </w:t>
      </w:r>
      <w:proofErr w:type="spellStart"/>
      <w:r w:rsidR="00D73CC5" w:rsidRPr="00ED58DD">
        <w:t>kepstrální</w:t>
      </w:r>
      <w:proofErr w:type="spellEnd"/>
      <w:r w:rsidR="00D73CC5" w:rsidRPr="00ED58DD">
        <w:t xml:space="preserve"> koeficienty</w:t>
      </w:r>
      <w:r w:rsidR="00391B93" w:rsidRPr="00ED58DD">
        <w:t>,</w:t>
      </w:r>
    </w:p>
    <w:p w:rsidR="00391B93" w:rsidRPr="00ED58DD" w:rsidRDefault="00ED58DD" w:rsidP="00391B93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="00391B93" w:rsidRPr="00ED58DD">
        <w:rPr>
          <w:szCs w:val="40"/>
        </w:rPr>
        <w:tab/>
      </w:r>
      <w:r w:rsidR="00D73CC5" w:rsidRPr="00ED58DD">
        <w:t>Perceptuální lineární predikce</w:t>
      </w:r>
      <w:r w:rsidR="00391B93" w:rsidRPr="00ED58DD">
        <w:t>,</w:t>
      </w:r>
    </w:p>
    <w:p w:rsidR="00391B93" w:rsidRPr="00E8601C" w:rsidRDefault="00391B93" w:rsidP="00391B93">
      <w:pPr>
        <w:ind w:left="357" w:hanging="357"/>
        <w:rPr>
          <w:rStyle w:val="eCheckBoxTextChar"/>
          <w:lang w:val="cs-CZ"/>
        </w:rPr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Pr="00E8601C">
        <w:t>Dis</w:t>
      </w:r>
      <w:r w:rsidR="00D73CC5">
        <w:t>k</w:t>
      </w:r>
      <w:r w:rsidRPr="00E8601C">
        <w:t>r</w:t>
      </w:r>
      <w:r w:rsidR="00D73CC5">
        <w:t>é</w:t>
      </w:r>
      <w:r w:rsidRPr="00E8601C">
        <w:t>t</w:t>
      </w:r>
      <w:r w:rsidR="00D73CC5">
        <w:t>ní kosinová transformace</w:t>
      </w:r>
      <w:r w:rsidRPr="00E8601C">
        <w:t>.</w:t>
      </w:r>
    </w:p>
    <w:p w:rsidR="00391B93" w:rsidRDefault="00391B93" w:rsidP="00391B93">
      <w:pPr>
        <w:pStyle w:val="eLineBottom"/>
      </w:pPr>
    </w:p>
    <w:p w:rsidR="00B134CE" w:rsidRPr="00E8601C" w:rsidRDefault="00B134CE" w:rsidP="00391B93">
      <w:pPr>
        <w:pStyle w:val="eLineBottom"/>
      </w:pPr>
    </w:p>
    <w:p w:rsidR="00391B93" w:rsidRPr="00E8601C" w:rsidRDefault="00391B93" w:rsidP="00391B93"/>
    <w:p w:rsidR="00391B93" w:rsidRPr="00E8601C" w:rsidRDefault="00391B93">
      <w:pPr>
        <w:rPr>
          <w:b/>
        </w:rPr>
      </w:pPr>
      <w:r w:rsidRPr="00E8601C">
        <w:br w:type="page"/>
      </w:r>
    </w:p>
    <w:p w:rsidR="00ED4CDA" w:rsidRPr="00E8601C" w:rsidRDefault="0024419E" w:rsidP="00DD0843">
      <w:pPr>
        <w:pStyle w:val="eTask"/>
        <w:rPr>
          <w:lang w:val="cs-CZ"/>
        </w:rPr>
      </w:pPr>
      <w:r>
        <w:rPr>
          <w:lang w:val="cs-CZ"/>
        </w:rPr>
        <w:lastRenderedPageBreak/>
        <w:t>Přiřaďte každému systému automatického rozeznávání řeči</w:t>
      </w:r>
      <w:r w:rsidR="00095828" w:rsidRPr="00E8601C">
        <w:rPr>
          <w:lang w:val="cs-CZ"/>
        </w:rPr>
        <w:t xml:space="preserve"> (ASR) </w:t>
      </w:r>
      <w:r>
        <w:rPr>
          <w:lang w:val="cs-CZ"/>
        </w:rPr>
        <w:t xml:space="preserve">jeho </w:t>
      </w:r>
      <w:r w:rsidR="00175E13">
        <w:rPr>
          <w:lang w:val="cs-CZ"/>
        </w:rPr>
        <w:t>očekávanou</w:t>
      </w:r>
      <w:r>
        <w:rPr>
          <w:lang w:val="cs-CZ"/>
        </w:rPr>
        <w:t xml:space="preserve"> </w:t>
      </w:r>
      <w:r w:rsidR="00175E13">
        <w:rPr>
          <w:lang w:val="cs-CZ"/>
        </w:rPr>
        <w:t>vstupní informaci</w:t>
      </w:r>
      <w:r w:rsidR="00095828" w:rsidRPr="00E8601C">
        <w:rPr>
          <w:lang w:val="cs-CZ"/>
        </w:rPr>
        <w:t>.</w:t>
      </w:r>
    </w:p>
    <w:p w:rsidR="00391B93" w:rsidRPr="00E8601C" w:rsidRDefault="00391B93" w:rsidP="00391B93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19"/>
        <w:gridCol w:w="2049"/>
        <w:gridCol w:w="3434"/>
      </w:tblGrid>
      <w:tr w:rsidR="00D43ACA" w:rsidRPr="00E8601C" w:rsidTr="00651629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175E13" w:rsidP="00760870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Systém </w:t>
            </w:r>
            <w:r w:rsidR="00391B93" w:rsidRPr="00E8601C">
              <w:rPr>
                <w:b w:val="0"/>
                <w:lang w:val="cs-CZ"/>
              </w:rPr>
              <w:t>ASR r</w:t>
            </w:r>
            <w:r>
              <w:rPr>
                <w:b w:val="0"/>
                <w:lang w:val="cs-CZ"/>
              </w:rPr>
              <w:t>ozezná</w:t>
            </w:r>
            <w:r w:rsidR="00760870">
              <w:rPr>
                <w:b w:val="0"/>
                <w:lang w:val="cs-CZ"/>
              </w:rPr>
              <w:t>vající</w:t>
            </w:r>
            <w:r w:rsidR="00391B93" w:rsidRPr="00E8601C">
              <w:rPr>
                <w:b w:val="0"/>
                <w:lang w:val="cs-CZ"/>
              </w:rPr>
              <w:t xml:space="preserve"> i</w:t>
            </w:r>
            <w:r>
              <w:rPr>
                <w:b w:val="0"/>
                <w:lang w:val="cs-CZ"/>
              </w:rPr>
              <w:t>z</w:t>
            </w:r>
            <w:r w:rsidR="00391B93" w:rsidRPr="00E8601C">
              <w:rPr>
                <w:b w:val="0"/>
                <w:lang w:val="cs-CZ"/>
              </w:rPr>
              <w:t>ol</w:t>
            </w:r>
            <w:r>
              <w:rPr>
                <w:b w:val="0"/>
                <w:lang w:val="cs-CZ"/>
              </w:rPr>
              <w:t>ovan</w:t>
            </w:r>
            <w:r w:rsidR="00760870">
              <w:rPr>
                <w:b w:val="0"/>
                <w:lang w:val="cs-CZ"/>
              </w:rPr>
              <w:t>á</w:t>
            </w:r>
            <w:r>
              <w:rPr>
                <w:b w:val="0"/>
                <w:lang w:val="cs-CZ"/>
              </w:rPr>
              <w:t xml:space="preserve"> slov</w:t>
            </w:r>
            <w:r w:rsidR="00760870">
              <w:rPr>
                <w:b w:val="0"/>
                <w:lang w:val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E8601C" w:rsidRDefault="00D43ACA" w:rsidP="00EE2A37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očekávají na vstupu plynulou řeč bez omezující gramatiky</w:t>
            </w:r>
            <w:r w:rsidR="00EE2A37">
              <w:rPr>
                <w:b w:val="0"/>
                <w:lang w:val="cs-CZ"/>
              </w:rPr>
              <w:t xml:space="preserve"> probíhající</w:t>
            </w:r>
            <w:r>
              <w:rPr>
                <w:b w:val="0"/>
                <w:lang w:val="cs-CZ"/>
              </w:rPr>
              <w:t xml:space="preserve"> v reálném prostředí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  <w:tr w:rsidR="00D43ACA" w:rsidRPr="00E8601C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D43ACA" w:rsidRPr="00E8601C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28275B" w:rsidP="00760870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Přepisov</w:t>
            </w:r>
            <w:r w:rsidR="00760870">
              <w:rPr>
                <w:b w:val="0"/>
                <w:lang w:val="cs-CZ"/>
              </w:rPr>
              <w:t>ý</w:t>
            </w:r>
            <w:r>
              <w:rPr>
                <w:b w:val="0"/>
                <w:lang w:val="cs-CZ"/>
              </w:rPr>
              <w:t xml:space="preserve"> systém ASR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E8601C" w:rsidRDefault="00760870" w:rsidP="00760870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očekává </w:t>
            </w:r>
            <w:r w:rsidR="00175E13" w:rsidRPr="00175E13">
              <w:rPr>
                <w:b w:val="0"/>
                <w:lang w:val="cs-CZ"/>
              </w:rPr>
              <w:t>na vstupu jedno slovo ze slovníku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  <w:tr w:rsidR="00D43ACA" w:rsidRPr="00E8601C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D43ACA" w:rsidRPr="00E8601C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D43ACA" w:rsidP="00D43AC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Systém </w:t>
            </w:r>
            <w:r w:rsidR="00391B93" w:rsidRPr="00E8601C">
              <w:rPr>
                <w:b w:val="0"/>
                <w:lang w:val="cs-CZ"/>
              </w:rPr>
              <w:t>ASR r</w:t>
            </w:r>
            <w:r>
              <w:rPr>
                <w:b w:val="0"/>
                <w:lang w:val="cs-CZ"/>
              </w:rPr>
              <w:t>ozeznávající plynulou řeč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E8601C" w:rsidRDefault="00D43ACA" w:rsidP="00D43ACA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očekává na vstupu slova plynule jdoucí za sebou a omezená pouze</w:t>
            </w:r>
            <w:r w:rsidR="00391B93" w:rsidRPr="00E8601C">
              <w:rPr>
                <w:b w:val="0"/>
                <w:lang w:val="cs-CZ"/>
              </w:rPr>
              <w:t xml:space="preserve"> gramati</w:t>
            </w:r>
            <w:r>
              <w:rPr>
                <w:b w:val="0"/>
                <w:lang w:val="cs-CZ"/>
              </w:rPr>
              <w:t>ckými pravidly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  <w:tr w:rsidR="00D43ACA" w:rsidRPr="00E8601C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</w:p>
        </w:tc>
      </w:tr>
      <w:tr w:rsidR="00D43ACA" w:rsidRPr="00E8601C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B93" w:rsidRPr="00E8601C" w:rsidRDefault="00D43ACA" w:rsidP="00D43AC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 xml:space="preserve">Systém </w:t>
            </w:r>
            <w:r w:rsidR="00391B93" w:rsidRPr="00E8601C">
              <w:rPr>
                <w:b w:val="0"/>
                <w:lang w:val="cs-CZ"/>
              </w:rPr>
              <w:t>ASR r</w:t>
            </w:r>
            <w:r>
              <w:rPr>
                <w:b w:val="0"/>
                <w:lang w:val="cs-CZ"/>
              </w:rPr>
              <w:t>ozeznávající přirozenou řeč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E8601C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cs-CZ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B93" w:rsidRPr="00E8601C" w:rsidRDefault="0028275B" w:rsidP="00760870">
            <w:pPr>
              <w:pStyle w:val="eTask"/>
              <w:numPr>
                <w:ilvl w:val="0"/>
                <w:numId w:val="0"/>
              </w:numPr>
              <w:rPr>
                <w:b w:val="0"/>
                <w:lang w:val="cs-CZ"/>
              </w:rPr>
            </w:pPr>
            <w:r>
              <w:rPr>
                <w:b w:val="0"/>
                <w:lang w:val="cs-CZ"/>
              </w:rPr>
              <w:t>na vstupu očekáv</w:t>
            </w:r>
            <w:r w:rsidR="00760870">
              <w:rPr>
                <w:b w:val="0"/>
                <w:lang w:val="cs-CZ"/>
              </w:rPr>
              <w:t>á</w:t>
            </w:r>
            <w:r>
              <w:rPr>
                <w:b w:val="0"/>
                <w:lang w:val="cs-CZ"/>
              </w:rPr>
              <w:t xml:space="preserve"> posloupnost slov s dostatečnými mezerami</w:t>
            </w:r>
            <w:r w:rsidR="00391B93" w:rsidRPr="00E8601C">
              <w:rPr>
                <w:b w:val="0"/>
                <w:lang w:val="cs-CZ"/>
              </w:rPr>
              <w:t xml:space="preserve"> </w:t>
            </w:r>
            <w:r>
              <w:rPr>
                <w:b w:val="0"/>
                <w:lang w:val="cs-CZ"/>
              </w:rPr>
              <w:t>oddělujícími jednotlivá slova</w:t>
            </w:r>
            <w:r w:rsidR="00391B93" w:rsidRPr="00E8601C">
              <w:rPr>
                <w:b w:val="0"/>
                <w:lang w:val="cs-CZ"/>
              </w:rPr>
              <w:t>.</w:t>
            </w:r>
          </w:p>
        </w:tc>
      </w:tr>
    </w:tbl>
    <w:p w:rsidR="00391B93" w:rsidRPr="00E8601C" w:rsidRDefault="00391B93" w:rsidP="00391B93"/>
    <w:p w:rsidR="00391B93" w:rsidRPr="00E8601C" w:rsidRDefault="00391B93" w:rsidP="00391B93">
      <w:pPr>
        <w:pStyle w:val="eLineBottom"/>
      </w:pPr>
    </w:p>
    <w:p w:rsidR="00391B93" w:rsidRPr="00E8601C" w:rsidRDefault="00391B93" w:rsidP="00391B93"/>
    <w:p w:rsidR="003C140A" w:rsidRPr="00E8601C" w:rsidRDefault="00F84415" w:rsidP="00DD0843">
      <w:pPr>
        <w:pStyle w:val="eTask"/>
        <w:rPr>
          <w:lang w:val="cs-CZ"/>
        </w:rPr>
      </w:pPr>
      <w:r>
        <w:rPr>
          <w:lang w:val="cs-CZ"/>
        </w:rPr>
        <w:t>Rozdělte předložené</w:t>
      </w:r>
      <w:r w:rsidR="00994CAD" w:rsidRPr="00E8601C">
        <w:rPr>
          <w:lang w:val="cs-CZ"/>
        </w:rPr>
        <w:t xml:space="preserve"> </w:t>
      </w:r>
      <w:r>
        <w:rPr>
          <w:lang w:val="cs-CZ"/>
        </w:rPr>
        <w:t>události</w:t>
      </w:r>
      <w:r w:rsidR="002F21CA" w:rsidRPr="00E8601C">
        <w:rPr>
          <w:lang w:val="cs-CZ"/>
        </w:rPr>
        <w:t>/</w:t>
      </w:r>
      <w:r>
        <w:rPr>
          <w:lang w:val="cs-CZ"/>
        </w:rPr>
        <w:t>změny ve spektru na slyšitelné a neslyšitelné pro člověka</w:t>
      </w:r>
      <w:r w:rsidR="002F21CA" w:rsidRPr="00E8601C">
        <w:rPr>
          <w:lang w:val="cs-CZ"/>
        </w:rPr>
        <w:t>.</w:t>
      </w:r>
    </w:p>
    <w:p w:rsidR="006B5F98" w:rsidRPr="00E8601C" w:rsidRDefault="006B5F98" w:rsidP="00DD0843">
      <w:pPr>
        <w:pStyle w:val="eTask"/>
        <w:numPr>
          <w:ilvl w:val="0"/>
          <w:numId w:val="0"/>
        </w:numPr>
        <w:ind w:left="360"/>
        <w:rPr>
          <w:lang w:val="cs-CZ"/>
        </w:rPr>
      </w:pP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E8601C" w:rsidTr="00391B93">
        <w:tc>
          <w:tcPr>
            <w:tcW w:w="4252" w:type="dxa"/>
          </w:tcPr>
          <w:p w:rsidR="00ED4CDA" w:rsidRPr="00E8601C" w:rsidRDefault="008E6EED" w:rsidP="00391B9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Slyšitelné</w:t>
            </w:r>
          </w:p>
        </w:tc>
        <w:tc>
          <w:tcPr>
            <w:tcW w:w="4394" w:type="dxa"/>
          </w:tcPr>
          <w:p w:rsidR="00ED4CDA" w:rsidRPr="00E8601C" w:rsidRDefault="00994CAD" w:rsidP="008E6EED">
            <w:pPr>
              <w:spacing w:before="120" w:after="120"/>
              <w:jc w:val="center"/>
              <w:rPr>
                <w:b/>
              </w:rPr>
            </w:pPr>
            <w:r w:rsidRPr="00E8601C">
              <w:rPr>
                <w:b/>
              </w:rPr>
              <w:t>N</w:t>
            </w:r>
            <w:r w:rsidR="008E6EED">
              <w:rPr>
                <w:b/>
              </w:rPr>
              <w:t>eslyšitelné</w:t>
            </w:r>
          </w:p>
        </w:tc>
      </w:tr>
      <w:tr w:rsidR="00ED4CDA" w:rsidRPr="00E8601C" w:rsidTr="00391B93">
        <w:tc>
          <w:tcPr>
            <w:tcW w:w="4252" w:type="dxa"/>
          </w:tcPr>
          <w:p w:rsidR="00ED4CDA" w:rsidRPr="00DE7828" w:rsidRDefault="00ED4CDA" w:rsidP="00025AAF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ED4CDA" w:rsidRPr="00DE7828" w:rsidRDefault="00ED4CDA" w:rsidP="00025AAF">
            <w:pPr>
              <w:spacing w:before="120" w:after="120"/>
              <w:jc w:val="center"/>
              <w:rPr>
                <w:b/>
              </w:rPr>
            </w:pPr>
          </w:p>
        </w:tc>
      </w:tr>
      <w:tr w:rsidR="00ED4CDA" w:rsidRPr="00E8601C" w:rsidTr="00391B93">
        <w:tc>
          <w:tcPr>
            <w:tcW w:w="4252" w:type="dxa"/>
          </w:tcPr>
          <w:p w:rsidR="00ED4CDA" w:rsidRPr="00DE7828" w:rsidRDefault="00ED4CDA" w:rsidP="00025AAF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ED4CDA" w:rsidRPr="00DE7828" w:rsidRDefault="00ED4CDA" w:rsidP="00025AAF">
            <w:pPr>
              <w:spacing w:before="120" w:after="120"/>
              <w:jc w:val="center"/>
              <w:rPr>
                <w:b/>
              </w:rPr>
            </w:pPr>
          </w:p>
        </w:tc>
      </w:tr>
      <w:tr w:rsidR="00ED4CDA" w:rsidRPr="00E8601C" w:rsidTr="00391B93">
        <w:tc>
          <w:tcPr>
            <w:tcW w:w="4252" w:type="dxa"/>
          </w:tcPr>
          <w:p w:rsidR="00ED4CDA" w:rsidRPr="00DE7828" w:rsidRDefault="00ED4CDA" w:rsidP="00025AAF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ED4CDA" w:rsidRPr="00DE7828" w:rsidRDefault="00ED4CDA" w:rsidP="00025AAF">
            <w:pPr>
              <w:spacing w:before="120" w:after="120"/>
              <w:jc w:val="center"/>
              <w:rPr>
                <w:b/>
              </w:rPr>
            </w:pPr>
          </w:p>
        </w:tc>
      </w:tr>
    </w:tbl>
    <w:p w:rsidR="00391B93" w:rsidRDefault="00391B93" w:rsidP="00391B93"/>
    <w:p w:rsidR="00B134CE" w:rsidRPr="00E8601C" w:rsidRDefault="00B134CE" w:rsidP="00391B93"/>
    <w:p w:rsidR="00ED4CDA" w:rsidRPr="00E8601C" w:rsidRDefault="00391B93" w:rsidP="00391B93">
      <w:r w:rsidRPr="00E8601C">
        <w:rPr>
          <w:b/>
        </w:rPr>
        <w:t>A</w:t>
      </w:r>
      <w:r w:rsidRPr="00E8601C">
        <w:t> – </w:t>
      </w:r>
      <w:r w:rsidR="008E6EED">
        <w:t>Počet</w:t>
      </w:r>
      <w:r w:rsidR="00ED4CDA" w:rsidRPr="00E8601C">
        <w:t xml:space="preserve"> formant</w:t>
      </w:r>
      <w:r w:rsidR="008E6EED">
        <w:t>ových</w:t>
      </w:r>
      <w:r w:rsidR="00994CAD" w:rsidRPr="00E8601C">
        <w:t xml:space="preserve"> fre</w:t>
      </w:r>
      <w:r w:rsidR="008E6EED">
        <w:t>kv</w:t>
      </w:r>
      <w:r w:rsidR="00994CAD" w:rsidRPr="00E8601C">
        <w:t>enc</w:t>
      </w:r>
      <w:r w:rsidR="008E6EED">
        <w:t>í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B</w:t>
      </w:r>
      <w:r w:rsidRPr="00E8601C">
        <w:t> – </w:t>
      </w:r>
      <w:r w:rsidR="008E6EED">
        <w:t>F</w:t>
      </w:r>
      <w:r w:rsidR="00994CAD" w:rsidRPr="00E8601C">
        <w:t>re</w:t>
      </w:r>
      <w:r w:rsidR="008E6EED">
        <w:t>kv</w:t>
      </w:r>
      <w:r w:rsidR="00994CAD" w:rsidRPr="00E8601C">
        <w:t xml:space="preserve">ence </w:t>
      </w:r>
      <w:r w:rsidR="008E6EED">
        <w:t>pod</w:t>
      </w:r>
      <w:r w:rsidR="00994CAD" w:rsidRPr="00E8601C">
        <w:t xml:space="preserve"> </w:t>
      </w:r>
      <w:r w:rsidR="008E6EED">
        <w:t>první</w:t>
      </w:r>
      <w:r w:rsidR="00994CAD" w:rsidRPr="00E8601C">
        <w:t xml:space="preserve"> formant</w:t>
      </w:r>
      <w:r w:rsidR="008E6EED">
        <w:t>ovou</w:t>
      </w:r>
      <w:r w:rsidR="00994CAD" w:rsidRPr="00E8601C">
        <w:t xml:space="preserve"> fre</w:t>
      </w:r>
      <w:r w:rsidR="008E6EED">
        <w:t>kve</w:t>
      </w:r>
      <w:r w:rsidR="00994CAD" w:rsidRPr="00E8601C">
        <w:t>nc</w:t>
      </w:r>
      <w:r w:rsidR="008E6EED">
        <w:t>í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C</w:t>
      </w:r>
      <w:r w:rsidRPr="00E8601C">
        <w:t> – </w:t>
      </w:r>
      <w:r w:rsidR="008E6EED">
        <w:t>Poloha</w:t>
      </w:r>
      <w:r w:rsidR="00994CAD" w:rsidRPr="00E8601C">
        <w:t xml:space="preserve"> formant</w:t>
      </w:r>
      <w:r w:rsidR="008E6EED">
        <w:t>ových</w:t>
      </w:r>
      <w:r w:rsidR="00994CAD" w:rsidRPr="00E8601C">
        <w:t xml:space="preserve"> fre</w:t>
      </w:r>
      <w:r w:rsidR="008E6EED">
        <w:t>kv</w:t>
      </w:r>
      <w:r w:rsidR="00994CAD" w:rsidRPr="00E8601C">
        <w:t>enc</w:t>
      </w:r>
      <w:r w:rsidR="008E6EED">
        <w:t>í</w:t>
      </w:r>
      <w:r w:rsidR="00994CAD" w:rsidRPr="00E8601C">
        <w:t>,</w:t>
      </w:r>
    </w:p>
    <w:p w:rsidR="00ED4CDA" w:rsidRPr="00E8601C" w:rsidRDefault="00391B93" w:rsidP="00391B93">
      <w:r w:rsidRPr="00E8601C">
        <w:rPr>
          <w:b/>
        </w:rPr>
        <w:t>D</w:t>
      </w:r>
      <w:r w:rsidRPr="00E8601C">
        <w:t> – </w:t>
      </w:r>
      <w:r w:rsidR="008E6EED">
        <w:t>Šířka</w:t>
      </w:r>
      <w:r w:rsidR="00994CAD" w:rsidRPr="00E8601C">
        <w:t xml:space="preserve"> formant</w:t>
      </w:r>
      <w:r w:rsidR="008E6EED">
        <w:t>ových</w:t>
      </w:r>
      <w:r w:rsidR="00994CAD" w:rsidRPr="00E8601C">
        <w:t xml:space="preserve"> fre</w:t>
      </w:r>
      <w:r w:rsidR="008E6EED">
        <w:t>kv</w:t>
      </w:r>
      <w:r w:rsidR="00994CAD" w:rsidRPr="00E8601C">
        <w:t>enc</w:t>
      </w:r>
      <w:r w:rsidR="008E6EED">
        <w:t>í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E</w:t>
      </w:r>
      <w:r w:rsidRPr="00E8601C">
        <w:t> – </w:t>
      </w:r>
      <w:r w:rsidR="008E6EED">
        <w:t>Celkový sklon spektra</w:t>
      </w:r>
      <w:r w:rsidR="00ED4CDA" w:rsidRPr="00E8601C">
        <w:t>,</w:t>
      </w:r>
    </w:p>
    <w:p w:rsidR="00ED4CDA" w:rsidRPr="00E8601C" w:rsidRDefault="00391B93" w:rsidP="00391B93">
      <w:r w:rsidRPr="00E8601C">
        <w:rPr>
          <w:b/>
        </w:rPr>
        <w:t>F</w:t>
      </w:r>
      <w:r w:rsidRPr="00E8601C">
        <w:t> – </w:t>
      </w:r>
      <w:r w:rsidR="008E6EED">
        <w:t>Úzkopásmové filtrování</w:t>
      </w:r>
      <w:r w:rsidR="00ED4CDA" w:rsidRPr="00E8601C">
        <w:t>.</w:t>
      </w:r>
    </w:p>
    <w:p w:rsidR="003C140A" w:rsidRPr="00E8601C" w:rsidRDefault="003C140A" w:rsidP="00936469"/>
    <w:p w:rsidR="00936469" w:rsidRPr="00E8601C" w:rsidRDefault="00936469" w:rsidP="00936469">
      <w:pPr>
        <w:pStyle w:val="eLineBottom"/>
      </w:pPr>
    </w:p>
    <w:p w:rsidR="00936469" w:rsidRPr="00E8601C" w:rsidRDefault="00936469">
      <w:pPr>
        <w:rPr>
          <w:b/>
        </w:rPr>
      </w:pPr>
      <w:r w:rsidRPr="00E8601C">
        <w:br w:type="page"/>
      </w:r>
    </w:p>
    <w:p w:rsidR="00ED4CDA" w:rsidRPr="00E8601C" w:rsidRDefault="0059356C" w:rsidP="00DD0843">
      <w:pPr>
        <w:pStyle w:val="eTask"/>
        <w:rPr>
          <w:lang w:val="cs-CZ"/>
        </w:rPr>
      </w:pPr>
      <w:r>
        <w:rPr>
          <w:lang w:val="cs-CZ"/>
        </w:rPr>
        <w:lastRenderedPageBreak/>
        <w:t>Které z následujících metod patří k nejvýznamnějším metodám rozpoznávání řeči?</w:t>
      </w:r>
      <w:r w:rsidR="00994CAD" w:rsidRPr="00E8601C">
        <w:rPr>
          <w:lang w:val="cs-CZ"/>
        </w:rPr>
        <w:t xml:space="preserve"> </w:t>
      </w:r>
    </w:p>
    <w:p w:rsidR="00936469" w:rsidRPr="00E8601C" w:rsidRDefault="00936469" w:rsidP="00936469"/>
    <w:p w:rsidR="00936469" w:rsidRPr="00ED58DD" w:rsidRDefault="00ED58DD" w:rsidP="00936469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="00936469" w:rsidRPr="00ED58DD">
        <w:rPr>
          <w:szCs w:val="40"/>
        </w:rPr>
        <w:tab/>
      </w:r>
      <w:r w:rsidR="0059356C" w:rsidRPr="00ED58DD">
        <w:t>Skryté Markovovské modely</w:t>
      </w:r>
      <w:r w:rsidR="00936469" w:rsidRPr="00ED58DD">
        <w:t>,</w:t>
      </w:r>
    </w:p>
    <w:p w:rsidR="00936469" w:rsidRPr="00ED58DD" w:rsidRDefault="00ED58DD" w:rsidP="00936469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="00936469" w:rsidRPr="00ED58DD">
        <w:rPr>
          <w:szCs w:val="40"/>
        </w:rPr>
        <w:tab/>
      </w:r>
      <w:r w:rsidR="00936469" w:rsidRPr="00ED58DD">
        <w:t>Dynamic</w:t>
      </w:r>
      <w:r w:rsidR="0059356C" w:rsidRPr="00ED58DD">
        <w:t>ké</w:t>
      </w:r>
      <w:r w:rsidR="00936469" w:rsidRPr="00ED58DD">
        <w:t xml:space="preserve"> </w:t>
      </w:r>
      <w:r w:rsidR="0059356C" w:rsidRPr="00ED58DD">
        <w:t>ohýbání</w:t>
      </w:r>
      <w:r w:rsidR="00936469" w:rsidRPr="00ED58DD">
        <w:t xml:space="preserve"> </w:t>
      </w:r>
      <w:r w:rsidR="0059356C" w:rsidRPr="00ED58DD">
        <w:t>času</w:t>
      </w:r>
      <w:r w:rsidR="00936469" w:rsidRPr="00ED58DD">
        <w:t>,</w:t>
      </w:r>
    </w:p>
    <w:p w:rsidR="00936469" w:rsidRPr="00ED58DD" w:rsidRDefault="00936469" w:rsidP="00936469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Pr="00ED58DD">
        <w:rPr>
          <w:szCs w:val="40"/>
        </w:rPr>
        <w:tab/>
      </w:r>
      <w:r w:rsidRPr="00ED58DD">
        <w:t>Perceptu</w:t>
      </w:r>
      <w:r w:rsidR="0059356C" w:rsidRPr="00ED58DD">
        <w:t>á</w:t>
      </w:r>
      <w:r w:rsidRPr="00ED58DD">
        <w:t>l</w:t>
      </w:r>
      <w:r w:rsidR="0059356C" w:rsidRPr="00ED58DD">
        <w:t>ní lineární predikce</w:t>
      </w:r>
      <w:r w:rsidRPr="00ED58DD">
        <w:t>,</w:t>
      </w:r>
    </w:p>
    <w:p w:rsidR="00936469" w:rsidRPr="00E8601C" w:rsidRDefault="00936469" w:rsidP="00936469">
      <w:pPr>
        <w:ind w:left="357" w:hanging="357"/>
        <w:rPr>
          <w:rStyle w:val="eCheckBoxTextChar"/>
          <w:lang w:val="cs-CZ"/>
        </w:rPr>
      </w:pPr>
      <w:r w:rsidRPr="00E8601C">
        <w:rPr>
          <w:rStyle w:val="eCheckBoxSquareChar"/>
          <w:lang w:val="cs-CZ"/>
        </w:rPr>
        <w:t>□</w:t>
      </w:r>
      <w:r w:rsidRPr="00E8601C">
        <w:rPr>
          <w:szCs w:val="40"/>
        </w:rPr>
        <w:tab/>
      </w:r>
      <w:r w:rsidRPr="00E8601C">
        <w:t>Dis</w:t>
      </w:r>
      <w:r w:rsidR="0059356C">
        <w:t>k</w:t>
      </w:r>
      <w:r w:rsidRPr="00E8601C">
        <w:t>r</w:t>
      </w:r>
      <w:r w:rsidR="0059356C">
        <w:t>é</w:t>
      </w:r>
      <w:r w:rsidRPr="00E8601C">
        <w:t>t</w:t>
      </w:r>
      <w:r w:rsidR="0059356C">
        <w:t>ní</w:t>
      </w:r>
      <w:r w:rsidRPr="00E8601C">
        <w:t xml:space="preserve"> </w:t>
      </w:r>
      <w:r w:rsidR="0059356C">
        <w:t>kosinová</w:t>
      </w:r>
      <w:r w:rsidRPr="00E8601C">
        <w:t xml:space="preserve"> transform</w:t>
      </w:r>
      <w:r w:rsidR="0059356C">
        <w:t>ace</w:t>
      </w:r>
      <w:r w:rsidRPr="00E8601C">
        <w:t>.</w:t>
      </w:r>
    </w:p>
    <w:p w:rsidR="00936469" w:rsidRDefault="00936469" w:rsidP="00936469">
      <w:pPr>
        <w:pStyle w:val="eLineBottom"/>
      </w:pPr>
    </w:p>
    <w:p w:rsidR="00B134CE" w:rsidRPr="00E8601C" w:rsidRDefault="00B134CE" w:rsidP="00936469">
      <w:pPr>
        <w:pStyle w:val="eLineBottom"/>
      </w:pPr>
      <w:bookmarkStart w:id="0" w:name="_GoBack"/>
      <w:bookmarkEnd w:id="0"/>
    </w:p>
    <w:p w:rsidR="003C140A" w:rsidRPr="00E8601C" w:rsidRDefault="003C140A" w:rsidP="00936469"/>
    <w:p w:rsidR="00ED4CDA" w:rsidRPr="00E8601C" w:rsidRDefault="00F032D2" w:rsidP="00DD0843">
      <w:pPr>
        <w:pStyle w:val="eTask"/>
        <w:rPr>
          <w:lang w:val="cs-CZ"/>
        </w:rPr>
      </w:pPr>
      <w:r>
        <w:rPr>
          <w:lang w:val="cs-CZ"/>
        </w:rPr>
        <w:t>Co je principem</w:t>
      </w:r>
      <w:r w:rsidR="00994CAD" w:rsidRPr="00E8601C">
        <w:rPr>
          <w:lang w:val="cs-CZ"/>
        </w:rPr>
        <w:t xml:space="preserve"> </w:t>
      </w:r>
      <w:r>
        <w:rPr>
          <w:lang w:val="cs-CZ"/>
        </w:rPr>
        <w:t xml:space="preserve">metody </w:t>
      </w:r>
      <w:r w:rsidR="00994CAD" w:rsidRPr="00E8601C">
        <w:rPr>
          <w:lang w:val="cs-CZ"/>
        </w:rPr>
        <w:t>dynamic</w:t>
      </w:r>
      <w:r>
        <w:rPr>
          <w:lang w:val="cs-CZ"/>
        </w:rPr>
        <w:t>kého</w:t>
      </w:r>
      <w:r w:rsidR="00994CAD" w:rsidRPr="00E8601C">
        <w:rPr>
          <w:lang w:val="cs-CZ"/>
        </w:rPr>
        <w:t xml:space="preserve"> </w:t>
      </w:r>
      <w:r>
        <w:rPr>
          <w:lang w:val="cs-CZ"/>
        </w:rPr>
        <w:t xml:space="preserve">ohýbání času </w:t>
      </w:r>
      <w:r w:rsidR="0048319C">
        <w:rPr>
          <w:lang w:val="cs-CZ"/>
        </w:rPr>
        <w:t xml:space="preserve">DTW </w:t>
      </w:r>
      <w:r>
        <w:rPr>
          <w:lang w:val="cs-CZ"/>
        </w:rPr>
        <w:t>využívanou v procesu rozpoznávání řeči?</w:t>
      </w:r>
    </w:p>
    <w:p w:rsidR="00C1774B" w:rsidRPr="00E8601C" w:rsidRDefault="00C1774B" w:rsidP="00936469"/>
    <w:p w:rsidR="00936469" w:rsidRPr="00ED58DD" w:rsidRDefault="00936469" w:rsidP="00936469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Pr="00ED58DD">
        <w:rPr>
          <w:szCs w:val="40"/>
        </w:rPr>
        <w:tab/>
      </w:r>
      <w:r w:rsidR="00132F64" w:rsidRPr="00ED58DD">
        <w:rPr>
          <w:szCs w:val="40"/>
        </w:rPr>
        <w:t>Extrakce příznaků řeči</w:t>
      </w:r>
      <w:r w:rsidRPr="00ED58DD">
        <w:t>.</w:t>
      </w:r>
    </w:p>
    <w:p w:rsidR="00936469" w:rsidRPr="00ED58DD" w:rsidRDefault="00ED58DD" w:rsidP="00936469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="00936469" w:rsidRPr="00ED58DD">
        <w:rPr>
          <w:szCs w:val="40"/>
        </w:rPr>
        <w:tab/>
      </w:r>
      <w:r w:rsidR="00132F64" w:rsidRPr="00ED58DD">
        <w:t>Akustické porovnání dvou všeobecně různě dlouhých sekvencí příznaků řeči s</w:t>
      </w:r>
      <w:r w:rsidR="0048319C" w:rsidRPr="00ED58DD">
        <w:t> </w:t>
      </w:r>
      <w:r w:rsidR="00132F64" w:rsidRPr="00ED58DD">
        <w:t>následným výpočtem časových indexů</w:t>
      </w:r>
      <w:r w:rsidR="00936469" w:rsidRPr="00ED58DD">
        <w:t>.</w:t>
      </w:r>
    </w:p>
    <w:p w:rsidR="00936469" w:rsidRPr="00ED58DD" w:rsidRDefault="00936469" w:rsidP="00936469">
      <w:pPr>
        <w:ind w:left="357" w:hanging="357"/>
      </w:pPr>
      <w:r w:rsidRPr="00ED58DD">
        <w:rPr>
          <w:rStyle w:val="eCheckBoxSquareChar"/>
          <w:lang w:val="cs-CZ"/>
        </w:rPr>
        <w:t>□</w:t>
      </w:r>
      <w:r w:rsidRPr="00ED58DD">
        <w:rPr>
          <w:szCs w:val="40"/>
        </w:rPr>
        <w:tab/>
      </w:r>
      <w:r w:rsidR="00132F64" w:rsidRPr="00ED58DD">
        <w:t>Výpočet</w:t>
      </w:r>
      <w:r w:rsidRPr="00ED58DD">
        <w:t xml:space="preserve"> spe</w:t>
      </w:r>
      <w:r w:rsidR="00132F64" w:rsidRPr="00ED58DD">
        <w:t>k</w:t>
      </w:r>
      <w:r w:rsidRPr="00ED58DD">
        <w:t>tr</w:t>
      </w:r>
      <w:r w:rsidR="00132F64" w:rsidRPr="00ED58DD">
        <w:t>á</w:t>
      </w:r>
      <w:r w:rsidRPr="00ED58DD">
        <w:t>l</w:t>
      </w:r>
      <w:r w:rsidR="00132F64" w:rsidRPr="00ED58DD">
        <w:t>ních</w:t>
      </w:r>
      <w:r w:rsidRPr="00ED58DD">
        <w:t xml:space="preserve"> </w:t>
      </w:r>
      <w:r w:rsidR="00132F64" w:rsidRPr="00ED58DD">
        <w:t>koefi</w:t>
      </w:r>
      <w:r w:rsidRPr="00ED58DD">
        <w:t>cient</w:t>
      </w:r>
      <w:r w:rsidR="00132F64" w:rsidRPr="00ED58DD">
        <w:t>ů</w:t>
      </w:r>
      <w:r w:rsidRPr="00ED58DD">
        <w:t>.</w:t>
      </w:r>
    </w:p>
    <w:sectPr w:rsidR="00936469" w:rsidRPr="00ED58D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4C5" w:rsidRDefault="007774C5" w:rsidP="00861A1A">
      <w:r>
        <w:separator/>
      </w:r>
    </w:p>
  </w:endnote>
  <w:endnote w:type="continuationSeparator" w:id="0">
    <w:p w:rsidR="007774C5" w:rsidRDefault="007774C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134CE" w:rsidRPr="00B134CE" w:rsidRDefault="00B134CE" w:rsidP="00B134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B134CE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B134CE" w:rsidP="00B134C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B134CE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4C5" w:rsidRDefault="007774C5" w:rsidP="00861A1A">
      <w:r>
        <w:separator/>
      </w:r>
    </w:p>
  </w:footnote>
  <w:footnote w:type="continuationSeparator" w:id="0">
    <w:p w:rsidR="007774C5" w:rsidRDefault="007774C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B134CE">
      <w:rPr>
        <w:rFonts w:ascii="Calibri" w:hAnsi="Calibri"/>
        <w:b/>
        <w:smallCaps/>
        <w:noProof/>
      </w:rPr>
      <w:t>PRACOVNÍ LIST</w:t>
    </w:r>
  </w:p>
  <w:p w:rsidR="00C148FD" w:rsidRPr="00D61E0E" w:rsidRDefault="00D61E0E" w:rsidP="003908A2">
    <w:pPr>
      <w:ind w:left="1843"/>
      <w:jc w:val="right"/>
      <w:rPr>
        <w:rFonts w:ascii="Calibri" w:hAnsi="Calibri"/>
        <w:caps/>
        <w:noProof/>
        <w:sz w:val="20"/>
        <w:szCs w:val="20"/>
        <w:lang w:val="en-US"/>
      </w:rPr>
    </w:pPr>
    <w:r w:rsidRPr="00D61E0E">
      <w:rPr>
        <w:rFonts w:ascii="Calibri" w:hAnsi="Calibri"/>
        <w:caps/>
        <w:noProof/>
        <w:sz w:val="20"/>
        <w:szCs w:val="20"/>
        <w:lang w:val="en-US"/>
      </w:rPr>
      <w:t>MMI (MultiModal Interfaces) pro interaktivní komunikaci a navigacI</w:t>
    </w:r>
    <w:r w:rsidR="003908A2" w:rsidRPr="00D61E0E">
      <w:rPr>
        <w:rFonts w:ascii="Calibri" w:hAnsi="Calibri"/>
        <w:caps/>
        <w:noProof/>
        <w:sz w:val="20"/>
        <w:szCs w:val="20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25AAF"/>
    <w:rsid w:val="00030EDA"/>
    <w:rsid w:val="00045BEB"/>
    <w:rsid w:val="00073ADF"/>
    <w:rsid w:val="0007473C"/>
    <w:rsid w:val="000750C9"/>
    <w:rsid w:val="00087EAC"/>
    <w:rsid w:val="00094A16"/>
    <w:rsid w:val="00095828"/>
    <w:rsid w:val="000A233F"/>
    <w:rsid w:val="000A55B3"/>
    <w:rsid w:val="000A7451"/>
    <w:rsid w:val="000C6B3A"/>
    <w:rsid w:val="001301D8"/>
    <w:rsid w:val="00132F64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5E13"/>
    <w:rsid w:val="001840EA"/>
    <w:rsid w:val="00185BED"/>
    <w:rsid w:val="001922A0"/>
    <w:rsid w:val="00195A08"/>
    <w:rsid w:val="001A5154"/>
    <w:rsid w:val="001B057D"/>
    <w:rsid w:val="001C3ACF"/>
    <w:rsid w:val="001C7177"/>
    <w:rsid w:val="001D00A1"/>
    <w:rsid w:val="001E0F8B"/>
    <w:rsid w:val="001E514B"/>
    <w:rsid w:val="001F6290"/>
    <w:rsid w:val="00213F2C"/>
    <w:rsid w:val="00223478"/>
    <w:rsid w:val="00225015"/>
    <w:rsid w:val="00237398"/>
    <w:rsid w:val="0024419E"/>
    <w:rsid w:val="002509E0"/>
    <w:rsid w:val="00272012"/>
    <w:rsid w:val="002825A8"/>
    <w:rsid w:val="0028275B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2E684C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8319C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9356C"/>
    <w:rsid w:val="005B2E55"/>
    <w:rsid w:val="005B37E2"/>
    <w:rsid w:val="005B460C"/>
    <w:rsid w:val="005B7413"/>
    <w:rsid w:val="005C5A2C"/>
    <w:rsid w:val="005D7525"/>
    <w:rsid w:val="005E1AB1"/>
    <w:rsid w:val="005E20B2"/>
    <w:rsid w:val="005E5A22"/>
    <w:rsid w:val="005F278D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0870"/>
    <w:rsid w:val="0076745A"/>
    <w:rsid w:val="007738BD"/>
    <w:rsid w:val="007774C5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E6EED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50649"/>
    <w:rsid w:val="0095346A"/>
    <w:rsid w:val="00955A25"/>
    <w:rsid w:val="00963F86"/>
    <w:rsid w:val="0097175A"/>
    <w:rsid w:val="00974B16"/>
    <w:rsid w:val="00974FE4"/>
    <w:rsid w:val="009802AD"/>
    <w:rsid w:val="00985B1B"/>
    <w:rsid w:val="00994CAD"/>
    <w:rsid w:val="009A5F9E"/>
    <w:rsid w:val="009B638C"/>
    <w:rsid w:val="009C7B24"/>
    <w:rsid w:val="009E1B9A"/>
    <w:rsid w:val="009E2A2A"/>
    <w:rsid w:val="009E7B0C"/>
    <w:rsid w:val="009F6E5E"/>
    <w:rsid w:val="00A17111"/>
    <w:rsid w:val="00A26A28"/>
    <w:rsid w:val="00A33125"/>
    <w:rsid w:val="00A41E41"/>
    <w:rsid w:val="00A45DD4"/>
    <w:rsid w:val="00A50FFF"/>
    <w:rsid w:val="00A527AF"/>
    <w:rsid w:val="00A54992"/>
    <w:rsid w:val="00A633E1"/>
    <w:rsid w:val="00A65E53"/>
    <w:rsid w:val="00A8234A"/>
    <w:rsid w:val="00A97B00"/>
    <w:rsid w:val="00A97C95"/>
    <w:rsid w:val="00AA0506"/>
    <w:rsid w:val="00AA1086"/>
    <w:rsid w:val="00AA5B23"/>
    <w:rsid w:val="00AB23CC"/>
    <w:rsid w:val="00AC4ED9"/>
    <w:rsid w:val="00AC6380"/>
    <w:rsid w:val="00AD2F36"/>
    <w:rsid w:val="00AD3D3B"/>
    <w:rsid w:val="00AD6E4D"/>
    <w:rsid w:val="00AF5281"/>
    <w:rsid w:val="00AF6228"/>
    <w:rsid w:val="00B01599"/>
    <w:rsid w:val="00B134CE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3E53"/>
    <w:rsid w:val="00BF5E09"/>
    <w:rsid w:val="00BF6970"/>
    <w:rsid w:val="00C148FD"/>
    <w:rsid w:val="00C1774B"/>
    <w:rsid w:val="00C2393A"/>
    <w:rsid w:val="00C444FD"/>
    <w:rsid w:val="00C45D0F"/>
    <w:rsid w:val="00C5580D"/>
    <w:rsid w:val="00C57915"/>
    <w:rsid w:val="00C723AD"/>
    <w:rsid w:val="00C7264E"/>
    <w:rsid w:val="00C767C9"/>
    <w:rsid w:val="00C878F0"/>
    <w:rsid w:val="00C97B84"/>
    <w:rsid w:val="00CA51B5"/>
    <w:rsid w:val="00CB1345"/>
    <w:rsid w:val="00CC2293"/>
    <w:rsid w:val="00CC266E"/>
    <w:rsid w:val="00CD003C"/>
    <w:rsid w:val="00CD0280"/>
    <w:rsid w:val="00CE09BA"/>
    <w:rsid w:val="00CF3879"/>
    <w:rsid w:val="00CF4DFA"/>
    <w:rsid w:val="00D060B3"/>
    <w:rsid w:val="00D06992"/>
    <w:rsid w:val="00D20A5C"/>
    <w:rsid w:val="00D2650E"/>
    <w:rsid w:val="00D332E9"/>
    <w:rsid w:val="00D33524"/>
    <w:rsid w:val="00D43ACA"/>
    <w:rsid w:val="00D573B0"/>
    <w:rsid w:val="00D61E0E"/>
    <w:rsid w:val="00D6535B"/>
    <w:rsid w:val="00D71B81"/>
    <w:rsid w:val="00D73CC5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DE7828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601C"/>
    <w:rsid w:val="00E879F9"/>
    <w:rsid w:val="00E90BD9"/>
    <w:rsid w:val="00EA1BDF"/>
    <w:rsid w:val="00EB6B74"/>
    <w:rsid w:val="00EB6E4B"/>
    <w:rsid w:val="00EC77B0"/>
    <w:rsid w:val="00ED2956"/>
    <w:rsid w:val="00ED4CDA"/>
    <w:rsid w:val="00ED58DD"/>
    <w:rsid w:val="00EE2A37"/>
    <w:rsid w:val="00EE3197"/>
    <w:rsid w:val="00EF2951"/>
    <w:rsid w:val="00EF3C05"/>
    <w:rsid w:val="00F032D2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3AF8"/>
    <w:rsid w:val="00F84415"/>
    <w:rsid w:val="00F871C6"/>
    <w:rsid w:val="00F8749B"/>
    <w:rsid w:val="00F95FBA"/>
    <w:rsid w:val="00FA74D9"/>
    <w:rsid w:val="00FB0746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9E7CE"/>
  <w15:docId w15:val="{65B505E0-06C7-4AC8-A032-72856366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Standardnpsmoodstavce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A33125"/>
  </w:style>
  <w:style w:type="character" w:customStyle="1" w:styleId="atn">
    <w:name w:val="atn"/>
    <w:basedOn w:val="Standardnpsmoodstavce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4</Pages>
  <Words>421</Words>
  <Characters>2487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2016-02-29T10:27:00Z</dcterms:created>
  <dcterms:modified xsi:type="dcterms:W3CDTF">2016-02-29T10:27:00Z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