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7CC" w:rsidRPr="0000424C" w:rsidRDefault="0000424C" w:rsidP="00F16BCC">
      <w:pPr>
        <w:pStyle w:val="eTask"/>
        <w:rPr>
          <w:szCs w:val="20"/>
          <w:lang w:val="cs-CZ"/>
        </w:rPr>
      </w:pPr>
      <w:r w:rsidRPr="0000424C">
        <w:rPr>
          <w:lang w:val="cs-CZ"/>
        </w:rPr>
        <w:t>Systémy pro rozpoznávání obličeje zajišťují dva procesy</w:t>
      </w:r>
      <w:r w:rsidR="002A07CC" w:rsidRPr="0000424C">
        <w:rPr>
          <w:lang w:val="cs-CZ"/>
        </w:rPr>
        <w:t>:</w:t>
      </w:r>
    </w:p>
    <w:p w:rsidR="002A07CC" w:rsidRPr="0000424C" w:rsidRDefault="002A07CC" w:rsidP="00F16BCC"/>
    <w:p w:rsidR="002A07CC" w:rsidRPr="0000424C" w:rsidRDefault="002A07CC" w:rsidP="00F16BCC">
      <w:pPr>
        <w:pStyle w:val="eCheckBoxText"/>
        <w:rPr>
          <w:rStyle w:val="eTerm"/>
        </w:rPr>
      </w:pPr>
      <w:r w:rsidRPr="0000424C">
        <w:rPr>
          <w:rStyle w:val="eCheckBoxSquareChar"/>
        </w:rPr>
        <w:t>□</w:t>
      </w:r>
      <w:r w:rsidR="00F16BCC" w:rsidRPr="0000424C">
        <w:rPr>
          <w:rStyle w:val="eCheckBoxSquareChar"/>
        </w:rPr>
        <w:tab/>
      </w:r>
      <w:r w:rsidRPr="0000424C">
        <w:t>Aut</w:t>
      </w:r>
      <w:r w:rsidR="004404A6" w:rsidRPr="0000424C">
        <w:t>oriza</w:t>
      </w:r>
      <w:r w:rsidR="0000424C" w:rsidRPr="0000424C">
        <w:t>c</w:t>
      </w:r>
      <w:r w:rsidR="008D0805">
        <w:t>e</w:t>
      </w:r>
      <w:r w:rsidR="004404A6" w:rsidRPr="0000424C">
        <w:t xml:space="preserve"> a </w:t>
      </w:r>
      <w:r w:rsidR="00E469ED">
        <w:t>verifikac</w:t>
      </w:r>
      <w:r w:rsidR="008D0805">
        <w:t>e</w:t>
      </w:r>
    </w:p>
    <w:p w:rsidR="002A07CC" w:rsidRPr="0000424C" w:rsidRDefault="002A07CC" w:rsidP="00F16BCC">
      <w:pPr>
        <w:pStyle w:val="eCheckBoxText"/>
      </w:pPr>
      <w:r w:rsidRPr="0000424C">
        <w:rPr>
          <w:rStyle w:val="eCheckBoxSquareChar"/>
        </w:rPr>
        <w:t>□</w:t>
      </w:r>
      <w:r w:rsidR="00F16BCC" w:rsidRPr="0000424C">
        <w:rPr>
          <w:rStyle w:val="eCheckBoxSquareChar"/>
        </w:rPr>
        <w:tab/>
      </w:r>
      <w:r w:rsidR="008D0805" w:rsidRPr="0000424C">
        <w:t>Autorizac</w:t>
      </w:r>
      <w:r w:rsidR="008D0805">
        <w:t>e</w:t>
      </w:r>
      <w:r w:rsidR="008D0805" w:rsidRPr="0000424C">
        <w:t xml:space="preserve"> </w:t>
      </w:r>
      <w:r w:rsidR="0000424C" w:rsidRPr="0000424C">
        <w:t>a</w:t>
      </w:r>
      <w:r w:rsidR="004404A6" w:rsidRPr="0000424C">
        <w:t xml:space="preserve"> i</w:t>
      </w:r>
      <w:r w:rsidR="0000424C" w:rsidRPr="0000424C">
        <w:t>dentifikac</w:t>
      </w:r>
      <w:r w:rsidR="008D0805">
        <w:t>e</w:t>
      </w:r>
    </w:p>
    <w:p w:rsidR="002A07CC" w:rsidRPr="0000424C" w:rsidRDefault="00265ECD" w:rsidP="00F16BCC">
      <w:pPr>
        <w:pStyle w:val="eCheckBoxText"/>
        <w:rPr>
          <w:rStyle w:val="eTerm"/>
          <w:color w:val="FF0000"/>
          <w:sz w:val="20"/>
          <w:szCs w:val="20"/>
        </w:rPr>
      </w:pPr>
      <w:r w:rsidRPr="0000424C">
        <w:rPr>
          <w:rStyle w:val="eCheckBoxSquareChar"/>
          <w:b/>
          <w:color w:val="FF0000"/>
        </w:rPr>
        <w:t>x</w:t>
      </w:r>
      <w:r w:rsidR="00F16BCC" w:rsidRPr="0000424C">
        <w:rPr>
          <w:color w:val="FF0000"/>
          <w:szCs w:val="40"/>
        </w:rPr>
        <w:tab/>
      </w:r>
      <w:r w:rsidR="00E469ED">
        <w:rPr>
          <w:color w:val="FF0000"/>
        </w:rPr>
        <w:t>Verifikac</w:t>
      </w:r>
      <w:r w:rsidR="008D0805">
        <w:rPr>
          <w:color w:val="FF0000"/>
        </w:rPr>
        <w:t>e</w:t>
      </w:r>
      <w:r w:rsidR="004404A6" w:rsidRPr="0000424C">
        <w:rPr>
          <w:color w:val="FF0000"/>
        </w:rPr>
        <w:t xml:space="preserve"> a i</w:t>
      </w:r>
      <w:r w:rsidR="0000424C" w:rsidRPr="0000424C">
        <w:rPr>
          <w:color w:val="FF0000"/>
        </w:rPr>
        <w:t>dentifikac</w:t>
      </w:r>
      <w:r w:rsidR="008D0805">
        <w:rPr>
          <w:color w:val="FF0000"/>
        </w:rPr>
        <w:t>e</w:t>
      </w:r>
    </w:p>
    <w:p w:rsidR="002A07CC" w:rsidRPr="0000424C" w:rsidRDefault="002A07CC" w:rsidP="00F16BCC">
      <w:pPr>
        <w:pStyle w:val="eCheckBoxText"/>
      </w:pPr>
      <w:r w:rsidRPr="0000424C">
        <w:rPr>
          <w:rStyle w:val="eCheckBoxSquareChar"/>
        </w:rPr>
        <w:t>□</w:t>
      </w:r>
      <w:r w:rsidR="00F16BCC" w:rsidRPr="0000424C">
        <w:rPr>
          <w:rStyle w:val="eCheckBoxSquareChar"/>
        </w:rPr>
        <w:tab/>
      </w:r>
      <w:r w:rsidR="0000424C">
        <w:t>Rozpoznání a určení obličeje</w:t>
      </w:r>
      <w:bookmarkStart w:id="0" w:name="_GoBack"/>
      <w:bookmarkEnd w:id="0"/>
    </w:p>
    <w:p w:rsidR="008938AC" w:rsidRPr="0000424C" w:rsidRDefault="008938AC" w:rsidP="00F16BCC">
      <w:pPr>
        <w:pStyle w:val="eLineBottom"/>
      </w:pPr>
    </w:p>
    <w:p w:rsidR="00D9194C" w:rsidRPr="0000424C" w:rsidRDefault="00D9194C" w:rsidP="00F16BCC"/>
    <w:p w:rsidR="00F0467D" w:rsidRPr="0000424C" w:rsidRDefault="004404A6" w:rsidP="00F16BCC">
      <w:pPr>
        <w:pStyle w:val="eTask"/>
        <w:rPr>
          <w:lang w:val="cs-CZ"/>
        </w:rPr>
      </w:pPr>
      <w:r w:rsidRPr="0000424C">
        <w:rPr>
          <w:lang w:val="cs-CZ" w:eastAsia="cs-CZ"/>
        </w:rPr>
        <w:drawing>
          <wp:anchor distT="0" distB="0" distL="114300" distR="114300" simplePos="0" relativeHeight="251657216" behindDoc="0" locked="0" layoutInCell="1" allowOverlap="1" wp14:anchorId="6EB8B261" wp14:editId="3EA02FC5">
            <wp:simplePos x="0" y="0"/>
            <wp:positionH relativeFrom="column">
              <wp:posOffset>3895090</wp:posOffset>
            </wp:positionH>
            <wp:positionV relativeFrom="paragraph">
              <wp:posOffset>3175</wp:posOffset>
            </wp:positionV>
            <wp:extent cx="2167890" cy="1200150"/>
            <wp:effectExtent l="0" t="0" r="0" b="0"/>
            <wp:wrapNone/>
            <wp:docPr id="3" name="Obrázek 2" descr="feature_extrac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ature_extraction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789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424C">
        <w:rPr>
          <w:lang w:val="cs-CZ"/>
        </w:rPr>
        <w:t>Charakteristiky obličeje jsou definovány</w:t>
      </w:r>
      <w:r w:rsidR="002A07CC" w:rsidRPr="0000424C">
        <w:rPr>
          <w:lang w:val="cs-CZ"/>
        </w:rPr>
        <w:t xml:space="preserve">:  </w:t>
      </w:r>
    </w:p>
    <w:p w:rsidR="00F0467D" w:rsidRPr="0000424C" w:rsidRDefault="00F0467D" w:rsidP="00F16BCC"/>
    <w:p w:rsidR="00F0467D" w:rsidRPr="0000424C" w:rsidRDefault="00265ECD" w:rsidP="00F16BCC">
      <w:pPr>
        <w:pStyle w:val="eCheckBoxText"/>
        <w:rPr>
          <w:color w:val="FF0000"/>
        </w:rPr>
      </w:pPr>
      <w:r w:rsidRPr="0000424C">
        <w:rPr>
          <w:rStyle w:val="eCheckBoxSquareChar"/>
          <w:b/>
          <w:color w:val="FF0000"/>
        </w:rPr>
        <w:t>x</w:t>
      </w:r>
      <w:r w:rsidR="00F0467D" w:rsidRPr="0000424C">
        <w:rPr>
          <w:color w:val="FF0000"/>
        </w:rPr>
        <w:tab/>
      </w:r>
      <w:r w:rsidR="00E469ED">
        <w:rPr>
          <w:color w:val="FF0000"/>
        </w:rPr>
        <w:t>příznaky</w:t>
      </w:r>
      <w:r w:rsidR="0000424C">
        <w:rPr>
          <w:color w:val="FF0000"/>
        </w:rPr>
        <w:t xml:space="preserve"> extrahovanými z obrazu obličeje</w:t>
      </w:r>
    </w:p>
    <w:p w:rsidR="00F0467D" w:rsidRPr="0000424C" w:rsidRDefault="009E1B9A" w:rsidP="00F16BCC">
      <w:pPr>
        <w:pStyle w:val="eCheckBoxText"/>
      </w:pPr>
      <w:r w:rsidRPr="0000424C">
        <w:rPr>
          <w:rStyle w:val="eCheckBoxSquareChar"/>
        </w:rPr>
        <w:t>□</w:t>
      </w:r>
      <w:r w:rsidR="00F0467D" w:rsidRPr="0000424C">
        <w:tab/>
      </w:r>
      <w:r w:rsidR="00E469ED">
        <w:rPr>
          <w:rStyle w:val="hps"/>
        </w:rPr>
        <w:t xml:space="preserve">příznaky hlavních </w:t>
      </w:r>
      <w:r w:rsidR="0000424C">
        <w:rPr>
          <w:rStyle w:val="hps"/>
        </w:rPr>
        <w:t>rys</w:t>
      </w:r>
      <w:r w:rsidR="00E469ED">
        <w:rPr>
          <w:rStyle w:val="hps"/>
        </w:rPr>
        <w:t>ů</w:t>
      </w:r>
      <w:r w:rsidR="0000424C">
        <w:rPr>
          <w:rStyle w:val="hps"/>
        </w:rPr>
        <w:t xml:space="preserve"> lidského obličeje</w:t>
      </w:r>
    </w:p>
    <w:p w:rsidR="00F0467D" w:rsidRPr="0000424C" w:rsidRDefault="009E1B9A" w:rsidP="00F16BCC">
      <w:pPr>
        <w:pStyle w:val="eCheckBoxText"/>
      </w:pPr>
      <w:r w:rsidRPr="0000424C">
        <w:rPr>
          <w:rStyle w:val="eCheckBoxSquareChar"/>
        </w:rPr>
        <w:t>□</w:t>
      </w:r>
      <w:r w:rsidR="00F0467D" w:rsidRPr="0000424C">
        <w:tab/>
      </w:r>
      <w:r w:rsidR="00E469ED">
        <w:t>příznaky</w:t>
      </w:r>
      <w:r w:rsidR="0000424C">
        <w:t xml:space="preserve"> obrysu lidského obličeje</w:t>
      </w:r>
    </w:p>
    <w:p w:rsidR="00F0467D" w:rsidRPr="0000424C" w:rsidRDefault="00F0467D" w:rsidP="00F16BCC">
      <w:pPr>
        <w:pStyle w:val="eLineBottom"/>
      </w:pPr>
    </w:p>
    <w:p w:rsidR="00D9194C" w:rsidRPr="0000424C" w:rsidRDefault="00D9194C" w:rsidP="00F16BCC"/>
    <w:p w:rsidR="00F0467D" w:rsidRPr="0000424C" w:rsidRDefault="0000424C" w:rsidP="00F16BCC">
      <w:pPr>
        <w:pStyle w:val="eTask"/>
        <w:rPr>
          <w:lang w:val="cs-CZ"/>
        </w:rPr>
      </w:pPr>
      <w:r>
        <w:rPr>
          <w:lang w:val="cs-CZ"/>
        </w:rPr>
        <w:t>Systém pro rozpoznávání obličeje je obvykle založen na dvou hlavních fázích</w:t>
      </w:r>
      <w:r w:rsidR="009E1B9A" w:rsidRPr="0000424C">
        <w:rPr>
          <w:lang w:val="cs-CZ"/>
        </w:rPr>
        <w:t>:</w:t>
      </w:r>
    </w:p>
    <w:p w:rsidR="009E1B9A" w:rsidRPr="0000424C" w:rsidRDefault="009E1B9A" w:rsidP="00F16BCC">
      <w:pPr>
        <w:pStyle w:val="eTask"/>
        <w:numPr>
          <w:ilvl w:val="0"/>
          <w:numId w:val="0"/>
        </w:numPr>
        <w:ind w:left="720"/>
        <w:rPr>
          <w:lang w:val="cs-CZ"/>
        </w:rPr>
      </w:pPr>
    </w:p>
    <w:p w:rsidR="009E1B9A" w:rsidRPr="0000424C" w:rsidRDefault="009E1B9A" w:rsidP="00F16BCC">
      <w:pPr>
        <w:pStyle w:val="eDotList1"/>
        <w:tabs>
          <w:tab w:val="left" w:pos="2410"/>
        </w:tabs>
        <w:spacing w:after="0"/>
        <w:rPr>
          <w:rStyle w:val="eTerm"/>
        </w:rPr>
      </w:pPr>
      <w:r w:rsidRPr="0000424C">
        <w:rPr>
          <w:noProof/>
          <w:lang w:eastAsia="sk-SK"/>
        </w:rPr>
        <w:t>1.</w:t>
      </w:r>
      <w:r w:rsidRPr="0000424C">
        <w:tab/>
      </w:r>
      <w:r w:rsidR="0000424C">
        <w:t>první fáze</w:t>
      </w:r>
      <w:r w:rsidRPr="0000424C">
        <w:t>:</w:t>
      </w:r>
      <w:r w:rsidR="00F16BCC" w:rsidRPr="0000424C">
        <w:tab/>
      </w:r>
      <w:r w:rsidR="0000424C" w:rsidRPr="0000424C">
        <w:rPr>
          <w:b/>
          <w:color w:val="FF0000"/>
        </w:rPr>
        <w:t>tréninkový proces</w:t>
      </w:r>
    </w:p>
    <w:p w:rsidR="009E1B9A" w:rsidRPr="0000424C" w:rsidRDefault="009E1B9A" w:rsidP="00F16BCC">
      <w:pPr>
        <w:tabs>
          <w:tab w:val="left" w:pos="2410"/>
        </w:tabs>
      </w:pPr>
    </w:p>
    <w:p w:rsidR="009E1B9A" w:rsidRPr="0000424C" w:rsidRDefault="009E1B9A" w:rsidP="00F16BCC">
      <w:pPr>
        <w:pStyle w:val="eDotList1"/>
        <w:tabs>
          <w:tab w:val="left" w:pos="2410"/>
        </w:tabs>
        <w:spacing w:after="0"/>
      </w:pPr>
      <w:r w:rsidRPr="0000424C">
        <w:rPr>
          <w:noProof/>
          <w:lang w:eastAsia="sk-SK"/>
        </w:rPr>
        <w:t>2.</w:t>
      </w:r>
      <w:r w:rsidRPr="0000424C">
        <w:tab/>
      </w:r>
      <w:r w:rsidR="0000424C">
        <w:t>druhá fáze</w:t>
      </w:r>
      <w:r w:rsidRPr="0000424C">
        <w:t>:</w:t>
      </w:r>
      <w:r w:rsidR="00F16BCC" w:rsidRPr="0000424C">
        <w:tab/>
      </w:r>
      <w:r w:rsidR="0000424C">
        <w:rPr>
          <w:b/>
          <w:color w:val="FF0000"/>
        </w:rPr>
        <w:t>k</w:t>
      </w:r>
      <w:r w:rsidR="00265ECD" w:rsidRPr="0000424C">
        <w:rPr>
          <w:b/>
          <w:color w:val="FF0000"/>
        </w:rPr>
        <w:t>lasifi</w:t>
      </w:r>
      <w:r w:rsidR="0000424C">
        <w:rPr>
          <w:b/>
          <w:color w:val="FF0000"/>
        </w:rPr>
        <w:t>k</w:t>
      </w:r>
      <w:r w:rsidR="00265ECD" w:rsidRPr="0000424C">
        <w:rPr>
          <w:b/>
          <w:color w:val="FF0000"/>
        </w:rPr>
        <w:t>a</w:t>
      </w:r>
      <w:r w:rsidR="0000424C">
        <w:rPr>
          <w:b/>
          <w:color w:val="FF0000"/>
        </w:rPr>
        <w:t>ce/určení/identifikace uživatele</w:t>
      </w:r>
    </w:p>
    <w:p w:rsidR="009E1B9A" w:rsidRPr="0000424C" w:rsidRDefault="009E1B9A" w:rsidP="00F16BCC"/>
    <w:p w:rsidR="00F16BCC" w:rsidRPr="0000424C" w:rsidRDefault="00F16BCC" w:rsidP="00F16BCC">
      <w:pPr>
        <w:pStyle w:val="eLineBottom"/>
      </w:pPr>
    </w:p>
    <w:p w:rsidR="00D9194C" w:rsidRPr="0000424C" w:rsidRDefault="00D9194C" w:rsidP="00F16BCC"/>
    <w:p w:rsidR="00F0467D" w:rsidRPr="0000424C" w:rsidRDefault="0000424C" w:rsidP="00F16BCC">
      <w:pPr>
        <w:pStyle w:val="eTask"/>
        <w:rPr>
          <w:lang w:val="cs-CZ"/>
        </w:rPr>
      </w:pPr>
      <w:r>
        <w:rPr>
          <w:lang w:val="cs-CZ"/>
        </w:rPr>
        <w:t>Uspořádejte ve správném pořadí dílčí procesy rozpoznávání obličeje, a to postupně od pořízení snímlu až po proces sledování obličeje</w:t>
      </w:r>
      <w:r w:rsidR="001E0867" w:rsidRPr="0000424C">
        <w:rPr>
          <w:lang w:val="cs-CZ"/>
        </w:rPr>
        <w:t>.</w:t>
      </w:r>
    </w:p>
    <w:p w:rsidR="00F0467D" w:rsidRPr="0000424C" w:rsidRDefault="00F0467D" w:rsidP="00F16BCC"/>
    <w:p w:rsidR="00D9194C" w:rsidRPr="0000424C" w:rsidRDefault="00F0467D" w:rsidP="00F16BCC">
      <w:pPr>
        <w:pStyle w:val="eCheckBoxText"/>
        <w:tabs>
          <w:tab w:val="left" w:pos="4962"/>
        </w:tabs>
      </w:pPr>
      <w:r w:rsidRPr="0000424C">
        <w:t>1.</w:t>
      </w:r>
      <w:r w:rsidRPr="0000424C">
        <w:tab/>
      </w:r>
      <w:r w:rsidR="00E469ED">
        <w:rPr>
          <w:b/>
          <w:color w:val="FF0000"/>
        </w:rPr>
        <w:t>získání vstupního obrazu</w:t>
      </w:r>
      <w:r w:rsidR="00F16BCC" w:rsidRPr="0000424C">
        <w:tab/>
      </w:r>
      <w:r w:rsidR="00442021">
        <w:t>lokalizace obličeje</w:t>
      </w:r>
      <w:r w:rsidR="00265ECD" w:rsidRPr="0000424C">
        <w:t xml:space="preserve"> </w:t>
      </w:r>
      <w:r w:rsidR="00265ECD" w:rsidRPr="0000424C">
        <w:rPr>
          <w:b/>
          <w:color w:val="FF0000"/>
        </w:rPr>
        <w:t>(2)</w:t>
      </w:r>
    </w:p>
    <w:p w:rsidR="00D9194C" w:rsidRPr="0000424C" w:rsidRDefault="00D9194C" w:rsidP="00F16BCC">
      <w:pPr>
        <w:tabs>
          <w:tab w:val="left" w:pos="4962"/>
        </w:tabs>
      </w:pPr>
    </w:p>
    <w:p w:rsidR="00D9194C" w:rsidRPr="0000424C" w:rsidRDefault="00D9194C" w:rsidP="00F16BCC">
      <w:pPr>
        <w:pStyle w:val="eCheckBoxText"/>
        <w:tabs>
          <w:tab w:val="left" w:pos="4962"/>
        </w:tabs>
        <w:rPr>
          <w:rStyle w:val="eTerm"/>
          <w:bCs/>
          <w:iCs/>
        </w:rPr>
      </w:pPr>
      <w:r w:rsidRPr="0000424C">
        <w:t>2.</w:t>
      </w:r>
      <w:r w:rsidRPr="0000424C">
        <w:tab/>
      </w:r>
      <w:r w:rsidR="00442021">
        <w:rPr>
          <w:b/>
          <w:color w:val="FF0000"/>
        </w:rPr>
        <w:t>lokalizace obličeje</w:t>
      </w:r>
      <w:r w:rsidR="00F16BCC" w:rsidRPr="0000424C">
        <w:tab/>
      </w:r>
      <w:r w:rsidR="00442021">
        <w:t>sledování obličeje</w:t>
      </w:r>
      <w:r w:rsidR="00265ECD" w:rsidRPr="0000424C">
        <w:t xml:space="preserve"> </w:t>
      </w:r>
      <w:r w:rsidR="00265ECD" w:rsidRPr="0000424C">
        <w:rPr>
          <w:b/>
          <w:color w:val="FF0000"/>
        </w:rPr>
        <w:t>(8)</w:t>
      </w:r>
    </w:p>
    <w:p w:rsidR="00D9194C" w:rsidRPr="0000424C" w:rsidRDefault="00D9194C" w:rsidP="00F16BCC">
      <w:pPr>
        <w:tabs>
          <w:tab w:val="left" w:pos="4962"/>
        </w:tabs>
      </w:pPr>
    </w:p>
    <w:p w:rsidR="00D9194C" w:rsidRPr="0000424C" w:rsidRDefault="00D9194C" w:rsidP="00F16BCC">
      <w:pPr>
        <w:pStyle w:val="eCheckBoxText"/>
        <w:tabs>
          <w:tab w:val="left" w:pos="4962"/>
        </w:tabs>
        <w:rPr>
          <w:rStyle w:val="eTerm"/>
          <w:bCs/>
          <w:iCs/>
        </w:rPr>
      </w:pPr>
      <w:r w:rsidRPr="0000424C">
        <w:t>3.</w:t>
      </w:r>
      <w:r w:rsidRPr="0000424C">
        <w:tab/>
      </w:r>
      <w:r w:rsidR="00442021">
        <w:rPr>
          <w:b/>
          <w:color w:val="FF0000"/>
        </w:rPr>
        <w:t>tréninkový proces</w:t>
      </w:r>
      <w:r w:rsidR="00F16BCC" w:rsidRPr="0000424C">
        <w:tab/>
      </w:r>
      <w:r w:rsidR="00442021">
        <w:t xml:space="preserve">extrakce </w:t>
      </w:r>
      <w:r w:rsidR="00E469ED">
        <w:t>příznaků</w:t>
      </w:r>
      <w:r w:rsidR="00265ECD" w:rsidRPr="0000424C">
        <w:t xml:space="preserve"> </w:t>
      </w:r>
      <w:r w:rsidR="00265ECD" w:rsidRPr="0000424C">
        <w:rPr>
          <w:b/>
          <w:color w:val="FF0000"/>
        </w:rPr>
        <w:t>(6)</w:t>
      </w:r>
    </w:p>
    <w:p w:rsidR="00D9194C" w:rsidRPr="0000424C" w:rsidRDefault="00D9194C" w:rsidP="00F16BCC">
      <w:pPr>
        <w:tabs>
          <w:tab w:val="left" w:pos="4962"/>
        </w:tabs>
      </w:pPr>
    </w:p>
    <w:p w:rsidR="00D9194C" w:rsidRPr="0000424C" w:rsidRDefault="00D9194C" w:rsidP="00F16BCC">
      <w:pPr>
        <w:pStyle w:val="eCheckBoxText"/>
        <w:tabs>
          <w:tab w:val="left" w:pos="4962"/>
        </w:tabs>
      </w:pPr>
      <w:r w:rsidRPr="0000424C">
        <w:t>4.</w:t>
      </w:r>
      <w:r w:rsidRPr="0000424C">
        <w:tab/>
      </w:r>
      <w:r w:rsidR="00442021">
        <w:rPr>
          <w:b/>
          <w:color w:val="FF0000"/>
        </w:rPr>
        <w:t>předzpracování údajů</w:t>
      </w:r>
      <w:r w:rsidR="00F16BCC" w:rsidRPr="0000424C">
        <w:tab/>
      </w:r>
      <w:r w:rsidR="00E469ED">
        <w:t>získání vstupního obrazu</w:t>
      </w:r>
      <w:r w:rsidRPr="0000424C">
        <w:t xml:space="preserve"> </w:t>
      </w:r>
      <w:r w:rsidR="00265ECD" w:rsidRPr="0000424C">
        <w:rPr>
          <w:b/>
          <w:color w:val="FF0000"/>
        </w:rPr>
        <w:t>(1)</w:t>
      </w:r>
    </w:p>
    <w:p w:rsidR="00D9194C" w:rsidRPr="0000424C" w:rsidRDefault="00D9194C" w:rsidP="00F16BCC">
      <w:pPr>
        <w:tabs>
          <w:tab w:val="left" w:pos="4962"/>
        </w:tabs>
      </w:pPr>
    </w:p>
    <w:p w:rsidR="00D9194C" w:rsidRPr="0000424C" w:rsidRDefault="00D9194C" w:rsidP="00F16BCC">
      <w:pPr>
        <w:pStyle w:val="eCheckBoxText"/>
        <w:tabs>
          <w:tab w:val="left" w:pos="4962"/>
        </w:tabs>
        <w:rPr>
          <w:rStyle w:val="eTerm"/>
          <w:bCs/>
          <w:iCs/>
        </w:rPr>
      </w:pPr>
      <w:r w:rsidRPr="0000424C">
        <w:t>5.</w:t>
      </w:r>
      <w:r w:rsidRPr="0000424C">
        <w:tab/>
      </w:r>
      <w:r w:rsidR="00265ECD" w:rsidRPr="0000424C">
        <w:rPr>
          <w:b/>
          <w:color w:val="FF0000"/>
        </w:rPr>
        <w:t>normaliza</w:t>
      </w:r>
      <w:r w:rsidR="00442021">
        <w:rPr>
          <w:b/>
          <w:color w:val="FF0000"/>
        </w:rPr>
        <w:t>ce</w:t>
      </w:r>
      <w:r w:rsidR="00F16BCC" w:rsidRPr="0000424C">
        <w:tab/>
      </w:r>
      <w:r w:rsidR="00442021">
        <w:t>tréninkový proces</w:t>
      </w:r>
      <w:r w:rsidR="00265ECD" w:rsidRPr="0000424C">
        <w:t xml:space="preserve"> </w:t>
      </w:r>
      <w:r w:rsidR="00265ECD" w:rsidRPr="0000424C">
        <w:rPr>
          <w:b/>
          <w:color w:val="FF0000"/>
        </w:rPr>
        <w:t>(3)</w:t>
      </w:r>
    </w:p>
    <w:p w:rsidR="00D9194C" w:rsidRPr="0000424C" w:rsidRDefault="00D9194C" w:rsidP="00F16BCC">
      <w:pPr>
        <w:tabs>
          <w:tab w:val="left" w:pos="4962"/>
        </w:tabs>
        <w:rPr>
          <w:rStyle w:val="eTerm"/>
          <w:bCs/>
          <w:iCs/>
        </w:rPr>
      </w:pPr>
    </w:p>
    <w:p w:rsidR="00D9194C" w:rsidRPr="0000424C" w:rsidRDefault="00D9194C" w:rsidP="00F16BCC">
      <w:pPr>
        <w:pStyle w:val="eCheckBoxText"/>
        <w:tabs>
          <w:tab w:val="left" w:pos="4962"/>
        </w:tabs>
      </w:pPr>
      <w:r w:rsidRPr="0000424C">
        <w:t>6.</w:t>
      </w:r>
      <w:r w:rsidRPr="0000424C">
        <w:tab/>
      </w:r>
      <w:r w:rsidR="00E469ED">
        <w:rPr>
          <w:b/>
          <w:color w:val="FF0000"/>
        </w:rPr>
        <w:t>extrakce příznaků</w:t>
      </w:r>
      <w:r w:rsidR="00F16BCC" w:rsidRPr="0000424C">
        <w:tab/>
      </w:r>
      <w:r w:rsidR="005B5A96" w:rsidRPr="0000424C">
        <w:t>normaliza</w:t>
      </w:r>
      <w:r w:rsidR="00442021">
        <w:t>ce</w:t>
      </w:r>
      <w:r w:rsidR="00265ECD" w:rsidRPr="0000424C">
        <w:t xml:space="preserve"> </w:t>
      </w:r>
      <w:r w:rsidR="00265ECD" w:rsidRPr="0000424C">
        <w:rPr>
          <w:b/>
          <w:color w:val="FF0000"/>
        </w:rPr>
        <w:t>(5)</w:t>
      </w:r>
    </w:p>
    <w:p w:rsidR="00D9194C" w:rsidRPr="0000424C" w:rsidRDefault="00D9194C" w:rsidP="00F16BCC">
      <w:pPr>
        <w:tabs>
          <w:tab w:val="left" w:pos="4962"/>
        </w:tabs>
      </w:pPr>
    </w:p>
    <w:p w:rsidR="00D9194C" w:rsidRPr="0000424C" w:rsidRDefault="00D9194C" w:rsidP="00F16BCC">
      <w:pPr>
        <w:pStyle w:val="eCheckBoxText"/>
        <w:tabs>
          <w:tab w:val="left" w:pos="4962"/>
        </w:tabs>
        <w:rPr>
          <w:rStyle w:val="eTerm"/>
          <w:bCs/>
          <w:iCs/>
        </w:rPr>
      </w:pPr>
      <w:r w:rsidRPr="0000424C">
        <w:t>7.</w:t>
      </w:r>
      <w:r w:rsidRPr="0000424C">
        <w:tab/>
      </w:r>
      <w:r w:rsidR="00E469ED">
        <w:rPr>
          <w:b/>
          <w:color w:val="FF0000"/>
        </w:rPr>
        <w:t>klasifikace</w:t>
      </w:r>
      <w:r w:rsidR="00442021">
        <w:rPr>
          <w:b/>
          <w:color w:val="FF0000"/>
        </w:rPr>
        <w:t xml:space="preserve"> obličeje</w:t>
      </w:r>
      <w:r w:rsidR="00F16BCC" w:rsidRPr="0000424C">
        <w:tab/>
      </w:r>
      <w:r w:rsidR="00E469ED">
        <w:t>klasifikace</w:t>
      </w:r>
      <w:r w:rsidR="00442021">
        <w:t xml:space="preserve"> obličeje</w:t>
      </w:r>
      <w:r w:rsidR="00265ECD" w:rsidRPr="0000424C">
        <w:t xml:space="preserve"> </w:t>
      </w:r>
      <w:r w:rsidR="00265ECD" w:rsidRPr="0000424C">
        <w:rPr>
          <w:b/>
          <w:color w:val="FF0000"/>
        </w:rPr>
        <w:t>(7)</w:t>
      </w:r>
    </w:p>
    <w:p w:rsidR="00D9194C" w:rsidRPr="0000424C" w:rsidRDefault="00D9194C" w:rsidP="00F16BCC">
      <w:pPr>
        <w:tabs>
          <w:tab w:val="left" w:pos="4962"/>
        </w:tabs>
      </w:pPr>
    </w:p>
    <w:p w:rsidR="00D9194C" w:rsidRPr="0000424C" w:rsidRDefault="00D9194C" w:rsidP="00F16BCC">
      <w:pPr>
        <w:pStyle w:val="eCheckBoxText"/>
        <w:tabs>
          <w:tab w:val="left" w:pos="4962"/>
        </w:tabs>
      </w:pPr>
      <w:r w:rsidRPr="0000424C">
        <w:t>8.</w:t>
      </w:r>
      <w:r w:rsidRPr="0000424C">
        <w:tab/>
      </w:r>
      <w:r w:rsidR="00442021">
        <w:rPr>
          <w:b/>
          <w:color w:val="FF0000"/>
        </w:rPr>
        <w:t>sledování obličeje</w:t>
      </w:r>
      <w:r w:rsidR="00F16BCC" w:rsidRPr="0000424C">
        <w:tab/>
      </w:r>
      <w:r w:rsidR="00442021">
        <w:t>předzpracování údajů</w:t>
      </w:r>
      <w:r w:rsidR="00265ECD" w:rsidRPr="0000424C">
        <w:t xml:space="preserve"> </w:t>
      </w:r>
      <w:r w:rsidR="00265ECD" w:rsidRPr="0000424C">
        <w:rPr>
          <w:b/>
          <w:color w:val="FF0000"/>
        </w:rPr>
        <w:t>(4)</w:t>
      </w:r>
    </w:p>
    <w:p w:rsidR="00F0467D" w:rsidRPr="0000424C" w:rsidRDefault="00F0467D" w:rsidP="00F16BCC"/>
    <w:p w:rsidR="00F16BCC" w:rsidRPr="0000424C" w:rsidRDefault="00F16BCC">
      <w:pPr>
        <w:rPr>
          <w:b/>
          <w:noProof/>
          <w:lang w:eastAsia="sk-SK"/>
        </w:rPr>
      </w:pPr>
      <w:r w:rsidRPr="0000424C">
        <w:br w:type="page"/>
      </w:r>
    </w:p>
    <w:p w:rsidR="00D9194C" w:rsidRPr="0000424C" w:rsidRDefault="00F16BCC" w:rsidP="00F16BCC">
      <w:pPr>
        <w:pStyle w:val="eTask"/>
        <w:rPr>
          <w:lang w:val="cs-CZ"/>
        </w:rPr>
      </w:pPr>
      <w:r w:rsidRPr="0000424C">
        <w:rPr>
          <w:lang w:val="cs-CZ" w:eastAsia="cs-CZ"/>
        </w:rPr>
        <w:lastRenderedPageBreak/>
        <w:drawing>
          <wp:anchor distT="0" distB="0" distL="114300" distR="114300" simplePos="0" relativeHeight="251659264" behindDoc="0" locked="0" layoutInCell="1" allowOverlap="1" wp14:anchorId="4C7245BE" wp14:editId="56EA6EA7">
            <wp:simplePos x="0" y="0"/>
            <wp:positionH relativeFrom="column">
              <wp:posOffset>3062605</wp:posOffset>
            </wp:positionH>
            <wp:positionV relativeFrom="paragraph">
              <wp:posOffset>38364</wp:posOffset>
            </wp:positionV>
            <wp:extent cx="1955165" cy="1257300"/>
            <wp:effectExtent l="0" t="0" r="6985" b="0"/>
            <wp:wrapNone/>
            <wp:docPr id="4" name="Obrázek 3" descr="ir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i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516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12B6C">
        <w:rPr>
          <w:lang w:val="cs-CZ"/>
        </w:rPr>
        <w:t>Identifikace oční duhovky se skládá z</w:t>
      </w:r>
      <w:r w:rsidR="005B5A96" w:rsidRPr="0000424C">
        <w:rPr>
          <w:lang w:val="cs-CZ"/>
        </w:rPr>
        <w:t>:</w:t>
      </w:r>
    </w:p>
    <w:p w:rsidR="00C45D0F" w:rsidRPr="0000424C" w:rsidRDefault="00C45D0F" w:rsidP="00F16BCC"/>
    <w:p w:rsidR="00C45D0F" w:rsidRPr="0000424C" w:rsidRDefault="00C45D0F" w:rsidP="00C45D0F">
      <w:pPr>
        <w:rPr>
          <w:noProof/>
          <w:lang w:eastAsia="sk-SK"/>
        </w:rPr>
      </w:pPr>
      <w:r w:rsidRPr="0000424C">
        <w:rPr>
          <w:noProof/>
          <w:lang w:eastAsia="sk-SK"/>
        </w:rPr>
        <w:t>1.</w:t>
      </w:r>
      <w:r w:rsidR="00D9194C" w:rsidRPr="0000424C">
        <w:rPr>
          <w:noProof/>
          <w:lang w:eastAsia="sk-SK"/>
        </w:rPr>
        <w:tab/>
      </w:r>
      <w:r w:rsidR="00312B6C">
        <w:rPr>
          <w:b/>
          <w:color w:val="FF0000"/>
        </w:rPr>
        <w:t>lokalizace oční duhovky</w:t>
      </w:r>
    </w:p>
    <w:p w:rsidR="00C45D0F" w:rsidRPr="0000424C" w:rsidRDefault="00C45D0F" w:rsidP="00F16BCC"/>
    <w:p w:rsidR="00C45D0F" w:rsidRPr="0000424C" w:rsidRDefault="00C45D0F" w:rsidP="00C45D0F">
      <w:pPr>
        <w:rPr>
          <w:noProof/>
          <w:lang w:eastAsia="sk-SK"/>
        </w:rPr>
      </w:pPr>
      <w:r w:rsidRPr="0000424C">
        <w:rPr>
          <w:noProof/>
          <w:lang w:eastAsia="sk-SK"/>
        </w:rPr>
        <w:t>2.</w:t>
      </w:r>
      <w:r w:rsidRPr="0000424C">
        <w:tab/>
      </w:r>
      <w:r w:rsidR="00312B6C">
        <w:rPr>
          <w:b/>
          <w:color w:val="FF0000"/>
        </w:rPr>
        <w:t xml:space="preserve">extrakce </w:t>
      </w:r>
      <w:r w:rsidR="008F3DA8">
        <w:rPr>
          <w:b/>
          <w:color w:val="FF0000"/>
        </w:rPr>
        <w:t>příznaků</w:t>
      </w:r>
    </w:p>
    <w:p w:rsidR="00C45D0F" w:rsidRPr="0000424C" w:rsidRDefault="00C45D0F" w:rsidP="00F16BCC">
      <w:pPr>
        <w:rPr>
          <w:noProof/>
          <w:lang w:eastAsia="sk-SK"/>
        </w:rPr>
      </w:pPr>
    </w:p>
    <w:p w:rsidR="00C45D0F" w:rsidRPr="0000424C" w:rsidRDefault="00C45D0F" w:rsidP="00C45D0F">
      <w:pPr>
        <w:rPr>
          <w:rStyle w:val="eTerm"/>
        </w:rPr>
      </w:pPr>
      <w:r w:rsidRPr="0000424C">
        <w:rPr>
          <w:noProof/>
          <w:lang w:eastAsia="sk-SK"/>
        </w:rPr>
        <w:t>3.</w:t>
      </w:r>
      <w:r w:rsidRPr="0000424C">
        <w:tab/>
      </w:r>
      <w:r w:rsidR="00312B6C">
        <w:rPr>
          <w:b/>
          <w:color w:val="FF0000"/>
        </w:rPr>
        <w:t>klasifikace</w:t>
      </w:r>
    </w:p>
    <w:p w:rsidR="00C45D0F" w:rsidRPr="0000424C" w:rsidRDefault="00C45D0F" w:rsidP="00F16BCC">
      <w:pPr>
        <w:rPr>
          <w:rStyle w:val="eTerm"/>
        </w:rPr>
      </w:pPr>
    </w:p>
    <w:p w:rsidR="00F16BCC" w:rsidRPr="0000424C" w:rsidRDefault="00F16BCC" w:rsidP="00F16BCC">
      <w:pPr>
        <w:pStyle w:val="eLineBottom"/>
      </w:pPr>
    </w:p>
    <w:p w:rsidR="001E514B" w:rsidRPr="0000424C" w:rsidRDefault="001E514B" w:rsidP="00F16BCC"/>
    <w:p w:rsidR="00C45D0F" w:rsidRPr="0000424C" w:rsidRDefault="00C45D0F" w:rsidP="00F16BCC">
      <w:pPr>
        <w:pStyle w:val="eTask"/>
        <w:rPr>
          <w:lang w:val="cs-CZ"/>
        </w:rPr>
      </w:pPr>
      <w:r w:rsidRPr="0000424C">
        <w:rPr>
          <w:lang w:val="cs-CZ"/>
        </w:rPr>
        <w:t xml:space="preserve"> </w:t>
      </w:r>
      <w:r w:rsidR="00642657">
        <w:rPr>
          <w:lang w:val="cs-CZ"/>
        </w:rPr>
        <w:t>Hlavními výhodami 3D analýzy obličeje ve srovnání s 2D analýzou j</w:t>
      </w:r>
      <w:r w:rsidR="008F3DA8">
        <w:rPr>
          <w:lang w:val="cs-CZ"/>
        </w:rPr>
        <w:t>sou</w:t>
      </w:r>
      <w:r w:rsidR="003D474B" w:rsidRPr="0000424C">
        <w:rPr>
          <w:lang w:val="cs-CZ"/>
        </w:rPr>
        <w:t>:</w:t>
      </w:r>
    </w:p>
    <w:p w:rsidR="00C45D0F" w:rsidRPr="0000424C" w:rsidRDefault="00C45D0F" w:rsidP="00F16BCC"/>
    <w:p w:rsidR="00C45D0F" w:rsidRPr="0000424C" w:rsidRDefault="00265ECD" w:rsidP="00F16BCC">
      <w:pPr>
        <w:pStyle w:val="eCheckBoxText"/>
        <w:rPr>
          <w:rStyle w:val="eTerm"/>
          <w:color w:val="FF0000"/>
        </w:rPr>
      </w:pPr>
      <w:r w:rsidRPr="0000424C">
        <w:rPr>
          <w:rStyle w:val="eCheckBoxSquareChar"/>
          <w:b/>
          <w:color w:val="FF0000"/>
        </w:rPr>
        <w:t>x</w:t>
      </w:r>
      <w:r w:rsidR="00F16BCC" w:rsidRPr="0000424C">
        <w:rPr>
          <w:color w:val="FF0000"/>
          <w:szCs w:val="40"/>
        </w:rPr>
        <w:tab/>
      </w:r>
      <w:r w:rsidR="00642657">
        <w:rPr>
          <w:b/>
          <w:color w:val="FF0000"/>
        </w:rPr>
        <w:t>menší citlivost na změny vzhledu</w:t>
      </w:r>
    </w:p>
    <w:p w:rsidR="00C45D0F" w:rsidRPr="0000424C" w:rsidRDefault="00265ECD" w:rsidP="00F16BCC">
      <w:pPr>
        <w:pStyle w:val="eCheckBoxText"/>
        <w:rPr>
          <w:color w:val="FF0000"/>
        </w:rPr>
      </w:pPr>
      <w:r w:rsidRPr="0000424C">
        <w:rPr>
          <w:rStyle w:val="eCheckBoxSquareChar"/>
          <w:b/>
          <w:color w:val="FF0000"/>
        </w:rPr>
        <w:t>x</w:t>
      </w:r>
      <w:r w:rsidR="00F16BCC" w:rsidRPr="0000424C">
        <w:rPr>
          <w:color w:val="FF0000"/>
          <w:szCs w:val="40"/>
        </w:rPr>
        <w:tab/>
      </w:r>
      <w:r w:rsidR="006906E0">
        <w:rPr>
          <w:b/>
          <w:color w:val="FF0000"/>
          <w:szCs w:val="40"/>
        </w:rPr>
        <w:t xml:space="preserve">snadnější identifikace </w:t>
      </w:r>
      <w:r w:rsidR="008F3DA8">
        <w:rPr>
          <w:b/>
          <w:color w:val="FF0000"/>
          <w:szCs w:val="40"/>
        </w:rPr>
        <w:t xml:space="preserve">změny </w:t>
      </w:r>
      <w:r w:rsidR="006906E0">
        <w:rPr>
          <w:b/>
          <w:color w:val="FF0000"/>
          <w:szCs w:val="40"/>
        </w:rPr>
        <w:t>různých póz obličeje</w:t>
      </w:r>
    </w:p>
    <w:p w:rsidR="00C45D0F" w:rsidRPr="0000424C" w:rsidRDefault="00265ECD" w:rsidP="00F16BCC">
      <w:pPr>
        <w:pStyle w:val="eCheckBoxText"/>
        <w:rPr>
          <w:rStyle w:val="eTerm"/>
          <w:color w:val="FF0000"/>
          <w:sz w:val="20"/>
          <w:szCs w:val="20"/>
        </w:rPr>
      </w:pPr>
      <w:r w:rsidRPr="0000424C">
        <w:rPr>
          <w:rStyle w:val="eCheckBoxSquareChar"/>
          <w:b/>
          <w:color w:val="FF0000"/>
        </w:rPr>
        <w:t>x</w:t>
      </w:r>
      <w:r w:rsidR="00C45D0F" w:rsidRPr="0000424C">
        <w:rPr>
          <w:color w:val="FF0000"/>
          <w:szCs w:val="40"/>
        </w:rPr>
        <w:tab/>
      </w:r>
      <w:r w:rsidR="006906E0" w:rsidRPr="006906E0">
        <w:rPr>
          <w:b/>
          <w:color w:val="FF0000"/>
          <w:szCs w:val="40"/>
        </w:rPr>
        <w:t xml:space="preserve">projekční </w:t>
      </w:r>
      <w:r w:rsidR="006906E0">
        <w:rPr>
          <w:b/>
          <w:color w:val="FF0000"/>
        </w:rPr>
        <w:t>povaha 2D obrazů</w:t>
      </w:r>
    </w:p>
    <w:p w:rsidR="00C45D0F" w:rsidRPr="0000424C" w:rsidRDefault="00C45D0F" w:rsidP="00F16BCC">
      <w:pPr>
        <w:pStyle w:val="eCheckBoxText"/>
      </w:pPr>
      <w:r w:rsidRPr="0000424C">
        <w:rPr>
          <w:rStyle w:val="eCheckBoxSquareChar"/>
        </w:rPr>
        <w:t>□</w:t>
      </w:r>
      <w:r w:rsidR="00F16BCC" w:rsidRPr="0000424C">
        <w:rPr>
          <w:rStyle w:val="eCheckBoxSquareChar"/>
        </w:rPr>
        <w:tab/>
      </w:r>
      <w:r w:rsidR="00642657">
        <w:t>jsou ovlivnitelné použitím kosmetických přípravků</w:t>
      </w:r>
    </w:p>
    <w:p w:rsidR="00C45D0F" w:rsidRPr="0000424C" w:rsidRDefault="00C45D0F" w:rsidP="00F16BCC">
      <w:pPr>
        <w:pStyle w:val="eCheckBoxText"/>
      </w:pPr>
      <w:r w:rsidRPr="0000424C">
        <w:rPr>
          <w:rStyle w:val="eCheckBoxSquareChar"/>
        </w:rPr>
        <w:t>□</w:t>
      </w:r>
      <w:r w:rsidR="00F16BCC" w:rsidRPr="0000424C">
        <w:rPr>
          <w:rStyle w:val="eCheckBoxSquareChar"/>
        </w:rPr>
        <w:tab/>
      </w:r>
      <w:r w:rsidR="00642657">
        <w:t>jsou ovlivnitelné změnami osvětlení</w:t>
      </w:r>
    </w:p>
    <w:p w:rsidR="001E514B" w:rsidRPr="0000424C" w:rsidRDefault="001E514B" w:rsidP="00F16BCC">
      <w:pPr>
        <w:pStyle w:val="eLineBottom"/>
      </w:pPr>
    </w:p>
    <w:p w:rsidR="00F16BCC" w:rsidRPr="0000424C" w:rsidRDefault="00F16BCC" w:rsidP="00F16BCC"/>
    <w:p w:rsidR="001E514B" w:rsidRPr="0000424C" w:rsidRDefault="006906E0" w:rsidP="00F16BCC">
      <w:pPr>
        <w:pStyle w:val="eTask"/>
        <w:rPr>
          <w:lang w:val="cs-CZ"/>
        </w:rPr>
      </w:pPr>
      <w:r>
        <w:rPr>
          <w:lang w:val="cs-CZ"/>
        </w:rPr>
        <w:t>Základní metody 3D rozeznávání obličeje jsou</w:t>
      </w:r>
      <w:r w:rsidR="00C1612E" w:rsidRPr="0000424C">
        <w:rPr>
          <w:lang w:val="cs-CZ"/>
        </w:rPr>
        <w:t>:</w:t>
      </w:r>
    </w:p>
    <w:p w:rsidR="001E514B" w:rsidRPr="0000424C" w:rsidRDefault="001E514B" w:rsidP="00F16BCC"/>
    <w:p w:rsidR="001E514B" w:rsidRPr="0000424C" w:rsidRDefault="00265ECD" w:rsidP="00F16BCC">
      <w:pPr>
        <w:pStyle w:val="eCheckBoxText"/>
        <w:rPr>
          <w:b/>
          <w:color w:val="FF0000"/>
        </w:rPr>
      </w:pPr>
      <w:r w:rsidRPr="0000424C">
        <w:rPr>
          <w:rStyle w:val="eCheckBoxSquareChar"/>
          <w:b/>
          <w:color w:val="FF0000"/>
        </w:rPr>
        <w:t>x</w:t>
      </w:r>
      <w:r w:rsidR="001E514B" w:rsidRPr="0000424C">
        <w:rPr>
          <w:b/>
          <w:color w:val="FF0000"/>
          <w:szCs w:val="40"/>
        </w:rPr>
        <w:tab/>
      </w:r>
      <w:r w:rsidR="006906E0">
        <w:rPr>
          <w:b/>
          <w:color w:val="FF0000"/>
        </w:rPr>
        <w:t>3D rozpoznání povrchu obličeje</w:t>
      </w:r>
    </w:p>
    <w:p w:rsidR="001E514B" w:rsidRPr="0000424C" w:rsidRDefault="001E514B" w:rsidP="00F16BCC">
      <w:pPr>
        <w:pStyle w:val="eCheckBoxText"/>
        <w:rPr>
          <w:rStyle w:val="eCheckBoxSquareChar"/>
        </w:rPr>
      </w:pPr>
      <w:r w:rsidRPr="0000424C">
        <w:rPr>
          <w:rStyle w:val="eCheckBoxSquareChar"/>
        </w:rPr>
        <w:t>□</w:t>
      </w:r>
      <w:r w:rsidRPr="0000424C">
        <w:rPr>
          <w:szCs w:val="40"/>
        </w:rPr>
        <w:tab/>
      </w:r>
      <w:r w:rsidR="006906E0">
        <w:rPr>
          <w:szCs w:val="40"/>
        </w:rPr>
        <w:t>3D detailní rozpoznávání obličeje</w:t>
      </w:r>
    </w:p>
    <w:p w:rsidR="001E514B" w:rsidRPr="0000424C" w:rsidRDefault="00265ECD" w:rsidP="00F16BCC">
      <w:pPr>
        <w:pStyle w:val="eCheckBoxText"/>
        <w:rPr>
          <w:b/>
          <w:color w:val="FF0000"/>
        </w:rPr>
      </w:pPr>
      <w:r w:rsidRPr="0000424C">
        <w:rPr>
          <w:rStyle w:val="eCheckBoxSquareChar"/>
          <w:b/>
          <w:color w:val="FF0000"/>
        </w:rPr>
        <w:t>x</w:t>
      </w:r>
      <w:r w:rsidR="001E514B" w:rsidRPr="0000424C">
        <w:rPr>
          <w:b/>
          <w:color w:val="FF0000"/>
          <w:szCs w:val="40"/>
        </w:rPr>
        <w:tab/>
      </w:r>
      <w:r w:rsidR="006906E0">
        <w:rPr>
          <w:b/>
          <w:color w:val="FF0000"/>
        </w:rPr>
        <w:t>3D rozpoznání obličeje na základě vzhledu</w:t>
      </w:r>
    </w:p>
    <w:p w:rsidR="001E514B" w:rsidRPr="0000424C" w:rsidRDefault="00265ECD" w:rsidP="00F16BCC">
      <w:pPr>
        <w:pStyle w:val="eCheckBoxText"/>
        <w:rPr>
          <w:b/>
          <w:color w:val="FF0000"/>
        </w:rPr>
      </w:pPr>
      <w:r w:rsidRPr="0000424C">
        <w:rPr>
          <w:rStyle w:val="eCheckBoxSquareChar"/>
          <w:b/>
          <w:color w:val="FF0000"/>
        </w:rPr>
        <w:t>x</w:t>
      </w:r>
      <w:r w:rsidR="001E514B" w:rsidRPr="0000424C">
        <w:rPr>
          <w:b/>
          <w:color w:val="FF0000"/>
          <w:szCs w:val="40"/>
        </w:rPr>
        <w:tab/>
      </w:r>
      <w:r w:rsidR="006906E0">
        <w:rPr>
          <w:b/>
          <w:color w:val="FF0000"/>
        </w:rPr>
        <w:t>Modelové 3D rozpoznávání obličeje</w:t>
      </w:r>
    </w:p>
    <w:p w:rsidR="00F16BCC" w:rsidRPr="0000424C" w:rsidRDefault="00F16BCC" w:rsidP="00F16BCC">
      <w:pPr>
        <w:pStyle w:val="eLineBottom"/>
      </w:pPr>
    </w:p>
    <w:p w:rsidR="001E514B" w:rsidRPr="0000424C" w:rsidRDefault="001E514B" w:rsidP="00F16BCC"/>
    <w:p w:rsidR="00C1612E" w:rsidRPr="0000424C" w:rsidRDefault="006906E0" w:rsidP="00F16BCC">
      <w:pPr>
        <w:pStyle w:val="eTask"/>
        <w:rPr>
          <w:lang w:val="cs-CZ"/>
        </w:rPr>
      </w:pPr>
      <w:r>
        <w:rPr>
          <w:lang w:val="cs-CZ"/>
        </w:rPr>
        <w:t>Uspořádejte do správného pořadí dílčí procesy 3D rozpoznávání obličeje</w:t>
      </w:r>
      <w:r w:rsidR="00C1612E" w:rsidRPr="0000424C">
        <w:rPr>
          <w:lang w:val="cs-CZ"/>
        </w:rPr>
        <w:t>:</w:t>
      </w:r>
    </w:p>
    <w:p w:rsidR="001E514B" w:rsidRPr="0000424C" w:rsidRDefault="001E514B" w:rsidP="00F16BCC"/>
    <w:p w:rsidR="001E514B" w:rsidRPr="0000424C" w:rsidRDefault="001E514B" w:rsidP="00F16BCC">
      <w:pPr>
        <w:pStyle w:val="eCheckBoxText"/>
        <w:tabs>
          <w:tab w:val="left" w:pos="4536"/>
        </w:tabs>
      </w:pPr>
      <w:r w:rsidRPr="0000424C">
        <w:t>1.</w:t>
      </w:r>
      <w:r w:rsidRPr="0000424C">
        <w:tab/>
      </w:r>
      <w:r w:rsidR="00265ECD" w:rsidRPr="0000424C">
        <w:rPr>
          <w:b/>
          <w:color w:val="FF0000"/>
        </w:rPr>
        <w:t xml:space="preserve">3D </w:t>
      </w:r>
      <w:r w:rsidR="008F3DA8">
        <w:rPr>
          <w:b/>
          <w:color w:val="FF0000"/>
        </w:rPr>
        <w:t>snímání</w:t>
      </w:r>
      <w:r w:rsidR="009B59EC">
        <w:rPr>
          <w:b/>
          <w:color w:val="FF0000"/>
        </w:rPr>
        <w:t xml:space="preserve"> povrchu obličeje</w:t>
      </w:r>
      <w:r w:rsidR="00F16BCC" w:rsidRPr="0000424C">
        <w:tab/>
      </w:r>
      <w:r w:rsidR="009B59EC">
        <w:t>předzpracování</w:t>
      </w:r>
      <w:r w:rsidR="00BC2402" w:rsidRPr="0000424C">
        <w:rPr>
          <w:b/>
          <w:color w:val="FF0000"/>
        </w:rPr>
        <w:t xml:space="preserve"> (2)</w:t>
      </w:r>
    </w:p>
    <w:p w:rsidR="001E514B" w:rsidRPr="0000424C" w:rsidRDefault="001E514B" w:rsidP="00F16BCC">
      <w:pPr>
        <w:pStyle w:val="eCheckBoxText"/>
        <w:tabs>
          <w:tab w:val="left" w:pos="4536"/>
        </w:tabs>
      </w:pPr>
    </w:p>
    <w:p w:rsidR="001E514B" w:rsidRPr="0000424C" w:rsidRDefault="001E514B" w:rsidP="00F16BCC">
      <w:pPr>
        <w:pStyle w:val="eCheckBoxText"/>
        <w:tabs>
          <w:tab w:val="left" w:pos="4536"/>
        </w:tabs>
        <w:rPr>
          <w:rStyle w:val="eTerm"/>
          <w:bCs/>
          <w:iCs/>
        </w:rPr>
      </w:pPr>
      <w:r w:rsidRPr="0000424C">
        <w:t>2.</w:t>
      </w:r>
      <w:r w:rsidRPr="0000424C">
        <w:tab/>
      </w:r>
      <w:r w:rsidR="009B59EC">
        <w:rPr>
          <w:b/>
          <w:color w:val="FF0000"/>
        </w:rPr>
        <w:t>předzpracování</w:t>
      </w:r>
      <w:r w:rsidR="00F16BCC" w:rsidRPr="0000424C">
        <w:tab/>
      </w:r>
      <w:r w:rsidR="009B59EC">
        <w:t xml:space="preserve">extrakce </w:t>
      </w:r>
      <w:r w:rsidR="008F3DA8">
        <w:t>příznaků</w:t>
      </w:r>
      <w:r w:rsidR="00BC2402" w:rsidRPr="0000424C">
        <w:rPr>
          <w:b/>
          <w:color w:val="FF0000"/>
        </w:rPr>
        <w:t xml:space="preserve"> (3)</w:t>
      </w:r>
    </w:p>
    <w:p w:rsidR="001E514B" w:rsidRPr="0000424C" w:rsidRDefault="001E514B" w:rsidP="00F16BCC">
      <w:pPr>
        <w:pStyle w:val="eCheckBoxText"/>
        <w:tabs>
          <w:tab w:val="left" w:pos="4536"/>
        </w:tabs>
      </w:pPr>
    </w:p>
    <w:p w:rsidR="001E514B" w:rsidRPr="0000424C" w:rsidRDefault="001E514B" w:rsidP="00F16BCC">
      <w:pPr>
        <w:pStyle w:val="eCheckBoxText"/>
        <w:tabs>
          <w:tab w:val="left" w:pos="4536"/>
        </w:tabs>
        <w:rPr>
          <w:rStyle w:val="eTerm"/>
          <w:bCs/>
          <w:iCs/>
        </w:rPr>
      </w:pPr>
      <w:r w:rsidRPr="0000424C">
        <w:t>3.</w:t>
      </w:r>
      <w:r w:rsidRPr="0000424C">
        <w:tab/>
      </w:r>
      <w:r w:rsidR="009B59EC">
        <w:rPr>
          <w:b/>
          <w:color w:val="FF0000"/>
        </w:rPr>
        <w:t xml:space="preserve">extrakce </w:t>
      </w:r>
      <w:r w:rsidR="008F3DA8">
        <w:rPr>
          <w:b/>
          <w:color w:val="FF0000"/>
        </w:rPr>
        <w:t>příznaků</w:t>
      </w:r>
      <w:r w:rsidR="00F16BCC" w:rsidRPr="0000424C">
        <w:tab/>
      </w:r>
      <w:r w:rsidR="009B59EC">
        <w:t>měření vzdálenosti</w:t>
      </w:r>
      <w:r w:rsidR="00BC2402" w:rsidRPr="0000424C">
        <w:rPr>
          <w:b/>
          <w:color w:val="FF0000"/>
        </w:rPr>
        <w:t xml:space="preserve"> (4)</w:t>
      </w:r>
    </w:p>
    <w:p w:rsidR="001E514B" w:rsidRPr="0000424C" w:rsidRDefault="001E514B" w:rsidP="00F16BCC">
      <w:pPr>
        <w:pStyle w:val="eCheckBoxText"/>
        <w:tabs>
          <w:tab w:val="left" w:pos="4536"/>
        </w:tabs>
      </w:pPr>
    </w:p>
    <w:p w:rsidR="001E514B" w:rsidRPr="0000424C" w:rsidRDefault="001E514B" w:rsidP="00F16BCC">
      <w:pPr>
        <w:pStyle w:val="eCheckBoxText"/>
        <w:tabs>
          <w:tab w:val="left" w:pos="4536"/>
        </w:tabs>
        <w:rPr>
          <w:rStyle w:val="eTerm"/>
          <w:bCs/>
          <w:iCs/>
        </w:rPr>
      </w:pPr>
      <w:r w:rsidRPr="0000424C">
        <w:t>4.</w:t>
      </w:r>
      <w:r w:rsidRPr="0000424C">
        <w:tab/>
      </w:r>
      <w:r w:rsidR="009B59EC">
        <w:rPr>
          <w:b/>
          <w:color w:val="FF0000"/>
        </w:rPr>
        <w:t>měření vzdálenosti</w:t>
      </w:r>
      <w:r w:rsidR="00F16BCC" w:rsidRPr="0000424C">
        <w:tab/>
      </w:r>
      <w:r w:rsidRPr="0000424C">
        <w:t xml:space="preserve">3D </w:t>
      </w:r>
      <w:r w:rsidR="008F3DA8">
        <w:t>snímání</w:t>
      </w:r>
      <w:r w:rsidR="009B59EC" w:rsidRPr="009B59EC">
        <w:t xml:space="preserve"> povrchu obličeje</w:t>
      </w:r>
      <w:r w:rsidR="00BC2402" w:rsidRPr="0000424C">
        <w:rPr>
          <w:b/>
          <w:color w:val="FF0000"/>
        </w:rPr>
        <w:t xml:space="preserve"> (1)</w:t>
      </w:r>
    </w:p>
    <w:sectPr w:rsidR="001E514B" w:rsidRPr="0000424C" w:rsidSect="002B41A8">
      <w:headerReference w:type="default" r:id="rId9"/>
      <w:footerReference w:type="default" r:id="rId10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07D" w:rsidRDefault="0073207D" w:rsidP="00861A1A">
      <w:r>
        <w:separator/>
      </w:r>
    </w:p>
  </w:endnote>
  <w:endnote w:type="continuationSeparator" w:id="0">
    <w:p w:rsidR="0073207D" w:rsidRDefault="0073207D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CB1345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565BF3" w:rsidRPr="00565BF3" w:rsidRDefault="00565BF3" w:rsidP="00565BF3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565BF3">
            <w:rPr>
              <w:sz w:val="16"/>
              <w:szCs w:val="16"/>
            </w:rPr>
            <w:t>Tento projekt byl realizován za finanční podpory Evropské unie.</w:t>
          </w:r>
        </w:p>
        <w:p w:rsidR="00BF5E09" w:rsidRPr="00CA51B5" w:rsidRDefault="00565BF3" w:rsidP="00565BF3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565BF3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07D" w:rsidRDefault="0073207D" w:rsidP="00861A1A">
      <w:r>
        <w:separator/>
      </w:r>
    </w:p>
  </w:footnote>
  <w:footnote w:type="continuationSeparator" w:id="0">
    <w:p w:rsidR="0073207D" w:rsidRDefault="0073207D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CB134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19050" t="0" r="0" b="0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565BF3" w:rsidRPr="00565BF3">
      <w:rPr>
        <w:rFonts w:ascii="Calibri" w:hAnsi="Calibri"/>
        <w:b/>
        <w:smallCaps/>
        <w:noProof/>
      </w:rPr>
      <w:t>PRACOVNÍ  LIST</w:t>
    </w:r>
  </w:p>
  <w:p w:rsidR="004404A6" w:rsidRPr="00C148FD" w:rsidRDefault="00565BF3" w:rsidP="004404A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565BF3">
      <w:rPr>
        <w:rFonts w:ascii="Calibri" w:hAnsi="Calibri"/>
        <w:smallCaps/>
        <w:noProof/>
        <w:sz w:val="20"/>
        <w:szCs w:val="20"/>
        <w:lang w:val="en-US"/>
      </w:rPr>
      <w:t>IDENTIFIKACE UŽIVATELŮ</w:t>
    </w:r>
  </w:p>
  <w:p w:rsidR="00C148FD" w:rsidRPr="00C148FD" w:rsidRDefault="00C148FD" w:rsidP="004404A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7BBC42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E88A842C"/>
    <w:lvl w:ilvl="0" w:tplc="09BA6044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9E3BBE"/>
    <w:multiLevelType w:val="multilevel"/>
    <w:tmpl w:val="1F242C5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8"/>
  </w:num>
  <w:num w:numId="10">
    <w:abstractNumId w:val="9"/>
  </w:num>
  <w:num w:numId="11">
    <w:abstractNumId w:val="5"/>
  </w:num>
  <w:num w:numId="12">
    <w:abstractNumId w:val="5"/>
  </w:num>
  <w:num w:numId="13">
    <w:abstractNumId w:val="5"/>
    <w:lvlOverride w:ilvl="0">
      <w:startOverride w:val="1"/>
    </w:lvlOverride>
  </w:num>
  <w:num w:numId="14">
    <w:abstractNumId w:val="5"/>
  </w:num>
  <w:num w:numId="15">
    <w:abstractNumId w:val="5"/>
    <w:lvlOverride w:ilvl="0">
      <w:startOverride w:val="1"/>
    </w:lvlOverride>
  </w:num>
  <w:num w:numId="16">
    <w:abstractNumId w:val="5"/>
  </w:num>
  <w:num w:numId="17">
    <w:abstractNumId w:val="5"/>
    <w:lvlOverride w:ilvl="0">
      <w:startOverride w:val="1"/>
    </w:lvlOverride>
  </w:num>
  <w:num w:numId="18">
    <w:abstractNumId w:val="5"/>
    <w:lvlOverride w:ilvl="0">
      <w:startOverride w:val="1"/>
    </w:lvlOverride>
  </w:num>
  <w:num w:numId="19">
    <w:abstractNumId w:val="5"/>
  </w:num>
  <w:num w:numId="20">
    <w:abstractNumId w:val="5"/>
    <w:lvlOverride w:ilvl="0">
      <w:startOverride w:val="1"/>
    </w:lvlOverride>
  </w:num>
  <w:num w:numId="21">
    <w:abstractNumId w:val="5"/>
  </w:num>
  <w:num w:numId="22">
    <w:abstractNumId w:val="5"/>
    <w:lvlOverride w:ilvl="0">
      <w:startOverride w:val="1"/>
    </w:lvlOverride>
  </w:num>
  <w:num w:numId="23">
    <w:abstractNumId w:val="5"/>
  </w:num>
  <w:num w:numId="24">
    <w:abstractNumId w:val="5"/>
    <w:lvlOverride w:ilvl="0">
      <w:startOverride w:val="1"/>
    </w:lvlOverride>
  </w:num>
  <w:num w:numId="25">
    <w:abstractNumId w:val="5"/>
  </w:num>
  <w:num w:numId="26">
    <w:abstractNumId w:val="5"/>
    <w:lvlOverride w:ilvl="0">
      <w:startOverride w:val="1"/>
    </w:lvlOverride>
  </w:num>
  <w:num w:numId="27">
    <w:abstractNumId w:val="5"/>
  </w:num>
  <w:num w:numId="28">
    <w:abstractNumId w:val="5"/>
    <w:lvlOverride w:ilvl="0">
      <w:startOverride w:val="1"/>
    </w:lvlOverride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D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1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1D8"/>
    <w:rsid w:val="0000424C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1224EA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0307"/>
    <w:rsid w:val="001922A0"/>
    <w:rsid w:val="00195A08"/>
    <w:rsid w:val="001B057D"/>
    <w:rsid w:val="001D00A1"/>
    <w:rsid w:val="001E0867"/>
    <w:rsid w:val="001E0F8B"/>
    <w:rsid w:val="001E514B"/>
    <w:rsid w:val="001F021B"/>
    <w:rsid w:val="001F6290"/>
    <w:rsid w:val="00213F2C"/>
    <w:rsid w:val="00223478"/>
    <w:rsid w:val="00225015"/>
    <w:rsid w:val="00265ECD"/>
    <w:rsid w:val="00272012"/>
    <w:rsid w:val="002753E6"/>
    <w:rsid w:val="002825A8"/>
    <w:rsid w:val="00283A7C"/>
    <w:rsid w:val="002850DE"/>
    <w:rsid w:val="00292860"/>
    <w:rsid w:val="002976A9"/>
    <w:rsid w:val="002A07CC"/>
    <w:rsid w:val="002A4E00"/>
    <w:rsid w:val="002B0278"/>
    <w:rsid w:val="002B0866"/>
    <w:rsid w:val="002B41A8"/>
    <w:rsid w:val="002E301D"/>
    <w:rsid w:val="002E65FC"/>
    <w:rsid w:val="00304ADA"/>
    <w:rsid w:val="00306B9F"/>
    <w:rsid w:val="00307892"/>
    <w:rsid w:val="00312B6C"/>
    <w:rsid w:val="00315203"/>
    <w:rsid w:val="00337851"/>
    <w:rsid w:val="00347E4D"/>
    <w:rsid w:val="00351AF3"/>
    <w:rsid w:val="003648F8"/>
    <w:rsid w:val="0039238A"/>
    <w:rsid w:val="003944C2"/>
    <w:rsid w:val="003B1326"/>
    <w:rsid w:val="003C13BC"/>
    <w:rsid w:val="003C5B45"/>
    <w:rsid w:val="003D41BB"/>
    <w:rsid w:val="003D474B"/>
    <w:rsid w:val="003E01BE"/>
    <w:rsid w:val="003F03EB"/>
    <w:rsid w:val="003F623C"/>
    <w:rsid w:val="003F7F87"/>
    <w:rsid w:val="00402B09"/>
    <w:rsid w:val="00417ED2"/>
    <w:rsid w:val="004404A6"/>
    <w:rsid w:val="00442021"/>
    <w:rsid w:val="0046567F"/>
    <w:rsid w:val="00472203"/>
    <w:rsid w:val="00475954"/>
    <w:rsid w:val="00482E44"/>
    <w:rsid w:val="00492966"/>
    <w:rsid w:val="004A01E5"/>
    <w:rsid w:val="004A7B44"/>
    <w:rsid w:val="004C0E36"/>
    <w:rsid w:val="004E5E95"/>
    <w:rsid w:val="004E70EA"/>
    <w:rsid w:val="004F5AFF"/>
    <w:rsid w:val="005132B0"/>
    <w:rsid w:val="00517E3A"/>
    <w:rsid w:val="0052284C"/>
    <w:rsid w:val="00561B7B"/>
    <w:rsid w:val="00561C5A"/>
    <w:rsid w:val="00565BF3"/>
    <w:rsid w:val="005728B3"/>
    <w:rsid w:val="005738D5"/>
    <w:rsid w:val="0057504E"/>
    <w:rsid w:val="005832C4"/>
    <w:rsid w:val="00587966"/>
    <w:rsid w:val="005A5CB6"/>
    <w:rsid w:val="005B2E55"/>
    <w:rsid w:val="005B37E2"/>
    <w:rsid w:val="005B460C"/>
    <w:rsid w:val="005B5A96"/>
    <w:rsid w:val="005D7525"/>
    <w:rsid w:val="005E1AB1"/>
    <w:rsid w:val="005E20B2"/>
    <w:rsid w:val="005E5A22"/>
    <w:rsid w:val="005F5FA1"/>
    <w:rsid w:val="00625B5A"/>
    <w:rsid w:val="0063686B"/>
    <w:rsid w:val="00642657"/>
    <w:rsid w:val="006435FE"/>
    <w:rsid w:val="0064494B"/>
    <w:rsid w:val="0066326F"/>
    <w:rsid w:val="0068067D"/>
    <w:rsid w:val="0068131D"/>
    <w:rsid w:val="00686B3A"/>
    <w:rsid w:val="006906E0"/>
    <w:rsid w:val="00690FB1"/>
    <w:rsid w:val="006A24C7"/>
    <w:rsid w:val="006B5D59"/>
    <w:rsid w:val="006D39B2"/>
    <w:rsid w:val="006D3F30"/>
    <w:rsid w:val="006D50FA"/>
    <w:rsid w:val="006F0D5B"/>
    <w:rsid w:val="006F787A"/>
    <w:rsid w:val="00710301"/>
    <w:rsid w:val="0073207D"/>
    <w:rsid w:val="00734028"/>
    <w:rsid w:val="0073574D"/>
    <w:rsid w:val="007460F9"/>
    <w:rsid w:val="0076745A"/>
    <w:rsid w:val="007738BD"/>
    <w:rsid w:val="007837ED"/>
    <w:rsid w:val="00790D07"/>
    <w:rsid w:val="007A31D8"/>
    <w:rsid w:val="007C0FDD"/>
    <w:rsid w:val="007C308E"/>
    <w:rsid w:val="007C5B85"/>
    <w:rsid w:val="007E16D1"/>
    <w:rsid w:val="007E6CED"/>
    <w:rsid w:val="00802588"/>
    <w:rsid w:val="008032F4"/>
    <w:rsid w:val="00813612"/>
    <w:rsid w:val="0081479C"/>
    <w:rsid w:val="00825830"/>
    <w:rsid w:val="00826CB2"/>
    <w:rsid w:val="00830375"/>
    <w:rsid w:val="00831014"/>
    <w:rsid w:val="00832323"/>
    <w:rsid w:val="00841971"/>
    <w:rsid w:val="00861A1A"/>
    <w:rsid w:val="00864D93"/>
    <w:rsid w:val="00882BE0"/>
    <w:rsid w:val="008836CE"/>
    <w:rsid w:val="00891FF5"/>
    <w:rsid w:val="008938AC"/>
    <w:rsid w:val="00893E89"/>
    <w:rsid w:val="00895D19"/>
    <w:rsid w:val="008A3619"/>
    <w:rsid w:val="008B05F5"/>
    <w:rsid w:val="008B6CCD"/>
    <w:rsid w:val="008C64E0"/>
    <w:rsid w:val="008D0805"/>
    <w:rsid w:val="008D38F1"/>
    <w:rsid w:val="008F1B37"/>
    <w:rsid w:val="008F3DA8"/>
    <w:rsid w:val="008F5585"/>
    <w:rsid w:val="00912A69"/>
    <w:rsid w:val="00914456"/>
    <w:rsid w:val="009151B7"/>
    <w:rsid w:val="00916DC9"/>
    <w:rsid w:val="0094072E"/>
    <w:rsid w:val="009413F3"/>
    <w:rsid w:val="00950649"/>
    <w:rsid w:val="0095346A"/>
    <w:rsid w:val="00955A25"/>
    <w:rsid w:val="00963F86"/>
    <w:rsid w:val="00966538"/>
    <w:rsid w:val="0097175A"/>
    <w:rsid w:val="00974B16"/>
    <w:rsid w:val="009802AD"/>
    <w:rsid w:val="00985B1B"/>
    <w:rsid w:val="009A5F9E"/>
    <w:rsid w:val="009B59EC"/>
    <w:rsid w:val="009B638C"/>
    <w:rsid w:val="009C7B24"/>
    <w:rsid w:val="009E1B9A"/>
    <w:rsid w:val="009E2A2A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2402"/>
    <w:rsid w:val="00BC732E"/>
    <w:rsid w:val="00BD3D30"/>
    <w:rsid w:val="00BD7612"/>
    <w:rsid w:val="00BE6648"/>
    <w:rsid w:val="00BF5E09"/>
    <w:rsid w:val="00BF6970"/>
    <w:rsid w:val="00C148FD"/>
    <w:rsid w:val="00C1612E"/>
    <w:rsid w:val="00C2393A"/>
    <w:rsid w:val="00C444FD"/>
    <w:rsid w:val="00C45D0F"/>
    <w:rsid w:val="00C5580D"/>
    <w:rsid w:val="00C57915"/>
    <w:rsid w:val="00C7264E"/>
    <w:rsid w:val="00C767C9"/>
    <w:rsid w:val="00C878F0"/>
    <w:rsid w:val="00CA51B5"/>
    <w:rsid w:val="00CB1345"/>
    <w:rsid w:val="00CC2293"/>
    <w:rsid w:val="00CC266E"/>
    <w:rsid w:val="00CD38F6"/>
    <w:rsid w:val="00CE09BA"/>
    <w:rsid w:val="00CF4DFA"/>
    <w:rsid w:val="00D060B3"/>
    <w:rsid w:val="00D06992"/>
    <w:rsid w:val="00D20A5C"/>
    <w:rsid w:val="00D2650E"/>
    <w:rsid w:val="00D33524"/>
    <w:rsid w:val="00D352EE"/>
    <w:rsid w:val="00D573B0"/>
    <w:rsid w:val="00D6535B"/>
    <w:rsid w:val="00D71B81"/>
    <w:rsid w:val="00D773FA"/>
    <w:rsid w:val="00D878D1"/>
    <w:rsid w:val="00D9194C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469ED"/>
    <w:rsid w:val="00E516D7"/>
    <w:rsid w:val="00E5320C"/>
    <w:rsid w:val="00E5359D"/>
    <w:rsid w:val="00E54A46"/>
    <w:rsid w:val="00E65738"/>
    <w:rsid w:val="00E8518C"/>
    <w:rsid w:val="00E879F9"/>
    <w:rsid w:val="00E90BD9"/>
    <w:rsid w:val="00EA1BDF"/>
    <w:rsid w:val="00EB6B74"/>
    <w:rsid w:val="00EB6E4B"/>
    <w:rsid w:val="00EC77B0"/>
    <w:rsid w:val="00ED2956"/>
    <w:rsid w:val="00EE3197"/>
    <w:rsid w:val="00EF2951"/>
    <w:rsid w:val="00EF3C05"/>
    <w:rsid w:val="00F0467D"/>
    <w:rsid w:val="00F127EB"/>
    <w:rsid w:val="00F168D6"/>
    <w:rsid w:val="00F16BCC"/>
    <w:rsid w:val="00F24638"/>
    <w:rsid w:val="00F248A4"/>
    <w:rsid w:val="00F46B18"/>
    <w:rsid w:val="00F748A6"/>
    <w:rsid w:val="00F82C59"/>
    <w:rsid w:val="00F871C6"/>
    <w:rsid w:val="00F8749B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134D58"/>
  <w15:docId w15:val="{3121E671-0457-47E0-8C9A-F756ED138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38AC"/>
    <w:rPr>
      <w:sz w:val="24"/>
      <w:szCs w:val="24"/>
      <w:lang w:val="cs-CZ" w:eastAsia="cs-CZ"/>
    </w:rPr>
  </w:style>
  <w:style w:type="paragraph" w:styleId="Nadpis1">
    <w:name w:val="heading 1"/>
    <w:aliases w:val="eChapterName"/>
    <w:basedOn w:val="Normln"/>
    <w:next w:val="Normln"/>
    <w:link w:val="Nadpis1Char"/>
    <w:qFormat/>
    <w:rsid w:val="001E0F8B"/>
    <w:pPr>
      <w:keepNext/>
      <w:pageBreakBefore/>
      <w:numPr>
        <w:numId w:val="10"/>
      </w:numPr>
      <w:spacing w:before="240" w:after="60"/>
      <w:ind w:left="0" w:firstLine="0"/>
      <w:outlineLvl w:val="0"/>
    </w:pPr>
    <w:rPr>
      <w:rFonts w:ascii="Arial" w:hAnsi="Arial"/>
      <w:bCs/>
      <w:color w:val="008000"/>
      <w:sz w:val="32"/>
      <w:szCs w:val="28"/>
      <w:lang w:eastAsia="en-US"/>
    </w:rPr>
  </w:style>
  <w:style w:type="paragraph" w:styleId="Nadpis2">
    <w:name w:val="heading 2"/>
    <w:aliases w:val="eTitle1"/>
    <w:basedOn w:val="Normln"/>
    <w:next w:val="Normln"/>
    <w:link w:val="Nadpis2Char"/>
    <w:qFormat/>
    <w:rsid w:val="001E0F8B"/>
    <w:pPr>
      <w:keepNext/>
      <w:pageBreakBefore/>
      <w:numPr>
        <w:ilvl w:val="1"/>
        <w:numId w:val="10"/>
      </w:numPr>
      <w:spacing w:before="240" w:after="60"/>
      <w:ind w:left="737" w:hanging="737"/>
      <w:outlineLvl w:val="1"/>
    </w:pPr>
    <w:rPr>
      <w:rFonts w:ascii="Arial" w:hAnsi="Arial"/>
      <w:bCs/>
      <w:sz w:val="32"/>
      <w:szCs w:val="26"/>
      <w:lang w:eastAsia="en-US"/>
    </w:rPr>
  </w:style>
  <w:style w:type="paragraph" w:styleId="Nadpis3">
    <w:name w:val="heading 3"/>
    <w:aliases w:val="eTitle2"/>
    <w:basedOn w:val="Normln"/>
    <w:next w:val="Normln"/>
    <w:link w:val="Nadpis3Char"/>
    <w:qFormat/>
    <w:rsid w:val="001E0F8B"/>
    <w:pPr>
      <w:keepNext/>
      <w:keepLines/>
      <w:numPr>
        <w:ilvl w:val="2"/>
        <w:numId w:val="10"/>
      </w:numPr>
      <w:spacing w:before="200" w:after="240"/>
      <w:outlineLvl w:val="2"/>
    </w:pPr>
    <w:rPr>
      <w:rFonts w:ascii="Arial" w:hAnsi="Arial"/>
      <w:bCs/>
      <w:sz w:val="28"/>
      <w:lang w:eastAsia="en-US"/>
    </w:rPr>
  </w:style>
  <w:style w:type="paragraph" w:styleId="Nadpis4">
    <w:name w:val="heading 4"/>
    <w:aliases w:val="eTitle3"/>
    <w:basedOn w:val="Normln"/>
    <w:next w:val="Normln"/>
    <w:link w:val="Nadpis4Char"/>
    <w:qFormat/>
    <w:rsid w:val="001E0F8B"/>
    <w:pPr>
      <w:keepNext/>
      <w:keepLines/>
      <w:numPr>
        <w:ilvl w:val="3"/>
        <w:numId w:val="10"/>
      </w:numPr>
      <w:spacing w:before="200" w:after="240"/>
      <w:outlineLvl w:val="3"/>
    </w:pPr>
    <w:rPr>
      <w:rFonts w:ascii="Arial" w:hAnsi="Arial"/>
      <w:bCs/>
      <w:i/>
      <w:iCs/>
      <w:lang w:eastAsia="en-US"/>
    </w:rPr>
  </w:style>
  <w:style w:type="paragraph" w:styleId="Nadpis5">
    <w:name w:val="heading 5"/>
    <w:aliases w:val="eTitle4"/>
    <w:basedOn w:val="Normln"/>
    <w:next w:val="Normln"/>
    <w:link w:val="Nadpis5Char"/>
    <w:qFormat/>
    <w:rsid w:val="001E0F8B"/>
    <w:pPr>
      <w:numPr>
        <w:ilvl w:val="4"/>
        <w:numId w:val="10"/>
      </w:numPr>
      <w:spacing w:before="240" w:after="60"/>
      <w:outlineLvl w:val="4"/>
    </w:pPr>
    <w:rPr>
      <w:rFonts w:ascii="Arial" w:hAnsi="Arial"/>
      <w:bCs/>
      <w:iCs/>
      <w:sz w:val="26"/>
      <w:szCs w:val="26"/>
      <w:lang w:eastAsia="en-US"/>
    </w:rPr>
  </w:style>
  <w:style w:type="paragraph" w:styleId="Nadpis6">
    <w:name w:val="heading 6"/>
    <w:basedOn w:val="Normln"/>
    <w:next w:val="Normln"/>
    <w:link w:val="Nadpis6Char"/>
    <w:unhideWhenUsed/>
    <w:qFormat/>
    <w:rsid w:val="001E0F8B"/>
    <w:pPr>
      <w:numPr>
        <w:ilvl w:val="5"/>
        <w:numId w:val="1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nhideWhenUsed/>
    <w:qFormat/>
    <w:rsid w:val="001E0F8B"/>
    <w:pPr>
      <w:numPr>
        <w:ilvl w:val="6"/>
        <w:numId w:val="10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"/>
    <w:next w:val="Normln"/>
    <w:link w:val="Nadpis8Char"/>
    <w:unhideWhenUsed/>
    <w:qFormat/>
    <w:rsid w:val="001E0F8B"/>
    <w:pPr>
      <w:numPr>
        <w:ilvl w:val="7"/>
        <w:numId w:val="10"/>
      </w:numPr>
      <w:spacing w:before="240" w:after="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next w:val="Normln"/>
    <w:link w:val="Nadpis9Char"/>
    <w:unhideWhenUsed/>
    <w:qFormat/>
    <w:rsid w:val="001E0F8B"/>
    <w:pPr>
      <w:numPr>
        <w:ilvl w:val="8"/>
        <w:numId w:val="1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16BCC"/>
    <w:pPr>
      <w:numPr>
        <w:numId w:val="2"/>
      </w:numPr>
      <w:tabs>
        <w:tab w:val="left" w:pos="426"/>
      </w:tabs>
      <w:ind w:left="357" w:hanging="357"/>
      <w:contextualSpacing/>
    </w:pPr>
    <w:rPr>
      <w:b/>
      <w:noProof/>
      <w:lang w:val="en-US" w:eastAsia="sk-SK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customStyle="1" w:styleId="eTerm">
    <w:name w:val="eTerm"/>
    <w:basedOn w:val="Standardnpsmoodstavce"/>
    <w:rsid w:val="001E0F8B"/>
    <w:rPr>
      <w:color w:val="auto"/>
      <w:sz w:val="24"/>
      <w:szCs w:val="24"/>
      <w:bdr w:val="none" w:sz="0" w:space="0" w:color="auto"/>
      <w:shd w:val="clear" w:color="auto" w:fill="CCFFCC"/>
      <w:lang w:val="cs-CZ" w:eastAsia="en-US"/>
    </w:rPr>
  </w:style>
  <w:style w:type="paragraph" w:customStyle="1" w:styleId="eDotList1">
    <w:name w:val="eDotList1"/>
    <w:basedOn w:val="Seznamsodrkami"/>
    <w:rsid w:val="001E0F8B"/>
    <w:pPr>
      <w:spacing w:after="240"/>
    </w:pPr>
    <w:rPr>
      <w:lang w:eastAsia="en-US"/>
    </w:rPr>
  </w:style>
  <w:style w:type="paragraph" w:styleId="Seznamsodrkami">
    <w:name w:val="List Bullet"/>
    <w:basedOn w:val="Normln"/>
    <w:rsid w:val="001E0F8B"/>
    <w:pPr>
      <w:tabs>
        <w:tab w:val="num" w:pos="340"/>
      </w:tabs>
      <w:ind w:left="340" w:hanging="340"/>
      <w:contextualSpacing/>
    </w:pPr>
  </w:style>
  <w:style w:type="character" w:customStyle="1" w:styleId="Nadpis1Char">
    <w:name w:val="Nadpis 1 Char"/>
    <w:aliases w:val="eChapterName Char"/>
    <w:basedOn w:val="Standardnpsmoodstavce"/>
    <w:link w:val="Nadpis1"/>
    <w:rsid w:val="001E0F8B"/>
    <w:rPr>
      <w:rFonts w:ascii="Arial" w:hAnsi="Arial"/>
      <w:bCs/>
      <w:color w:val="008000"/>
      <w:sz w:val="32"/>
      <w:szCs w:val="28"/>
      <w:lang w:val="cs-CZ" w:eastAsia="en-US"/>
    </w:rPr>
  </w:style>
  <w:style w:type="character" w:customStyle="1" w:styleId="Nadpis2Char">
    <w:name w:val="Nadpis 2 Char"/>
    <w:aliases w:val="eTitle1 Char"/>
    <w:basedOn w:val="Standardnpsmoodstavce"/>
    <w:link w:val="Nadpis2"/>
    <w:rsid w:val="001E0F8B"/>
    <w:rPr>
      <w:rFonts w:ascii="Arial" w:hAnsi="Arial"/>
      <w:bCs/>
      <w:sz w:val="32"/>
      <w:szCs w:val="26"/>
      <w:lang w:val="cs-CZ" w:eastAsia="en-US"/>
    </w:rPr>
  </w:style>
  <w:style w:type="character" w:customStyle="1" w:styleId="Nadpis3Char">
    <w:name w:val="Nadpis 3 Char"/>
    <w:aliases w:val="eTitle2 Char"/>
    <w:basedOn w:val="Standardnpsmoodstavce"/>
    <w:link w:val="Nadpis3"/>
    <w:rsid w:val="001E0F8B"/>
    <w:rPr>
      <w:rFonts w:ascii="Arial" w:hAnsi="Arial"/>
      <w:bCs/>
      <w:sz w:val="28"/>
      <w:szCs w:val="24"/>
      <w:lang w:val="cs-CZ" w:eastAsia="en-US"/>
    </w:rPr>
  </w:style>
  <w:style w:type="character" w:customStyle="1" w:styleId="Nadpis4Char">
    <w:name w:val="Nadpis 4 Char"/>
    <w:aliases w:val="eTitle3 Char"/>
    <w:basedOn w:val="Standardnpsmoodstavce"/>
    <w:link w:val="Nadpis4"/>
    <w:rsid w:val="001E0F8B"/>
    <w:rPr>
      <w:rFonts w:ascii="Arial" w:hAnsi="Arial"/>
      <w:bCs/>
      <w:i/>
      <w:iCs/>
      <w:sz w:val="24"/>
      <w:szCs w:val="24"/>
      <w:lang w:val="cs-CZ" w:eastAsia="en-US"/>
    </w:rPr>
  </w:style>
  <w:style w:type="character" w:customStyle="1" w:styleId="Nadpis5Char">
    <w:name w:val="Nadpis 5 Char"/>
    <w:aliases w:val="eTitle4 Char"/>
    <w:basedOn w:val="Standardnpsmoodstavce"/>
    <w:link w:val="Nadpis5"/>
    <w:rsid w:val="001E0F8B"/>
    <w:rPr>
      <w:rFonts w:ascii="Arial" w:hAnsi="Arial"/>
      <w:bCs/>
      <w:iCs/>
      <w:sz w:val="26"/>
      <w:szCs w:val="26"/>
      <w:lang w:val="cs-CZ" w:eastAsia="en-US"/>
    </w:rPr>
  </w:style>
  <w:style w:type="character" w:customStyle="1" w:styleId="Nadpis6Char">
    <w:name w:val="Nadpis 6 Char"/>
    <w:basedOn w:val="Standardnpsmoodstavce"/>
    <w:link w:val="Nadpis6"/>
    <w:rsid w:val="001E0F8B"/>
    <w:rPr>
      <w:rFonts w:ascii="Calibri" w:hAnsi="Calibri"/>
      <w:b/>
      <w:bCs/>
      <w:sz w:val="22"/>
      <w:szCs w:val="22"/>
      <w:lang w:val="cs-CZ" w:eastAsia="cs-CZ"/>
    </w:rPr>
  </w:style>
  <w:style w:type="character" w:customStyle="1" w:styleId="Nadpis7Char">
    <w:name w:val="Nadpis 7 Char"/>
    <w:basedOn w:val="Standardnpsmoodstavce"/>
    <w:link w:val="Nadpis7"/>
    <w:rsid w:val="001E0F8B"/>
    <w:rPr>
      <w:rFonts w:ascii="Calibri" w:hAnsi="Calibri"/>
      <w:sz w:val="24"/>
      <w:szCs w:val="24"/>
      <w:lang w:val="cs-CZ" w:eastAsia="cs-CZ"/>
    </w:rPr>
  </w:style>
  <w:style w:type="character" w:customStyle="1" w:styleId="Nadpis8Char">
    <w:name w:val="Nadpis 8 Char"/>
    <w:basedOn w:val="Standardnpsmoodstavce"/>
    <w:link w:val="Nadpis8"/>
    <w:rsid w:val="001E0F8B"/>
    <w:rPr>
      <w:rFonts w:ascii="Calibri" w:hAnsi="Calibri"/>
      <w:i/>
      <w:iCs/>
      <w:sz w:val="24"/>
      <w:szCs w:val="24"/>
      <w:lang w:val="cs-CZ" w:eastAsia="cs-CZ"/>
    </w:rPr>
  </w:style>
  <w:style w:type="character" w:customStyle="1" w:styleId="Nadpis9Char">
    <w:name w:val="Nadpis 9 Char"/>
    <w:basedOn w:val="Standardnpsmoodstavce"/>
    <w:link w:val="Nadpis9"/>
    <w:rsid w:val="001E0F8B"/>
    <w:rPr>
      <w:rFonts w:ascii="Cambria" w:hAnsi="Cambria"/>
      <w:sz w:val="22"/>
      <w:szCs w:val="22"/>
      <w:lang w:val="cs-CZ" w:eastAsia="cs-CZ"/>
    </w:rPr>
  </w:style>
  <w:style w:type="paragraph" w:customStyle="1" w:styleId="eText">
    <w:name w:val="eText"/>
    <w:basedOn w:val="Normln"/>
    <w:link w:val="eTextChar"/>
    <w:rsid w:val="00734028"/>
    <w:pPr>
      <w:spacing w:after="240"/>
    </w:pPr>
    <w:rPr>
      <w:lang w:eastAsia="en-US"/>
    </w:rPr>
  </w:style>
  <w:style w:type="character" w:customStyle="1" w:styleId="eTextChar">
    <w:name w:val="eText Char"/>
    <w:basedOn w:val="Standardnpsmoodstavce"/>
    <w:link w:val="eText"/>
    <w:rsid w:val="00734028"/>
    <w:rPr>
      <w:sz w:val="24"/>
      <w:szCs w:val="24"/>
      <w:lang w:val="cs-CZ" w:eastAsia="en-US"/>
    </w:rPr>
  </w:style>
  <w:style w:type="character" w:customStyle="1" w:styleId="shorttext">
    <w:name w:val="short_text"/>
    <w:basedOn w:val="Standardnpsmoodstavce"/>
    <w:rsid w:val="004404A6"/>
  </w:style>
  <w:style w:type="character" w:customStyle="1" w:styleId="hps">
    <w:name w:val="hps"/>
    <w:basedOn w:val="Standardnpsmoodstavce"/>
    <w:rsid w:val="004404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Projekty\TechPedia\Pracovn&#233;%20listy\TechPedia_Pravovn&#253;%20list%20ILA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TechPedia_Pravovný list ILA.dot</Template>
  <TotalTime>46</TotalTime>
  <Pages>2</Pages>
  <Words>271</Words>
  <Characters>1604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Marek Nevosad</cp:lastModifiedBy>
  <cp:revision>13</cp:revision>
  <cp:lastPrinted>2013-05-24T15:00:00Z</cp:lastPrinted>
  <dcterms:created xsi:type="dcterms:W3CDTF">2016-07-28T12:20:00Z</dcterms:created>
  <dcterms:modified xsi:type="dcterms:W3CDTF">2017-09-29T10:24:00Z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