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E1A" w:rsidRPr="00853B02" w:rsidRDefault="00C609DD" w:rsidP="00C609DD">
      <w:pPr>
        <w:pStyle w:val="eTask"/>
        <w:rPr>
          <w:lang w:val="cs-CZ"/>
        </w:rPr>
      </w:pPr>
      <w:r w:rsidRPr="00853B02">
        <w:rPr>
          <w:lang w:val="cs-CZ"/>
        </w:rPr>
        <w:t>Pozměň následující text tak, aby tvrzení byla pravdivá</w:t>
      </w:r>
      <w:r w:rsidR="00141E1A" w:rsidRPr="00853B02">
        <w:rPr>
          <w:lang w:val="cs-CZ"/>
        </w:rPr>
        <w:t>.</w:t>
      </w:r>
    </w:p>
    <w:p w:rsidR="001922A0" w:rsidRPr="00853B02" w:rsidRDefault="001922A0" w:rsidP="00F570E7"/>
    <w:p w:rsidR="009E2CBD" w:rsidRPr="00853B02" w:rsidRDefault="00BE3575" w:rsidP="00F570E7">
      <w:r w:rsidRPr="00853B02">
        <w:t xml:space="preserve">Jeden z hlavních problémů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symetrické kryptografie</m:t>
                  </m:r>
                </m:e>
              </m:mr>
              <m:mr>
                <m:e>
                  <m:r>
                    <m:rPr>
                      <m:nor/>
                    </m:rPr>
                    <m:t>kryptografie veřejného klíče</m:t>
                  </m:r>
                </m:e>
              </m:mr>
            </m:m>
          </m:e>
        </m:d>
      </m:oMath>
      <w:r w:rsidR="00141E1A" w:rsidRPr="00853B02">
        <w:t xml:space="preserve"> </w:t>
      </w:r>
      <w:r w:rsidRPr="00853B02">
        <w:t xml:space="preserve">je proces výměny klíčů. </w:t>
      </w:r>
    </w:p>
    <w:p w:rsidR="00141E1A" w:rsidRPr="00853B02" w:rsidRDefault="00141E1A" w:rsidP="00F570E7"/>
    <w:p w:rsidR="00C148FD" w:rsidRPr="00853B02" w:rsidRDefault="00FD1B78" w:rsidP="00F570E7"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Symetrická kryptografie</m:t>
                  </m:r>
                </m:e>
              </m:mr>
              <m:mr>
                <m:e>
                  <m:r>
                    <m:rPr>
                      <m:nor/>
                    </m:rPr>
                    <m:t>Kryptografie veřejného klíče</m:t>
                  </m:r>
                </m:e>
              </m:mr>
            </m:m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může</m:t>
                  </m:r>
                </m:e>
              </m:mr>
              <m:mr>
                <m:e>
                  <m:r>
                    <m:rPr>
                      <m:nor/>
                    </m:rPr>
                    <m:t>nemůže</m:t>
                  </m:r>
                </m:e>
              </m:mr>
            </m:m>
          </m:e>
        </m:d>
      </m:oMath>
      <w:r w:rsidR="00141E1A" w:rsidRPr="00853B02">
        <w:t xml:space="preserve"> </w:t>
      </w:r>
      <w:r w:rsidR="00BE3575" w:rsidRPr="00853B02">
        <w:t>být užita k vytvoření digitálního podpisu</w:t>
      </w:r>
      <w:r w:rsidR="00141E1A" w:rsidRPr="00853B02">
        <w:t>.</w:t>
      </w:r>
    </w:p>
    <w:p w:rsidR="007706C9" w:rsidRPr="00853B02" w:rsidRDefault="007706C9" w:rsidP="00F570E7"/>
    <w:p w:rsidR="007706C9" w:rsidRPr="00853B02" w:rsidRDefault="00FD1B78" w:rsidP="007706C9"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Symetrická kryptografie</m:t>
                  </m:r>
                </m:e>
              </m:mr>
              <m:mr>
                <m:e>
                  <m:r>
                    <m:rPr>
                      <m:nor/>
                    </m:rPr>
                    <m:t>Kryptografie veřejného klíče</m:t>
                  </m:r>
                </m:e>
              </m:mr>
            </m:m>
          </m:e>
        </m:d>
      </m:oMath>
      <w:r w:rsidR="007706C9" w:rsidRPr="00853B02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může</m:t>
                  </m:r>
                </m:e>
              </m:mr>
              <m:mr>
                <m:e>
                  <m:r>
                    <m:rPr>
                      <m:nor/>
                    </m:rPr>
                    <m:t>nem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ů</m:t>
                  </m:r>
                  <m:r>
                    <m:rPr>
                      <m:nor/>
                    </m:rPr>
                    <m:t>že</m:t>
                  </m:r>
                </m:e>
              </m:mr>
            </m:m>
          </m:e>
        </m:d>
      </m:oMath>
      <w:r w:rsidR="007706C9" w:rsidRPr="00853B02">
        <w:t xml:space="preserve"> </w:t>
      </w:r>
      <w:r w:rsidR="00556292" w:rsidRPr="00853B02">
        <w:t>být užita k vytvoření digitálního podpisu</w:t>
      </w:r>
      <w:r w:rsidR="007706C9" w:rsidRPr="00853B02">
        <w:t>.</w:t>
      </w:r>
    </w:p>
    <w:p w:rsidR="009E2CBD" w:rsidRPr="00853B02" w:rsidRDefault="009E2CBD" w:rsidP="007706C9"/>
    <w:p w:rsidR="007706C9" w:rsidRPr="00853B02" w:rsidRDefault="007706C9" w:rsidP="00F570E7"/>
    <w:p w:rsidR="00141E1A" w:rsidRPr="00853B02" w:rsidRDefault="00556292" w:rsidP="00F570E7">
      <w:r w:rsidRPr="00853B02">
        <w:t>Při použití operace</w:t>
      </w:r>
      <w:r w:rsidR="00141E1A" w:rsidRPr="00853B02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ECB</m:t>
                  </m:r>
                </m:e>
              </m:mr>
              <m:mr>
                <m:e>
                  <m:r>
                    <m:rPr>
                      <m:nor/>
                    </m:rPr>
                    <m:t>CBC</m:t>
                  </m:r>
                </m:e>
              </m:mr>
            </m:m>
          </m:e>
        </m:d>
      </m:oMath>
      <w:r w:rsidR="00141E1A" w:rsidRPr="00853B02">
        <w:t xml:space="preserve"> </w:t>
      </w:r>
      <w:r w:rsidRPr="00853B02">
        <w:t xml:space="preserve">je </w:t>
      </w:r>
      <w:r w:rsidR="0080328F" w:rsidRPr="00853B02">
        <w:t xml:space="preserve">vystavena strukturální informace holého </w:t>
      </w:r>
      <w:r w:rsidR="00141E1A" w:rsidRPr="00853B02">
        <w:t>text</w:t>
      </w:r>
      <w:r w:rsidR="0080328F" w:rsidRPr="00853B02">
        <w:t>u</w:t>
      </w:r>
      <w:r w:rsidR="00141E1A" w:rsidRPr="00853B02">
        <w:t>.</w:t>
      </w:r>
    </w:p>
    <w:p w:rsidR="00141E1A" w:rsidRPr="00853B02" w:rsidRDefault="00141E1A" w:rsidP="00F570E7"/>
    <w:p w:rsidR="009E2CBD" w:rsidRPr="00853B02" w:rsidRDefault="009E2CBD" w:rsidP="00F570E7"/>
    <w:p w:rsidR="00141E1A" w:rsidRPr="00853B02" w:rsidRDefault="0080328F" w:rsidP="00F570E7">
      <w:r w:rsidRPr="00853B02">
        <w:t xml:space="preserve">Při použití druhu provozu </w:t>
      </w:r>
      <w:r w:rsidR="00141E1A" w:rsidRPr="00853B02">
        <w:t xml:space="preserve">CBC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je</m:t>
                  </m:r>
                </m:e>
              </m:mr>
              <m:mr>
                <m:e>
                  <m:r>
                    <m:rPr>
                      <m:nor/>
                    </m:rPr>
                    <m:t>není</m:t>
                  </m:r>
                </m:e>
              </m:mr>
            </m:m>
          </m:e>
        </m:d>
      </m:oMath>
      <w:r w:rsidR="00141E1A" w:rsidRPr="00853B02">
        <w:t xml:space="preserve"> </w:t>
      </w:r>
      <w:r w:rsidRPr="00853B02">
        <w:t>chyba šíření omezena</w:t>
      </w:r>
      <w:r w:rsidR="00791E03" w:rsidRPr="00853B02">
        <w:t>.</w:t>
      </w:r>
    </w:p>
    <w:p w:rsidR="009E2CBD" w:rsidRPr="00853B02" w:rsidRDefault="009E2CBD" w:rsidP="00F570E7"/>
    <w:p w:rsidR="00141E1A" w:rsidRPr="00853B02" w:rsidRDefault="00141E1A" w:rsidP="00F570E7"/>
    <w:p w:rsidR="00141E1A" w:rsidRPr="00853B02" w:rsidRDefault="0080328F" w:rsidP="00F570E7">
      <w:r w:rsidRPr="00853B02">
        <w:t xml:space="preserve">Nastane-li chyba v šifrovaném textu, tak při použití druhu provozu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m:t>CTR</m:t>
                  </m:r>
                </m:e>
              </m:mr>
            </m:m>
          </m:e>
        </m:d>
      </m:oMath>
      <w:r w:rsidRPr="00853B02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jsou</m:t>
                  </m:r>
                </m:e>
              </m:mr>
              <m:mr>
                <m:e>
                  <m:r>
                    <m:rPr>
                      <m:nor/>
                    </m:rPr>
                    <m:t>nejsou</m:t>
                  </m:r>
                </m:e>
              </m:mr>
            </m:m>
          </m:e>
        </m:d>
      </m:oMath>
      <w:r w:rsidRPr="00853B02">
        <w:t xml:space="preserve"> tyto chyby propagovány i </w:t>
      </w:r>
      <w:r w:rsidR="00DF7782">
        <w:t xml:space="preserve">v </w:t>
      </w:r>
      <w:r w:rsidRPr="00853B02">
        <w:t>obdrženém textu</w:t>
      </w:r>
      <w:r w:rsidR="00141E1A" w:rsidRPr="00853B02">
        <w:t>.</w:t>
      </w:r>
    </w:p>
    <w:p w:rsidR="00141E1A" w:rsidRPr="00853B02" w:rsidRDefault="00141E1A" w:rsidP="00F570E7"/>
    <w:p w:rsidR="007706C9" w:rsidRPr="00853B02" w:rsidRDefault="0080328F" w:rsidP="00F570E7">
      <w:r w:rsidRPr="00853B02">
        <w:t xml:space="preserve">Nastane-li chyba v šifrovaném textu, tak při použití druhu provozu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m:t>CTR</m:t>
                  </m:r>
                </m:e>
              </m:mr>
            </m:m>
          </m:e>
        </m:d>
      </m:oMath>
      <w:r w:rsidR="007706C9" w:rsidRPr="00853B02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jsou</m:t>
                  </m:r>
                </m:e>
              </m:mr>
              <m:mr>
                <m:e>
                  <m:r>
                    <m:rPr>
                      <m:nor/>
                    </m:rPr>
                    <m:t>nejsou</m:t>
                  </m:r>
                </m:e>
              </m:mr>
            </m:m>
          </m:e>
        </m:d>
      </m:oMath>
      <w:r w:rsidR="007706C9" w:rsidRPr="00853B02">
        <w:t xml:space="preserve"> </w:t>
      </w:r>
      <w:r w:rsidRPr="00853B02">
        <w:t xml:space="preserve">tyto chyby propagovány i </w:t>
      </w:r>
      <w:r w:rsidR="00DF7782">
        <w:t xml:space="preserve">v </w:t>
      </w:r>
      <w:r w:rsidRPr="00853B02">
        <w:t>obdrženém textu.</w:t>
      </w:r>
    </w:p>
    <w:p w:rsidR="007706C9" w:rsidRPr="00853B02" w:rsidRDefault="007706C9" w:rsidP="00F570E7"/>
    <w:p w:rsidR="007706C9" w:rsidRPr="00853B02" w:rsidRDefault="0080328F" w:rsidP="00F570E7">
      <w:r w:rsidRPr="00853B02">
        <w:t xml:space="preserve">Nastane-li chyba v šifrovaném textu, tak při použití druhu provozu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m:t>CTR</m:t>
                  </m:r>
                </m:e>
              </m:mr>
            </m:m>
          </m:e>
        </m:d>
      </m:oMath>
      <w:r w:rsidR="007706C9" w:rsidRPr="00853B02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jsou</m:t>
                  </m:r>
                </m:e>
              </m:mr>
              <m:mr>
                <m:e>
                  <m:r>
                    <m:rPr>
                      <m:nor/>
                    </m:rPr>
                    <m:t>nejsou</m:t>
                  </m:r>
                </m:e>
              </m:mr>
            </m:m>
          </m:e>
        </m:d>
      </m:oMath>
      <w:r w:rsidRPr="00853B02">
        <w:t xml:space="preserve"> tyto chyby propagovány i </w:t>
      </w:r>
      <w:r w:rsidR="0090393B">
        <w:t xml:space="preserve">v </w:t>
      </w:r>
      <w:r w:rsidRPr="00853B02">
        <w:t>obdrženém textu.</w:t>
      </w:r>
    </w:p>
    <w:p w:rsidR="001922A0" w:rsidRPr="00853B02" w:rsidRDefault="001922A0" w:rsidP="001922A0"/>
    <w:p w:rsidR="00791E03" w:rsidRPr="00853B02" w:rsidRDefault="00791E03">
      <w:pPr>
        <w:rPr>
          <w:b/>
        </w:rPr>
      </w:pPr>
      <w:r w:rsidRPr="00853B02">
        <w:br w:type="page"/>
      </w:r>
    </w:p>
    <w:p w:rsidR="001922A0" w:rsidRPr="00853B02" w:rsidRDefault="00C609DD" w:rsidP="00F570E7">
      <w:pPr>
        <w:pStyle w:val="eTask"/>
        <w:rPr>
          <w:lang w:val="cs-CZ"/>
        </w:rPr>
      </w:pPr>
      <w:r w:rsidRPr="00853B02">
        <w:rPr>
          <w:lang w:val="cs-CZ"/>
        </w:rPr>
        <w:lastRenderedPageBreak/>
        <w:t>Přiřaď termíny z levého sloupce odpovídajícím definicím umístěným vpravo</w:t>
      </w:r>
      <w:r w:rsidR="00141E1A" w:rsidRPr="00853B02">
        <w:rPr>
          <w:lang w:val="cs-CZ"/>
        </w:rPr>
        <w:t>.</w:t>
      </w:r>
    </w:p>
    <w:p w:rsidR="00141E1A" w:rsidRPr="00853B02" w:rsidRDefault="00141E1A" w:rsidP="00F570E7"/>
    <w:p w:rsidR="00141E1A" w:rsidRPr="00853B02" w:rsidRDefault="00141E1A" w:rsidP="00F570E7"/>
    <w:p w:rsidR="00141E1A" w:rsidRPr="00853B02" w:rsidRDefault="00FD1B78" w:rsidP="00F570E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" o:spid="_x0000_s1026" type="#_x0000_t202" style="position:absolute;margin-left:221.4pt;margin-top:7.15pt;width:208.45pt;height:51.3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">
            <v:textbox>
              <w:txbxContent>
                <w:p w:rsidR="00791E03" w:rsidRPr="00C7534D" w:rsidRDefault="0002181B" w:rsidP="00F570E7">
                  <w:r w:rsidRPr="00C7534D">
                    <w:rPr>
                      <w:color w:val="000000" w:themeColor="text1"/>
                      <w:kern w:val="24"/>
                    </w:rPr>
                    <w:t xml:space="preserve">používá </w:t>
                  </w:r>
                  <w:r w:rsidR="00AE1700" w:rsidRPr="00C7534D">
                    <w:rPr>
                      <w:color w:val="000000" w:themeColor="text1"/>
                      <w:kern w:val="24"/>
                    </w:rPr>
                    <w:t>pseudonáhodný</w:t>
                  </w:r>
                  <w:r w:rsidRPr="00C7534D">
                    <w:rPr>
                      <w:color w:val="000000" w:themeColor="text1"/>
                      <w:kern w:val="24"/>
                    </w:rPr>
                    <w:t xml:space="preserve"> klíč generovaný nezávisle na otevřeném i šifrovaném textu</w:t>
                  </w:r>
                </w:p>
                <w:p w:rsidR="00791E03" w:rsidRPr="00C7534D" w:rsidRDefault="00791E03" w:rsidP="00F570E7"/>
              </w:txbxContent>
            </v:textbox>
          </v:shape>
        </w:pict>
      </w:r>
      <w:r>
        <w:rPr>
          <w:noProof/>
        </w:rPr>
        <w:pict>
          <v:shape id="Text Box 18" o:spid="_x0000_s1027" type="#_x0000_t202" style="position:absolute;margin-left:6.8pt;margin-top:7.15pt;width:150.85pt;height:35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">
            <v:textbox>
              <w:txbxContent>
                <w:p w:rsidR="00791E03" w:rsidRPr="00C7534D" w:rsidRDefault="00556292" w:rsidP="001A78BD">
                  <w:pPr>
                    <w:jc w:val="center"/>
                  </w:pPr>
                  <w:r w:rsidRPr="00C7534D">
                    <w:rPr>
                      <w:color w:val="000000" w:themeColor="text1"/>
                      <w:kern w:val="24"/>
                    </w:rPr>
                    <w:t>K</w:t>
                  </w:r>
                  <w:r w:rsidR="00791E03" w:rsidRPr="00C7534D">
                    <w:rPr>
                      <w:color w:val="000000" w:themeColor="text1"/>
                      <w:kern w:val="24"/>
                    </w:rPr>
                    <w:t>ryptogra</w:t>
                  </w:r>
                  <w:r w:rsidRPr="00C7534D">
                    <w:rPr>
                      <w:color w:val="000000" w:themeColor="text1"/>
                      <w:kern w:val="24"/>
                    </w:rPr>
                    <w:t>fie symetrického klíče</w:t>
                  </w:r>
                </w:p>
                <w:p w:rsidR="00791E03" w:rsidRPr="00C7534D" w:rsidRDefault="00791E03" w:rsidP="001A78BD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Text Box 26" o:spid="_x0000_s1028" type="#_x0000_t202" style="position:absolute;margin-left:221.4pt;margin-top:84.15pt;width:208.45pt;height:51.3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">
            <v:textbox>
              <w:txbxContent>
                <w:p w:rsidR="00791E03" w:rsidRPr="00C7534D" w:rsidRDefault="00556292" w:rsidP="00F570E7">
                  <w:r w:rsidRPr="00C7534D">
                    <w:rPr>
                      <w:color w:val="000000" w:themeColor="text1"/>
                      <w:kern w:val="24"/>
                    </w:rPr>
                    <w:t xml:space="preserve">používá algoritmus </w:t>
                  </w:r>
                  <w:r w:rsidR="00C7534D" w:rsidRPr="00C7534D">
                    <w:rPr>
                      <w:color w:val="000000" w:themeColor="text1"/>
                      <w:kern w:val="24"/>
                    </w:rPr>
                    <w:t>symetrického</w:t>
                  </w:r>
                  <w:r w:rsidRPr="00C7534D">
                    <w:rPr>
                      <w:color w:val="000000" w:themeColor="text1"/>
                      <w:kern w:val="24"/>
                    </w:rPr>
                    <w:t xml:space="preserve"> nebo veřejného klíče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9" o:spid="_x0000_s1029" type="#_x0000_t202" style="position:absolute;margin-left:6.8pt;margin-top:87.2pt;width:150.85pt;height:35.7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">
            <v:textbox>
              <w:txbxContent>
                <w:p w:rsidR="00791E03" w:rsidRPr="00C7534D" w:rsidRDefault="00556292" w:rsidP="001A78BD">
                  <w:pPr>
                    <w:jc w:val="center"/>
                  </w:pPr>
                  <w:r w:rsidRPr="00C7534D">
                    <w:rPr>
                      <w:color w:val="000000" w:themeColor="text1"/>
                      <w:kern w:val="24"/>
                    </w:rPr>
                    <w:t xml:space="preserve">Proudová šifra 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0" o:spid="_x0000_s1030" type="#_x0000_t202" style="position:absolute;margin-left:6.8pt;margin-top:166.15pt;width:150.85pt;height:35.7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">
            <v:textbox>
              <w:txbxContent>
                <w:p w:rsidR="00791E03" w:rsidRPr="00C7534D" w:rsidRDefault="00556292" w:rsidP="001A78BD">
                  <w:pPr>
                    <w:jc w:val="center"/>
                  </w:pPr>
                  <w:r w:rsidRPr="00C7534D">
                    <w:rPr>
                      <w:color w:val="000000" w:themeColor="text1"/>
                      <w:kern w:val="24"/>
                    </w:rPr>
                    <w:t>Proudová šifra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7" o:spid="_x0000_s1031" type="#_x0000_t202" style="position:absolute;margin-left:221.4pt;margin-top:160.7pt;width:208.45pt;height:51.3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">
            <v:textbox>
              <w:txbxContent>
                <w:p w:rsidR="00791E03" w:rsidRPr="00C7534D" w:rsidRDefault="00556292" w:rsidP="00556292">
                  <w:r w:rsidRPr="00C7534D">
                    <w:rPr>
                      <w:color w:val="000000" w:themeColor="text1"/>
                      <w:kern w:val="24"/>
                    </w:rPr>
                    <w:t xml:space="preserve">nabízí samostatně </w:t>
                  </w:r>
                  <w:r w:rsidR="00F7602B" w:rsidRPr="00C7534D">
                    <w:rPr>
                      <w:color w:val="000000" w:themeColor="text1"/>
                      <w:kern w:val="24"/>
                    </w:rPr>
                    <w:t xml:space="preserve">zabezpečení </w:t>
                  </w:r>
                  <w:r w:rsidRPr="00C7534D">
                    <w:rPr>
                      <w:color w:val="000000" w:themeColor="text1"/>
                      <w:kern w:val="24"/>
                    </w:rPr>
                    <w:t>důvěrnost</w:t>
                  </w:r>
                  <w:r w:rsidR="00F7602B" w:rsidRPr="00C7534D">
                    <w:rPr>
                      <w:color w:val="000000" w:themeColor="text1"/>
                      <w:kern w:val="24"/>
                    </w:rPr>
                    <w:t>i</w:t>
                  </w:r>
                  <w:r w:rsidRPr="00C7534D">
                    <w:rPr>
                      <w:color w:val="000000" w:themeColor="text1"/>
                      <w:kern w:val="24"/>
                    </w:rPr>
                    <w:t xml:space="preserve"> nebo </w:t>
                  </w:r>
                  <w:r w:rsidR="00F7602B" w:rsidRPr="00C7534D">
                    <w:rPr>
                      <w:color w:val="000000" w:themeColor="text1"/>
                      <w:kern w:val="24"/>
                    </w:rPr>
                    <w:t>autentifikaci zdroje</w:t>
                  </w:r>
                  <w:r w:rsidR="00791E03" w:rsidRPr="00C7534D">
                    <w:rPr>
                      <w:color w:val="000000" w:themeColor="text1"/>
                      <w:kern w:val="2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8" o:spid="_x0000_s1032" type="#_x0000_t202" style="position:absolute;margin-left:221.4pt;margin-top:233.2pt;width:208.45pt;height:51.3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">
            <v:textbox>
              <w:txbxContent>
                <w:p w:rsidR="00791E03" w:rsidRPr="00C7534D" w:rsidRDefault="00556292" w:rsidP="00791E03">
                  <w:r w:rsidRPr="00C7534D">
                    <w:rPr>
                      <w:color w:val="000000" w:themeColor="text1"/>
                      <w:kern w:val="24"/>
                    </w:rPr>
                    <w:t>používá vždy algoritmus symetrického klíče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9" o:spid="_x0000_s1033" type="#_x0000_t202" style="position:absolute;margin-left:221.4pt;margin-top:308.95pt;width:208.45pt;height:51.3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">
            <v:textbox>
              <w:txbxContent>
                <w:p w:rsidR="00791E03" w:rsidRPr="00C7534D" w:rsidRDefault="0002181B" w:rsidP="00791E03">
                  <w:r w:rsidRPr="00C7534D">
                    <w:rPr>
                      <w:color w:val="000000" w:themeColor="text1"/>
                      <w:kern w:val="24"/>
                    </w:rPr>
                    <w:t xml:space="preserve">používá </w:t>
                  </w:r>
                  <w:r w:rsidR="00C7534D" w:rsidRPr="00C7534D">
                    <w:rPr>
                      <w:color w:val="000000" w:themeColor="text1"/>
                      <w:kern w:val="24"/>
                    </w:rPr>
                    <w:t>pseudonáhodný</w:t>
                  </w:r>
                  <w:r w:rsidRPr="00C7534D">
                    <w:rPr>
                      <w:color w:val="000000" w:themeColor="text1"/>
                      <w:kern w:val="24"/>
                    </w:rPr>
                    <w:t xml:space="preserve"> klíč, který nezávisí na šifrovaném textu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0" o:spid="_x0000_s1034" type="#_x0000_t202" style="position:absolute;margin-left:221.4pt;margin-top:380.95pt;width:208.45pt;height:51.3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">
            <v:textbox>
              <w:txbxContent>
                <w:p w:rsidR="00791E03" w:rsidRPr="00C7534D" w:rsidRDefault="00F7602B" w:rsidP="00791E03">
                  <w:r w:rsidRPr="00C7534D">
                    <w:t xml:space="preserve">pracuje s časově proměnnou transformací </w:t>
                  </w:r>
                  <w:r w:rsidR="00AE1700" w:rsidRPr="00C7534D">
                    <w:t>jednotlivých znaků</w:t>
                  </w:r>
                  <w:r w:rsidRPr="00C7534D">
                    <w:t xml:space="preserve"> otevřeného textu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1" o:spid="_x0000_s1035" type="#_x0000_t202" style="position:absolute;margin-left:6.8pt;margin-top:240.05pt;width:150.85pt;height:35.7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">
            <v:textbox>
              <w:txbxContent>
                <w:p w:rsidR="00791E03" w:rsidRPr="00C7534D" w:rsidRDefault="00791E03" w:rsidP="001A78BD">
                  <w:pPr>
                    <w:jc w:val="center"/>
                  </w:pPr>
                  <w:r w:rsidRPr="00C7534D">
                    <w:rPr>
                      <w:color w:val="000000" w:themeColor="text1"/>
                      <w:kern w:val="24"/>
                    </w:rPr>
                    <w:t>B</w:t>
                  </w:r>
                  <w:r w:rsidR="00556292" w:rsidRPr="00C7534D">
                    <w:rPr>
                      <w:color w:val="000000" w:themeColor="text1"/>
                      <w:kern w:val="24"/>
                    </w:rPr>
                    <w:t>lo</w:t>
                  </w:r>
                  <w:r w:rsidRPr="00C7534D">
                    <w:rPr>
                      <w:color w:val="000000" w:themeColor="text1"/>
                      <w:kern w:val="24"/>
                    </w:rPr>
                    <w:t>k</w:t>
                  </w:r>
                  <w:r w:rsidR="00556292" w:rsidRPr="00C7534D">
                    <w:rPr>
                      <w:color w:val="000000" w:themeColor="text1"/>
                      <w:kern w:val="24"/>
                    </w:rPr>
                    <w:t>ová šifra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2" o:spid="_x0000_s1036" type="#_x0000_t202" style="position:absolute;margin-left:6.8pt;margin-top:314.55pt;width:150.85pt;height:35.7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">
            <v:textbox>
              <w:txbxContent>
                <w:p w:rsidR="00791E03" w:rsidRPr="00C7534D" w:rsidRDefault="00C7534D" w:rsidP="001A78BD">
                  <w:pPr>
                    <w:jc w:val="center"/>
                  </w:pPr>
                  <w:r w:rsidRPr="00C7534D">
                    <w:rPr>
                      <w:color w:val="000000" w:themeColor="text1"/>
                      <w:kern w:val="24"/>
                    </w:rPr>
                    <w:t>Samo synchronizující</w:t>
                  </w:r>
                  <w:r w:rsidR="00556292" w:rsidRPr="00C7534D">
                    <w:rPr>
                      <w:color w:val="000000" w:themeColor="text1"/>
                      <w:kern w:val="24"/>
                    </w:rPr>
                    <w:t xml:space="preserve"> se</w:t>
                  </w:r>
                  <w:r w:rsidR="00791E03" w:rsidRPr="00C7534D">
                    <w:rPr>
                      <w:color w:val="000000" w:themeColor="text1"/>
                      <w:kern w:val="24"/>
                    </w:rPr>
                    <w:t xml:space="preserve"> </w:t>
                  </w:r>
                  <w:r w:rsidR="00556292" w:rsidRPr="00C7534D">
                    <w:rPr>
                      <w:color w:val="000000" w:themeColor="text1"/>
                      <w:kern w:val="24"/>
                    </w:rPr>
                    <w:t>proudová</w:t>
                  </w:r>
                  <w:r w:rsidR="00791E03" w:rsidRPr="00C7534D">
                    <w:rPr>
                      <w:color w:val="000000" w:themeColor="text1"/>
                      <w:kern w:val="24"/>
                    </w:rPr>
                    <w:t xml:space="preserve"> </w:t>
                  </w:r>
                  <w:r w:rsidR="00556292" w:rsidRPr="00C7534D">
                    <w:rPr>
                      <w:color w:val="000000" w:themeColor="text1"/>
                      <w:kern w:val="24"/>
                    </w:rPr>
                    <w:t>šifra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4" o:spid="_x0000_s1037" type="#_x0000_t202" style="position:absolute;margin-left:6.8pt;margin-top:469.8pt;width:150.85pt;height:35.7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">
            <v:textbox>
              <w:txbxContent>
                <w:p w:rsidR="00791E03" w:rsidRPr="00C7534D" w:rsidRDefault="00556292" w:rsidP="001A78BD">
                  <w:pPr>
                    <w:jc w:val="center"/>
                  </w:pPr>
                  <w:r w:rsidRPr="00C7534D">
                    <w:rPr>
                      <w:color w:val="000000" w:themeColor="text1"/>
                      <w:kern w:val="24"/>
                    </w:rPr>
                    <w:t>K</w:t>
                  </w:r>
                  <w:r w:rsidR="00791E03" w:rsidRPr="00C7534D">
                    <w:rPr>
                      <w:color w:val="000000" w:themeColor="text1"/>
                      <w:kern w:val="24"/>
                    </w:rPr>
                    <w:t>ryptogra</w:t>
                  </w:r>
                  <w:r w:rsidRPr="00C7534D">
                    <w:rPr>
                      <w:color w:val="000000" w:themeColor="text1"/>
                      <w:kern w:val="24"/>
                    </w:rPr>
                    <w:t>fie veřejného klíče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1" o:spid="_x0000_s1038" type="#_x0000_t202" style="position:absolute;margin-left:221.4pt;margin-top:454.2pt;width:208.45pt;height:51.3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">
            <v:textbox>
              <w:txbxContent>
                <w:p w:rsidR="00791E03" w:rsidRPr="00C7534D" w:rsidRDefault="00F7602B" w:rsidP="00F570E7">
                  <w:r w:rsidRPr="00C7534D">
                    <w:rPr>
                      <w:color w:val="000000" w:themeColor="text1"/>
                      <w:kern w:val="24"/>
                    </w:rPr>
                    <w:t>nabízí současně zabezpečení důvěrnosti nebo autentifikaci zdroje</w:t>
                  </w:r>
                </w:p>
              </w:txbxContent>
            </v:textbox>
          </v:shape>
        </w:pict>
      </w:r>
    </w:p>
    <w:p w:rsidR="00141E1A" w:rsidRPr="00853B02" w:rsidRDefault="00141E1A" w:rsidP="00F570E7"/>
    <w:p w:rsidR="00141E1A" w:rsidRPr="00853B02" w:rsidRDefault="00141E1A" w:rsidP="00F570E7"/>
    <w:p w:rsidR="00141E1A" w:rsidRPr="00853B02" w:rsidRDefault="00141E1A" w:rsidP="00F570E7"/>
    <w:p w:rsidR="001922A0" w:rsidRPr="00853B02" w:rsidRDefault="001922A0" w:rsidP="00F570E7"/>
    <w:p w:rsidR="00EB6B74" w:rsidRPr="00853B02" w:rsidRDefault="00EB6B74" w:rsidP="00FB201E"/>
    <w:p w:rsidR="00EB6B74" w:rsidRPr="00853B02" w:rsidRDefault="00EB6B74" w:rsidP="00EB6B74">
      <w:pPr>
        <w:rPr>
          <w:noProof/>
          <w:lang w:eastAsia="sk-SK"/>
        </w:rPr>
      </w:pPr>
    </w:p>
    <w:p w:rsidR="00BF038C" w:rsidRPr="00853B02" w:rsidRDefault="00BF038C" w:rsidP="001922A0"/>
    <w:p w:rsidR="00BF038C" w:rsidRPr="00853B02" w:rsidRDefault="00BF038C" w:rsidP="001922A0"/>
    <w:p w:rsidR="00BF038C" w:rsidRPr="00853B02" w:rsidRDefault="00BF038C" w:rsidP="001922A0"/>
    <w:p w:rsidR="00BF038C" w:rsidRPr="00853B02" w:rsidRDefault="00BF038C" w:rsidP="001922A0"/>
    <w:p w:rsidR="00BF038C" w:rsidRPr="00853B02" w:rsidRDefault="00BF038C" w:rsidP="001922A0"/>
    <w:p w:rsidR="00BF038C" w:rsidRPr="00853B02" w:rsidRDefault="00BF038C" w:rsidP="001922A0"/>
    <w:p w:rsidR="00BF038C" w:rsidRPr="00853B02" w:rsidRDefault="00BF038C" w:rsidP="001922A0"/>
    <w:p w:rsidR="00BF038C" w:rsidRPr="00853B02" w:rsidRDefault="00BF038C" w:rsidP="001922A0"/>
    <w:p w:rsidR="00BF038C" w:rsidRPr="00853B02" w:rsidRDefault="00BF038C" w:rsidP="001922A0"/>
    <w:p w:rsidR="00BF038C" w:rsidRPr="00853B02" w:rsidRDefault="00BF038C" w:rsidP="001922A0"/>
    <w:p w:rsidR="00BF038C" w:rsidRPr="00853B02" w:rsidRDefault="00BF038C" w:rsidP="001922A0"/>
    <w:p w:rsidR="00BF038C" w:rsidRPr="00853B02" w:rsidRDefault="00BF038C" w:rsidP="001922A0"/>
    <w:p w:rsidR="00BF038C" w:rsidRPr="00853B02" w:rsidRDefault="00BF038C" w:rsidP="001922A0"/>
    <w:p w:rsidR="00BF038C" w:rsidRPr="00853B02" w:rsidRDefault="00BF038C" w:rsidP="001922A0"/>
    <w:p w:rsidR="00BF038C" w:rsidRPr="00853B02" w:rsidRDefault="00BF038C" w:rsidP="001922A0"/>
    <w:p w:rsidR="00BF038C" w:rsidRPr="00853B02" w:rsidRDefault="00BF038C" w:rsidP="001922A0"/>
    <w:p w:rsidR="00791E03" w:rsidRPr="00853B02" w:rsidRDefault="00FD1B78">
      <w:pPr>
        <w:rPr>
          <w:b/>
        </w:rPr>
      </w:pPr>
      <w:r>
        <w:rPr>
          <w:noProof/>
        </w:rPr>
        <w:pict>
          <v:shape id="Text Box 23" o:spid="_x0000_s1039" type="#_x0000_t202" style="position:absolute;margin-left:6.8pt;margin-top:69.8pt;width:150.85pt;height:35.7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">
            <v:textbox>
              <w:txbxContent>
                <w:p w:rsidR="00791E03" w:rsidRPr="00C7534D" w:rsidRDefault="00791E03" w:rsidP="001A78BD">
                  <w:pPr>
                    <w:jc w:val="center"/>
                  </w:pPr>
                  <w:r w:rsidRPr="00C7534D">
                    <w:rPr>
                      <w:color w:val="000000" w:themeColor="text1"/>
                      <w:kern w:val="24"/>
                    </w:rPr>
                    <w:t>Synchron</w:t>
                  </w:r>
                  <w:r w:rsidR="00556292" w:rsidRPr="00C7534D">
                    <w:rPr>
                      <w:color w:val="000000" w:themeColor="text1"/>
                      <w:kern w:val="24"/>
                    </w:rPr>
                    <w:t>ní</w:t>
                  </w:r>
                  <w:r w:rsidRPr="00C7534D">
                    <w:rPr>
                      <w:color w:val="000000" w:themeColor="text1"/>
                      <w:kern w:val="24"/>
                    </w:rPr>
                    <w:t xml:space="preserve"> </w:t>
                  </w:r>
                  <w:r w:rsidR="00556292" w:rsidRPr="00C7534D">
                    <w:rPr>
                      <w:color w:val="000000" w:themeColor="text1"/>
                      <w:kern w:val="24"/>
                    </w:rPr>
                    <w:t>proudová šifra</w:t>
                  </w:r>
                </w:p>
              </w:txbxContent>
            </v:textbox>
          </v:shape>
        </w:pict>
      </w:r>
      <w:r w:rsidR="00791E03" w:rsidRPr="00853B02">
        <w:br w:type="page"/>
      </w:r>
    </w:p>
    <w:p w:rsidR="00C148FD" w:rsidRPr="00853B02" w:rsidRDefault="00C609DD" w:rsidP="00F570E7">
      <w:pPr>
        <w:pStyle w:val="eTask"/>
        <w:rPr>
          <w:lang w:val="cs-CZ"/>
        </w:rPr>
      </w:pPr>
      <w:r w:rsidRPr="00853B02">
        <w:rPr>
          <w:lang w:val="cs-CZ"/>
        </w:rPr>
        <w:lastRenderedPageBreak/>
        <w:t>Označ pravdiv</w:t>
      </w:r>
      <w:r w:rsidR="00EC0E50" w:rsidRPr="00853B02">
        <w:rPr>
          <w:lang w:val="cs-CZ"/>
        </w:rPr>
        <w:t>á</w:t>
      </w:r>
      <w:r w:rsidRPr="00853B02">
        <w:rPr>
          <w:lang w:val="cs-CZ"/>
        </w:rPr>
        <w:t xml:space="preserve"> tvrzení</w:t>
      </w:r>
      <w:r w:rsidR="00BF038C" w:rsidRPr="00853B02">
        <w:rPr>
          <w:lang w:val="cs-CZ"/>
        </w:rPr>
        <w:t xml:space="preserve">. </w:t>
      </w:r>
    </w:p>
    <w:p w:rsidR="001922A0" w:rsidRPr="00853B02" w:rsidRDefault="001922A0" w:rsidP="002B41A8"/>
    <w:p w:rsidR="001922A0" w:rsidRPr="00853B02" w:rsidRDefault="00C148FD" w:rsidP="00882BE0">
      <w:pPr>
        <w:pStyle w:val="eCheckBoxText"/>
      </w:pPr>
      <w:r w:rsidRPr="00853B02">
        <w:rPr>
          <w:rStyle w:val="eCheckBoxSquareChar"/>
        </w:rPr>
        <w:t>□</w:t>
      </w:r>
      <w:r w:rsidRPr="00853B02">
        <w:rPr>
          <w:szCs w:val="40"/>
        </w:rPr>
        <w:tab/>
      </w:r>
      <w:r w:rsidR="00EC0E50" w:rsidRPr="00853B02">
        <w:rPr>
          <w:szCs w:val="40"/>
        </w:rPr>
        <w:t>Digitální podpis závis</w:t>
      </w:r>
      <w:r w:rsidR="007647F2" w:rsidRPr="00853B02">
        <w:rPr>
          <w:szCs w:val="40"/>
        </w:rPr>
        <w:t>í</w:t>
      </w:r>
      <w:r w:rsidR="00EC0E50" w:rsidRPr="00853B02">
        <w:rPr>
          <w:szCs w:val="40"/>
        </w:rPr>
        <w:t xml:space="preserve"> </w:t>
      </w:r>
      <w:r w:rsidR="007647F2" w:rsidRPr="00853B02">
        <w:rPr>
          <w:szCs w:val="40"/>
        </w:rPr>
        <w:t>pouze na autorovi, ne</w:t>
      </w:r>
      <w:r w:rsidR="00EC0E50" w:rsidRPr="00853B02">
        <w:rPr>
          <w:szCs w:val="40"/>
        </w:rPr>
        <w:t>závis</w:t>
      </w:r>
      <w:r w:rsidR="007647F2" w:rsidRPr="00853B02">
        <w:rPr>
          <w:szCs w:val="40"/>
        </w:rPr>
        <w:t>í</w:t>
      </w:r>
      <w:r w:rsidR="00EC0E50" w:rsidRPr="00853B02">
        <w:rPr>
          <w:szCs w:val="40"/>
        </w:rPr>
        <w:t xml:space="preserve"> na zprávě.</w:t>
      </w:r>
    </w:p>
    <w:p w:rsidR="007C2A3B" w:rsidRPr="00853B02" w:rsidRDefault="00853B02" w:rsidP="007C2A3B">
      <w:pPr>
        <w:pStyle w:val="eCheckBoxText"/>
      </w:pPr>
      <w:r w:rsidRPr="00853B02">
        <w:rPr>
          <w:rStyle w:val="eCheckBoxSquareChar"/>
        </w:rPr>
        <w:t>□</w:t>
      </w:r>
      <w:r w:rsidR="007C2A3B" w:rsidRPr="00853B02">
        <w:rPr>
          <w:szCs w:val="40"/>
        </w:rPr>
        <w:tab/>
      </w:r>
      <w:r w:rsidR="00EC0E50" w:rsidRPr="00853B02">
        <w:rPr>
          <w:szCs w:val="40"/>
        </w:rPr>
        <w:t xml:space="preserve">Digitální podpis musí použít nějaké </w:t>
      </w:r>
      <w:r w:rsidR="007647F2" w:rsidRPr="00853B02">
        <w:rPr>
          <w:szCs w:val="40"/>
        </w:rPr>
        <w:t xml:space="preserve">jedinečné </w:t>
      </w:r>
      <w:r w:rsidR="00EC0E50" w:rsidRPr="00853B02">
        <w:rPr>
          <w:szCs w:val="40"/>
        </w:rPr>
        <w:t xml:space="preserve">informace </w:t>
      </w:r>
      <w:r w:rsidR="007647F2" w:rsidRPr="00853B02">
        <w:rPr>
          <w:szCs w:val="40"/>
        </w:rPr>
        <w:t xml:space="preserve">pro </w:t>
      </w:r>
      <w:r w:rsidR="00AE1700" w:rsidRPr="00853B02">
        <w:rPr>
          <w:szCs w:val="40"/>
        </w:rPr>
        <w:t>odesílatele</w:t>
      </w:r>
      <w:r w:rsidR="007647F2" w:rsidRPr="00853B02">
        <w:rPr>
          <w:szCs w:val="40"/>
        </w:rPr>
        <w:t xml:space="preserve">, aby se </w:t>
      </w:r>
      <w:r w:rsidR="007647F2" w:rsidRPr="00853B02">
        <w:t>předešlo padělání a odmítnutí.</w:t>
      </w:r>
    </w:p>
    <w:p w:rsidR="007C2A3B" w:rsidRPr="00853B02" w:rsidRDefault="00853B02" w:rsidP="007C2A3B">
      <w:pPr>
        <w:pStyle w:val="eCheckBoxText"/>
      </w:pPr>
      <w:r w:rsidRPr="00853B02">
        <w:rPr>
          <w:rStyle w:val="eCheckBoxSquareChar"/>
        </w:rPr>
        <w:t>□</w:t>
      </w:r>
      <w:r w:rsidR="007C2A3B" w:rsidRPr="00853B02">
        <w:rPr>
          <w:szCs w:val="40"/>
        </w:rPr>
        <w:tab/>
      </w:r>
      <w:r w:rsidR="007647F2" w:rsidRPr="00853B02">
        <w:rPr>
          <w:szCs w:val="40"/>
        </w:rPr>
        <w:t>Výstup hash funkce má pevnou délku.</w:t>
      </w:r>
    </w:p>
    <w:p w:rsidR="007C2A3B" w:rsidRPr="00853B02" w:rsidRDefault="007C2A3B" w:rsidP="007C2A3B">
      <w:pPr>
        <w:pStyle w:val="eCheckBoxText"/>
      </w:pPr>
      <w:r w:rsidRPr="00853B02">
        <w:rPr>
          <w:rStyle w:val="eCheckBoxSquareChar"/>
        </w:rPr>
        <w:t>□</w:t>
      </w:r>
      <w:r w:rsidRPr="00853B02">
        <w:rPr>
          <w:szCs w:val="40"/>
        </w:rPr>
        <w:tab/>
      </w:r>
      <w:r w:rsidR="007647F2" w:rsidRPr="00853B02">
        <w:rPr>
          <w:szCs w:val="40"/>
        </w:rPr>
        <w:t>Ze zprávy je jednoduché určit její hash a naopak.</w:t>
      </w:r>
    </w:p>
    <w:p w:rsidR="007C2A3B" w:rsidRPr="00853B02" w:rsidRDefault="00853B02" w:rsidP="007C2A3B">
      <w:pPr>
        <w:pStyle w:val="eCheckBoxText"/>
      </w:pPr>
      <w:r w:rsidRPr="00853B02">
        <w:rPr>
          <w:rStyle w:val="eCheckBoxSquareChar"/>
        </w:rPr>
        <w:t>□</w:t>
      </w:r>
      <w:r w:rsidR="007C2A3B" w:rsidRPr="00853B02">
        <w:rPr>
          <w:szCs w:val="40"/>
        </w:rPr>
        <w:tab/>
      </w:r>
      <w:r w:rsidR="007647F2" w:rsidRPr="00853B02">
        <w:rPr>
          <w:szCs w:val="40"/>
        </w:rPr>
        <w:t xml:space="preserve">Je výpočetně neproveditelné nalézt dvě různé zprávy, jejichž </w:t>
      </w:r>
      <w:r w:rsidR="00556292" w:rsidRPr="00853B02">
        <w:rPr>
          <w:szCs w:val="40"/>
        </w:rPr>
        <w:t xml:space="preserve">otisk </w:t>
      </w:r>
      <w:r w:rsidR="007647F2" w:rsidRPr="00853B02">
        <w:rPr>
          <w:szCs w:val="40"/>
        </w:rPr>
        <w:t>je stejný.</w:t>
      </w:r>
    </w:p>
    <w:p w:rsidR="007C2A3B" w:rsidRPr="00853B02" w:rsidRDefault="007C2A3B" w:rsidP="007C2A3B">
      <w:pPr>
        <w:pStyle w:val="eCheckBoxText"/>
      </w:pPr>
      <w:r w:rsidRPr="00853B02">
        <w:rPr>
          <w:rStyle w:val="eCheckBoxSquareChar"/>
        </w:rPr>
        <w:t>□</w:t>
      </w:r>
      <w:r w:rsidRPr="00853B02">
        <w:rPr>
          <w:szCs w:val="40"/>
        </w:rPr>
        <w:tab/>
      </w:r>
      <w:r w:rsidR="007647F2" w:rsidRPr="00853B02">
        <w:rPr>
          <w:szCs w:val="40"/>
        </w:rPr>
        <w:t>Různé zprávy mají vždy různé hodnoty hash</w:t>
      </w:r>
      <w:r w:rsidR="00556292" w:rsidRPr="00853B02">
        <w:rPr>
          <w:szCs w:val="40"/>
        </w:rPr>
        <w:t xml:space="preserve"> funkce</w:t>
      </w:r>
      <w:r w:rsidR="007647F2" w:rsidRPr="00853B02">
        <w:rPr>
          <w:szCs w:val="40"/>
        </w:rPr>
        <w:t>.</w:t>
      </w:r>
    </w:p>
    <w:p w:rsidR="00F570E7" w:rsidRPr="00853B02" w:rsidRDefault="00F570E7" w:rsidP="00F570E7">
      <w:pPr>
        <w:pStyle w:val="eLineBottom"/>
      </w:pPr>
    </w:p>
    <w:p w:rsidR="00F570E7" w:rsidRPr="00853B02" w:rsidRDefault="00F570E7" w:rsidP="007C2A3B">
      <w:pPr>
        <w:pStyle w:val="eCheckBoxText"/>
      </w:pPr>
    </w:p>
    <w:p w:rsidR="00EE4E6D" w:rsidRPr="00853B02" w:rsidRDefault="0090393B" w:rsidP="00F570E7">
      <w:pPr>
        <w:pStyle w:val="eTask"/>
        <w:rPr>
          <w:lang w:val="cs-CZ"/>
        </w:rPr>
      </w:pPr>
      <w:r>
        <w:rPr>
          <w:lang w:val="cs-CZ"/>
        </w:rPr>
        <w:t>Napiš</w:t>
      </w:r>
      <w:r w:rsidRPr="00853B02">
        <w:rPr>
          <w:lang w:val="cs-CZ"/>
        </w:rPr>
        <w:t xml:space="preserve"> </w:t>
      </w:r>
      <w:r w:rsidR="00C609DD" w:rsidRPr="00853B02">
        <w:rPr>
          <w:lang w:val="cs-CZ"/>
        </w:rPr>
        <w:t>následující typy útoků</w:t>
      </w:r>
      <w:bookmarkStart w:id="0" w:name="_GoBack"/>
      <w:r>
        <w:rPr>
          <w:lang w:val="cs-CZ"/>
        </w:rPr>
        <w:t xml:space="preserve"> do tabulky</w:t>
      </w:r>
      <w:bookmarkEnd w:id="0"/>
      <w:r w:rsidR="00C609DD" w:rsidRPr="00853B02">
        <w:rPr>
          <w:lang w:val="cs-CZ"/>
        </w:rPr>
        <w:t xml:space="preserve"> jako aktivní nebo pasivní</w:t>
      </w:r>
      <w:r w:rsidR="000F5EC9" w:rsidRPr="00853B02">
        <w:rPr>
          <w:lang w:val="cs-CZ"/>
        </w:rPr>
        <w:t>.</w:t>
      </w:r>
    </w:p>
    <w:p w:rsidR="00F570E7" w:rsidRPr="00853B02" w:rsidRDefault="00F570E7" w:rsidP="00F570E7"/>
    <w:p w:rsidR="00EE4E6D" w:rsidRPr="00853B02" w:rsidRDefault="00541560" w:rsidP="00F570E7">
      <w:r w:rsidRPr="00853B02">
        <w:t>Eavesdropping, masquerade, anal</w:t>
      </w:r>
      <w:r w:rsidR="00C609DD" w:rsidRPr="00853B02">
        <w:t>ýza provozu</w:t>
      </w:r>
      <w:r w:rsidRPr="00853B02">
        <w:t>, replay, denial of service, modifi</w:t>
      </w:r>
      <w:r w:rsidR="00C609DD" w:rsidRPr="00853B02">
        <w:t>k</w:t>
      </w:r>
      <w:r w:rsidRPr="00853B02">
        <w:t>a</w:t>
      </w:r>
      <w:r w:rsidR="00C609DD" w:rsidRPr="00853B02">
        <w:t>ce</w:t>
      </w:r>
    </w:p>
    <w:p w:rsidR="00541560" w:rsidRPr="00853B02" w:rsidRDefault="00541560" w:rsidP="00F570E7"/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7620"/>
      </w:tblGrid>
      <w:tr w:rsidR="00853B02" w:rsidRPr="00853B02" w:rsidTr="000F5EC9">
        <w:tc>
          <w:tcPr>
            <w:tcW w:w="1560" w:type="dxa"/>
            <w:vAlign w:val="center"/>
          </w:tcPr>
          <w:p w:rsidR="00EE4E6D" w:rsidRPr="00853B02" w:rsidRDefault="00C609DD" w:rsidP="000F5EC9">
            <w:r w:rsidRPr="00853B02">
              <w:t>Ak</w:t>
            </w:r>
            <w:r w:rsidR="00541560" w:rsidRPr="00853B02">
              <w:t>tiv</w:t>
            </w:r>
            <w:r w:rsidRPr="00853B02">
              <w:t>ní</w:t>
            </w:r>
          </w:p>
        </w:tc>
        <w:tc>
          <w:tcPr>
            <w:tcW w:w="7620" w:type="dxa"/>
          </w:tcPr>
          <w:p w:rsidR="00EE4E6D" w:rsidRPr="00853B02" w:rsidRDefault="00EE4E6D" w:rsidP="000F5EC9">
            <w:pPr>
              <w:spacing w:before="60" w:after="60"/>
            </w:pPr>
          </w:p>
        </w:tc>
      </w:tr>
      <w:tr w:rsidR="00853B02" w:rsidRPr="00853B02" w:rsidTr="000F5EC9">
        <w:tc>
          <w:tcPr>
            <w:tcW w:w="1560" w:type="dxa"/>
            <w:vAlign w:val="center"/>
          </w:tcPr>
          <w:p w:rsidR="00EE4E6D" w:rsidRPr="00853B02" w:rsidRDefault="00541560" w:rsidP="00C609DD">
            <w:r w:rsidRPr="00853B02">
              <w:t>Pasiv</w:t>
            </w:r>
            <w:r w:rsidR="00C609DD" w:rsidRPr="00853B02">
              <w:t>ní</w:t>
            </w:r>
          </w:p>
        </w:tc>
        <w:tc>
          <w:tcPr>
            <w:tcW w:w="7620" w:type="dxa"/>
          </w:tcPr>
          <w:p w:rsidR="00EE4E6D" w:rsidRPr="00853B02" w:rsidRDefault="00EE4E6D" w:rsidP="00C609DD">
            <w:pPr>
              <w:spacing w:before="60" w:after="60"/>
            </w:pPr>
          </w:p>
        </w:tc>
      </w:tr>
    </w:tbl>
    <w:p w:rsidR="007C2A3B" w:rsidRPr="00853B02" w:rsidRDefault="007C2A3B" w:rsidP="00F570E7">
      <w:r w:rsidRPr="00853B02">
        <w:t xml:space="preserve"> </w:t>
      </w:r>
    </w:p>
    <w:p w:rsidR="007C2A3B" w:rsidRPr="00853B02" w:rsidRDefault="007C2A3B" w:rsidP="00F570E7">
      <w:pPr>
        <w:pStyle w:val="eLineBottom"/>
      </w:pPr>
    </w:p>
    <w:p w:rsidR="007C2A3B" w:rsidRPr="00853B02" w:rsidRDefault="007C2A3B" w:rsidP="007C2A3B">
      <w:pPr>
        <w:pStyle w:val="eCheckBoxText"/>
      </w:pPr>
    </w:p>
    <w:p w:rsidR="007C2A3B" w:rsidRPr="00853B02" w:rsidRDefault="00C609DD" w:rsidP="00F570E7">
      <w:pPr>
        <w:pStyle w:val="eTask"/>
        <w:rPr>
          <w:lang w:val="cs-CZ"/>
        </w:rPr>
      </w:pPr>
      <w:r w:rsidRPr="00853B02">
        <w:rPr>
          <w:lang w:val="cs-CZ"/>
        </w:rPr>
        <w:t>Napiš čísla správných tvrzení</w:t>
      </w:r>
      <w:r w:rsidR="00541560" w:rsidRPr="00853B02">
        <w:rPr>
          <w:lang w:val="cs-CZ"/>
        </w:rPr>
        <w:t>.</w:t>
      </w:r>
    </w:p>
    <w:p w:rsidR="00290885" w:rsidRPr="00853B02" w:rsidRDefault="00290885" w:rsidP="00F570E7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853B02" w:rsidRPr="00853B02" w:rsidTr="00290885">
        <w:trPr>
          <w:jc w:val="center"/>
        </w:trPr>
        <w:tc>
          <w:tcPr>
            <w:tcW w:w="2223" w:type="dxa"/>
          </w:tcPr>
          <w:p w:rsidR="00290885" w:rsidRPr="00853B02" w:rsidRDefault="00290885" w:rsidP="00CB2697">
            <w:pPr>
              <w:spacing w:before="60" w:after="60"/>
              <w:jc w:val="center"/>
            </w:pPr>
          </w:p>
        </w:tc>
      </w:tr>
      <w:tr w:rsidR="00853B02" w:rsidRPr="00853B02" w:rsidTr="00290885">
        <w:trPr>
          <w:jc w:val="center"/>
        </w:trPr>
        <w:tc>
          <w:tcPr>
            <w:tcW w:w="2223" w:type="dxa"/>
          </w:tcPr>
          <w:p w:rsidR="00290885" w:rsidRPr="00853B02" w:rsidRDefault="00290885" w:rsidP="00CB2697">
            <w:pPr>
              <w:spacing w:before="60" w:after="60"/>
              <w:jc w:val="center"/>
            </w:pPr>
          </w:p>
        </w:tc>
      </w:tr>
      <w:tr w:rsidR="00853B02" w:rsidRPr="00853B02" w:rsidTr="00290885">
        <w:trPr>
          <w:jc w:val="center"/>
        </w:trPr>
        <w:tc>
          <w:tcPr>
            <w:tcW w:w="2223" w:type="dxa"/>
          </w:tcPr>
          <w:p w:rsidR="00290885" w:rsidRPr="00853B02" w:rsidRDefault="00290885" w:rsidP="000F5EC9">
            <w:pPr>
              <w:spacing w:before="60" w:after="60"/>
            </w:pPr>
          </w:p>
        </w:tc>
      </w:tr>
      <w:tr w:rsidR="00853B02" w:rsidRPr="00853B02" w:rsidTr="00290885">
        <w:trPr>
          <w:jc w:val="center"/>
        </w:trPr>
        <w:tc>
          <w:tcPr>
            <w:tcW w:w="2223" w:type="dxa"/>
          </w:tcPr>
          <w:p w:rsidR="00F570E7" w:rsidRPr="00853B02" w:rsidRDefault="00F570E7" w:rsidP="000F5EC9">
            <w:pPr>
              <w:spacing w:before="60" w:after="60"/>
            </w:pPr>
          </w:p>
        </w:tc>
      </w:tr>
      <w:tr w:rsidR="00F570E7" w:rsidRPr="00853B02" w:rsidTr="00290885">
        <w:trPr>
          <w:jc w:val="center"/>
        </w:trPr>
        <w:tc>
          <w:tcPr>
            <w:tcW w:w="2223" w:type="dxa"/>
          </w:tcPr>
          <w:p w:rsidR="00F570E7" w:rsidRPr="00853B02" w:rsidRDefault="00F570E7" w:rsidP="000F5EC9">
            <w:pPr>
              <w:spacing w:before="60" w:after="60"/>
            </w:pPr>
          </w:p>
        </w:tc>
      </w:tr>
    </w:tbl>
    <w:p w:rsidR="00541560" w:rsidRPr="00853B02" w:rsidRDefault="00541560" w:rsidP="00F570E7"/>
    <w:p w:rsidR="00290885" w:rsidRPr="00853B02" w:rsidRDefault="00F570E7" w:rsidP="00F570E7">
      <w:pPr>
        <w:spacing w:before="120"/>
        <w:ind w:left="357" w:hanging="357"/>
      </w:pPr>
      <w:r w:rsidRPr="00853B02">
        <w:rPr>
          <w:b/>
        </w:rPr>
        <w:t>1</w:t>
      </w:r>
      <w:r w:rsidRPr="00853B02">
        <w:t xml:space="preserve"> – </w:t>
      </w:r>
      <w:r w:rsidR="00EC0E50" w:rsidRPr="00853B02">
        <w:t xml:space="preserve">Digitální certifikát obsahuje tajný klíč subjektu nebo </w:t>
      </w:r>
      <w:r w:rsidR="00AE1700" w:rsidRPr="00853B02">
        <w:t>držitele</w:t>
      </w:r>
      <w:r w:rsidR="00EC0E50" w:rsidRPr="00853B02">
        <w:t xml:space="preserve"> certifikátu a </w:t>
      </w:r>
      <w:r w:rsidR="00AE1700" w:rsidRPr="00853B02">
        <w:t>zároveň</w:t>
      </w:r>
      <w:r w:rsidR="00EC0E50" w:rsidRPr="00853B02">
        <w:t xml:space="preserve"> identifikační data držitele certifikátu.</w:t>
      </w:r>
    </w:p>
    <w:p w:rsidR="00290885" w:rsidRPr="00853B02" w:rsidRDefault="00F570E7" w:rsidP="00F570E7">
      <w:pPr>
        <w:spacing w:before="120"/>
        <w:ind w:left="357" w:hanging="357"/>
      </w:pPr>
      <w:r w:rsidRPr="00853B02">
        <w:rPr>
          <w:b/>
        </w:rPr>
        <w:t>2</w:t>
      </w:r>
      <w:r w:rsidRPr="00853B02">
        <w:t xml:space="preserve"> – </w:t>
      </w:r>
      <w:r w:rsidR="00EC0E50" w:rsidRPr="00853B02">
        <w:t>Digitální certifikát je podepsán privátním klíčem certifikační autority (CA).</w:t>
      </w:r>
      <w:r w:rsidR="00290885" w:rsidRPr="00853B02">
        <w:t>.</w:t>
      </w:r>
    </w:p>
    <w:p w:rsidR="00290885" w:rsidRPr="00853B02" w:rsidRDefault="00F570E7" w:rsidP="00F570E7">
      <w:pPr>
        <w:spacing w:before="120"/>
        <w:ind w:left="357" w:hanging="357"/>
      </w:pPr>
      <w:r w:rsidRPr="00853B02">
        <w:rPr>
          <w:b/>
        </w:rPr>
        <w:t>3</w:t>
      </w:r>
      <w:r w:rsidRPr="00853B02">
        <w:t xml:space="preserve"> –</w:t>
      </w:r>
      <w:r w:rsidR="00EC0E50" w:rsidRPr="00853B02">
        <w:t xml:space="preserve"> Tajný klíč certifikovaný certifikátem bude fungovat pouze s odpovídajícím veřejným klíčem vydaným entitou identifikovanou certifikátem.</w:t>
      </w:r>
    </w:p>
    <w:p w:rsidR="00223478" w:rsidRPr="00853B02" w:rsidRDefault="00F570E7" w:rsidP="00F570E7">
      <w:pPr>
        <w:spacing w:before="120"/>
        <w:ind w:left="357" w:hanging="357"/>
      </w:pPr>
      <w:r w:rsidRPr="00853B02">
        <w:rPr>
          <w:b/>
        </w:rPr>
        <w:t>4</w:t>
      </w:r>
      <w:r w:rsidRPr="00853B02">
        <w:t xml:space="preserve"> – </w:t>
      </w:r>
      <w:r w:rsidR="00EC0E50" w:rsidRPr="00853B02">
        <w:t>Digitální certifikát spojuje veřejný klíč s identitou.</w:t>
      </w:r>
      <w:r w:rsidR="00290885" w:rsidRPr="00853B02">
        <w:t>.</w:t>
      </w:r>
    </w:p>
    <w:p w:rsidR="00290885" w:rsidRPr="00853B02" w:rsidRDefault="00F570E7" w:rsidP="00F570E7">
      <w:pPr>
        <w:spacing w:before="120"/>
        <w:ind w:left="357" w:hanging="357"/>
      </w:pPr>
      <w:r w:rsidRPr="00853B02">
        <w:rPr>
          <w:b/>
        </w:rPr>
        <w:t>5</w:t>
      </w:r>
      <w:r w:rsidRPr="00853B02">
        <w:t xml:space="preserve"> – </w:t>
      </w:r>
      <w:r w:rsidR="00EC0E50" w:rsidRPr="00853B02">
        <w:t xml:space="preserve">Digitální certifikát obsahuje veřejný klíč odpovídající certifikační autority </w:t>
      </w:r>
      <w:r w:rsidR="00290885" w:rsidRPr="00853B02">
        <w:t>(CA)</w:t>
      </w:r>
      <w:r w:rsidR="00EC0E50" w:rsidRPr="00853B02">
        <w:t>.</w:t>
      </w:r>
    </w:p>
    <w:sectPr w:rsidR="00290885" w:rsidRPr="00853B02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B78" w:rsidRDefault="00FD1B78" w:rsidP="00861A1A">
      <w:r>
        <w:separator/>
      </w:r>
    </w:p>
  </w:endnote>
  <w:endnote w:type="continuationSeparator" w:id="0">
    <w:p w:rsidR="00FD1B78" w:rsidRDefault="00FD1B7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137B9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561A7" w:rsidRPr="000561A7" w:rsidRDefault="000561A7" w:rsidP="000561A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561A7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0561A7" w:rsidP="000561A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561A7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B78" w:rsidRDefault="00FD1B78" w:rsidP="00861A1A">
      <w:r>
        <w:separator/>
      </w:r>
    </w:p>
  </w:footnote>
  <w:footnote w:type="continuationSeparator" w:id="0">
    <w:p w:rsidR="00FD1B78" w:rsidRDefault="00FD1B7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137B9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0561A7" w:rsidRPr="000561A7">
      <w:rPr>
        <w:rFonts w:ascii="Calibri" w:hAnsi="Calibri"/>
        <w:b/>
        <w:smallCaps/>
        <w:noProof/>
      </w:rPr>
      <w:t>PRACOVNÍ LIST</w:t>
    </w:r>
  </w:p>
  <w:p w:rsidR="00C148FD" w:rsidRPr="00C148FD" w:rsidRDefault="000561A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0561A7">
      <w:rPr>
        <w:rFonts w:ascii="Calibri" w:hAnsi="Calibri"/>
        <w:smallCaps/>
        <w:noProof/>
        <w:sz w:val="20"/>
        <w:szCs w:val="20"/>
        <w:lang w:val="en-US"/>
      </w:rPr>
      <w:t>KRYPTOGRAFIE, POČÍTAČOVÁ KRIMINALITA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C9E63BBA"/>
    <w:lvl w:ilvl="0" w:tplc="C458DAB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53914"/>
    <w:multiLevelType w:val="hybridMultilevel"/>
    <w:tmpl w:val="C0E6B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9F"/>
    <w:rsid w:val="0000673F"/>
    <w:rsid w:val="00016AD8"/>
    <w:rsid w:val="00017595"/>
    <w:rsid w:val="00021197"/>
    <w:rsid w:val="0002181B"/>
    <w:rsid w:val="00030EDA"/>
    <w:rsid w:val="00045BEB"/>
    <w:rsid w:val="000561A7"/>
    <w:rsid w:val="00073ADF"/>
    <w:rsid w:val="0007473C"/>
    <w:rsid w:val="000750C9"/>
    <w:rsid w:val="00087EAC"/>
    <w:rsid w:val="00094A16"/>
    <w:rsid w:val="000A233F"/>
    <w:rsid w:val="000A55B3"/>
    <w:rsid w:val="000C6B3A"/>
    <w:rsid w:val="000D1B5E"/>
    <w:rsid w:val="000F5EC9"/>
    <w:rsid w:val="001301D8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78BD"/>
    <w:rsid w:val="001B057D"/>
    <w:rsid w:val="001D00A1"/>
    <w:rsid w:val="001F6290"/>
    <w:rsid w:val="00213F2C"/>
    <w:rsid w:val="00223478"/>
    <w:rsid w:val="00225015"/>
    <w:rsid w:val="00232EDE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30D9F"/>
    <w:rsid w:val="0046567F"/>
    <w:rsid w:val="00472203"/>
    <w:rsid w:val="00475954"/>
    <w:rsid w:val="00492966"/>
    <w:rsid w:val="004A01E5"/>
    <w:rsid w:val="004A7B44"/>
    <w:rsid w:val="004C0E36"/>
    <w:rsid w:val="004C0E54"/>
    <w:rsid w:val="004E5E95"/>
    <w:rsid w:val="004E70EA"/>
    <w:rsid w:val="004F5AFF"/>
    <w:rsid w:val="005132B0"/>
    <w:rsid w:val="00517E3A"/>
    <w:rsid w:val="0052284C"/>
    <w:rsid w:val="00541560"/>
    <w:rsid w:val="00556292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B4B67"/>
    <w:rsid w:val="005D4036"/>
    <w:rsid w:val="005D7525"/>
    <w:rsid w:val="005E1AB1"/>
    <w:rsid w:val="005E20B2"/>
    <w:rsid w:val="005E5A22"/>
    <w:rsid w:val="005F5FA1"/>
    <w:rsid w:val="00625B5A"/>
    <w:rsid w:val="0063442E"/>
    <w:rsid w:val="0063686B"/>
    <w:rsid w:val="006435FE"/>
    <w:rsid w:val="0064494B"/>
    <w:rsid w:val="0066326F"/>
    <w:rsid w:val="0068067D"/>
    <w:rsid w:val="0068131D"/>
    <w:rsid w:val="00690FB1"/>
    <w:rsid w:val="006A24C7"/>
    <w:rsid w:val="006B286D"/>
    <w:rsid w:val="006B5D59"/>
    <w:rsid w:val="006D39B2"/>
    <w:rsid w:val="006D3F30"/>
    <w:rsid w:val="006D50FA"/>
    <w:rsid w:val="006F0D5B"/>
    <w:rsid w:val="006F787A"/>
    <w:rsid w:val="00710301"/>
    <w:rsid w:val="007232A8"/>
    <w:rsid w:val="0073574D"/>
    <w:rsid w:val="007460F9"/>
    <w:rsid w:val="007647F2"/>
    <w:rsid w:val="0076745A"/>
    <w:rsid w:val="007706C9"/>
    <w:rsid w:val="007738BD"/>
    <w:rsid w:val="007837ED"/>
    <w:rsid w:val="00790D07"/>
    <w:rsid w:val="00791E03"/>
    <w:rsid w:val="007C0FDD"/>
    <w:rsid w:val="007C2A3B"/>
    <w:rsid w:val="007C308E"/>
    <w:rsid w:val="007C5B85"/>
    <w:rsid w:val="007E16D1"/>
    <w:rsid w:val="007E6CED"/>
    <w:rsid w:val="00802588"/>
    <w:rsid w:val="0080328F"/>
    <w:rsid w:val="00813612"/>
    <w:rsid w:val="0081479C"/>
    <w:rsid w:val="00825830"/>
    <w:rsid w:val="00826CB2"/>
    <w:rsid w:val="00830375"/>
    <w:rsid w:val="00831014"/>
    <w:rsid w:val="00832323"/>
    <w:rsid w:val="00853B02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0B75"/>
    <w:rsid w:val="008F1B37"/>
    <w:rsid w:val="008F5585"/>
    <w:rsid w:val="0090393B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E2CBD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1700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3575"/>
    <w:rsid w:val="00BE6648"/>
    <w:rsid w:val="00BF038C"/>
    <w:rsid w:val="00BF5E09"/>
    <w:rsid w:val="00BF6970"/>
    <w:rsid w:val="00C148FD"/>
    <w:rsid w:val="00C2393A"/>
    <w:rsid w:val="00C23E0F"/>
    <w:rsid w:val="00C5580D"/>
    <w:rsid w:val="00C57915"/>
    <w:rsid w:val="00C609DD"/>
    <w:rsid w:val="00C7264E"/>
    <w:rsid w:val="00C7534D"/>
    <w:rsid w:val="00C767C9"/>
    <w:rsid w:val="00C878F0"/>
    <w:rsid w:val="00CA51B5"/>
    <w:rsid w:val="00CB2697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F14F7"/>
    <w:rsid w:val="00DF7782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0E50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570E7"/>
    <w:rsid w:val="00F748A6"/>
    <w:rsid w:val="00F7602B"/>
    <w:rsid w:val="00F82C59"/>
    <w:rsid w:val="00F871C6"/>
    <w:rsid w:val="00F8749B"/>
    <w:rsid w:val="00FA35D4"/>
    <w:rsid w:val="00FA4B72"/>
    <w:rsid w:val="00FA74D9"/>
    <w:rsid w:val="00FB201E"/>
    <w:rsid w:val="00FD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570E7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114</TotalTime>
  <Pages>3</Pages>
  <Words>325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Pavel Bezpalec</cp:lastModifiedBy>
  <cp:revision>4</cp:revision>
  <cp:lastPrinted>2013-05-24T15:00:00Z</cp:lastPrinted>
  <dcterms:created xsi:type="dcterms:W3CDTF">2016-04-27T13:32:00Z</dcterms:created>
  <dcterms:modified xsi:type="dcterms:W3CDTF">2016-05-12T12:31:00Z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